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6531" w:rsidRDefault="00F96531" w:rsidP="00A563A9"/>
    <w:p w:rsidR="00F96531" w:rsidRDefault="00F96531" w:rsidP="00A563A9">
      <w:r w:rsidRPr="00F96531">
        <w:rPr>
          <w:noProof/>
          <w:lang w:val="en-GB" w:eastAsia="en-GB"/>
        </w:rPr>
        <w:drawing>
          <wp:inline distT="0" distB="0" distL="0" distR="0">
            <wp:extent cx="9070975" cy="5939188"/>
            <wp:effectExtent l="0" t="0" r="0" b="444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70975" cy="59391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563A9" w:rsidRDefault="00A563A9" w:rsidP="00A563A9">
      <w:r>
        <w:lastRenderedPageBreak/>
        <w:t>REPORT MASSES AS +/-5mDa, referenced against</w:t>
      </w:r>
    </w:p>
    <w:p w:rsidR="00A563A9" w:rsidRDefault="00A563A9" w:rsidP="00A563A9">
      <w:r>
        <w:t xml:space="preserve"> Leucine </w:t>
      </w:r>
      <w:proofErr w:type="spellStart"/>
      <w:r>
        <w:t>Enkephalin</w:t>
      </w:r>
      <w:proofErr w:type="spellEnd"/>
      <w:r>
        <w:t xml:space="preserve"> @ 557.2802 (M+H, C13 isotope) and 556.2771 (M+H, C12 isotope) positive mode, 555.2645 (M-H, C13) and 554.2615 (M-H, C12) negative mode.</w:t>
      </w:r>
    </w:p>
    <w:p w:rsidR="00A563A9" w:rsidRDefault="00A563A9" w:rsidP="00A563A9">
      <w:proofErr w:type="gramStart"/>
      <w:r>
        <w:t>or</w:t>
      </w:r>
      <w:proofErr w:type="gramEnd"/>
      <w:r>
        <w:t xml:space="preserve"> </w:t>
      </w:r>
      <w:proofErr w:type="spellStart"/>
      <w:r>
        <w:t>Sulfadimethoxine</w:t>
      </w:r>
      <w:proofErr w:type="spellEnd"/>
      <w:r>
        <w:t xml:space="preserve"> @312.0840 (M+H, C13) and 311.0814 (M+H, C12) positive mode, 310.0684 (M-H, C13) and 309.0658 (M-H, C12) negative mode.</w:t>
      </w:r>
    </w:p>
    <w:p w:rsidR="00A563A9" w:rsidRDefault="00A563A9" w:rsidP="00A563A9">
      <w:r>
        <w:t xml:space="preserve">This software version </w:t>
      </w:r>
      <w:proofErr w:type="spellStart"/>
      <w:r>
        <w:t>MassLynx</w:t>
      </w:r>
      <w:proofErr w:type="spellEnd"/>
      <w:r>
        <w:t xml:space="preserve"> 4.1 is calibrated ignoring the electron in all cases.</w:t>
      </w:r>
    </w:p>
    <w:p w:rsidR="00F96531" w:rsidRDefault="00F96531" w:rsidP="00F96531">
      <w:r>
        <w:t>Elemental Composition Report</w:t>
      </w:r>
    </w:p>
    <w:p w:rsidR="00F96531" w:rsidRDefault="00F96531" w:rsidP="00F96531"/>
    <w:p w:rsidR="00F96531" w:rsidRDefault="00F96531" w:rsidP="00F96531">
      <w:r>
        <w:t xml:space="preserve">Single Mass Analysis </w:t>
      </w:r>
    </w:p>
    <w:p w:rsidR="00F96531" w:rsidRDefault="00F96531" w:rsidP="00F96531">
      <w:r>
        <w:t>Tolerance = 15.0 PPM   /   DBE: min = -15.0, max = 100.0</w:t>
      </w:r>
    </w:p>
    <w:p w:rsidR="00F96531" w:rsidRDefault="00F96531" w:rsidP="00F96531">
      <w:r>
        <w:t>Selected filters: None</w:t>
      </w:r>
    </w:p>
    <w:p w:rsidR="00F96531" w:rsidRDefault="00F96531" w:rsidP="00F96531"/>
    <w:p w:rsidR="00F96531" w:rsidRDefault="00F96531" w:rsidP="00F96531">
      <w:r>
        <w:t>Monoisotopic Mass, Even Electron Ions</w:t>
      </w:r>
    </w:p>
    <w:p w:rsidR="00F96531" w:rsidRDefault="00F96531" w:rsidP="00F96531">
      <w:r>
        <w:t xml:space="preserve">8 </w:t>
      </w:r>
      <w:proofErr w:type="gramStart"/>
      <w:r>
        <w:t>formula(</w:t>
      </w:r>
      <w:proofErr w:type="gramEnd"/>
      <w:r>
        <w:t>e) evaluated with 1 results within limits (up to 50 best isotopic matches for each mass)</w:t>
      </w:r>
    </w:p>
    <w:p w:rsidR="00F96531" w:rsidRDefault="00F96531" w:rsidP="00F96531">
      <w:r>
        <w:t>Elements Used:</w:t>
      </w:r>
    </w:p>
    <w:p w:rsidR="00F96531" w:rsidRDefault="00F96531" w:rsidP="00F96531">
      <w:r>
        <w:t xml:space="preserve">C: 13-20    H: 15-27    O: 1-5    Na: 0-1    S: 1-1    Cl: 1-1    </w:t>
      </w:r>
    </w:p>
    <w:p w:rsidR="00F96531" w:rsidRDefault="00F96531" w:rsidP="00F96531">
      <w:r>
        <w:t xml:space="preserve">Minimum:   </w:t>
      </w:r>
      <w:r>
        <w:tab/>
        <w:t xml:space="preserve">               </w:t>
      </w:r>
      <w:r>
        <w:tab/>
        <w:t xml:space="preserve">         </w:t>
      </w:r>
      <w:r>
        <w:tab/>
        <w:t xml:space="preserve">         </w:t>
      </w:r>
      <w:r>
        <w:tab/>
        <w:t>-15.0</w:t>
      </w:r>
    </w:p>
    <w:p w:rsidR="00F96531" w:rsidRDefault="00F96531" w:rsidP="00F96531">
      <w:r>
        <w:t xml:space="preserve">Maximum:   </w:t>
      </w:r>
      <w:r>
        <w:tab/>
        <w:t xml:space="preserve">               </w:t>
      </w:r>
      <w:r>
        <w:tab/>
        <w:t xml:space="preserve">5.0      </w:t>
      </w:r>
      <w:r>
        <w:tab/>
        <w:t xml:space="preserve">15.0     </w:t>
      </w:r>
      <w:r>
        <w:tab/>
        <w:t>100.0</w:t>
      </w:r>
    </w:p>
    <w:p w:rsidR="00F96531" w:rsidRDefault="00F96531" w:rsidP="00F96531">
      <w:r>
        <w:t xml:space="preserve">Mass       </w:t>
      </w:r>
      <w:r>
        <w:tab/>
        <w:t xml:space="preserve">Calc. Mass     </w:t>
      </w:r>
      <w:r>
        <w:tab/>
      </w:r>
      <w:proofErr w:type="spellStart"/>
      <w:r>
        <w:t>mDa</w:t>
      </w:r>
      <w:proofErr w:type="spellEnd"/>
      <w:r>
        <w:t xml:space="preserve">      </w:t>
      </w:r>
      <w:r>
        <w:tab/>
        <w:t xml:space="preserve">PPM      </w:t>
      </w:r>
      <w:r>
        <w:tab/>
        <w:t xml:space="preserve">DBE      </w:t>
      </w:r>
      <w:r>
        <w:tab/>
      </w:r>
      <w:proofErr w:type="spellStart"/>
      <w:r>
        <w:t>i</w:t>
      </w:r>
      <w:proofErr w:type="spellEnd"/>
      <w:r>
        <w:t xml:space="preserve">-FIT      </w:t>
      </w:r>
      <w:r>
        <w:tab/>
        <w:t>Formula</w:t>
      </w:r>
    </w:p>
    <w:p w:rsidR="00F96531" w:rsidRDefault="00F96531" w:rsidP="00F96531">
      <w:r>
        <w:t xml:space="preserve">287.0520   </w:t>
      </w:r>
      <w:r>
        <w:tab/>
        <w:t xml:space="preserve">287.0509       </w:t>
      </w:r>
      <w:r>
        <w:tab/>
        <w:t xml:space="preserve">1.1      </w:t>
      </w:r>
      <w:r>
        <w:tab/>
        <w:t xml:space="preserve">3.8      </w:t>
      </w:r>
      <w:r>
        <w:tab/>
        <w:t xml:space="preserve">5.5      </w:t>
      </w:r>
      <w:r>
        <w:tab/>
        <w:t xml:space="preserve">5.1        </w:t>
      </w:r>
      <w:r>
        <w:tab/>
      </w:r>
      <w:proofErr w:type="gramStart"/>
      <w:r>
        <w:t>C13  H16</w:t>
      </w:r>
      <w:proofErr w:type="gramEnd"/>
      <w:r>
        <w:t xml:space="preserve">  O3  S  Cl</w:t>
      </w:r>
    </w:p>
    <w:p w:rsidR="00F96531" w:rsidRDefault="00F96531" w:rsidP="00F96531">
      <w:r>
        <w:t>237.3848</w:t>
      </w:r>
      <w:r>
        <w:tab/>
        <w:t>1.013e0</w:t>
      </w:r>
    </w:p>
    <w:p w:rsidR="00F96531" w:rsidRDefault="00F96531" w:rsidP="00F96531">
      <w:r>
        <w:lastRenderedPageBreak/>
        <w:t>237.3926</w:t>
      </w:r>
      <w:r>
        <w:tab/>
        <w:t>1.013e0</w:t>
      </w:r>
    </w:p>
    <w:p w:rsidR="00F96531" w:rsidRDefault="00F96531" w:rsidP="00F96531">
      <w:r>
        <w:t>237.4054</w:t>
      </w:r>
      <w:r>
        <w:tab/>
        <w:t>2.025e0</w:t>
      </w:r>
    </w:p>
    <w:p w:rsidR="00F96531" w:rsidRDefault="00F96531" w:rsidP="00F96531">
      <w:r>
        <w:t>237.4251</w:t>
      </w:r>
      <w:r>
        <w:tab/>
        <w:t>2.025e0</w:t>
      </w:r>
    </w:p>
    <w:p w:rsidR="00F96531" w:rsidRDefault="00F96531" w:rsidP="00F96531">
      <w:r>
        <w:t>237.4348</w:t>
      </w:r>
      <w:r>
        <w:tab/>
        <w:t>1.013e0</w:t>
      </w:r>
    </w:p>
    <w:p w:rsidR="00F96531" w:rsidRDefault="00F96531" w:rsidP="00F96531">
      <w:r>
        <w:t>237.4391</w:t>
      </w:r>
      <w:r>
        <w:tab/>
        <w:t>1.013e0</w:t>
      </w:r>
    </w:p>
    <w:p w:rsidR="00F96531" w:rsidRDefault="00F96531" w:rsidP="00F96531">
      <w:r>
        <w:t>237.4793</w:t>
      </w:r>
      <w:r>
        <w:tab/>
        <w:t>1.013e0</w:t>
      </w:r>
    </w:p>
    <w:p w:rsidR="00F96531" w:rsidRDefault="00F96531" w:rsidP="00F96531">
      <w:r>
        <w:t>237.4912</w:t>
      </w:r>
      <w:r>
        <w:tab/>
        <w:t>1.013e0</w:t>
      </w:r>
    </w:p>
    <w:p w:rsidR="00F96531" w:rsidRDefault="00F96531" w:rsidP="00F96531">
      <w:r>
        <w:t>237.4999</w:t>
      </w:r>
      <w:r>
        <w:tab/>
        <w:t>1.013e0</w:t>
      </w:r>
    </w:p>
    <w:p w:rsidR="00F96531" w:rsidRDefault="00F96531" w:rsidP="00F96531">
      <w:r>
        <w:t>237.5317</w:t>
      </w:r>
      <w:r>
        <w:tab/>
        <w:t>1.013e0</w:t>
      </w:r>
    </w:p>
    <w:p w:rsidR="00F96531" w:rsidRDefault="00F96531" w:rsidP="00F96531">
      <w:r>
        <w:t>237.5492</w:t>
      </w:r>
      <w:r>
        <w:tab/>
        <w:t>1.013e0</w:t>
      </w:r>
    </w:p>
    <w:p w:rsidR="00F96531" w:rsidRDefault="00F96531" w:rsidP="00F96531">
      <w:r>
        <w:t>237.5521</w:t>
      </w:r>
      <w:r>
        <w:tab/>
        <w:t>1.013e0</w:t>
      </w:r>
    </w:p>
    <w:p w:rsidR="00F96531" w:rsidRDefault="00F96531" w:rsidP="00F96531">
      <w:r>
        <w:t>237.5600</w:t>
      </w:r>
      <w:r>
        <w:tab/>
        <w:t>3.038e0</w:t>
      </w:r>
    </w:p>
    <w:p w:rsidR="00F96531" w:rsidRDefault="00F96531" w:rsidP="00F96531">
      <w:r>
        <w:t>237.5717</w:t>
      </w:r>
      <w:r>
        <w:tab/>
        <w:t>1.013e0</w:t>
      </w:r>
    </w:p>
    <w:p w:rsidR="00F96531" w:rsidRDefault="00F96531" w:rsidP="00F96531">
      <w:r>
        <w:t>237.5728</w:t>
      </w:r>
      <w:r>
        <w:tab/>
        <w:t>1.013e0</w:t>
      </w:r>
    </w:p>
    <w:p w:rsidR="00F96531" w:rsidRDefault="00F96531" w:rsidP="00F96531">
      <w:r>
        <w:t>237.5953</w:t>
      </w:r>
      <w:r>
        <w:tab/>
        <w:t>2.025e0</w:t>
      </w:r>
    </w:p>
    <w:p w:rsidR="00F96531" w:rsidRDefault="00F96531" w:rsidP="00F96531">
      <w:r>
        <w:t>237.6170</w:t>
      </w:r>
      <w:r>
        <w:tab/>
        <w:t>1.013e0</w:t>
      </w:r>
    </w:p>
    <w:p w:rsidR="00F96531" w:rsidRDefault="00F96531" w:rsidP="00F96531">
      <w:r>
        <w:t>237.6180</w:t>
      </w:r>
      <w:r>
        <w:tab/>
        <w:t>1.013e0</w:t>
      </w:r>
    </w:p>
    <w:p w:rsidR="00F96531" w:rsidRDefault="00F96531" w:rsidP="00F96531">
      <w:r>
        <w:t>237.6585</w:t>
      </w:r>
      <w:r>
        <w:tab/>
        <w:t>1.013e0</w:t>
      </w:r>
    </w:p>
    <w:p w:rsidR="00F96531" w:rsidRDefault="00F96531" w:rsidP="00F96531">
      <w:r>
        <w:t>237.6841</w:t>
      </w:r>
      <w:r>
        <w:tab/>
        <w:t>1.013e0</w:t>
      </w:r>
    </w:p>
    <w:p w:rsidR="00F96531" w:rsidRDefault="00F96531" w:rsidP="00F96531">
      <w:r>
        <w:lastRenderedPageBreak/>
        <w:t>237.6875</w:t>
      </w:r>
      <w:r>
        <w:tab/>
        <w:t>1.013e0</w:t>
      </w:r>
    </w:p>
    <w:p w:rsidR="00F96531" w:rsidRDefault="00F96531" w:rsidP="00F96531">
      <w:r>
        <w:t>237.7048</w:t>
      </w:r>
      <w:r>
        <w:tab/>
        <w:t>1.013e0</w:t>
      </w:r>
    </w:p>
    <w:p w:rsidR="00F96531" w:rsidRDefault="00F96531" w:rsidP="00F96531">
      <w:r>
        <w:t>237.7232</w:t>
      </w:r>
      <w:r>
        <w:tab/>
        <w:t>1.013e0</w:t>
      </w:r>
    </w:p>
    <w:p w:rsidR="00F96531" w:rsidRDefault="00F96531" w:rsidP="00F96531">
      <w:r>
        <w:t>237.7331</w:t>
      </w:r>
      <w:r>
        <w:tab/>
        <w:t>1.013e0</w:t>
      </w:r>
    </w:p>
    <w:p w:rsidR="00F96531" w:rsidRDefault="00F96531" w:rsidP="00F96531">
      <w:r>
        <w:t>237.7569</w:t>
      </w:r>
      <w:r>
        <w:tab/>
        <w:t>1.013e0</w:t>
      </w:r>
    </w:p>
    <w:p w:rsidR="00F96531" w:rsidRDefault="00F96531" w:rsidP="00F96531">
      <w:r>
        <w:t>237.7619</w:t>
      </w:r>
      <w:r>
        <w:tab/>
        <w:t>1.013e0</w:t>
      </w:r>
    </w:p>
    <w:p w:rsidR="00F96531" w:rsidRDefault="00F96531" w:rsidP="00F96531">
      <w:r>
        <w:t>237.7659</w:t>
      </w:r>
      <w:r>
        <w:tab/>
        <w:t>2.025e0</w:t>
      </w:r>
    </w:p>
    <w:p w:rsidR="00F96531" w:rsidRDefault="00F96531" w:rsidP="00F96531">
      <w:r>
        <w:t>237.7896</w:t>
      </w:r>
      <w:r>
        <w:tab/>
        <w:t>2.025e0</w:t>
      </w:r>
    </w:p>
    <w:p w:rsidR="00F96531" w:rsidRDefault="00F96531" w:rsidP="00F96531">
      <w:r>
        <w:t>237.7995</w:t>
      </w:r>
      <w:r>
        <w:tab/>
        <w:t>1.013e0</w:t>
      </w:r>
    </w:p>
    <w:p w:rsidR="00F96531" w:rsidRDefault="00F96531" w:rsidP="00F96531">
      <w:r>
        <w:t>237.8062</w:t>
      </w:r>
      <w:r>
        <w:tab/>
        <w:t>1.013e0</w:t>
      </w:r>
    </w:p>
    <w:p w:rsidR="00F96531" w:rsidRDefault="00F96531" w:rsidP="00F96531">
      <w:r>
        <w:t>237.8345</w:t>
      </w:r>
      <w:r>
        <w:tab/>
        <w:t>1.013e0</w:t>
      </w:r>
    </w:p>
    <w:p w:rsidR="00F96531" w:rsidRDefault="00F96531" w:rsidP="00F96531">
      <w:r>
        <w:t>237.8489</w:t>
      </w:r>
      <w:r>
        <w:tab/>
        <w:t>2.025e0</w:t>
      </w:r>
    </w:p>
    <w:p w:rsidR="00F96531" w:rsidRDefault="00F96531" w:rsidP="00F96531">
      <w:r>
        <w:t>237.8555</w:t>
      </w:r>
      <w:r>
        <w:tab/>
        <w:t>1.013e0</w:t>
      </w:r>
    </w:p>
    <w:p w:rsidR="00F96531" w:rsidRDefault="00F96531" w:rsidP="00F96531">
      <w:r>
        <w:t>237.8761</w:t>
      </w:r>
      <w:r>
        <w:tab/>
        <w:t>1.013e0</w:t>
      </w:r>
    </w:p>
    <w:p w:rsidR="00F96531" w:rsidRDefault="00F96531" w:rsidP="00F96531">
      <w:r>
        <w:t>237.9165</w:t>
      </w:r>
      <w:r>
        <w:tab/>
        <w:t>2.025e0</w:t>
      </w:r>
    </w:p>
    <w:p w:rsidR="00F96531" w:rsidRDefault="00F96531" w:rsidP="00F96531">
      <w:r>
        <w:t>237.9176</w:t>
      </w:r>
      <w:r>
        <w:tab/>
        <w:t>1.013e0</w:t>
      </w:r>
    </w:p>
    <w:p w:rsidR="00F96531" w:rsidRDefault="00F96531" w:rsidP="00F96531">
      <w:r>
        <w:t>237.9269</w:t>
      </w:r>
      <w:r>
        <w:tab/>
        <w:t>2.025e0</w:t>
      </w:r>
    </w:p>
    <w:p w:rsidR="00F96531" w:rsidRDefault="00F96531" w:rsidP="00F96531">
      <w:r>
        <w:t>237.9292</w:t>
      </w:r>
      <w:r>
        <w:tab/>
        <w:t>1.013e0</w:t>
      </w:r>
    </w:p>
    <w:p w:rsidR="00F96531" w:rsidRDefault="00F96531" w:rsidP="00F96531">
      <w:r>
        <w:t>237.9469</w:t>
      </w:r>
      <w:r>
        <w:tab/>
        <w:t>1.013e0</w:t>
      </w:r>
    </w:p>
    <w:p w:rsidR="00F96531" w:rsidRDefault="00F96531" w:rsidP="00F96531">
      <w:r>
        <w:lastRenderedPageBreak/>
        <w:t>237.9698</w:t>
      </w:r>
      <w:r>
        <w:tab/>
        <w:t>1.013e0</w:t>
      </w:r>
    </w:p>
    <w:p w:rsidR="00F96531" w:rsidRDefault="00F96531" w:rsidP="00F96531">
      <w:r>
        <w:t>237.9798</w:t>
      </w:r>
      <w:r>
        <w:tab/>
        <w:t>2.025e0</w:t>
      </w:r>
    </w:p>
    <w:p w:rsidR="00F96531" w:rsidRDefault="00F96531" w:rsidP="00F96531">
      <w:r>
        <w:t>238.0103</w:t>
      </w:r>
      <w:r>
        <w:tab/>
        <w:t>2.025e0</w:t>
      </w:r>
    </w:p>
    <w:p w:rsidR="00F96531" w:rsidRDefault="00F96531" w:rsidP="00F96531">
      <w:r>
        <w:t>238.0120</w:t>
      </w:r>
      <w:r>
        <w:tab/>
        <w:t>2.604e0</w:t>
      </w:r>
    </w:p>
    <w:p w:rsidR="00F96531" w:rsidRDefault="00F96531" w:rsidP="00F96531">
      <w:r>
        <w:t>238.0135</w:t>
      </w:r>
      <w:r>
        <w:tab/>
        <w:t>3.038e0</w:t>
      </w:r>
    </w:p>
    <w:p w:rsidR="00F96531" w:rsidRDefault="00F96531" w:rsidP="00F96531">
      <w:r>
        <w:t>238.0156</w:t>
      </w:r>
      <w:r>
        <w:tab/>
        <w:t>5.063e0</w:t>
      </w:r>
    </w:p>
    <w:p w:rsidR="00F96531" w:rsidRDefault="00F96531" w:rsidP="00F96531">
      <w:r>
        <w:t>238.0249</w:t>
      </w:r>
      <w:r>
        <w:tab/>
        <w:t>8.022e0</w:t>
      </w:r>
    </w:p>
    <w:p w:rsidR="00F96531" w:rsidRDefault="00F96531" w:rsidP="00F96531">
      <w:r>
        <w:t>238.0293</w:t>
      </w:r>
      <w:r>
        <w:tab/>
        <w:t>3.038e0</w:t>
      </w:r>
    </w:p>
    <w:p w:rsidR="00F96531" w:rsidRDefault="00F96531" w:rsidP="00F96531">
      <w:r>
        <w:t>238.0384</w:t>
      </w:r>
      <w:r>
        <w:tab/>
        <w:t>5.497e0</w:t>
      </w:r>
    </w:p>
    <w:p w:rsidR="00F96531" w:rsidRDefault="00F96531" w:rsidP="00F96531">
      <w:r>
        <w:t>238.0540</w:t>
      </w:r>
      <w:r>
        <w:tab/>
        <w:t>6.067e0</w:t>
      </w:r>
    </w:p>
    <w:p w:rsidR="00F96531" w:rsidRDefault="00F96531" w:rsidP="00F96531">
      <w:r>
        <w:t>238.0635</w:t>
      </w:r>
      <w:r>
        <w:tab/>
        <w:t>2.025e0</w:t>
      </w:r>
    </w:p>
    <w:p w:rsidR="00F96531" w:rsidRDefault="00F96531" w:rsidP="00F96531">
      <w:r>
        <w:t>238.0934</w:t>
      </w:r>
      <w:r>
        <w:tab/>
        <w:t>4.376e0</w:t>
      </w:r>
    </w:p>
    <w:p w:rsidR="00F96531" w:rsidRDefault="00F96531" w:rsidP="00F96531">
      <w:r>
        <w:t>238.0970</w:t>
      </w:r>
      <w:r>
        <w:tab/>
        <w:t>4.051e0</w:t>
      </w:r>
    </w:p>
    <w:p w:rsidR="00F96531" w:rsidRDefault="00F96531" w:rsidP="00F96531">
      <w:r>
        <w:t>238.1030</w:t>
      </w:r>
      <w:r>
        <w:tab/>
        <w:t>2.025e0</w:t>
      </w:r>
    </w:p>
    <w:p w:rsidR="00F96531" w:rsidRDefault="00F96531" w:rsidP="00F96531">
      <w:r>
        <w:t>238.1069</w:t>
      </w:r>
      <w:r>
        <w:tab/>
        <w:t>1.013e0</w:t>
      </w:r>
    </w:p>
    <w:p w:rsidR="00F96531" w:rsidRDefault="00F96531" w:rsidP="00F96531">
      <w:r>
        <w:t>238.1168</w:t>
      </w:r>
      <w:r>
        <w:tab/>
        <w:t>3.038e0</w:t>
      </w:r>
    </w:p>
    <w:p w:rsidR="00F96531" w:rsidRDefault="00F96531" w:rsidP="00F96531">
      <w:r>
        <w:t>238.1256</w:t>
      </w:r>
      <w:r>
        <w:tab/>
        <w:t>4.051e0</w:t>
      </w:r>
    </w:p>
    <w:p w:rsidR="00F96531" w:rsidRDefault="00F96531" w:rsidP="00F96531">
      <w:r>
        <w:t>238.1284</w:t>
      </w:r>
      <w:r>
        <w:tab/>
        <w:t>2.025e0</w:t>
      </w:r>
    </w:p>
    <w:p w:rsidR="00F96531" w:rsidRDefault="00F96531" w:rsidP="00F96531">
      <w:r>
        <w:t>238.1303</w:t>
      </w:r>
      <w:r>
        <w:tab/>
        <w:t>1.013e0</w:t>
      </w:r>
    </w:p>
    <w:p w:rsidR="00F96531" w:rsidRDefault="00F96531" w:rsidP="00F96531">
      <w:r>
        <w:lastRenderedPageBreak/>
        <w:t>238.1431</w:t>
      </w:r>
      <w:r>
        <w:tab/>
        <w:t>1.013e0</w:t>
      </w:r>
    </w:p>
    <w:p w:rsidR="00F96531" w:rsidRDefault="00F96531" w:rsidP="00F96531">
      <w:r>
        <w:t>238.1466</w:t>
      </w:r>
      <w:r>
        <w:tab/>
        <w:t>1.013e0</w:t>
      </w:r>
    </w:p>
    <w:p w:rsidR="00F96531" w:rsidRDefault="00F96531" w:rsidP="00F96531">
      <w:r>
        <w:t>238.1494</w:t>
      </w:r>
      <w:r>
        <w:tab/>
        <w:t>3.038e0</w:t>
      </w:r>
    </w:p>
    <w:p w:rsidR="00F96531" w:rsidRDefault="00F96531" w:rsidP="00F96531">
      <w:r>
        <w:t>238.1688</w:t>
      </w:r>
      <w:r>
        <w:tab/>
        <w:t>3.038e0</w:t>
      </w:r>
    </w:p>
    <w:p w:rsidR="00F96531" w:rsidRDefault="00F96531" w:rsidP="00F96531">
      <w:r>
        <w:t>238.1744</w:t>
      </w:r>
      <w:r>
        <w:tab/>
        <w:t>5.063e0</w:t>
      </w:r>
    </w:p>
    <w:p w:rsidR="00F96531" w:rsidRDefault="00F96531" w:rsidP="00F96531">
      <w:r>
        <w:t>238.1912</w:t>
      </w:r>
      <w:r>
        <w:tab/>
        <w:t>1.013e0</w:t>
      </w:r>
    </w:p>
    <w:p w:rsidR="00F96531" w:rsidRDefault="00F96531" w:rsidP="00F96531">
      <w:r>
        <w:t>238.2011</w:t>
      </w:r>
      <w:r>
        <w:tab/>
        <w:t>1.013e0</w:t>
      </w:r>
    </w:p>
    <w:p w:rsidR="00F96531" w:rsidRDefault="00F96531" w:rsidP="00F96531">
      <w:r>
        <w:t>238.2122</w:t>
      </w:r>
      <w:r>
        <w:tab/>
        <w:t>1.013e0</w:t>
      </w:r>
    </w:p>
    <w:p w:rsidR="00F96531" w:rsidRDefault="00F96531" w:rsidP="00F96531">
      <w:r>
        <w:t>238.2413</w:t>
      </w:r>
      <w:r>
        <w:tab/>
        <w:t>1.013e0</w:t>
      </w:r>
    </w:p>
    <w:p w:rsidR="00F96531" w:rsidRDefault="00F96531" w:rsidP="00F96531">
      <w:r>
        <w:t>238.2492</w:t>
      </w:r>
      <w:r>
        <w:tab/>
        <w:t>1.013e0</w:t>
      </w:r>
    </w:p>
    <w:p w:rsidR="00F96531" w:rsidRDefault="00F96531" w:rsidP="00F96531">
      <w:r>
        <w:t>238.2626</w:t>
      </w:r>
      <w:r>
        <w:tab/>
        <w:t>1.013e0</w:t>
      </w:r>
    </w:p>
    <w:p w:rsidR="00F96531" w:rsidRDefault="00F96531" w:rsidP="00F96531">
      <w:r>
        <w:t>238.2655</w:t>
      </w:r>
      <w:r>
        <w:tab/>
        <w:t>2.025e0</w:t>
      </w:r>
    </w:p>
    <w:p w:rsidR="00F96531" w:rsidRDefault="00F96531" w:rsidP="00F96531">
      <w:r>
        <w:t>238.3276</w:t>
      </w:r>
      <w:r>
        <w:tab/>
        <w:t>1.013e0</w:t>
      </w:r>
    </w:p>
    <w:p w:rsidR="00F96531" w:rsidRDefault="00F96531" w:rsidP="00F96531">
      <w:r>
        <w:t>238.3613</w:t>
      </w:r>
      <w:r>
        <w:tab/>
        <w:t>1.013e0</w:t>
      </w:r>
    </w:p>
    <w:p w:rsidR="00F96531" w:rsidRDefault="00F96531" w:rsidP="00F96531">
      <w:r>
        <w:t>238.3769</w:t>
      </w:r>
      <w:r>
        <w:tab/>
        <w:t>1.013e0</w:t>
      </w:r>
    </w:p>
    <w:p w:rsidR="00F96531" w:rsidRDefault="00F96531" w:rsidP="00F96531">
      <w:r>
        <w:t>238.3985</w:t>
      </w:r>
      <w:r>
        <w:tab/>
        <w:t>2.025e0</w:t>
      </w:r>
    </w:p>
    <w:p w:rsidR="00F96531" w:rsidRDefault="00F96531" w:rsidP="00F96531">
      <w:r>
        <w:t>238.4054</w:t>
      </w:r>
      <w:r>
        <w:tab/>
        <w:t>1.013e0</w:t>
      </w:r>
    </w:p>
    <w:p w:rsidR="00F96531" w:rsidRDefault="00F96531" w:rsidP="00F96531">
      <w:r>
        <w:t>238.4262</w:t>
      </w:r>
      <w:r>
        <w:tab/>
        <w:t>1.013e0</w:t>
      </w:r>
    </w:p>
    <w:p w:rsidR="00F96531" w:rsidRDefault="00F96531" w:rsidP="00F96531">
      <w:r>
        <w:t>238.4456</w:t>
      </w:r>
      <w:r>
        <w:tab/>
        <w:t>1.013e0</w:t>
      </w:r>
    </w:p>
    <w:p w:rsidR="00F96531" w:rsidRDefault="00F96531" w:rsidP="00F96531">
      <w:r>
        <w:lastRenderedPageBreak/>
        <w:t>238.4589</w:t>
      </w:r>
      <w:r>
        <w:tab/>
        <w:t>1.013e0</w:t>
      </w:r>
    </w:p>
    <w:p w:rsidR="00F96531" w:rsidRDefault="00F96531" w:rsidP="00F96531">
      <w:r>
        <w:t>238.4845</w:t>
      </w:r>
      <w:r>
        <w:tab/>
        <w:t>2.025e0</w:t>
      </w:r>
    </w:p>
    <w:p w:rsidR="00F96531" w:rsidRDefault="00F96531" w:rsidP="00F96531">
      <w:r>
        <w:t>238.4992</w:t>
      </w:r>
      <w:r>
        <w:tab/>
        <w:t>1.013e0</w:t>
      </w:r>
    </w:p>
    <w:p w:rsidR="00F96531" w:rsidRDefault="00F96531" w:rsidP="00F96531">
      <w:r>
        <w:t>238.5198</w:t>
      </w:r>
      <w:r>
        <w:tab/>
        <w:t>1.013e0</w:t>
      </w:r>
    </w:p>
    <w:p w:rsidR="00F96531" w:rsidRDefault="00F96531" w:rsidP="00F96531">
      <w:r>
        <w:t>238.5287</w:t>
      </w:r>
      <w:r>
        <w:tab/>
        <w:t>2.025e0</w:t>
      </w:r>
    </w:p>
    <w:p w:rsidR="00F96531" w:rsidRDefault="00F96531" w:rsidP="00F96531">
      <w:r>
        <w:t>238.5449</w:t>
      </w:r>
      <w:r>
        <w:tab/>
        <w:t>1.013e0</w:t>
      </w:r>
    </w:p>
    <w:p w:rsidR="00F96531" w:rsidRDefault="00F96531" w:rsidP="00F96531">
      <w:r>
        <w:t>238.5484</w:t>
      </w:r>
      <w:r>
        <w:tab/>
        <w:t>2.025e0</w:t>
      </w:r>
    </w:p>
    <w:p w:rsidR="00F96531" w:rsidRDefault="00F96531" w:rsidP="00F96531">
      <w:r>
        <w:t>238.5702</w:t>
      </w:r>
      <w:r>
        <w:tab/>
        <w:t>3.038e0</w:t>
      </w:r>
    </w:p>
    <w:p w:rsidR="00F96531" w:rsidRDefault="00F96531" w:rsidP="00F96531">
      <w:r>
        <w:t>238.6146</w:t>
      </w:r>
      <w:r>
        <w:tab/>
        <w:t>1.013e0</w:t>
      </w:r>
    </w:p>
    <w:p w:rsidR="00F96531" w:rsidRDefault="00F96531" w:rsidP="00F96531">
      <w:r>
        <w:t>238.6156</w:t>
      </w:r>
      <w:r>
        <w:tab/>
        <w:t>1.013e0</w:t>
      </w:r>
    </w:p>
    <w:p w:rsidR="00F96531" w:rsidRDefault="00F96531" w:rsidP="00F96531">
      <w:r>
        <w:t>238.6806</w:t>
      </w:r>
      <w:r>
        <w:tab/>
        <w:t>1.013e0</w:t>
      </w:r>
    </w:p>
    <w:p w:rsidR="00F96531" w:rsidRDefault="00F96531" w:rsidP="00F96531">
      <w:r>
        <w:t>238.6835</w:t>
      </w:r>
      <w:r>
        <w:tab/>
        <w:t>1.013e0</w:t>
      </w:r>
    </w:p>
    <w:p w:rsidR="00F96531" w:rsidRDefault="00F96531" w:rsidP="00F96531">
      <w:r>
        <w:t>238.7300</w:t>
      </w:r>
      <w:r>
        <w:tab/>
        <w:t>1.013e0</w:t>
      </w:r>
    </w:p>
    <w:p w:rsidR="00F96531" w:rsidRDefault="00F96531" w:rsidP="00F96531">
      <w:r>
        <w:t>238.7464</w:t>
      </w:r>
      <w:r>
        <w:tab/>
        <w:t>2.025e0</w:t>
      </w:r>
    </w:p>
    <w:p w:rsidR="00F96531" w:rsidRDefault="00F96531" w:rsidP="00F96531">
      <w:r>
        <w:t>238.7539</w:t>
      </w:r>
      <w:r>
        <w:tab/>
        <w:t>1.013e0</w:t>
      </w:r>
    </w:p>
    <w:p w:rsidR="00F96531" w:rsidRDefault="00F96531" w:rsidP="00F96531">
      <w:r>
        <w:t>238.7583</w:t>
      </w:r>
      <w:r>
        <w:tab/>
        <w:t>1.013e0</w:t>
      </w:r>
    </w:p>
    <w:p w:rsidR="00F96531" w:rsidRDefault="00F96531" w:rsidP="00F96531">
      <w:r>
        <w:t>238.7594</w:t>
      </w:r>
      <w:r>
        <w:tab/>
        <w:t>1.013e0</w:t>
      </w:r>
    </w:p>
    <w:p w:rsidR="00F96531" w:rsidRDefault="00F96531" w:rsidP="00F96531">
      <w:r>
        <w:t>238.7714</w:t>
      </w:r>
      <w:r>
        <w:tab/>
        <w:t>1.013e0</w:t>
      </w:r>
    </w:p>
    <w:p w:rsidR="00F96531" w:rsidRDefault="00F96531" w:rsidP="00F96531">
      <w:r>
        <w:t>238.8041</w:t>
      </w:r>
      <w:r>
        <w:tab/>
        <w:t>1.013e0</w:t>
      </w:r>
    </w:p>
    <w:p w:rsidR="00F96531" w:rsidRDefault="00F96531" w:rsidP="00F96531">
      <w:r>
        <w:lastRenderedPageBreak/>
        <w:t>238.8076</w:t>
      </w:r>
      <w:r>
        <w:tab/>
        <w:t>4.051e0</w:t>
      </w:r>
    </w:p>
    <w:p w:rsidR="00F96531" w:rsidRDefault="00F96531" w:rsidP="00F96531">
      <w:r>
        <w:t>238.8354</w:t>
      </w:r>
      <w:r>
        <w:tab/>
        <w:t>1.013e0</w:t>
      </w:r>
    </w:p>
    <w:p w:rsidR="00F96531" w:rsidRDefault="00F96531" w:rsidP="00F96531">
      <w:r>
        <w:t>238.8578</w:t>
      </w:r>
      <w:r>
        <w:tab/>
        <w:t>1.013e0</w:t>
      </w:r>
    </w:p>
    <w:p w:rsidR="00F96531" w:rsidRDefault="00F96531" w:rsidP="00F96531">
      <w:r>
        <w:t>238.8612</w:t>
      </w:r>
      <w:r>
        <w:tab/>
        <w:t>1.013e0</w:t>
      </w:r>
    </w:p>
    <w:p w:rsidR="00F96531" w:rsidRDefault="00F96531" w:rsidP="00F96531">
      <w:r>
        <w:t>238.8730</w:t>
      </w:r>
      <w:r>
        <w:tab/>
        <w:t>1.013e0</w:t>
      </w:r>
    </w:p>
    <w:p w:rsidR="00F96531" w:rsidRDefault="00F96531" w:rsidP="00F96531">
      <w:r>
        <w:t>238.8752</w:t>
      </w:r>
      <w:r>
        <w:tab/>
        <w:t>1.687e0</w:t>
      </w:r>
    </w:p>
    <w:p w:rsidR="00F96531" w:rsidRDefault="00F96531" w:rsidP="00F96531">
      <w:r>
        <w:t>238.8809</w:t>
      </w:r>
      <w:r>
        <w:tab/>
        <w:t>2.025e0</w:t>
      </w:r>
    </w:p>
    <w:p w:rsidR="00F96531" w:rsidRDefault="00F96531" w:rsidP="00F96531">
      <w:r>
        <w:t>238.8897</w:t>
      </w:r>
      <w:r>
        <w:tab/>
        <w:t>1.013e0</w:t>
      </w:r>
    </w:p>
    <w:p w:rsidR="00F96531" w:rsidRDefault="00F96531" w:rsidP="00F96531">
      <w:r>
        <w:t>238.9056</w:t>
      </w:r>
      <w:r>
        <w:tab/>
        <w:t>2.025e0</w:t>
      </w:r>
    </w:p>
    <w:p w:rsidR="00F96531" w:rsidRDefault="00F96531" w:rsidP="00F96531">
      <w:r>
        <w:t>238.9223</w:t>
      </w:r>
      <w:r>
        <w:tab/>
        <w:t>1.013e0</w:t>
      </w:r>
    </w:p>
    <w:p w:rsidR="00F96531" w:rsidRDefault="00F96531" w:rsidP="00F96531">
      <w:r>
        <w:t>238.9352</w:t>
      </w:r>
      <w:r>
        <w:tab/>
        <w:t>2.025e0</w:t>
      </w:r>
    </w:p>
    <w:p w:rsidR="00F96531" w:rsidRDefault="00F96531" w:rsidP="00F96531">
      <w:r>
        <w:t>238.9418</w:t>
      </w:r>
      <w:r>
        <w:tab/>
        <w:t>1.013e0</w:t>
      </w:r>
    </w:p>
    <w:p w:rsidR="00F96531" w:rsidRDefault="00F96531" w:rsidP="00F96531">
      <w:r>
        <w:t>238.9469</w:t>
      </w:r>
      <w:r>
        <w:tab/>
        <w:t>3.038e0</w:t>
      </w:r>
    </w:p>
    <w:p w:rsidR="00F96531" w:rsidRDefault="00F96531" w:rsidP="00F96531">
      <w:r>
        <w:t>238.9835</w:t>
      </w:r>
      <w:r>
        <w:tab/>
        <w:t>2.025e0</w:t>
      </w:r>
    </w:p>
    <w:p w:rsidR="00F96531" w:rsidRDefault="00F96531" w:rsidP="00F96531">
      <w:r>
        <w:t>239.0042</w:t>
      </w:r>
      <w:r>
        <w:tab/>
        <w:t>2.025e0</w:t>
      </w:r>
    </w:p>
    <w:p w:rsidR="00F96531" w:rsidRDefault="00F96531" w:rsidP="00F96531">
      <w:r>
        <w:t>239.0072</w:t>
      </w:r>
      <w:r>
        <w:tab/>
        <w:t>4.051e0</w:t>
      </w:r>
    </w:p>
    <w:p w:rsidR="00F96531" w:rsidRDefault="00F96531" w:rsidP="00F96531">
      <w:r>
        <w:t>239.0094</w:t>
      </w:r>
      <w:r>
        <w:tab/>
        <w:t>3.038e0</w:t>
      </w:r>
    </w:p>
    <w:p w:rsidR="00F96531" w:rsidRDefault="00F96531" w:rsidP="00F96531">
      <w:r>
        <w:t>239.0107</w:t>
      </w:r>
      <w:r>
        <w:tab/>
        <w:t>3.038e0</w:t>
      </w:r>
    </w:p>
    <w:p w:rsidR="00F96531" w:rsidRDefault="00F96531" w:rsidP="00F96531">
      <w:r>
        <w:t>239.0155</w:t>
      </w:r>
      <w:r>
        <w:tab/>
        <w:t>2.025e0</w:t>
      </w:r>
    </w:p>
    <w:p w:rsidR="00F96531" w:rsidRDefault="00F96531" w:rsidP="00F96531">
      <w:r>
        <w:lastRenderedPageBreak/>
        <w:t>239.0190</w:t>
      </w:r>
      <w:r>
        <w:tab/>
        <w:t>8.101e0</w:t>
      </w:r>
    </w:p>
    <w:p w:rsidR="00F96531" w:rsidRDefault="00F96531" w:rsidP="00F96531">
      <w:r>
        <w:t>239.0308</w:t>
      </w:r>
      <w:r>
        <w:tab/>
        <w:t>2.025e0</w:t>
      </w:r>
    </w:p>
    <w:p w:rsidR="00F96531" w:rsidRDefault="00F96531" w:rsidP="00F96531">
      <w:r>
        <w:t>239.0400</w:t>
      </w:r>
      <w:r>
        <w:tab/>
        <w:t>4.051e0</w:t>
      </w:r>
    </w:p>
    <w:p w:rsidR="00F96531" w:rsidRDefault="00F96531" w:rsidP="00F96531">
      <w:r>
        <w:t>239.0416</w:t>
      </w:r>
      <w:r>
        <w:tab/>
        <w:t>9.114e0</w:t>
      </w:r>
    </w:p>
    <w:p w:rsidR="00F96531" w:rsidRDefault="00F96531" w:rsidP="00F96531">
      <w:r>
        <w:t>239.0665</w:t>
      </w:r>
      <w:r>
        <w:tab/>
        <w:t>1.013e0</w:t>
      </w:r>
    </w:p>
    <w:p w:rsidR="00F96531" w:rsidRDefault="00F96531" w:rsidP="00F96531">
      <w:r>
        <w:t>239.0676</w:t>
      </w:r>
      <w:r>
        <w:tab/>
        <w:t>1.013e0</w:t>
      </w:r>
    </w:p>
    <w:p w:rsidR="00F96531" w:rsidRDefault="00F96531" w:rsidP="00F96531">
      <w:r>
        <w:t>239.0702</w:t>
      </w:r>
      <w:r>
        <w:tab/>
        <w:t>2.025e0</w:t>
      </w:r>
    </w:p>
    <w:p w:rsidR="00F96531" w:rsidRDefault="00F96531" w:rsidP="00F96531">
      <w:r>
        <w:t>239.0753</w:t>
      </w:r>
      <w:r>
        <w:tab/>
        <w:t>1.013e0</w:t>
      </w:r>
    </w:p>
    <w:p w:rsidR="00F96531" w:rsidRDefault="00F96531" w:rsidP="00F96531">
      <w:r>
        <w:t>239.0910</w:t>
      </w:r>
      <w:r>
        <w:tab/>
        <w:t>1.013e0</w:t>
      </w:r>
    </w:p>
    <w:p w:rsidR="00F96531" w:rsidRDefault="00F96531" w:rsidP="00F96531">
      <w:r>
        <w:t>239.1038</w:t>
      </w:r>
      <w:r>
        <w:tab/>
        <w:t>1.013e0</w:t>
      </w:r>
    </w:p>
    <w:p w:rsidR="00F96531" w:rsidRDefault="00F96531" w:rsidP="00F96531">
      <w:r>
        <w:t>239.1167</w:t>
      </w:r>
      <w:r>
        <w:tab/>
        <w:t>6.076e0</w:t>
      </w:r>
    </w:p>
    <w:p w:rsidR="00F96531" w:rsidRDefault="00F96531" w:rsidP="00F96531">
      <w:r>
        <w:t>239.1197</w:t>
      </w:r>
      <w:r>
        <w:tab/>
        <w:t>1.013e0</w:t>
      </w:r>
    </w:p>
    <w:p w:rsidR="00F96531" w:rsidRDefault="00F96531" w:rsidP="00F96531">
      <w:r>
        <w:t>239.1256</w:t>
      </w:r>
      <w:r>
        <w:tab/>
        <w:t>2.025e0</w:t>
      </w:r>
    </w:p>
    <w:p w:rsidR="00F96531" w:rsidRDefault="00F96531" w:rsidP="00F96531">
      <w:r>
        <w:t>239.1286</w:t>
      </w:r>
      <w:r>
        <w:tab/>
        <w:t>1.013e0</w:t>
      </w:r>
    </w:p>
    <w:p w:rsidR="00F96531" w:rsidRDefault="00F96531" w:rsidP="00F96531">
      <w:r>
        <w:t>239.1365</w:t>
      </w:r>
      <w:r>
        <w:tab/>
        <w:t>1.013e0</w:t>
      </w:r>
    </w:p>
    <w:p w:rsidR="00F96531" w:rsidRDefault="00F96531" w:rsidP="00F96531">
      <w:r>
        <w:t>239.1437</w:t>
      </w:r>
      <w:r>
        <w:tab/>
        <w:t>2.025e0</w:t>
      </w:r>
    </w:p>
    <w:p w:rsidR="00F96531" w:rsidRDefault="00F96531" w:rsidP="00F96531">
      <w:r>
        <w:t>239.1610</w:t>
      </w:r>
      <w:r>
        <w:tab/>
        <w:t>1.013e0</w:t>
      </w:r>
    </w:p>
    <w:p w:rsidR="00F96531" w:rsidRDefault="00F96531" w:rsidP="00F96531">
      <w:r>
        <w:t>239.1620</w:t>
      </w:r>
      <w:r>
        <w:tab/>
        <w:t>1.013e0</w:t>
      </w:r>
    </w:p>
    <w:p w:rsidR="00F96531" w:rsidRDefault="00F96531" w:rsidP="00F96531">
      <w:r>
        <w:t>239.1671</w:t>
      </w:r>
      <w:r>
        <w:tab/>
        <w:t>2.025e0</w:t>
      </w:r>
    </w:p>
    <w:p w:rsidR="00F96531" w:rsidRDefault="00F96531" w:rsidP="00F96531">
      <w:r>
        <w:lastRenderedPageBreak/>
        <w:t>239.1692</w:t>
      </w:r>
      <w:r>
        <w:tab/>
        <w:t>2.025e0</w:t>
      </w:r>
    </w:p>
    <w:p w:rsidR="00F96531" w:rsidRDefault="00F96531" w:rsidP="00F96531">
      <w:r>
        <w:t>239.1702</w:t>
      </w:r>
      <w:r>
        <w:tab/>
        <w:t>2.025e0</w:t>
      </w:r>
    </w:p>
    <w:p w:rsidR="00F96531" w:rsidRDefault="00F96531" w:rsidP="00F96531">
      <w:r>
        <w:t>239.1935</w:t>
      </w:r>
      <w:r>
        <w:tab/>
        <w:t>1.013e0</w:t>
      </w:r>
    </w:p>
    <w:p w:rsidR="00F96531" w:rsidRDefault="00F96531" w:rsidP="00F96531">
      <w:r>
        <w:t>239.1968</w:t>
      </w:r>
      <w:r>
        <w:tab/>
        <w:t>1.013e0</w:t>
      </w:r>
    </w:p>
    <w:p w:rsidR="00F96531" w:rsidRDefault="00F96531" w:rsidP="00F96531">
      <w:r>
        <w:t>239.2068</w:t>
      </w:r>
      <w:r>
        <w:tab/>
        <w:t>1.013e0</w:t>
      </w:r>
    </w:p>
    <w:p w:rsidR="00F96531" w:rsidRDefault="00F96531" w:rsidP="00F96531">
      <w:r>
        <w:t>239.2195</w:t>
      </w:r>
      <w:r>
        <w:tab/>
        <w:t>1.013e0</w:t>
      </w:r>
    </w:p>
    <w:p w:rsidR="00F96531" w:rsidRDefault="00F96531" w:rsidP="00F96531">
      <w:r>
        <w:t>239.2263</w:t>
      </w:r>
      <w:r>
        <w:tab/>
        <w:t>1.013e0</w:t>
      </w:r>
    </w:p>
    <w:p w:rsidR="00F96531" w:rsidRDefault="00F96531" w:rsidP="00F96531">
      <w:r>
        <w:t>239.2429</w:t>
      </w:r>
      <w:r>
        <w:tab/>
        <w:t>1.013e0</w:t>
      </w:r>
    </w:p>
    <w:p w:rsidR="00F96531" w:rsidRDefault="00F96531" w:rsidP="00F96531">
      <w:r>
        <w:t>239.2557</w:t>
      </w:r>
      <w:r>
        <w:tab/>
        <w:t>5.402e0</w:t>
      </w:r>
    </w:p>
    <w:p w:rsidR="00F96531" w:rsidRDefault="00F96531" w:rsidP="00F96531">
      <w:r>
        <w:t>239.2605</w:t>
      </w:r>
      <w:r>
        <w:tab/>
        <w:t>1.013e0</w:t>
      </w:r>
    </w:p>
    <w:p w:rsidR="00F96531" w:rsidRDefault="00F96531" w:rsidP="00F96531">
      <w:r>
        <w:t>239.3022</w:t>
      </w:r>
      <w:r>
        <w:tab/>
        <w:t>2.025e0</w:t>
      </w:r>
    </w:p>
    <w:p w:rsidR="00F96531" w:rsidRDefault="00F96531" w:rsidP="00F96531">
      <w:r>
        <w:t>239.3172</w:t>
      </w:r>
      <w:r>
        <w:tab/>
        <w:t>2.025e0</w:t>
      </w:r>
    </w:p>
    <w:p w:rsidR="00F96531" w:rsidRDefault="00F96531" w:rsidP="00F96531">
      <w:r>
        <w:t>239.3580</w:t>
      </w:r>
      <w:r>
        <w:tab/>
        <w:t>1.013e0</w:t>
      </w:r>
    </w:p>
    <w:p w:rsidR="00F96531" w:rsidRDefault="00F96531" w:rsidP="00F96531">
      <w:r>
        <w:t>239.3591</w:t>
      </w:r>
      <w:r>
        <w:tab/>
        <w:t>1.013e0</w:t>
      </w:r>
    </w:p>
    <w:p w:rsidR="00F96531" w:rsidRDefault="00F96531" w:rsidP="00F96531">
      <w:r>
        <w:t>239.3666</w:t>
      </w:r>
      <w:r>
        <w:tab/>
        <w:t>1.013e0</w:t>
      </w:r>
    </w:p>
    <w:p w:rsidR="00F96531" w:rsidRDefault="00F96531" w:rsidP="00F96531">
      <w:r>
        <w:t>239.3754</w:t>
      </w:r>
      <w:r>
        <w:tab/>
        <w:t>1.013e0</w:t>
      </w:r>
    </w:p>
    <w:p w:rsidR="00F96531" w:rsidRDefault="00F96531" w:rsidP="00F96531">
      <w:r>
        <w:t>239.3833</w:t>
      </w:r>
      <w:r>
        <w:tab/>
        <w:t>1.013e0</w:t>
      </w:r>
    </w:p>
    <w:p w:rsidR="00F96531" w:rsidRDefault="00F96531" w:rsidP="00F96531">
      <w:r>
        <w:t>239.4049</w:t>
      </w:r>
      <w:r>
        <w:tab/>
        <w:t>3.038e0</w:t>
      </w:r>
    </w:p>
    <w:p w:rsidR="00F96531" w:rsidRDefault="00F96531" w:rsidP="00F96531">
      <w:r>
        <w:t>239.4248</w:t>
      </w:r>
      <w:r>
        <w:tab/>
        <w:t>1.013e0</w:t>
      </w:r>
    </w:p>
    <w:p w:rsidR="00F96531" w:rsidRDefault="00F96531" w:rsidP="00F96531">
      <w:r>
        <w:lastRenderedPageBreak/>
        <w:t>239.4487</w:t>
      </w:r>
      <w:r>
        <w:tab/>
        <w:t>1.013e0</w:t>
      </w:r>
    </w:p>
    <w:p w:rsidR="00F96531" w:rsidRDefault="00F96531" w:rsidP="00F96531">
      <w:r>
        <w:t>239.4563</w:t>
      </w:r>
      <w:r>
        <w:tab/>
        <w:t>2.025e0</w:t>
      </w:r>
    </w:p>
    <w:p w:rsidR="00F96531" w:rsidRDefault="00F96531" w:rsidP="00F96531">
      <w:r>
        <w:t>239.4742</w:t>
      </w:r>
      <w:r>
        <w:tab/>
        <w:t>1.013e0</w:t>
      </w:r>
    </w:p>
    <w:p w:rsidR="00F96531" w:rsidRDefault="00F96531" w:rsidP="00F96531">
      <w:r>
        <w:t>239.4840</w:t>
      </w:r>
      <w:r>
        <w:tab/>
        <w:t>2.025e0</w:t>
      </w:r>
    </w:p>
    <w:p w:rsidR="00F96531" w:rsidRDefault="00F96531" w:rsidP="00F96531">
      <w:r>
        <w:t>239.4888</w:t>
      </w:r>
      <w:r>
        <w:tab/>
        <w:t>1.013e0</w:t>
      </w:r>
    </w:p>
    <w:p w:rsidR="00F96531" w:rsidRDefault="00F96531" w:rsidP="00F96531">
      <w:r>
        <w:t>239.5225</w:t>
      </w:r>
      <w:r>
        <w:tab/>
        <w:t>1.013e0</w:t>
      </w:r>
    </w:p>
    <w:p w:rsidR="00F96531" w:rsidRDefault="00F96531" w:rsidP="00F96531">
      <w:r>
        <w:t>239.5304</w:t>
      </w:r>
      <w:r>
        <w:tab/>
        <w:t>1.013e0</w:t>
      </w:r>
    </w:p>
    <w:p w:rsidR="00F96531" w:rsidRDefault="00F96531" w:rsidP="00F96531">
      <w:r>
        <w:t>239.5343</w:t>
      </w:r>
      <w:r>
        <w:tab/>
        <w:t>1.013e0</w:t>
      </w:r>
    </w:p>
    <w:p w:rsidR="00F96531" w:rsidRDefault="00F96531" w:rsidP="00F96531">
      <w:r>
        <w:t>239.5563</w:t>
      </w:r>
      <w:r>
        <w:tab/>
        <w:t>2.025e0</w:t>
      </w:r>
    </w:p>
    <w:p w:rsidR="00F96531" w:rsidRDefault="00F96531" w:rsidP="00F96531">
      <w:r>
        <w:t>239.5808</w:t>
      </w:r>
      <w:r>
        <w:tab/>
        <w:t>2.025e0</w:t>
      </w:r>
    </w:p>
    <w:p w:rsidR="00F96531" w:rsidRDefault="00F96531" w:rsidP="00F96531">
      <w:r>
        <w:t>239.6185</w:t>
      </w:r>
      <w:r>
        <w:tab/>
        <w:t>1.013e0</w:t>
      </w:r>
    </w:p>
    <w:p w:rsidR="00F96531" w:rsidRDefault="00F96531" w:rsidP="00F96531">
      <w:r>
        <w:t>239.6224</w:t>
      </w:r>
      <w:r>
        <w:tab/>
        <w:t>2.025e0</w:t>
      </w:r>
    </w:p>
    <w:p w:rsidR="00F96531" w:rsidRDefault="00F96531" w:rsidP="00F96531">
      <w:r>
        <w:t>239.6262</w:t>
      </w:r>
      <w:r>
        <w:tab/>
        <w:t>1.013e0</w:t>
      </w:r>
    </w:p>
    <w:p w:rsidR="00F96531" w:rsidRDefault="00F96531" w:rsidP="00F96531">
      <w:r>
        <w:t>239.6380</w:t>
      </w:r>
      <w:r>
        <w:tab/>
        <w:t>1.013e0</w:t>
      </w:r>
    </w:p>
    <w:p w:rsidR="00F96531" w:rsidRDefault="00F96531" w:rsidP="00F96531">
      <w:r>
        <w:t>239.6408</w:t>
      </w:r>
      <w:r>
        <w:tab/>
        <w:t>1.013e0</w:t>
      </w:r>
    </w:p>
    <w:p w:rsidR="00F96531" w:rsidRDefault="00F96531" w:rsidP="00F96531">
      <w:r>
        <w:t>239.6835</w:t>
      </w:r>
      <w:r>
        <w:tab/>
        <w:t>1.013e0</w:t>
      </w:r>
    </w:p>
    <w:p w:rsidR="00F96531" w:rsidRDefault="00F96531" w:rsidP="00F96531">
      <w:r>
        <w:t>239.6864</w:t>
      </w:r>
      <w:r>
        <w:tab/>
        <w:t>1.013e0</w:t>
      </w:r>
    </w:p>
    <w:p w:rsidR="00F96531" w:rsidRDefault="00F96531" w:rsidP="00F96531">
      <w:r>
        <w:t>239.6874</w:t>
      </w:r>
      <w:r>
        <w:tab/>
        <w:t>1.013e0</w:t>
      </w:r>
    </w:p>
    <w:p w:rsidR="00F96531" w:rsidRDefault="00F96531" w:rsidP="00F96531">
      <w:r>
        <w:t>239.7043</w:t>
      </w:r>
      <w:r>
        <w:tab/>
        <w:t>1.013e0</w:t>
      </w:r>
    </w:p>
    <w:p w:rsidR="00F96531" w:rsidRDefault="00F96531" w:rsidP="00F96531">
      <w:r>
        <w:lastRenderedPageBreak/>
        <w:t>239.7077</w:t>
      </w:r>
      <w:r>
        <w:tab/>
        <w:t>1.013e0</w:t>
      </w:r>
    </w:p>
    <w:p w:rsidR="00F96531" w:rsidRDefault="00F96531" w:rsidP="00F96531">
      <w:r>
        <w:t>239.7162</w:t>
      </w:r>
      <w:r>
        <w:tab/>
        <w:t>1.013e0</w:t>
      </w:r>
    </w:p>
    <w:p w:rsidR="00F96531" w:rsidRDefault="00F96531" w:rsidP="00F96531">
      <w:r>
        <w:t>239.7329</w:t>
      </w:r>
      <w:r>
        <w:tab/>
        <w:t>1.013e0</w:t>
      </w:r>
    </w:p>
    <w:p w:rsidR="00F96531" w:rsidRDefault="00F96531" w:rsidP="00F96531">
      <w:r>
        <w:t>239.7744</w:t>
      </w:r>
      <w:r>
        <w:tab/>
        <w:t>1.013e0</w:t>
      </w:r>
    </w:p>
    <w:p w:rsidR="00F96531" w:rsidRDefault="00F96531" w:rsidP="00F96531">
      <w:r>
        <w:t>239.7784</w:t>
      </w:r>
      <w:r>
        <w:tab/>
        <w:t>1.013e0</w:t>
      </w:r>
    </w:p>
    <w:p w:rsidR="00F96531" w:rsidRDefault="00F96531" w:rsidP="00F96531">
      <w:r>
        <w:t>239.7813</w:t>
      </w:r>
      <w:r>
        <w:tab/>
        <w:t>1.013e0</w:t>
      </w:r>
    </w:p>
    <w:p w:rsidR="00F96531" w:rsidRDefault="00F96531" w:rsidP="00F96531">
      <w:r>
        <w:t>239.7985</w:t>
      </w:r>
      <w:r>
        <w:tab/>
        <w:t>1.013e0</w:t>
      </w:r>
    </w:p>
    <w:p w:rsidR="00F96531" w:rsidRDefault="00F96531" w:rsidP="00F96531">
      <w:r>
        <w:t>239.8306</w:t>
      </w:r>
      <w:r>
        <w:tab/>
        <w:t>2.025e0</w:t>
      </w:r>
    </w:p>
    <w:p w:rsidR="00F96531" w:rsidRDefault="00F96531" w:rsidP="00F96531">
      <w:r>
        <w:t>239.8693</w:t>
      </w:r>
      <w:r>
        <w:tab/>
        <w:t>1.013e0</w:t>
      </w:r>
    </w:p>
    <w:p w:rsidR="00F96531" w:rsidRDefault="00F96531" w:rsidP="00F96531">
      <w:r>
        <w:t>239.8722</w:t>
      </w:r>
      <w:r>
        <w:tab/>
        <w:t>1.013e0</w:t>
      </w:r>
    </w:p>
    <w:p w:rsidR="00F96531" w:rsidRDefault="00F96531" w:rsidP="00F96531">
      <w:r>
        <w:t>239.8761</w:t>
      </w:r>
      <w:r>
        <w:tab/>
        <w:t>2.025e0</w:t>
      </w:r>
    </w:p>
    <w:p w:rsidR="00F96531" w:rsidRDefault="00F96531" w:rsidP="00F96531">
      <w:r>
        <w:t>239.9383</w:t>
      </w:r>
      <w:r>
        <w:tab/>
        <w:t>1.013e0</w:t>
      </w:r>
    </w:p>
    <w:p w:rsidR="00F96531" w:rsidRDefault="00F96531" w:rsidP="00F96531">
      <w:r>
        <w:t>239.9411</w:t>
      </w:r>
      <w:r>
        <w:tab/>
        <w:t>1.013e0</w:t>
      </w:r>
    </w:p>
    <w:p w:rsidR="00F96531" w:rsidRDefault="00F96531" w:rsidP="00F96531">
      <w:r>
        <w:t>239.9671</w:t>
      </w:r>
      <w:r>
        <w:tab/>
        <w:t>1.013e0</w:t>
      </w:r>
    </w:p>
    <w:p w:rsidR="00F96531" w:rsidRDefault="00F96531" w:rsidP="00F96531">
      <w:r>
        <w:t>239.9710</w:t>
      </w:r>
      <w:r>
        <w:tab/>
        <w:t>1.013e0</w:t>
      </w:r>
    </w:p>
    <w:p w:rsidR="00F96531" w:rsidRDefault="00F96531" w:rsidP="00F96531">
      <w:r>
        <w:t>239.9839</w:t>
      </w:r>
      <w:r>
        <w:tab/>
        <w:t>1.013e0</w:t>
      </w:r>
    </w:p>
    <w:p w:rsidR="00F96531" w:rsidRDefault="00F96531" w:rsidP="00F96531">
      <w:r>
        <w:t>239.9950</w:t>
      </w:r>
      <w:r>
        <w:tab/>
        <w:t>1.013e0</w:t>
      </w:r>
    </w:p>
    <w:p w:rsidR="00F96531" w:rsidRDefault="00F96531" w:rsidP="00F96531">
      <w:r>
        <w:t>240.0106</w:t>
      </w:r>
      <w:r>
        <w:tab/>
        <w:t>2.025e0</w:t>
      </w:r>
    </w:p>
    <w:p w:rsidR="00F96531" w:rsidRDefault="00F96531" w:rsidP="00F96531">
      <w:r>
        <w:t>240.0272</w:t>
      </w:r>
      <w:r>
        <w:tab/>
        <w:t>9.114e0</w:t>
      </w:r>
    </w:p>
    <w:p w:rsidR="00F96531" w:rsidRDefault="00F96531" w:rsidP="00F96531">
      <w:r>
        <w:lastRenderedPageBreak/>
        <w:t>240.0283</w:t>
      </w:r>
      <w:r>
        <w:tab/>
        <w:t>1.013e0</w:t>
      </w:r>
    </w:p>
    <w:p w:rsidR="00F96531" w:rsidRDefault="00F96531" w:rsidP="00F96531">
      <w:r>
        <w:t>240.0322</w:t>
      </w:r>
      <w:r>
        <w:tab/>
        <w:t>2.025e0</w:t>
      </w:r>
    </w:p>
    <w:p w:rsidR="00F96531" w:rsidRDefault="00F96531" w:rsidP="00F96531">
      <w:r>
        <w:t>240.0332</w:t>
      </w:r>
      <w:r>
        <w:tab/>
        <w:t>2.025e0</w:t>
      </w:r>
    </w:p>
    <w:p w:rsidR="00F96531" w:rsidRDefault="00F96531" w:rsidP="00F96531">
      <w:r>
        <w:t>240.0374</w:t>
      </w:r>
      <w:r>
        <w:tab/>
        <w:t>3.038e0</w:t>
      </w:r>
    </w:p>
    <w:p w:rsidR="00F96531" w:rsidRDefault="00F96531" w:rsidP="00F96531">
      <w:r>
        <w:t>240.0392</w:t>
      </w:r>
      <w:r>
        <w:tab/>
        <w:t>4.051e0</w:t>
      </w:r>
    </w:p>
    <w:p w:rsidR="00F96531" w:rsidRDefault="00F96531" w:rsidP="00F96531">
      <w:r>
        <w:t>240.0547</w:t>
      </w:r>
      <w:r>
        <w:tab/>
        <w:t>2.025e0</w:t>
      </w:r>
    </w:p>
    <w:p w:rsidR="00F96531" w:rsidRDefault="00F96531" w:rsidP="00F96531">
      <w:r>
        <w:t>240.0618</w:t>
      </w:r>
      <w:r>
        <w:tab/>
        <w:t>2.025e0</w:t>
      </w:r>
    </w:p>
    <w:p w:rsidR="00F96531" w:rsidRDefault="00F96531" w:rsidP="00F96531">
      <w:r>
        <w:t>240.0748</w:t>
      </w:r>
      <w:r>
        <w:tab/>
        <w:t>2.025e0</w:t>
      </w:r>
    </w:p>
    <w:p w:rsidR="00F96531" w:rsidRDefault="00F96531" w:rsidP="00F96531">
      <w:r>
        <w:t>240.0788</w:t>
      </w:r>
      <w:r>
        <w:tab/>
        <w:t>1.013e0</w:t>
      </w:r>
    </w:p>
    <w:p w:rsidR="00F96531" w:rsidRDefault="00F96531" w:rsidP="00F96531">
      <w:r>
        <w:t>240.0816</w:t>
      </w:r>
      <w:r>
        <w:tab/>
        <w:t>1.013e0</w:t>
      </w:r>
    </w:p>
    <w:p w:rsidR="00F96531" w:rsidRDefault="00F96531" w:rsidP="00F96531">
      <w:r>
        <w:t>240.0855</w:t>
      </w:r>
      <w:r>
        <w:tab/>
        <w:t>1.013e0</w:t>
      </w:r>
    </w:p>
    <w:p w:rsidR="00F96531" w:rsidRDefault="00F96531" w:rsidP="00F96531">
      <w:r>
        <w:t>240.0873</w:t>
      </w:r>
      <w:r>
        <w:tab/>
        <w:t>4.051e0</w:t>
      </w:r>
    </w:p>
    <w:p w:rsidR="00F96531" w:rsidRDefault="00F96531" w:rsidP="00F96531">
      <w:r>
        <w:t>240.1038</w:t>
      </w:r>
      <w:r>
        <w:tab/>
        <w:t>1.013e0</w:t>
      </w:r>
    </w:p>
    <w:p w:rsidR="00F96531" w:rsidRDefault="00F96531" w:rsidP="00F96531">
      <w:r>
        <w:t>240.1088</w:t>
      </w:r>
      <w:r>
        <w:tab/>
        <w:t>5.539e0</w:t>
      </w:r>
    </w:p>
    <w:p w:rsidR="00F96531" w:rsidRDefault="00F96531" w:rsidP="00F96531">
      <w:r>
        <w:t>240.1153</w:t>
      </w:r>
      <w:r>
        <w:tab/>
        <w:t>1.013e0</w:t>
      </w:r>
    </w:p>
    <w:p w:rsidR="00F96531" w:rsidRDefault="00F96531" w:rsidP="00F96531">
      <w:r>
        <w:t>240.1224</w:t>
      </w:r>
      <w:r>
        <w:tab/>
        <w:t>3.038e0</w:t>
      </w:r>
    </w:p>
    <w:p w:rsidR="00F96531" w:rsidRDefault="00F96531" w:rsidP="00F96531">
      <w:r>
        <w:t>240.1282</w:t>
      </w:r>
      <w:r>
        <w:tab/>
        <w:t>2.025e0</w:t>
      </w:r>
    </w:p>
    <w:p w:rsidR="00F96531" w:rsidRDefault="00F96531" w:rsidP="00F96531">
      <w:r>
        <w:t>240.1477</w:t>
      </w:r>
      <w:r>
        <w:tab/>
        <w:t>1.013e0</w:t>
      </w:r>
    </w:p>
    <w:p w:rsidR="00F96531" w:rsidRDefault="00F96531" w:rsidP="00F96531">
      <w:r>
        <w:t>240.1529</w:t>
      </w:r>
      <w:r>
        <w:tab/>
        <w:t>2.025e0</w:t>
      </w:r>
    </w:p>
    <w:p w:rsidR="00F96531" w:rsidRDefault="00F96531" w:rsidP="00F96531">
      <w:r>
        <w:lastRenderedPageBreak/>
        <w:t>240.1567</w:t>
      </w:r>
      <w:r>
        <w:tab/>
        <w:t>3.038e0</w:t>
      </w:r>
    </w:p>
    <w:p w:rsidR="00F96531" w:rsidRDefault="00F96531" w:rsidP="00F96531">
      <w:r>
        <w:t>240.1609</w:t>
      </w:r>
      <w:r>
        <w:tab/>
        <w:t>1.089e0</w:t>
      </w:r>
    </w:p>
    <w:p w:rsidR="00F96531" w:rsidRDefault="00F96531" w:rsidP="00F96531">
      <w:r>
        <w:t>240.1736</w:t>
      </w:r>
      <w:r>
        <w:tab/>
        <w:t>1.013e0</w:t>
      </w:r>
    </w:p>
    <w:p w:rsidR="00F96531" w:rsidRDefault="00F96531" w:rsidP="00F96531">
      <w:r>
        <w:t>240.1886</w:t>
      </w:r>
      <w:r>
        <w:tab/>
        <w:t>4.051e0</w:t>
      </w:r>
    </w:p>
    <w:p w:rsidR="00F96531" w:rsidRDefault="00F96531" w:rsidP="00F96531">
      <w:r>
        <w:t>240.1926</w:t>
      </w:r>
      <w:r>
        <w:tab/>
        <w:t>1.013e0</w:t>
      </w:r>
    </w:p>
    <w:p w:rsidR="00F96531" w:rsidRDefault="00F96531" w:rsidP="00F96531">
      <w:r>
        <w:t>240.1966</w:t>
      </w:r>
      <w:r>
        <w:tab/>
        <w:t>2.025e0</w:t>
      </w:r>
    </w:p>
    <w:p w:rsidR="00F96531" w:rsidRDefault="00F96531" w:rsidP="00F96531">
      <w:r>
        <w:t>240.1993</w:t>
      </w:r>
      <w:r>
        <w:tab/>
        <w:t>2.025e0</w:t>
      </w:r>
    </w:p>
    <w:p w:rsidR="00F96531" w:rsidRDefault="00F96531" w:rsidP="00F96531">
      <w:r>
        <w:t>240.2023</w:t>
      </w:r>
      <w:r>
        <w:tab/>
        <w:t>2.025e0</w:t>
      </w:r>
    </w:p>
    <w:p w:rsidR="00F96531" w:rsidRDefault="00F96531" w:rsidP="00F96531">
      <w:r>
        <w:t>240.2072</w:t>
      </w:r>
      <w:r>
        <w:tab/>
        <w:t>1.013e0</w:t>
      </w:r>
    </w:p>
    <w:p w:rsidR="00F96531" w:rsidRDefault="00F96531" w:rsidP="00F96531">
      <w:r>
        <w:t>240.2114</w:t>
      </w:r>
      <w:r>
        <w:tab/>
        <w:t>1.013e0</w:t>
      </w:r>
    </w:p>
    <w:p w:rsidR="00F96531" w:rsidRDefault="00F96531" w:rsidP="00F96531">
      <w:r>
        <w:t>240.2142</w:t>
      </w:r>
      <w:r>
        <w:tab/>
        <w:t>1.013e0</w:t>
      </w:r>
    </w:p>
    <w:p w:rsidR="00F96531" w:rsidRDefault="00F96531" w:rsidP="00F96531">
      <w:r>
        <w:t>240.2260</w:t>
      </w:r>
      <w:r>
        <w:tab/>
        <w:t>1.013e0</w:t>
      </w:r>
    </w:p>
    <w:p w:rsidR="00F96531" w:rsidRDefault="00F96531" w:rsidP="00F96531">
      <w:r>
        <w:t>240.2270</w:t>
      </w:r>
      <w:r>
        <w:tab/>
        <w:t>1.013e0</w:t>
      </w:r>
    </w:p>
    <w:p w:rsidR="00F96531" w:rsidRDefault="00F96531" w:rsidP="00F96531">
      <w:r>
        <w:t>240.2457</w:t>
      </w:r>
      <w:r>
        <w:tab/>
        <w:t>3.038e0</w:t>
      </w:r>
    </w:p>
    <w:p w:rsidR="00F96531" w:rsidRDefault="00F96531" w:rsidP="00F96531">
      <w:r>
        <w:t>240.2566</w:t>
      </w:r>
      <w:r>
        <w:tab/>
        <w:t>1.013e0</w:t>
      </w:r>
    </w:p>
    <w:p w:rsidR="00F96531" w:rsidRDefault="00F96531" w:rsidP="00F96531">
      <w:r>
        <w:t>240.2636</w:t>
      </w:r>
      <w:r>
        <w:tab/>
        <w:t>1.013e0</w:t>
      </w:r>
    </w:p>
    <w:p w:rsidR="00F96531" w:rsidRDefault="00F96531" w:rsidP="00F96531">
      <w:r>
        <w:t>240.2647</w:t>
      </w:r>
      <w:r>
        <w:tab/>
        <w:t>1.013e0</w:t>
      </w:r>
    </w:p>
    <w:p w:rsidR="00F96531" w:rsidRDefault="00F96531" w:rsidP="00F96531">
      <w:r>
        <w:t>240.2675</w:t>
      </w:r>
      <w:r>
        <w:tab/>
        <w:t>1.013e0</w:t>
      </w:r>
    </w:p>
    <w:p w:rsidR="00F96531" w:rsidRDefault="00F96531" w:rsidP="00F96531">
      <w:r>
        <w:t>240.2926</w:t>
      </w:r>
      <w:r>
        <w:tab/>
        <w:t>1.013e0</w:t>
      </w:r>
    </w:p>
    <w:p w:rsidR="00F96531" w:rsidRDefault="00F96531" w:rsidP="00F96531">
      <w:r>
        <w:lastRenderedPageBreak/>
        <w:t>240.3103</w:t>
      </w:r>
      <w:r>
        <w:tab/>
        <w:t>1.013e0</w:t>
      </w:r>
    </w:p>
    <w:p w:rsidR="00F96531" w:rsidRDefault="00F96531" w:rsidP="00F96531">
      <w:r>
        <w:t>240.3169</w:t>
      </w:r>
      <w:r>
        <w:tab/>
        <w:t>1.013e0</w:t>
      </w:r>
    </w:p>
    <w:p w:rsidR="00F96531" w:rsidRDefault="00F96531" w:rsidP="00F96531">
      <w:r>
        <w:t>240.3326</w:t>
      </w:r>
      <w:r>
        <w:tab/>
        <w:t>1.013e0</w:t>
      </w:r>
    </w:p>
    <w:p w:rsidR="00F96531" w:rsidRDefault="00F96531" w:rsidP="00F96531">
      <w:r>
        <w:t>240.3500</w:t>
      </w:r>
      <w:r>
        <w:tab/>
        <w:t>1.013e0</w:t>
      </w:r>
    </w:p>
    <w:p w:rsidR="00F96531" w:rsidRDefault="00F96531" w:rsidP="00F96531">
      <w:r>
        <w:t>240.3831</w:t>
      </w:r>
      <w:r>
        <w:tab/>
        <w:t>1.013e0</w:t>
      </w:r>
    </w:p>
    <w:p w:rsidR="00F96531" w:rsidRDefault="00F96531" w:rsidP="00F96531">
      <w:r>
        <w:t>240.3859</w:t>
      </w:r>
      <w:r>
        <w:tab/>
        <w:t>1.013e0</w:t>
      </w:r>
    </w:p>
    <w:p w:rsidR="00F96531" w:rsidRDefault="00F96531" w:rsidP="00F96531">
      <w:r>
        <w:t>240.3994</w:t>
      </w:r>
      <w:r>
        <w:tab/>
        <w:t>1.013e0</w:t>
      </w:r>
    </w:p>
    <w:p w:rsidR="00F96531" w:rsidRDefault="00F96531" w:rsidP="00F96531">
      <w:r>
        <w:t>240.4360</w:t>
      </w:r>
      <w:r>
        <w:tab/>
        <w:t>2.025e0</w:t>
      </w:r>
    </w:p>
    <w:p w:rsidR="00F96531" w:rsidRDefault="00F96531" w:rsidP="00F96531">
      <w:r>
        <w:t>240.4404</w:t>
      </w:r>
      <w:r>
        <w:tab/>
        <w:t>2.025e0</w:t>
      </w:r>
    </w:p>
    <w:p w:rsidR="00F96531" w:rsidRDefault="00F96531" w:rsidP="00F96531">
      <w:r>
        <w:t>240.4613</w:t>
      </w:r>
      <w:r>
        <w:tab/>
        <w:t>1.013e0</w:t>
      </w:r>
    </w:p>
    <w:p w:rsidR="00F96531" w:rsidRDefault="00F96531" w:rsidP="00F96531">
      <w:r>
        <w:t>240.4707</w:t>
      </w:r>
      <w:r>
        <w:tab/>
        <w:t>1.713e0</w:t>
      </w:r>
    </w:p>
    <w:p w:rsidR="00F96531" w:rsidRDefault="00F96531" w:rsidP="00F96531">
      <w:r>
        <w:t>240.4732</w:t>
      </w:r>
      <w:r>
        <w:tab/>
        <w:t>1.013e0</w:t>
      </w:r>
    </w:p>
    <w:p w:rsidR="00F96531" w:rsidRDefault="00F96531" w:rsidP="00F96531">
      <w:r>
        <w:t>240.4994</w:t>
      </w:r>
      <w:r>
        <w:tab/>
        <w:t>1.013e0</w:t>
      </w:r>
    </w:p>
    <w:p w:rsidR="00F96531" w:rsidRDefault="00F96531" w:rsidP="00F96531">
      <w:r>
        <w:t>240.5201</w:t>
      </w:r>
      <w:r>
        <w:tab/>
        <w:t>4.051e0</w:t>
      </w:r>
    </w:p>
    <w:p w:rsidR="00F96531" w:rsidRDefault="00F96531" w:rsidP="00F96531">
      <w:r>
        <w:t>240.5275</w:t>
      </w:r>
      <w:r>
        <w:tab/>
        <w:t>3.038e0</w:t>
      </w:r>
    </w:p>
    <w:p w:rsidR="00F96531" w:rsidRDefault="00F96531" w:rsidP="00F96531">
      <w:r>
        <w:t>240.5344</w:t>
      </w:r>
      <w:r>
        <w:tab/>
        <w:t>1.013e0</w:t>
      </w:r>
    </w:p>
    <w:p w:rsidR="00F96531" w:rsidRDefault="00F96531" w:rsidP="00F96531">
      <w:r>
        <w:t>240.5444</w:t>
      </w:r>
      <w:r>
        <w:tab/>
        <w:t>1.013e0</w:t>
      </w:r>
    </w:p>
    <w:p w:rsidR="00F96531" w:rsidRDefault="00F96531" w:rsidP="00F96531">
      <w:r>
        <w:t>240.5534</w:t>
      </w:r>
      <w:r>
        <w:tab/>
        <w:t>1.013e0</w:t>
      </w:r>
    </w:p>
    <w:p w:rsidR="00F96531" w:rsidRDefault="00F96531" w:rsidP="00F96531">
      <w:r>
        <w:t>240.5574</w:t>
      </w:r>
      <w:r>
        <w:tab/>
        <w:t>1.013e0</w:t>
      </w:r>
    </w:p>
    <w:p w:rsidR="00F96531" w:rsidRDefault="00F96531" w:rsidP="00F96531">
      <w:r>
        <w:lastRenderedPageBreak/>
        <w:t>240.5602</w:t>
      </w:r>
      <w:r>
        <w:tab/>
        <w:t>1.013e0</w:t>
      </w:r>
    </w:p>
    <w:p w:rsidR="00F96531" w:rsidRDefault="00F96531" w:rsidP="00F96531">
      <w:r>
        <w:t>240.5691</w:t>
      </w:r>
      <w:r>
        <w:tab/>
        <w:t>1.013e0</w:t>
      </w:r>
    </w:p>
    <w:p w:rsidR="00F96531" w:rsidRDefault="00F96531" w:rsidP="00F96531">
      <w:r>
        <w:t>240.5866</w:t>
      </w:r>
      <w:r>
        <w:tab/>
        <w:t>2.025e0</w:t>
      </w:r>
    </w:p>
    <w:p w:rsidR="00F96531" w:rsidRDefault="00F96531" w:rsidP="00F96531">
      <w:r>
        <w:t>240.6146</w:t>
      </w:r>
      <w:r>
        <w:tab/>
        <w:t>1.013e0</w:t>
      </w:r>
    </w:p>
    <w:p w:rsidR="00F96531" w:rsidRDefault="00F96531" w:rsidP="00F96531">
      <w:r>
        <w:t>240.6344</w:t>
      </w:r>
      <w:r>
        <w:tab/>
        <w:t>1.013e0</w:t>
      </w:r>
    </w:p>
    <w:p w:rsidR="00F96531" w:rsidRDefault="00F96531" w:rsidP="00F96531">
      <w:r>
        <w:t>240.6434</w:t>
      </w:r>
      <w:r>
        <w:tab/>
        <w:t>1.013e0</w:t>
      </w:r>
    </w:p>
    <w:p w:rsidR="00F96531" w:rsidRDefault="00F96531" w:rsidP="00F96531">
      <w:r>
        <w:t>240.6474</w:t>
      </w:r>
      <w:r>
        <w:tab/>
        <w:t>2.025e0</w:t>
      </w:r>
    </w:p>
    <w:p w:rsidR="00F96531" w:rsidRDefault="00F96531" w:rsidP="00F96531">
      <w:r>
        <w:t>240.6602</w:t>
      </w:r>
      <w:r>
        <w:tab/>
        <w:t>1.013e0</w:t>
      </w:r>
    </w:p>
    <w:p w:rsidR="00F96531" w:rsidRDefault="00F96531" w:rsidP="00F96531">
      <w:r>
        <w:t>240.6991</w:t>
      </w:r>
      <w:r>
        <w:tab/>
        <w:t>2.025e0</w:t>
      </w:r>
    </w:p>
    <w:p w:rsidR="00F96531" w:rsidRDefault="00F96531" w:rsidP="00F96531">
      <w:r>
        <w:t>240.7542</w:t>
      </w:r>
      <w:r>
        <w:tab/>
        <w:t>1.013e0</w:t>
      </w:r>
    </w:p>
    <w:p w:rsidR="00F96531" w:rsidRDefault="00F96531" w:rsidP="00F96531">
      <w:r>
        <w:t>240.7748</w:t>
      </w:r>
      <w:r>
        <w:tab/>
        <w:t>1.013e0</w:t>
      </w:r>
    </w:p>
    <w:p w:rsidR="00F96531" w:rsidRDefault="00F96531" w:rsidP="00F96531">
      <w:r>
        <w:t>240.7865</w:t>
      </w:r>
      <w:r>
        <w:tab/>
        <w:t>1.013e0</w:t>
      </w:r>
    </w:p>
    <w:p w:rsidR="00F96531" w:rsidRDefault="00F96531" w:rsidP="00F96531">
      <w:r>
        <w:t>240.8008</w:t>
      </w:r>
      <w:r>
        <w:tab/>
        <w:t>1.013e0</w:t>
      </w:r>
    </w:p>
    <w:p w:rsidR="00F96531" w:rsidRDefault="00F96531" w:rsidP="00F96531">
      <w:r>
        <w:t>240.8047</w:t>
      </w:r>
      <w:r>
        <w:tab/>
        <w:t>1.013e0</w:t>
      </w:r>
    </w:p>
    <w:p w:rsidR="00F96531" w:rsidRDefault="00F96531" w:rsidP="00F96531">
      <w:r>
        <w:t>240.8461</w:t>
      </w:r>
      <w:r>
        <w:tab/>
        <w:t>1.013e0</w:t>
      </w:r>
    </w:p>
    <w:p w:rsidR="00F96531" w:rsidRDefault="00F96531" w:rsidP="00F96531">
      <w:r>
        <w:t>240.8649</w:t>
      </w:r>
      <w:r>
        <w:tab/>
        <w:t>1.013e0</w:t>
      </w:r>
    </w:p>
    <w:p w:rsidR="00F96531" w:rsidRDefault="00F96531" w:rsidP="00F96531">
      <w:r>
        <w:t>240.8956</w:t>
      </w:r>
      <w:r>
        <w:tab/>
        <w:t>1.013e0</w:t>
      </w:r>
    </w:p>
    <w:p w:rsidR="00F96531" w:rsidRDefault="00F96531" w:rsidP="00F96531">
      <w:r>
        <w:t>240.9036</w:t>
      </w:r>
      <w:r>
        <w:tab/>
        <w:t>1.013e0</w:t>
      </w:r>
    </w:p>
    <w:p w:rsidR="00F96531" w:rsidRDefault="00F96531" w:rsidP="00F96531">
      <w:r>
        <w:t>240.9232</w:t>
      </w:r>
      <w:r>
        <w:tab/>
        <w:t>1.013e0</w:t>
      </w:r>
    </w:p>
    <w:p w:rsidR="00F96531" w:rsidRDefault="00F96531" w:rsidP="00F96531">
      <w:r>
        <w:lastRenderedPageBreak/>
        <w:t>240.9317</w:t>
      </w:r>
      <w:r>
        <w:tab/>
        <w:t>1.013e0</w:t>
      </w:r>
    </w:p>
    <w:p w:rsidR="00F96531" w:rsidRDefault="00F96531" w:rsidP="00F96531">
      <w:r>
        <w:t>240.9452</w:t>
      </w:r>
      <w:r>
        <w:tab/>
        <w:t>1.013e0</w:t>
      </w:r>
    </w:p>
    <w:p w:rsidR="00F96531" w:rsidRDefault="00F96531" w:rsidP="00F96531">
      <w:r>
        <w:t>240.9520</w:t>
      </w:r>
      <w:r>
        <w:tab/>
        <w:t>1.013e0</w:t>
      </w:r>
    </w:p>
    <w:p w:rsidR="00F96531" w:rsidRDefault="00F96531" w:rsidP="00F96531">
      <w:r>
        <w:t>240.9609</w:t>
      </w:r>
      <w:r>
        <w:tab/>
        <w:t>1.013e0</w:t>
      </w:r>
    </w:p>
    <w:p w:rsidR="00F96531" w:rsidRDefault="00F96531" w:rsidP="00F96531">
      <w:r>
        <w:t>240.9967</w:t>
      </w:r>
      <w:r>
        <w:tab/>
        <w:t>4.051e0</w:t>
      </w:r>
    </w:p>
    <w:p w:rsidR="00F96531" w:rsidRDefault="00F96531" w:rsidP="00F96531">
      <w:r>
        <w:t>240.9986</w:t>
      </w:r>
      <w:r>
        <w:tab/>
        <w:t>4.051e0</w:t>
      </w:r>
    </w:p>
    <w:p w:rsidR="00F96531" w:rsidRDefault="00F96531" w:rsidP="00F96531">
      <w:r>
        <w:t>241.0074</w:t>
      </w:r>
      <w:r>
        <w:tab/>
        <w:t>2.025e0</w:t>
      </w:r>
    </w:p>
    <w:p w:rsidR="00F96531" w:rsidRDefault="00F96531" w:rsidP="00F96531">
      <w:r>
        <w:t>241.0087</w:t>
      </w:r>
      <w:r>
        <w:tab/>
        <w:t>1.013e1</w:t>
      </w:r>
    </w:p>
    <w:p w:rsidR="00F96531" w:rsidRDefault="00F96531" w:rsidP="00F96531">
      <w:r>
        <w:t>241.0248</w:t>
      </w:r>
      <w:r>
        <w:tab/>
        <w:t>5.063e0</w:t>
      </w:r>
    </w:p>
    <w:p w:rsidR="00F96531" w:rsidRDefault="00F96531" w:rsidP="00F96531">
      <w:r>
        <w:t>241.0308</w:t>
      </w:r>
      <w:r>
        <w:tab/>
        <w:t>2.025e0</w:t>
      </w:r>
    </w:p>
    <w:p w:rsidR="00F96531" w:rsidRDefault="00F96531" w:rsidP="00F96531">
      <w:r>
        <w:t>241.0362</w:t>
      </w:r>
      <w:r>
        <w:tab/>
        <w:t>4.051e0</w:t>
      </w:r>
    </w:p>
    <w:p w:rsidR="00F96531" w:rsidRDefault="00F96531" w:rsidP="00F96531">
      <w:r>
        <w:t>241.0476</w:t>
      </w:r>
      <w:r>
        <w:tab/>
        <w:t>6.076e0</w:t>
      </w:r>
    </w:p>
    <w:p w:rsidR="00F96531" w:rsidRDefault="00F96531" w:rsidP="00F96531">
      <w:r>
        <w:t>241.0711</w:t>
      </w:r>
      <w:r>
        <w:tab/>
        <w:t>1.481e0</w:t>
      </w:r>
    </w:p>
    <w:p w:rsidR="00F96531" w:rsidRDefault="00F96531" w:rsidP="00F96531">
      <w:r>
        <w:t>241.0849</w:t>
      </w:r>
      <w:r>
        <w:tab/>
        <w:t>2.025e0</w:t>
      </w:r>
    </w:p>
    <w:p w:rsidR="00F96531" w:rsidRDefault="00F96531" w:rsidP="00F96531">
      <w:r>
        <w:t>241.0997</w:t>
      </w:r>
      <w:r>
        <w:tab/>
        <w:t>4.051e0</w:t>
      </w:r>
    </w:p>
    <w:p w:rsidR="00F96531" w:rsidRDefault="00F96531" w:rsidP="00F96531">
      <w:r>
        <w:t>241.1061</w:t>
      </w:r>
      <w:r>
        <w:tab/>
        <w:t>5.063e0</w:t>
      </w:r>
    </w:p>
    <w:p w:rsidR="00F96531" w:rsidRDefault="00F96531" w:rsidP="00F96531">
      <w:r>
        <w:t>241.1132</w:t>
      </w:r>
      <w:r>
        <w:tab/>
        <w:t>2.025e0</w:t>
      </w:r>
    </w:p>
    <w:p w:rsidR="00F96531" w:rsidRDefault="00F96531" w:rsidP="00F96531">
      <w:r>
        <w:t>241.1151</w:t>
      </w:r>
      <w:r>
        <w:tab/>
        <w:t>1.856e0</w:t>
      </w:r>
    </w:p>
    <w:p w:rsidR="00F96531" w:rsidRDefault="00F96531" w:rsidP="00F96531">
      <w:r>
        <w:t>241.1172</w:t>
      </w:r>
      <w:r>
        <w:tab/>
        <w:t>1.013e0</w:t>
      </w:r>
    </w:p>
    <w:p w:rsidR="00F96531" w:rsidRDefault="00F96531" w:rsidP="00F96531">
      <w:r>
        <w:lastRenderedPageBreak/>
        <w:t>241.1319</w:t>
      </w:r>
      <w:r>
        <w:tab/>
        <w:t>9.471e0</w:t>
      </w:r>
    </w:p>
    <w:p w:rsidR="00F96531" w:rsidRDefault="00F96531" w:rsidP="00F96531">
      <w:r>
        <w:t>241.1379</w:t>
      </w:r>
      <w:r>
        <w:tab/>
        <w:t>1.013e0</w:t>
      </w:r>
    </w:p>
    <w:p w:rsidR="00F96531" w:rsidRDefault="00F96531" w:rsidP="00F96531">
      <w:r>
        <w:t>241.1398</w:t>
      </w:r>
      <w:r>
        <w:tab/>
        <w:t>5.550e0</w:t>
      </w:r>
    </w:p>
    <w:p w:rsidR="00F96531" w:rsidRDefault="00F96531" w:rsidP="00F96531">
      <w:r>
        <w:t>241.1418</w:t>
      </w:r>
      <w:r>
        <w:tab/>
        <w:t>4.051e0</w:t>
      </w:r>
    </w:p>
    <w:p w:rsidR="00F96531" w:rsidRDefault="00F96531" w:rsidP="00F96531">
      <w:r>
        <w:t>241.1432</w:t>
      </w:r>
      <w:r>
        <w:tab/>
        <w:t>1.013e0</w:t>
      </w:r>
    </w:p>
    <w:p w:rsidR="00F96531" w:rsidRDefault="00F96531" w:rsidP="00F96531">
      <w:r>
        <w:t>241.1656</w:t>
      </w:r>
      <w:r>
        <w:tab/>
        <w:t>1.013e0</w:t>
      </w:r>
    </w:p>
    <w:p w:rsidR="00F96531" w:rsidRDefault="00F96531" w:rsidP="00F96531">
      <w:r>
        <w:t>241.1704</w:t>
      </w:r>
      <w:r>
        <w:tab/>
        <w:t>4.483e0</w:t>
      </w:r>
    </w:p>
    <w:p w:rsidR="00F96531" w:rsidRDefault="00F96531" w:rsidP="00F96531">
      <w:r>
        <w:t>241.1797</w:t>
      </w:r>
      <w:r>
        <w:tab/>
        <w:t>4.051e0</w:t>
      </w:r>
    </w:p>
    <w:p w:rsidR="00F96531" w:rsidRDefault="00F96531" w:rsidP="00F96531">
      <w:r>
        <w:t>241.1886</w:t>
      </w:r>
      <w:r>
        <w:tab/>
        <w:t>1.013e0</w:t>
      </w:r>
    </w:p>
    <w:p w:rsidR="00F96531" w:rsidRDefault="00F96531" w:rsidP="00F96531">
      <w:r>
        <w:t>241.1916</w:t>
      </w:r>
      <w:r>
        <w:tab/>
        <w:t>2.025e0</w:t>
      </w:r>
    </w:p>
    <w:p w:rsidR="00F96531" w:rsidRDefault="00F96531" w:rsidP="00F96531">
      <w:r>
        <w:t>241.1936</w:t>
      </w:r>
      <w:r>
        <w:tab/>
        <w:t>2.025e0</w:t>
      </w:r>
    </w:p>
    <w:p w:rsidR="00F96531" w:rsidRDefault="00F96531" w:rsidP="00F96531">
      <w:r>
        <w:t>241.2227</w:t>
      </w:r>
      <w:r>
        <w:tab/>
        <w:t>2.025e0</w:t>
      </w:r>
    </w:p>
    <w:p w:rsidR="00F96531" w:rsidRDefault="00F96531" w:rsidP="00F96531">
      <w:r>
        <w:t>241.2243</w:t>
      </w:r>
      <w:r>
        <w:tab/>
        <w:t>3.038e0</w:t>
      </w:r>
    </w:p>
    <w:p w:rsidR="00F96531" w:rsidRDefault="00F96531" w:rsidP="00F96531">
      <w:r>
        <w:t>241.2262</w:t>
      </w:r>
      <w:r>
        <w:tab/>
        <w:t>5.063e0</w:t>
      </w:r>
    </w:p>
    <w:p w:rsidR="00F96531" w:rsidRDefault="00F96531" w:rsidP="00F96531">
      <w:r>
        <w:t>241.2378</w:t>
      </w:r>
      <w:r>
        <w:tab/>
        <w:t>4.051e0</w:t>
      </w:r>
    </w:p>
    <w:p w:rsidR="00F96531" w:rsidRDefault="00F96531" w:rsidP="00F96531">
      <w:r>
        <w:t>241.2411</w:t>
      </w:r>
      <w:r>
        <w:tab/>
        <w:t>5.063e0</w:t>
      </w:r>
    </w:p>
    <w:p w:rsidR="00F96531" w:rsidRDefault="00F96531" w:rsidP="00F96531">
      <w:r>
        <w:t>241.2539</w:t>
      </w:r>
      <w:r>
        <w:tab/>
        <w:t>1.013e0</w:t>
      </w:r>
    </w:p>
    <w:p w:rsidR="00F96531" w:rsidRDefault="00F96531" w:rsidP="00F96531">
      <w:r>
        <w:t>241.2617</w:t>
      </w:r>
      <w:r>
        <w:tab/>
        <w:t>1.013e0</w:t>
      </w:r>
    </w:p>
    <w:p w:rsidR="00F96531" w:rsidRDefault="00F96531" w:rsidP="00F96531">
      <w:r>
        <w:t>241.2778</w:t>
      </w:r>
      <w:r>
        <w:tab/>
        <w:t>1.013e0</w:t>
      </w:r>
    </w:p>
    <w:p w:rsidR="00F96531" w:rsidRDefault="00F96531" w:rsidP="00F96531">
      <w:r>
        <w:lastRenderedPageBreak/>
        <w:t>241.2788</w:t>
      </w:r>
      <w:r>
        <w:tab/>
        <w:t>1.013e0</w:t>
      </w:r>
    </w:p>
    <w:p w:rsidR="00F96531" w:rsidRDefault="00F96531" w:rsidP="00F96531">
      <w:r>
        <w:t>241.2809</w:t>
      </w:r>
      <w:r>
        <w:tab/>
        <w:t>2.025e0</w:t>
      </w:r>
    </w:p>
    <w:p w:rsidR="00F96531" w:rsidRDefault="00F96531" w:rsidP="00F96531">
      <w:r>
        <w:t>241.2906</w:t>
      </w:r>
      <w:r>
        <w:tab/>
        <w:t>1.013e0</w:t>
      </w:r>
    </w:p>
    <w:p w:rsidR="00F96531" w:rsidRDefault="00F96531" w:rsidP="00F96531">
      <w:r>
        <w:t>241.3194</w:t>
      </w:r>
      <w:r>
        <w:tab/>
        <w:t>1.013e0</w:t>
      </w:r>
    </w:p>
    <w:p w:rsidR="00F96531" w:rsidRDefault="00F96531" w:rsidP="00F96531">
      <w:r>
        <w:t>241.3337</w:t>
      </w:r>
      <w:r>
        <w:tab/>
        <w:t>2.025e0</w:t>
      </w:r>
    </w:p>
    <w:p w:rsidR="00F96531" w:rsidRDefault="00F96531" w:rsidP="00F96531">
      <w:r>
        <w:t>241.4053</w:t>
      </w:r>
      <w:r>
        <w:tab/>
        <w:t>1.013e0</w:t>
      </w:r>
    </w:p>
    <w:p w:rsidR="00F96531" w:rsidRDefault="00F96531" w:rsidP="00F96531">
      <w:r>
        <w:t>241.4091</w:t>
      </w:r>
      <w:r>
        <w:tab/>
        <w:t>1.013e0</w:t>
      </w:r>
    </w:p>
    <w:p w:rsidR="00F96531" w:rsidRDefault="00F96531" w:rsidP="00F96531">
      <w:r>
        <w:t>241.4581</w:t>
      </w:r>
      <w:r>
        <w:tab/>
        <w:t>2.025e0</w:t>
      </w:r>
    </w:p>
    <w:p w:rsidR="00F96531" w:rsidRDefault="00F96531" w:rsidP="00F96531">
      <w:r>
        <w:t>241.4596</w:t>
      </w:r>
      <w:r>
        <w:tab/>
        <w:t>1.013e0</w:t>
      </w:r>
    </w:p>
    <w:p w:rsidR="00F96531" w:rsidRDefault="00F96531" w:rsidP="00F96531">
      <w:r>
        <w:t>241.4763</w:t>
      </w:r>
      <w:r>
        <w:tab/>
        <w:t>1.013e0</w:t>
      </w:r>
    </w:p>
    <w:p w:rsidR="00F96531" w:rsidRDefault="00F96531" w:rsidP="00F96531">
      <w:r>
        <w:t>241.4774</w:t>
      </w:r>
      <w:r>
        <w:tab/>
        <w:t>1.013e0</w:t>
      </w:r>
    </w:p>
    <w:p w:rsidR="00F96531" w:rsidRDefault="00F96531" w:rsidP="00F96531">
      <w:r>
        <w:t>241.4820</w:t>
      </w:r>
      <w:r>
        <w:tab/>
        <w:t>2.025e0</w:t>
      </w:r>
    </w:p>
    <w:p w:rsidR="00F96531" w:rsidRDefault="00F96531" w:rsidP="00F96531">
      <w:r>
        <w:t>241.5135</w:t>
      </w:r>
      <w:r>
        <w:tab/>
        <w:t>1.013e0</w:t>
      </w:r>
    </w:p>
    <w:p w:rsidR="00F96531" w:rsidRDefault="00F96531" w:rsidP="00F96531">
      <w:r>
        <w:t>241.5211</w:t>
      </w:r>
      <w:r>
        <w:tab/>
        <w:t>3.038e0</w:t>
      </w:r>
    </w:p>
    <w:p w:rsidR="00F96531" w:rsidRDefault="00F96531" w:rsidP="00F96531">
      <w:r>
        <w:t>241.5237</w:t>
      </w:r>
      <w:r>
        <w:tab/>
        <w:t>3.038e0</w:t>
      </w:r>
    </w:p>
    <w:p w:rsidR="00F96531" w:rsidRDefault="00F96531" w:rsidP="00F96531">
      <w:r>
        <w:t>241.5303</w:t>
      </w:r>
      <w:r>
        <w:tab/>
        <w:t>1.013e0</w:t>
      </w:r>
    </w:p>
    <w:p w:rsidR="00F96531" w:rsidRDefault="00F96531" w:rsidP="00F96531">
      <w:r>
        <w:t>241.5420</w:t>
      </w:r>
      <w:r>
        <w:tab/>
        <w:t>2.025e0</w:t>
      </w:r>
    </w:p>
    <w:p w:rsidR="00F96531" w:rsidRDefault="00F96531" w:rsidP="00F96531">
      <w:r>
        <w:t>241.5470</w:t>
      </w:r>
      <w:r>
        <w:tab/>
        <w:t>1.013e0</w:t>
      </w:r>
    </w:p>
    <w:p w:rsidR="00F96531" w:rsidRDefault="00F96531" w:rsidP="00F96531">
      <w:r>
        <w:t>241.5548</w:t>
      </w:r>
      <w:r>
        <w:tab/>
        <w:t>1.013e0</w:t>
      </w:r>
    </w:p>
    <w:p w:rsidR="00F96531" w:rsidRDefault="00F96531" w:rsidP="00F96531">
      <w:r>
        <w:lastRenderedPageBreak/>
        <w:t>241.5587</w:t>
      </w:r>
      <w:r>
        <w:tab/>
        <w:t>1.013e0</w:t>
      </w:r>
    </w:p>
    <w:p w:rsidR="00F96531" w:rsidRDefault="00F96531" w:rsidP="00F96531">
      <w:r>
        <w:t>241.5757</w:t>
      </w:r>
      <w:r>
        <w:tab/>
        <w:t>1.013e0</w:t>
      </w:r>
    </w:p>
    <w:p w:rsidR="00F96531" w:rsidRDefault="00F96531" w:rsidP="00F96531">
      <w:r>
        <w:t>241.6118</w:t>
      </w:r>
      <w:r>
        <w:tab/>
        <w:t>1.013e0</w:t>
      </w:r>
    </w:p>
    <w:p w:rsidR="00F96531" w:rsidRDefault="00F96531" w:rsidP="00F96531">
      <w:r>
        <w:t>241.6450</w:t>
      </w:r>
      <w:r>
        <w:tab/>
        <w:t>1.013e0</w:t>
      </w:r>
    </w:p>
    <w:p w:rsidR="00F96531" w:rsidRDefault="00F96531" w:rsidP="00F96531">
      <w:r>
        <w:t>241.6460</w:t>
      </w:r>
      <w:r>
        <w:tab/>
        <w:t>1.013e0</w:t>
      </w:r>
    </w:p>
    <w:p w:rsidR="00F96531" w:rsidRDefault="00F96531" w:rsidP="00F96531">
      <w:r>
        <w:t>241.6760</w:t>
      </w:r>
      <w:r>
        <w:tab/>
        <w:t>1.013e0</w:t>
      </w:r>
    </w:p>
    <w:p w:rsidR="00F96531" w:rsidRDefault="00F96531" w:rsidP="00F96531">
      <w:r>
        <w:t>241.6787</w:t>
      </w:r>
      <w:r>
        <w:tab/>
        <w:t>1.013e0</w:t>
      </w:r>
    </w:p>
    <w:p w:rsidR="00F96531" w:rsidRDefault="00F96531" w:rsidP="00F96531">
      <w:r>
        <w:t>241.6826</w:t>
      </w:r>
      <w:r>
        <w:tab/>
        <w:t>1.013e0</w:t>
      </w:r>
    </w:p>
    <w:p w:rsidR="00F96531" w:rsidRDefault="00F96531" w:rsidP="00F96531">
      <w:r>
        <w:t>241.6905</w:t>
      </w:r>
      <w:r>
        <w:tab/>
        <w:t>1.013e0</w:t>
      </w:r>
    </w:p>
    <w:p w:rsidR="00F96531" w:rsidRDefault="00F96531" w:rsidP="00F96531">
      <w:r>
        <w:t>241.7032</w:t>
      </w:r>
      <w:r>
        <w:tab/>
        <w:t>1.013e0</w:t>
      </w:r>
    </w:p>
    <w:p w:rsidR="00F96531" w:rsidRDefault="00F96531" w:rsidP="00F96531">
      <w:r>
        <w:t>241.7293</w:t>
      </w:r>
      <w:r>
        <w:tab/>
        <w:t>1.013e0</w:t>
      </w:r>
    </w:p>
    <w:p w:rsidR="00F96531" w:rsidRDefault="00F96531" w:rsidP="00F96531">
      <w:r>
        <w:t>241.7361</w:t>
      </w:r>
      <w:r>
        <w:tab/>
        <w:t>1.013e0</w:t>
      </w:r>
    </w:p>
    <w:p w:rsidR="00F96531" w:rsidRDefault="00F96531" w:rsidP="00F96531">
      <w:r>
        <w:t>241.7372</w:t>
      </w:r>
      <w:r>
        <w:tab/>
        <w:t>1.013e0</w:t>
      </w:r>
    </w:p>
    <w:p w:rsidR="00F96531" w:rsidRDefault="00F96531" w:rsidP="00F96531">
      <w:r>
        <w:t>241.7440</w:t>
      </w:r>
      <w:r>
        <w:tab/>
        <w:t>1.013e0</w:t>
      </w:r>
    </w:p>
    <w:p w:rsidR="00F96531" w:rsidRDefault="00F96531" w:rsidP="00F96531">
      <w:r>
        <w:t>241.7619</w:t>
      </w:r>
      <w:r>
        <w:tab/>
        <w:t>1.013e0</w:t>
      </w:r>
    </w:p>
    <w:p w:rsidR="00F96531" w:rsidRDefault="00F96531" w:rsidP="00F96531">
      <w:r>
        <w:t>241.7798</w:t>
      </w:r>
      <w:r>
        <w:tab/>
        <w:t>2.025e0</w:t>
      </w:r>
    </w:p>
    <w:p w:rsidR="00F96531" w:rsidRDefault="00F96531" w:rsidP="00F96531">
      <w:r>
        <w:t>241.7827</w:t>
      </w:r>
      <w:r>
        <w:tab/>
        <w:t>1.013e0</w:t>
      </w:r>
    </w:p>
    <w:p w:rsidR="00F96531" w:rsidRDefault="00F96531" w:rsidP="00F96531">
      <w:r>
        <w:t>241.7867</w:t>
      </w:r>
      <w:r>
        <w:tab/>
        <w:t>1.013e0</w:t>
      </w:r>
    </w:p>
    <w:p w:rsidR="00F96531" w:rsidRDefault="00F96531" w:rsidP="00F96531">
      <w:r>
        <w:t>241.8208</w:t>
      </w:r>
      <w:r>
        <w:tab/>
        <w:t>2.025e0</w:t>
      </w:r>
    </w:p>
    <w:p w:rsidR="00F96531" w:rsidRDefault="00F96531" w:rsidP="00F96531">
      <w:r>
        <w:lastRenderedPageBreak/>
        <w:t>241.8391</w:t>
      </w:r>
      <w:r>
        <w:tab/>
        <w:t>1.013e0</w:t>
      </w:r>
    </w:p>
    <w:p w:rsidR="00F96531" w:rsidRDefault="00F96531" w:rsidP="00F96531">
      <w:r>
        <w:t>241.8729</w:t>
      </w:r>
      <w:r>
        <w:tab/>
        <w:t>1.013e0</w:t>
      </w:r>
    </w:p>
    <w:p w:rsidR="00F96531" w:rsidRDefault="00F96531" w:rsidP="00F96531">
      <w:r>
        <w:t>241.8818</w:t>
      </w:r>
      <w:r>
        <w:tab/>
        <w:t>1.013e0</w:t>
      </w:r>
    </w:p>
    <w:p w:rsidR="00F96531" w:rsidRDefault="00F96531" w:rsidP="00F96531">
      <w:r>
        <w:t>241.8886</w:t>
      </w:r>
      <w:r>
        <w:tab/>
        <w:t>1.013e0</w:t>
      </w:r>
    </w:p>
    <w:p w:rsidR="00F96531" w:rsidRDefault="00F96531" w:rsidP="00F96531">
      <w:r>
        <w:t>241.8897</w:t>
      </w:r>
      <w:r>
        <w:tab/>
        <w:t>1.013e0</w:t>
      </w:r>
    </w:p>
    <w:p w:rsidR="00F96531" w:rsidRDefault="00F96531" w:rsidP="00F96531">
      <w:r>
        <w:t>241.8948</w:t>
      </w:r>
      <w:r>
        <w:tab/>
        <w:t>2.025e0</w:t>
      </w:r>
    </w:p>
    <w:p w:rsidR="00F96531" w:rsidRDefault="00F96531" w:rsidP="00F96531">
      <w:r>
        <w:t>241.9314</w:t>
      </w:r>
      <w:r>
        <w:tab/>
        <w:t>1.013e0</w:t>
      </w:r>
    </w:p>
    <w:p w:rsidR="00F96531" w:rsidRDefault="00F96531" w:rsidP="00F96531">
      <w:r>
        <w:t>241.9508</w:t>
      </w:r>
      <w:r>
        <w:tab/>
        <w:t>1.013e0</w:t>
      </w:r>
    </w:p>
    <w:p w:rsidR="00F96531" w:rsidRDefault="00F96531" w:rsidP="00F96531">
      <w:r>
        <w:t>241.9691</w:t>
      </w:r>
      <w:r>
        <w:tab/>
        <w:t>1.013e0</w:t>
      </w:r>
    </w:p>
    <w:p w:rsidR="00F96531" w:rsidRDefault="00F96531" w:rsidP="00F96531">
      <w:r>
        <w:t>241.9789</w:t>
      </w:r>
      <w:r>
        <w:tab/>
        <w:t>2.025e0</w:t>
      </w:r>
    </w:p>
    <w:p w:rsidR="00F96531" w:rsidRDefault="00F96531" w:rsidP="00F96531">
      <w:r>
        <w:t>241.9852</w:t>
      </w:r>
      <w:r>
        <w:tab/>
        <w:t>4.897e0</w:t>
      </w:r>
    </w:p>
    <w:p w:rsidR="00F96531" w:rsidRDefault="00F96531" w:rsidP="00F96531">
      <w:r>
        <w:t>241.9913</w:t>
      </w:r>
      <w:r>
        <w:tab/>
        <w:t>2.966e0</w:t>
      </w:r>
    </w:p>
    <w:p w:rsidR="00F96531" w:rsidRDefault="00F96531" w:rsidP="00F96531">
      <w:r>
        <w:t>242.0223</w:t>
      </w:r>
      <w:r>
        <w:tab/>
        <w:t>9.215e1</w:t>
      </w:r>
    </w:p>
    <w:p w:rsidR="00F96531" w:rsidRDefault="00F96531" w:rsidP="00F96531">
      <w:r>
        <w:t>242.0236</w:t>
      </w:r>
      <w:r>
        <w:tab/>
        <w:t>3.966e1</w:t>
      </w:r>
    </w:p>
    <w:p w:rsidR="00F96531" w:rsidRDefault="00F96531" w:rsidP="00F96531">
      <w:r>
        <w:t>242.0254</w:t>
      </w:r>
      <w:r>
        <w:tab/>
        <w:t>2.944e1</w:t>
      </w:r>
    </w:p>
    <w:p w:rsidR="00F96531" w:rsidRDefault="00F96531" w:rsidP="00F96531">
      <w:r>
        <w:t>242.0270</w:t>
      </w:r>
      <w:r>
        <w:tab/>
        <w:t>6.804e1</w:t>
      </w:r>
    </w:p>
    <w:p w:rsidR="00F96531" w:rsidRDefault="00F96531" w:rsidP="00F96531">
      <w:r>
        <w:t>242.0771</w:t>
      </w:r>
      <w:r>
        <w:tab/>
        <w:t>6.076e0</w:t>
      </w:r>
    </w:p>
    <w:p w:rsidR="00F96531" w:rsidRDefault="00F96531" w:rsidP="00F96531">
      <w:r>
        <w:t>242.0802</w:t>
      </w:r>
      <w:r>
        <w:tab/>
        <w:t>1.215e1</w:t>
      </w:r>
    </w:p>
    <w:p w:rsidR="00F96531" w:rsidRDefault="00F96531" w:rsidP="00F96531">
      <w:r>
        <w:t>242.0820</w:t>
      </w:r>
      <w:r>
        <w:tab/>
        <w:t>3.038e0</w:t>
      </w:r>
    </w:p>
    <w:p w:rsidR="00F96531" w:rsidRDefault="00F96531" w:rsidP="00F96531">
      <w:r>
        <w:lastRenderedPageBreak/>
        <w:t>242.0963</w:t>
      </w:r>
      <w:r>
        <w:tab/>
        <w:t>5.444e0</w:t>
      </w:r>
    </w:p>
    <w:p w:rsidR="00F96531" w:rsidRDefault="00F96531" w:rsidP="00F96531">
      <w:r>
        <w:t>242.0985</w:t>
      </w:r>
      <w:r>
        <w:tab/>
        <w:t>5.063e0</w:t>
      </w:r>
    </w:p>
    <w:p w:rsidR="00F96531" w:rsidRDefault="00F96531" w:rsidP="00F96531">
      <w:r>
        <w:t>242.1085</w:t>
      </w:r>
      <w:r>
        <w:tab/>
        <w:t>2.025e0</w:t>
      </w:r>
    </w:p>
    <w:p w:rsidR="00F96531" w:rsidRDefault="00F96531" w:rsidP="00F96531">
      <w:r>
        <w:t>242.1158</w:t>
      </w:r>
      <w:r>
        <w:tab/>
        <w:t>2.025e0</w:t>
      </w:r>
    </w:p>
    <w:p w:rsidR="00F96531" w:rsidRDefault="00F96531" w:rsidP="00F96531">
      <w:r>
        <w:t>242.1177</w:t>
      </w:r>
      <w:r>
        <w:tab/>
        <w:t>1.013e0</w:t>
      </w:r>
    </w:p>
    <w:p w:rsidR="00F96531" w:rsidRDefault="00F96531" w:rsidP="00F96531">
      <w:r>
        <w:t>242.1255</w:t>
      </w:r>
      <w:r>
        <w:tab/>
        <w:t>3.038e0</w:t>
      </w:r>
    </w:p>
    <w:p w:rsidR="00F96531" w:rsidRDefault="00F96531" w:rsidP="00F96531">
      <w:r>
        <w:t>242.1329</w:t>
      </w:r>
      <w:r>
        <w:tab/>
        <w:t>6.076e0</w:t>
      </w:r>
    </w:p>
    <w:p w:rsidR="00F96531" w:rsidRDefault="00F96531" w:rsidP="00F96531">
      <w:r>
        <w:t>242.1349</w:t>
      </w:r>
      <w:r>
        <w:tab/>
        <w:t>4.182e0</w:t>
      </w:r>
    </w:p>
    <w:p w:rsidR="00F96531" w:rsidRDefault="00F96531" w:rsidP="00F96531">
      <w:r>
        <w:t>242.1407</w:t>
      </w:r>
      <w:r>
        <w:tab/>
        <w:t>2.157e0</w:t>
      </w:r>
    </w:p>
    <w:p w:rsidR="00F96531" w:rsidRDefault="00F96531" w:rsidP="00F96531">
      <w:r>
        <w:t>242.1443</w:t>
      </w:r>
      <w:r>
        <w:tab/>
        <w:t>2.025e0</w:t>
      </w:r>
    </w:p>
    <w:p w:rsidR="00F96531" w:rsidRDefault="00F96531" w:rsidP="00F96531">
      <w:r>
        <w:t>242.1561</w:t>
      </w:r>
      <w:r>
        <w:tab/>
        <w:t>2.025e0</w:t>
      </w:r>
    </w:p>
    <w:p w:rsidR="00F96531" w:rsidRDefault="00F96531" w:rsidP="00F96531">
      <w:r>
        <w:t>242.1595</w:t>
      </w:r>
      <w:r>
        <w:tab/>
        <w:t>1.013e0</w:t>
      </w:r>
    </w:p>
    <w:p w:rsidR="00F96531" w:rsidRDefault="00F96531" w:rsidP="00F96531">
      <w:r>
        <w:t>242.1647</w:t>
      </w:r>
      <w:r>
        <w:tab/>
        <w:t>3.038e0</w:t>
      </w:r>
    </w:p>
    <w:p w:rsidR="00F96531" w:rsidRDefault="00F96531" w:rsidP="00F96531">
      <w:r>
        <w:t>242.1718</w:t>
      </w:r>
      <w:r>
        <w:tab/>
        <w:t>7.089e0</w:t>
      </w:r>
    </w:p>
    <w:p w:rsidR="00F96531" w:rsidRDefault="00F96531" w:rsidP="00F96531">
      <w:r>
        <w:t>242.1760</w:t>
      </w:r>
      <w:r>
        <w:tab/>
        <w:t>2.025e0</w:t>
      </w:r>
    </w:p>
    <w:p w:rsidR="00F96531" w:rsidRDefault="00F96531" w:rsidP="00F96531">
      <w:r>
        <w:t>242.1793</w:t>
      </w:r>
      <w:r>
        <w:tab/>
        <w:t>3.038e0</w:t>
      </w:r>
    </w:p>
    <w:p w:rsidR="00F96531" w:rsidRDefault="00F96531" w:rsidP="00F96531">
      <w:r>
        <w:t>242.2007</w:t>
      </w:r>
      <w:r>
        <w:tab/>
        <w:t>1.013e0</w:t>
      </w:r>
    </w:p>
    <w:p w:rsidR="00F96531" w:rsidRDefault="00F96531" w:rsidP="00F96531">
      <w:r>
        <w:t>242.2157</w:t>
      </w:r>
      <w:r>
        <w:tab/>
        <w:t>1.013e0</w:t>
      </w:r>
    </w:p>
    <w:p w:rsidR="00F96531" w:rsidRDefault="00F96531" w:rsidP="00F96531">
      <w:r>
        <w:t>242.2207</w:t>
      </w:r>
      <w:r>
        <w:tab/>
        <w:t>3.038e0</w:t>
      </w:r>
    </w:p>
    <w:p w:rsidR="00F96531" w:rsidRDefault="00F96531" w:rsidP="00F96531">
      <w:r>
        <w:lastRenderedPageBreak/>
        <w:t>242.2236</w:t>
      </w:r>
      <w:r>
        <w:tab/>
        <w:t>1.013e0</w:t>
      </w:r>
    </w:p>
    <w:p w:rsidR="00F96531" w:rsidRDefault="00F96531" w:rsidP="00F96531">
      <w:r>
        <w:t>242.2260</w:t>
      </w:r>
      <w:r>
        <w:tab/>
        <w:t>3.038e0</w:t>
      </w:r>
    </w:p>
    <w:p w:rsidR="00F96531" w:rsidRDefault="00F96531" w:rsidP="00F96531">
      <w:r>
        <w:t>242.2324</w:t>
      </w:r>
      <w:r>
        <w:tab/>
        <w:t>1.013e0</w:t>
      </w:r>
    </w:p>
    <w:p w:rsidR="00F96531" w:rsidRDefault="00F96531" w:rsidP="00F96531">
      <w:r>
        <w:t>242.2498</w:t>
      </w:r>
      <w:r>
        <w:tab/>
        <w:t>2.025e0</w:t>
      </w:r>
    </w:p>
    <w:p w:rsidR="00F96531" w:rsidRDefault="00F96531" w:rsidP="00F96531">
      <w:r>
        <w:t>242.2574</w:t>
      </w:r>
      <w:r>
        <w:tab/>
        <w:t>1.013e0</w:t>
      </w:r>
    </w:p>
    <w:p w:rsidR="00F96531" w:rsidRDefault="00F96531" w:rsidP="00F96531">
      <w:r>
        <w:t>242.2818</w:t>
      </w:r>
      <w:r>
        <w:tab/>
        <w:t>1.590e1</w:t>
      </w:r>
    </w:p>
    <w:p w:rsidR="00F96531" w:rsidRDefault="00F96531" w:rsidP="00F96531">
      <w:r>
        <w:t>242.2831</w:t>
      </w:r>
      <w:r>
        <w:tab/>
        <w:t>2.329e1</w:t>
      </w:r>
    </w:p>
    <w:p w:rsidR="00F96531" w:rsidRDefault="00F96531" w:rsidP="00F96531">
      <w:r>
        <w:t>242.2889</w:t>
      </w:r>
      <w:r>
        <w:tab/>
        <w:t>1.114e1</w:t>
      </w:r>
    </w:p>
    <w:p w:rsidR="00F96531" w:rsidRDefault="00F96531" w:rsidP="00F96531">
      <w:r>
        <w:t>242.2905</w:t>
      </w:r>
      <w:r>
        <w:tab/>
        <w:t>1.215e1</w:t>
      </w:r>
    </w:p>
    <w:p w:rsidR="00F96531" w:rsidRDefault="00F96531" w:rsidP="00F96531">
      <w:r>
        <w:t>242.2925</w:t>
      </w:r>
      <w:r>
        <w:tab/>
        <w:t>1.876e1</w:t>
      </w:r>
    </w:p>
    <w:p w:rsidR="00F96531" w:rsidRDefault="00F96531" w:rsidP="00F96531">
      <w:r>
        <w:t>242.3264</w:t>
      </w:r>
      <w:r>
        <w:tab/>
        <w:t>2.503e0</w:t>
      </w:r>
    </w:p>
    <w:p w:rsidR="00F96531" w:rsidRDefault="00F96531" w:rsidP="00F96531">
      <w:r>
        <w:t>242.3354</w:t>
      </w:r>
      <w:r>
        <w:tab/>
        <w:t>1.013e0</w:t>
      </w:r>
    </w:p>
    <w:p w:rsidR="00F96531" w:rsidRDefault="00F96531" w:rsidP="00F96531">
      <w:r>
        <w:t>242.3430</w:t>
      </w:r>
      <w:r>
        <w:tab/>
        <w:t>2.025e0</w:t>
      </w:r>
    </w:p>
    <w:p w:rsidR="00F96531" w:rsidRDefault="00F96531" w:rsidP="00F96531">
      <w:r>
        <w:t>242.3520</w:t>
      </w:r>
      <w:r>
        <w:tab/>
        <w:t>2.025e0</w:t>
      </w:r>
    </w:p>
    <w:p w:rsidR="00F96531" w:rsidRDefault="00F96531" w:rsidP="00F96531">
      <w:r>
        <w:t>242.3852</w:t>
      </w:r>
      <w:r>
        <w:tab/>
        <w:t>1.013e0</w:t>
      </w:r>
    </w:p>
    <w:p w:rsidR="00F96531" w:rsidRDefault="00F96531" w:rsidP="00F96531">
      <w:r>
        <w:t>242.3943</w:t>
      </w:r>
      <w:r>
        <w:tab/>
        <w:t>1.013e0</w:t>
      </w:r>
    </w:p>
    <w:p w:rsidR="00F96531" w:rsidRDefault="00F96531" w:rsidP="00F96531">
      <w:r>
        <w:t>242.3954</w:t>
      </w:r>
      <w:r>
        <w:tab/>
        <w:t>1.013e0</w:t>
      </w:r>
    </w:p>
    <w:p w:rsidR="00F96531" w:rsidRDefault="00F96531" w:rsidP="00F96531">
      <w:r>
        <w:t>242.3976</w:t>
      </w:r>
      <w:r>
        <w:tab/>
        <w:t>3.038e0</w:t>
      </w:r>
    </w:p>
    <w:p w:rsidR="00F96531" w:rsidRDefault="00F96531" w:rsidP="00F96531">
      <w:r>
        <w:t>242.4340</w:t>
      </w:r>
      <w:r>
        <w:tab/>
        <w:t>2.025e0</w:t>
      </w:r>
    </w:p>
    <w:p w:rsidR="00F96531" w:rsidRDefault="00F96531" w:rsidP="00F96531">
      <w:r>
        <w:lastRenderedPageBreak/>
        <w:t>242.4528</w:t>
      </w:r>
      <w:r>
        <w:tab/>
        <w:t>1.013e0</w:t>
      </w:r>
    </w:p>
    <w:p w:rsidR="00F96531" w:rsidRDefault="00F96531" w:rsidP="00F96531">
      <w:r>
        <w:t>242.4557</w:t>
      </w:r>
      <w:r>
        <w:tab/>
        <w:t>1.013e0</w:t>
      </w:r>
    </w:p>
    <w:p w:rsidR="00F96531" w:rsidRDefault="00F96531" w:rsidP="00F96531">
      <w:r>
        <w:t>242.4607</w:t>
      </w:r>
      <w:r>
        <w:tab/>
        <w:t>1.013e0</w:t>
      </w:r>
    </w:p>
    <w:p w:rsidR="00F96531" w:rsidRDefault="00F96531" w:rsidP="00F96531">
      <w:r>
        <w:t>242.4758</w:t>
      </w:r>
      <w:r>
        <w:tab/>
        <w:t>1.013e0</w:t>
      </w:r>
    </w:p>
    <w:p w:rsidR="00F96531" w:rsidRDefault="00F96531" w:rsidP="00F96531">
      <w:r>
        <w:t>242.4860</w:t>
      </w:r>
      <w:r>
        <w:tab/>
        <w:t>1.013e0</w:t>
      </w:r>
    </w:p>
    <w:p w:rsidR="00F96531" w:rsidRDefault="00F96531" w:rsidP="00F96531">
      <w:r>
        <w:t>242.4981</w:t>
      </w:r>
      <w:r>
        <w:tab/>
        <w:t>5.063e0</w:t>
      </w:r>
    </w:p>
    <w:p w:rsidR="00F96531" w:rsidRDefault="00F96531" w:rsidP="00F96531">
      <w:r>
        <w:t>242.5033</w:t>
      </w:r>
      <w:r>
        <w:tab/>
        <w:t>2.025e0</w:t>
      </w:r>
    </w:p>
    <w:p w:rsidR="00F96531" w:rsidRDefault="00F96531" w:rsidP="00F96531">
      <w:r>
        <w:t>242.5180</w:t>
      </w:r>
      <w:r>
        <w:tab/>
        <w:t>1.013e0</w:t>
      </w:r>
    </w:p>
    <w:p w:rsidR="00F96531" w:rsidRDefault="00F96531" w:rsidP="00F96531">
      <w:r>
        <w:t>242.5257</w:t>
      </w:r>
      <w:r>
        <w:tab/>
        <w:t>1.013e0</w:t>
      </w:r>
    </w:p>
    <w:p w:rsidR="00F96531" w:rsidRDefault="00F96531" w:rsidP="00F96531">
      <w:r>
        <w:t>242.5358</w:t>
      </w:r>
      <w:r>
        <w:tab/>
        <w:t>1.013e0</w:t>
      </w:r>
    </w:p>
    <w:p w:rsidR="00F96531" w:rsidRDefault="00F96531" w:rsidP="00F96531">
      <w:r>
        <w:t>242.5451</w:t>
      </w:r>
      <w:r>
        <w:tab/>
        <w:t>3.038e0</w:t>
      </w:r>
    </w:p>
    <w:p w:rsidR="00F96531" w:rsidRDefault="00F96531" w:rsidP="00F96531">
      <w:r>
        <w:t>242.5559</w:t>
      </w:r>
      <w:r>
        <w:tab/>
        <w:t>1.013e0</w:t>
      </w:r>
    </w:p>
    <w:p w:rsidR="00F96531" w:rsidRDefault="00F96531" w:rsidP="00F96531">
      <w:r>
        <w:t>242.5665</w:t>
      </w:r>
      <w:r>
        <w:tab/>
        <w:t>1.013e0</w:t>
      </w:r>
    </w:p>
    <w:p w:rsidR="00F96531" w:rsidRDefault="00F96531" w:rsidP="00F96531">
      <w:r>
        <w:t>242.5857</w:t>
      </w:r>
      <w:r>
        <w:tab/>
        <w:t>1.013e0</w:t>
      </w:r>
    </w:p>
    <w:p w:rsidR="00F96531" w:rsidRDefault="00F96531" w:rsidP="00F96531">
      <w:r>
        <w:t>242.5965</w:t>
      </w:r>
      <w:r>
        <w:tab/>
        <w:t>2.025e0</w:t>
      </w:r>
    </w:p>
    <w:p w:rsidR="00F96531" w:rsidRDefault="00F96531" w:rsidP="00F96531">
      <w:r>
        <w:t>242.6093</w:t>
      </w:r>
      <w:r>
        <w:tab/>
        <w:t>2.025e0</w:t>
      </w:r>
    </w:p>
    <w:p w:rsidR="00F96531" w:rsidRDefault="00F96531" w:rsidP="00F96531">
      <w:r>
        <w:t>242.6163</w:t>
      </w:r>
      <w:r>
        <w:tab/>
        <w:t>1.013e0</w:t>
      </w:r>
    </w:p>
    <w:p w:rsidR="00F96531" w:rsidRDefault="00F96531" w:rsidP="00F96531">
      <w:r>
        <w:t>242.6355</w:t>
      </w:r>
      <w:r>
        <w:tab/>
        <w:t>1.013e0</w:t>
      </w:r>
    </w:p>
    <w:p w:rsidR="00F96531" w:rsidRDefault="00F96531" w:rsidP="00F96531">
      <w:r>
        <w:t>242.6383</w:t>
      </w:r>
      <w:r>
        <w:tab/>
        <w:t>1.013e0</w:t>
      </w:r>
    </w:p>
    <w:p w:rsidR="00F96531" w:rsidRDefault="00F96531" w:rsidP="00F96531">
      <w:r>
        <w:lastRenderedPageBreak/>
        <w:t>242.6432</w:t>
      </w:r>
      <w:r>
        <w:tab/>
        <w:t>1.013e0</w:t>
      </w:r>
    </w:p>
    <w:p w:rsidR="00F96531" w:rsidRDefault="00F96531" w:rsidP="00F96531">
      <w:r>
        <w:t>242.6617</w:t>
      </w:r>
      <w:r>
        <w:tab/>
        <w:t>1.013e0</w:t>
      </w:r>
    </w:p>
    <w:p w:rsidR="00F96531" w:rsidRDefault="00F96531" w:rsidP="00F96531">
      <w:r>
        <w:t>242.6673</w:t>
      </w:r>
      <w:r>
        <w:tab/>
        <w:t>1.013e0</w:t>
      </w:r>
    </w:p>
    <w:p w:rsidR="00F96531" w:rsidRDefault="00F96531" w:rsidP="00F96531">
      <w:r>
        <w:t>242.6809</w:t>
      </w:r>
      <w:r>
        <w:tab/>
        <w:t>1.013e0</w:t>
      </w:r>
    </w:p>
    <w:p w:rsidR="00F96531" w:rsidRDefault="00F96531" w:rsidP="00F96531">
      <w:r>
        <w:t>242.6878</w:t>
      </w:r>
      <w:r>
        <w:tab/>
        <w:t>2.025e0</w:t>
      </w:r>
    </w:p>
    <w:p w:rsidR="00F96531" w:rsidRDefault="00F96531" w:rsidP="00F96531">
      <w:r>
        <w:t>242.7026</w:t>
      </w:r>
      <w:r>
        <w:tab/>
        <w:t>2.025e0</w:t>
      </w:r>
    </w:p>
    <w:p w:rsidR="00F96531" w:rsidRDefault="00F96531" w:rsidP="00F96531">
      <w:r>
        <w:t>242.7374</w:t>
      </w:r>
      <w:r>
        <w:tab/>
        <w:t>1.013e0</w:t>
      </w:r>
    </w:p>
    <w:p w:rsidR="00F96531" w:rsidRDefault="00F96531" w:rsidP="00F96531">
      <w:r>
        <w:t>242.7384</w:t>
      </w:r>
      <w:r>
        <w:tab/>
        <w:t>1.013e0</w:t>
      </w:r>
    </w:p>
    <w:p w:rsidR="00F96531" w:rsidRDefault="00F96531" w:rsidP="00F96531">
      <w:r>
        <w:t>242.7614</w:t>
      </w:r>
      <w:r>
        <w:tab/>
        <w:t>2.025e0</w:t>
      </w:r>
    </w:p>
    <w:p w:rsidR="00F96531" w:rsidRDefault="00F96531" w:rsidP="00F96531">
      <w:r>
        <w:t>242.7750</w:t>
      </w:r>
      <w:r>
        <w:tab/>
        <w:t>1.013e0</w:t>
      </w:r>
    </w:p>
    <w:p w:rsidR="00F96531" w:rsidRDefault="00F96531" w:rsidP="00F96531">
      <w:r>
        <w:t>242.7920</w:t>
      </w:r>
      <w:r>
        <w:tab/>
        <w:t>3.038e0</w:t>
      </w:r>
    </w:p>
    <w:p w:rsidR="00F96531" w:rsidRDefault="00F96531" w:rsidP="00F96531">
      <w:r>
        <w:t>242.7940</w:t>
      </w:r>
      <w:r>
        <w:tab/>
        <w:t>3.038e0</w:t>
      </w:r>
    </w:p>
    <w:p w:rsidR="00F96531" w:rsidRDefault="00F96531" w:rsidP="00F96531">
      <w:r>
        <w:t>242.8113</w:t>
      </w:r>
      <w:r>
        <w:tab/>
        <w:t>1.013e0</w:t>
      </w:r>
    </w:p>
    <w:p w:rsidR="00F96531" w:rsidRDefault="00F96531" w:rsidP="00F96531">
      <w:r>
        <w:t>242.8159</w:t>
      </w:r>
      <w:r>
        <w:tab/>
        <w:t>1.013e0</w:t>
      </w:r>
    </w:p>
    <w:p w:rsidR="00F96531" w:rsidRDefault="00F96531" w:rsidP="00F96531">
      <w:r>
        <w:t>242.8215</w:t>
      </w:r>
      <w:r>
        <w:tab/>
        <w:t>1.013e0</w:t>
      </w:r>
    </w:p>
    <w:p w:rsidR="00F96531" w:rsidRDefault="00F96531" w:rsidP="00F96531">
      <w:r>
        <w:t>242.8456</w:t>
      </w:r>
      <w:r>
        <w:tab/>
        <w:t>1.013e0</w:t>
      </w:r>
    </w:p>
    <w:p w:rsidR="00F96531" w:rsidRDefault="00F96531" w:rsidP="00F96531">
      <w:r>
        <w:t>242.8484</w:t>
      </w:r>
      <w:r>
        <w:tab/>
        <w:t>1.013e0</w:t>
      </w:r>
    </w:p>
    <w:p w:rsidR="00F96531" w:rsidRDefault="00F96531" w:rsidP="00F96531">
      <w:r>
        <w:t>242.8990</w:t>
      </w:r>
      <w:r>
        <w:tab/>
        <w:t>1.013e0</w:t>
      </w:r>
    </w:p>
    <w:p w:rsidR="00F96531" w:rsidRDefault="00F96531" w:rsidP="00F96531">
      <w:r>
        <w:t>242.9066</w:t>
      </w:r>
      <w:r>
        <w:tab/>
        <w:t>1.013e0</w:t>
      </w:r>
    </w:p>
    <w:p w:rsidR="00F96531" w:rsidRDefault="00F96531" w:rsidP="00F96531">
      <w:r>
        <w:lastRenderedPageBreak/>
        <w:t>242.9408</w:t>
      </w:r>
      <w:r>
        <w:tab/>
        <w:t>4.051e0</w:t>
      </w:r>
    </w:p>
    <w:p w:rsidR="00F96531" w:rsidRDefault="00F96531" w:rsidP="00F96531">
      <w:r>
        <w:t>242.9436</w:t>
      </w:r>
      <w:r>
        <w:tab/>
        <w:t>1.013e0</w:t>
      </w:r>
    </w:p>
    <w:p w:rsidR="00F96531" w:rsidRDefault="00F96531" w:rsidP="00F96531">
      <w:r>
        <w:t>242.9474</w:t>
      </w:r>
      <w:r>
        <w:tab/>
        <w:t>1.013e0</w:t>
      </w:r>
    </w:p>
    <w:p w:rsidR="00F96531" w:rsidRDefault="00F96531" w:rsidP="00F96531">
      <w:r>
        <w:t>242.9743</w:t>
      </w:r>
      <w:r>
        <w:tab/>
        <w:t>2.509e0</w:t>
      </w:r>
    </w:p>
    <w:p w:rsidR="00F96531" w:rsidRDefault="00F96531" w:rsidP="00F96531">
      <w:r>
        <w:t>242.9865</w:t>
      </w:r>
      <w:r>
        <w:tab/>
        <w:t>1.013e0</w:t>
      </w:r>
    </w:p>
    <w:p w:rsidR="00F96531" w:rsidRDefault="00F96531" w:rsidP="00F96531">
      <w:r>
        <w:t>242.9904</w:t>
      </w:r>
      <w:r>
        <w:tab/>
        <w:t>1.013e0</w:t>
      </w:r>
    </w:p>
    <w:p w:rsidR="00F96531" w:rsidRDefault="00F96531" w:rsidP="00F96531">
      <w:r>
        <w:t>243.0061</w:t>
      </w:r>
      <w:r>
        <w:tab/>
        <w:t>3.038e0</w:t>
      </w:r>
    </w:p>
    <w:p w:rsidR="00F96531" w:rsidRDefault="00F96531" w:rsidP="00F96531">
      <w:r>
        <w:t>243.0083</w:t>
      </w:r>
      <w:r>
        <w:tab/>
        <w:t>3.409e0</w:t>
      </w:r>
    </w:p>
    <w:p w:rsidR="00F96531" w:rsidRDefault="00F96531" w:rsidP="00F96531">
      <w:r>
        <w:t>243.0223</w:t>
      </w:r>
      <w:r>
        <w:tab/>
        <w:t>1.532e1</w:t>
      </w:r>
    </w:p>
    <w:p w:rsidR="00F96531" w:rsidRDefault="00F96531" w:rsidP="00F96531">
      <w:r>
        <w:t>243.0326</w:t>
      </w:r>
      <w:r>
        <w:tab/>
        <w:t>8.743e0</w:t>
      </w:r>
    </w:p>
    <w:p w:rsidR="00F96531" w:rsidRDefault="00F96531" w:rsidP="00F96531">
      <w:r>
        <w:t>243.0351</w:t>
      </w:r>
      <w:r>
        <w:tab/>
        <w:t>3.038e0</w:t>
      </w:r>
    </w:p>
    <w:p w:rsidR="00F96531" w:rsidRDefault="00F96531" w:rsidP="00F96531">
      <w:r>
        <w:t>243.0529</w:t>
      </w:r>
      <w:r>
        <w:tab/>
        <w:t>5.063e0</w:t>
      </w:r>
    </w:p>
    <w:p w:rsidR="00F96531" w:rsidRDefault="00F96531" w:rsidP="00F96531">
      <w:r>
        <w:t>243.0620</w:t>
      </w:r>
      <w:r>
        <w:tab/>
        <w:t>1.013e0</w:t>
      </w:r>
    </w:p>
    <w:p w:rsidR="00F96531" w:rsidRDefault="00F96531" w:rsidP="00F96531">
      <w:r>
        <w:t>243.0660</w:t>
      </w:r>
      <w:r>
        <w:tab/>
        <w:t>2.025e0</w:t>
      </w:r>
    </w:p>
    <w:p w:rsidR="00F96531" w:rsidRDefault="00F96531" w:rsidP="00F96531">
      <w:r>
        <w:t>243.0927</w:t>
      </w:r>
      <w:r>
        <w:tab/>
        <w:t>2.025e0</w:t>
      </w:r>
    </w:p>
    <w:p w:rsidR="00F96531" w:rsidRDefault="00F96531" w:rsidP="00F96531">
      <w:r>
        <w:t>243.0960</w:t>
      </w:r>
      <w:r>
        <w:tab/>
        <w:t>3.038e0</w:t>
      </w:r>
    </w:p>
    <w:p w:rsidR="00F96531" w:rsidRDefault="00F96531" w:rsidP="00F96531">
      <w:r>
        <w:t>243.1006</w:t>
      </w:r>
      <w:r>
        <w:tab/>
        <w:t>2.025e0</w:t>
      </w:r>
    </w:p>
    <w:p w:rsidR="00F96531" w:rsidRDefault="00F96531" w:rsidP="00F96531">
      <w:r>
        <w:t>243.1174</w:t>
      </w:r>
      <w:r>
        <w:tab/>
        <w:t>3.038e0</w:t>
      </w:r>
    </w:p>
    <w:p w:rsidR="00F96531" w:rsidRDefault="00F96531" w:rsidP="00F96531">
      <w:r>
        <w:t>243.1264</w:t>
      </w:r>
      <w:r>
        <w:tab/>
        <w:t>1.013e0</w:t>
      </w:r>
    </w:p>
    <w:p w:rsidR="00F96531" w:rsidRDefault="00F96531" w:rsidP="00F96531">
      <w:r>
        <w:lastRenderedPageBreak/>
        <w:t>243.1274</w:t>
      </w:r>
      <w:r>
        <w:tab/>
        <w:t>2.025e0</w:t>
      </w:r>
    </w:p>
    <w:p w:rsidR="00F96531" w:rsidRDefault="00F96531" w:rsidP="00F96531">
      <w:r>
        <w:t>243.1381</w:t>
      </w:r>
      <w:r>
        <w:tab/>
        <w:t>4.051e0</w:t>
      </w:r>
    </w:p>
    <w:p w:rsidR="00F96531" w:rsidRDefault="00F96531" w:rsidP="00F96531">
      <w:r>
        <w:t>243.1483</w:t>
      </w:r>
      <w:r>
        <w:tab/>
        <w:t>2.025e0</w:t>
      </w:r>
    </w:p>
    <w:p w:rsidR="00F96531" w:rsidRDefault="00F96531" w:rsidP="00F96531">
      <w:r>
        <w:t>243.1540</w:t>
      </w:r>
      <w:r>
        <w:tab/>
        <w:t>5.063e0</w:t>
      </w:r>
    </w:p>
    <w:p w:rsidR="00F96531" w:rsidRDefault="00F96531" w:rsidP="00F96531">
      <w:r>
        <w:t>243.1552</w:t>
      </w:r>
      <w:r>
        <w:tab/>
        <w:t>4.051e0</w:t>
      </w:r>
    </w:p>
    <w:p w:rsidR="00F96531" w:rsidRDefault="00F96531" w:rsidP="00F96531">
      <w:r>
        <w:t>243.1566</w:t>
      </w:r>
      <w:r>
        <w:tab/>
        <w:t>3.038e0</w:t>
      </w:r>
    </w:p>
    <w:p w:rsidR="00F96531" w:rsidRDefault="00F96531" w:rsidP="00F96531">
      <w:r>
        <w:t>243.1770</w:t>
      </w:r>
      <w:r>
        <w:tab/>
        <w:t>2.025e0</w:t>
      </w:r>
    </w:p>
    <w:p w:rsidR="00F96531" w:rsidRDefault="00F96531" w:rsidP="00F96531">
      <w:r>
        <w:t>243.1937</w:t>
      </w:r>
      <w:r>
        <w:tab/>
        <w:t>1.013e0</w:t>
      </w:r>
    </w:p>
    <w:p w:rsidR="00F96531" w:rsidRDefault="00F96531" w:rsidP="00F96531">
      <w:r>
        <w:t>243.1973</w:t>
      </w:r>
      <w:r>
        <w:tab/>
        <w:t>3.038e0</w:t>
      </w:r>
    </w:p>
    <w:p w:rsidR="00F96531" w:rsidRDefault="00F96531" w:rsidP="00F96531">
      <w:r>
        <w:t>243.2028</w:t>
      </w:r>
      <w:r>
        <w:tab/>
        <w:t>1.013e0</w:t>
      </w:r>
    </w:p>
    <w:p w:rsidR="00F96531" w:rsidRDefault="00F96531" w:rsidP="00F96531">
      <w:r>
        <w:t>243.2060</w:t>
      </w:r>
      <w:r>
        <w:tab/>
        <w:t>1.013e0</w:t>
      </w:r>
    </w:p>
    <w:p w:rsidR="00F96531" w:rsidRDefault="00F96531" w:rsidP="00F96531">
      <w:r>
        <w:t>243.2187</w:t>
      </w:r>
      <w:r>
        <w:tab/>
        <w:t>1.013e0</w:t>
      </w:r>
    </w:p>
    <w:p w:rsidR="00F96531" w:rsidRDefault="00F96531" w:rsidP="00F96531">
      <w:r>
        <w:t>243.2235</w:t>
      </w:r>
      <w:r>
        <w:tab/>
        <w:t>2.025e0</w:t>
      </w:r>
    </w:p>
    <w:p w:rsidR="00F96531" w:rsidRDefault="00F96531" w:rsidP="00F96531">
      <w:r>
        <w:t>243.2294</w:t>
      </w:r>
      <w:r>
        <w:tab/>
        <w:t>1.013e0</w:t>
      </w:r>
    </w:p>
    <w:p w:rsidR="00F96531" w:rsidRDefault="00F96531" w:rsidP="00F96531">
      <w:r>
        <w:t>243.2555</w:t>
      </w:r>
      <w:r>
        <w:tab/>
        <w:t>1.013e0</w:t>
      </w:r>
    </w:p>
    <w:p w:rsidR="00F96531" w:rsidRDefault="00F96531" w:rsidP="00F96531">
      <w:r>
        <w:t>243.2566</w:t>
      </w:r>
      <w:r>
        <w:tab/>
        <w:t>1.013e0</w:t>
      </w:r>
    </w:p>
    <w:p w:rsidR="00F96531" w:rsidRDefault="00F96531" w:rsidP="00F96531">
      <w:r>
        <w:t>243.2723</w:t>
      </w:r>
      <w:r>
        <w:tab/>
        <w:t>1.013e0</w:t>
      </w:r>
    </w:p>
    <w:p w:rsidR="00F96531" w:rsidRDefault="00F96531" w:rsidP="00F96531">
      <w:r>
        <w:t>243.2787</w:t>
      </w:r>
      <w:r>
        <w:tab/>
        <w:t>3.038e0</w:t>
      </w:r>
    </w:p>
    <w:p w:rsidR="00F96531" w:rsidRDefault="00F96531" w:rsidP="00F96531">
      <w:r>
        <w:t>243.2836</w:t>
      </w:r>
      <w:r>
        <w:tab/>
        <w:t>5.063e0</w:t>
      </w:r>
    </w:p>
    <w:p w:rsidR="00F96531" w:rsidRDefault="00F96531" w:rsidP="00F96531">
      <w:r>
        <w:lastRenderedPageBreak/>
        <w:t>243.2850</w:t>
      </w:r>
      <w:r>
        <w:tab/>
        <w:t>3.038e0</w:t>
      </w:r>
    </w:p>
    <w:p w:rsidR="00F96531" w:rsidRDefault="00F96531" w:rsidP="00F96531">
      <w:r>
        <w:t>243.2870</w:t>
      </w:r>
      <w:r>
        <w:tab/>
        <w:t>3.038e0</w:t>
      </w:r>
    </w:p>
    <w:p w:rsidR="00F96531" w:rsidRDefault="00F96531" w:rsidP="00F96531">
      <w:r>
        <w:t>243.2938</w:t>
      </w:r>
      <w:r>
        <w:tab/>
        <w:t>2.025e0</w:t>
      </w:r>
    </w:p>
    <w:p w:rsidR="00F96531" w:rsidRDefault="00F96531" w:rsidP="00F96531">
      <w:r>
        <w:t>243.2949</w:t>
      </w:r>
      <w:r>
        <w:tab/>
        <w:t>2.025e0</w:t>
      </w:r>
    </w:p>
    <w:p w:rsidR="00F96531" w:rsidRDefault="00F96531" w:rsidP="00F96531">
      <w:r>
        <w:t>243.3090</w:t>
      </w:r>
      <w:r>
        <w:tab/>
        <w:t>2.025e0</w:t>
      </w:r>
    </w:p>
    <w:p w:rsidR="00F96531" w:rsidRDefault="00F96531" w:rsidP="00F96531">
      <w:r>
        <w:t>243.3180</w:t>
      </w:r>
      <w:r>
        <w:tab/>
        <w:t>1.013e0</w:t>
      </w:r>
    </w:p>
    <w:p w:rsidR="00F96531" w:rsidRDefault="00F96531" w:rsidP="00F96531">
      <w:r>
        <w:t>243.3257</w:t>
      </w:r>
      <w:r>
        <w:tab/>
        <w:t>1.013e0</w:t>
      </w:r>
    </w:p>
    <w:p w:rsidR="00F96531" w:rsidRDefault="00F96531" w:rsidP="00F96531">
      <w:r>
        <w:t>243.3380</w:t>
      </w:r>
      <w:r>
        <w:tab/>
        <w:t>1.013e0</w:t>
      </w:r>
    </w:p>
    <w:p w:rsidR="00F96531" w:rsidRDefault="00F96531" w:rsidP="00F96531">
      <w:r>
        <w:t>243.3481</w:t>
      </w:r>
      <w:r>
        <w:tab/>
        <w:t>1.013e0</w:t>
      </w:r>
    </w:p>
    <w:p w:rsidR="00F96531" w:rsidRDefault="00F96531" w:rsidP="00F96531">
      <w:r>
        <w:t>243.3597</w:t>
      </w:r>
      <w:r>
        <w:tab/>
        <w:t>1.013e0</w:t>
      </w:r>
    </w:p>
    <w:p w:rsidR="00F96531" w:rsidRDefault="00F96531" w:rsidP="00F96531">
      <w:r>
        <w:t>243.3789</w:t>
      </w:r>
      <w:r>
        <w:tab/>
        <w:t>1.013e0</w:t>
      </w:r>
    </w:p>
    <w:p w:rsidR="00F96531" w:rsidRDefault="00F96531" w:rsidP="00F96531">
      <w:r>
        <w:t>243.3835</w:t>
      </w:r>
      <w:r>
        <w:tab/>
        <w:t>1.013e0</w:t>
      </w:r>
    </w:p>
    <w:p w:rsidR="00F96531" w:rsidRDefault="00F96531" w:rsidP="00F96531">
      <w:r>
        <w:t>243.3845</w:t>
      </w:r>
      <w:r>
        <w:tab/>
        <w:t>1.013e0</w:t>
      </w:r>
    </w:p>
    <w:p w:rsidR="00F96531" w:rsidRDefault="00F96531" w:rsidP="00F96531">
      <w:r>
        <w:t>243.4254</w:t>
      </w:r>
      <w:r>
        <w:tab/>
        <w:t>1.013e0</w:t>
      </w:r>
    </w:p>
    <w:p w:rsidR="00F96531" w:rsidRDefault="00F96531" w:rsidP="00F96531">
      <w:r>
        <w:t>243.4342</w:t>
      </w:r>
      <w:r>
        <w:tab/>
        <w:t>2.025e0</w:t>
      </w:r>
    </w:p>
    <w:p w:rsidR="00F96531" w:rsidRDefault="00F96531" w:rsidP="00F96531">
      <w:r>
        <w:t>243.4433</w:t>
      </w:r>
      <w:r>
        <w:tab/>
        <w:t>1.013e0</w:t>
      </w:r>
    </w:p>
    <w:p w:rsidR="00F96531" w:rsidRDefault="00F96531" w:rsidP="00F96531">
      <w:r>
        <w:t>243.4744</w:t>
      </w:r>
      <w:r>
        <w:tab/>
        <w:t>1.013e0</w:t>
      </w:r>
    </w:p>
    <w:p w:rsidR="00F96531" w:rsidRDefault="00F96531" w:rsidP="00F96531">
      <w:r>
        <w:t>243.4891</w:t>
      </w:r>
      <w:r>
        <w:tab/>
        <w:t>1.013e0</w:t>
      </w:r>
    </w:p>
    <w:p w:rsidR="00F96531" w:rsidRDefault="00F96531" w:rsidP="00F96531">
      <w:r>
        <w:t>243.4929</w:t>
      </w:r>
      <w:r>
        <w:tab/>
        <w:t>1.013e0</w:t>
      </w:r>
    </w:p>
    <w:p w:rsidR="00F96531" w:rsidRDefault="00F96531" w:rsidP="00F96531">
      <w:r>
        <w:lastRenderedPageBreak/>
        <w:t>243.5007</w:t>
      </w:r>
      <w:r>
        <w:tab/>
        <w:t>2.025e0</w:t>
      </w:r>
    </w:p>
    <w:p w:rsidR="00F96531" w:rsidRDefault="00F96531" w:rsidP="00F96531">
      <w:r>
        <w:t>243.5114</w:t>
      </w:r>
      <w:r>
        <w:tab/>
        <w:t>1.013e0</w:t>
      </w:r>
    </w:p>
    <w:p w:rsidR="00F96531" w:rsidRDefault="00F96531" w:rsidP="00F96531">
      <w:r>
        <w:t>243.5244</w:t>
      </w:r>
      <w:r>
        <w:tab/>
        <w:t>1.013e0</w:t>
      </w:r>
    </w:p>
    <w:p w:rsidR="00F96531" w:rsidRDefault="00F96531" w:rsidP="00F96531">
      <w:r>
        <w:t>243.5335</w:t>
      </w:r>
      <w:r>
        <w:tab/>
        <w:t>1.013e0</w:t>
      </w:r>
    </w:p>
    <w:p w:rsidR="00F96531" w:rsidRDefault="00F96531" w:rsidP="00F96531">
      <w:r>
        <w:t>243.5572</w:t>
      </w:r>
      <w:r>
        <w:tab/>
        <w:t>1.013e0</w:t>
      </w:r>
    </w:p>
    <w:p w:rsidR="00F96531" w:rsidRDefault="00F96531" w:rsidP="00F96531">
      <w:r>
        <w:t>243.5710</w:t>
      </w:r>
      <w:r>
        <w:tab/>
        <w:t>1.013e0</w:t>
      </w:r>
    </w:p>
    <w:p w:rsidR="00F96531" w:rsidRDefault="00F96531" w:rsidP="00F96531">
      <w:r>
        <w:t>243.5882</w:t>
      </w:r>
      <w:r>
        <w:tab/>
        <w:t>1.013e0</w:t>
      </w:r>
    </w:p>
    <w:p w:rsidR="00F96531" w:rsidRDefault="00F96531" w:rsidP="00F96531">
      <w:r>
        <w:t>243.6078</w:t>
      </w:r>
      <w:r>
        <w:tab/>
        <w:t>1.013e0</w:t>
      </w:r>
    </w:p>
    <w:p w:rsidR="00F96531" w:rsidRDefault="00F96531" w:rsidP="00F96531">
      <w:r>
        <w:t>243.6108</w:t>
      </w:r>
      <w:r>
        <w:tab/>
        <w:t>1.013e0</w:t>
      </w:r>
    </w:p>
    <w:p w:rsidR="00F96531" w:rsidRDefault="00F96531" w:rsidP="00F96531">
      <w:r>
        <w:t>243.6367</w:t>
      </w:r>
      <w:r>
        <w:tab/>
        <w:t>2.025e0</w:t>
      </w:r>
    </w:p>
    <w:p w:rsidR="00F96531" w:rsidRDefault="00F96531" w:rsidP="00F96531">
      <w:r>
        <w:t>243.6654</w:t>
      </w:r>
      <w:r>
        <w:tab/>
        <w:t>1.013e0</w:t>
      </w:r>
    </w:p>
    <w:p w:rsidR="00F96531" w:rsidRDefault="00F96531" w:rsidP="00F96531">
      <w:r>
        <w:t>243.6797</w:t>
      </w:r>
      <w:r>
        <w:tab/>
        <w:t>1.013e0</w:t>
      </w:r>
    </w:p>
    <w:p w:rsidR="00F96531" w:rsidRDefault="00F96531" w:rsidP="00F96531">
      <w:r>
        <w:t>243.6904</w:t>
      </w:r>
      <w:r>
        <w:tab/>
        <w:t>1.013e0</w:t>
      </w:r>
    </w:p>
    <w:p w:rsidR="00F96531" w:rsidRDefault="00F96531" w:rsidP="00F96531">
      <w:r>
        <w:t>243.7031</w:t>
      </w:r>
      <w:r>
        <w:tab/>
        <w:t>1.013e0</w:t>
      </w:r>
    </w:p>
    <w:p w:rsidR="00F96531" w:rsidRDefault="00F96531" w:rsidP="00F96531">
      <w:r>
        <w:t>243.7489</w:t>
      </w:r>
      <w:r>
        <w:tab/>
        <w:t>2.025e0</w:t>
      </w:r>
    </w:p>
    <w:p w:rsidR="00F96531" w:rsidRDefault="00F96531" w:rsidP="00F96531">
      <w:r>
        <w:t>243.7655</w:t>
      </w:r>
      <w:r>
        <w:tab/>
        <w:t>1.013e0</w:t>
      </w:r>
    </w:p>
    <w:p w:rsidR="00F96531" w:rsidRDefault="00F96531" w:rsidP="00F96531">
      <w:r>
        <w:t>243.7828</w:t>
      </w:r>
      <w:r>
        <w:tab/>
        <w:t>1.013e0</w:t>
      </w:r>
    </w:p>
    <w:p w:rsidR="00F96531" w:rsidRDefault="00F96531" w:rsidP="00F96531">
      <w:r>
        <w:t>243.8019</w:t>
      </w:r>
      <w:r>
        <w:tab/>
        <w:t>2.025e0</w:t>
      </w:r>
    </w:p>
    <w:p w:rsidR="00F96531" w:rsidRDefault="00F96531" w:rsidP="00F96531">
      <w:r>
        <w:t>243.8111</w:t>
      </w:r>
      <w:r>
        <w:tab/>
        <w:t>1.013e0</w:t>
      </w:r>
    </w:p>
    <w:p w:rsidR="00F96531" w:rsidRDefault="00F96531" w:rsidP="00F96531">
      <w:r>
        <w:lastRenderedPageBreak/>
        <w:t>243.8207</w:t>
      </w:r>
      <w:r>
        <w:tab/>
        <w:t>1.013e0</w:t>
      </w:r>
    </w:p>
    <w:p w:rsidR="00F96531" w:rsidRDefault="00F96531" w:rsidP="00F96531">
      <w:r>
        <w:t>243.8442</w:t>
      </w:r>
      <w:r>
        <w:tab/>
        <w:t>3.038e0</w:t>
      </w:r>
    </w:p>
    <w:p w:rsidR="00F96531" w:rsidRDefault="00F96531" w:rsidP="00F96531">
      <w:r>
        <w:t>243.8475</w:t>
      </w:r>
      <w:r>
        <w:tab/>
        <w:t>2.025e0</w:t>
      </w:r>
    </w:p>
    <w:p w:rsidR="00F96531" w:rsidRDefault="00F96531" w:rsidP="00F96531">
      <w:r>
        <w:t>243.8654</w:t>
      </w:r>
      <w:r>
        <w:tab/>
        <w:t>1.013e0</w:t>
      </w:r>
    </w:p>
    <w:p w:rsidR="00F96531" w:rsidRDefault="00F96531" w:rsidP="00F96531">
      <w:r>
        <w:t>243.8693</w:t>
      </w:r>
      <w:r>
        <w:tab/>
        <w:t>1.013e0</w:t>
      </w:r>
    </w:p>
    <w:p w:rsidR="00F96531" w:rsidRDefault="00F96531" w:rsidP="00F96531">
      <w:r>
        <w:t>243.8941</w:t>
      </w:r>
      <w:r>
        <w:tab/>
        <w:t>1.013e0</w:t>
      </w:r>
    </w:p>
    <w:p w:rsidR="00F96531" w:rsidRDefault="00F96531" w:rsidP="00F96531">
      <w:r>
        <w:t>243.9021</w:t>
      </w:r>
      <w:r>
        <w:tab/>
        <w:t>1.013e0</w:t>
      </w:r>
    </w:p>
    <w:p w:rsidR="00F96531" w:rsidRDefault="00F96531" w:rsidP="00F96531">
      <w:r>
        <w:t>243.9308</w:t>
      </w:r>
      <w:r>
        <w:tab/>
        <w:t>1.013e0</w:t>
      </w:r>
    </w:p>
    <w:p w:rsidR="00F96531" w:rsidRDefault="00F96531" w:rsidP="00F96531">
      <w:r>
        <w:t>243.9657</w:t>
      </w:r>
      <w:r>
        <w:tab/>
        <w:t>1.013e0</w:t>
      </w:r>
    </w:p>
    <w:p w:rsidR="00F96531" w:rsidRDefault="00F96531" w:rsidP="00F96531">
      <w:r>
        <w:t>243.9887</w:t>
      </w:r>
      <w:r>
        <w:tab/>
        <w:t>1.013e0</w:t>
      </w:r>
    </w:p>
    <w:p w:rsidR="00F96531" w:rsidRDefault="00F96531" w:rsidP="00F96531">
      <w:r>
        <w:t>243.9912</w:t>
      </w:r>
      <w:r>
        <w:tab/>
        <w:t>2.025e0</w:t>
      </w:r>
    </w:p>
    <w:p w:rsidR="00F96531" w:rsidRDefault="00F96531" w:rsidP="00F96531">
      <w:r>
        <w:t>244.0076</w:t>
      </w:r>
      <w:r>
        <w:tab/>
        <w:t>2.025e0</w:t>
      </w:r>
    </w:p>
    <w:p w:rsidR="00F96531" w:rsidRDefault="00F96531" w:rsidP="00F96531">
      <w:r>
        <w:t>244.0154</w:t>
      </w:r>
      <w:r>
        <w:tab/>
        <w:t>2.025e0</w:t>
      </w:r>
    </w:p>
    <w:p w:rsidR="00F96531" w:rsidRDefault="00F96531" w:rsidP="00F96531">
      <w:r>
        <w:t>244.0182</w:t>
      </w:r>
      <w:r>
        <w:tab/>
        <w:t>2.025e0</w:t>
      </w:r>
    </w:p>
    <w:p w:rsidR="00F96531" w:rsidRDefault="00F96531" w:rsidP="00F96531">
      <w:r>
        <w:t>244.0199</w:t>
      </w:r>
      <w:r>
        <w:tab/>
        <w:t>3.038e0</w:t>
      </w:r>
    </w:p>
    <w:p w:rsidR="00F96531" w:rsidRDefault="00F96531" w:rsidP="00F96531">
      <w:r>
        <w:t>244.0232</w:t>
      </w:r>
      <w:r>
        <w:tab/>
        <w:t>2.025e0</w:t>
      </w:r>
    </w:p>
    <w:p w:rsidR="00F96531" w:rsidRDefault="00F96531" w:rsidP="00F96531">
      <w:r>
        <w:t>244.0271</w:t>
      </w:r>
      <w:r>
        <w:tab/>
        <w:t>2.025e0</w:t>
      </w:r>
    </w:p>
    <w:p w:rsidR="00F96531" w:rsidRDefault="00F96531" w:rsidP="00F96531">
      <w:r>
        <w:t>244.0300</w:t>
      </w:r>
      <w:r>
        <w:tab/>
        <w:t>1.013e0</w:t>
      </w:r>
    </w:p>
    <w:p w:rsidR="00F96531" w:rsidRDefault="00F96531" w:rsidP="00F96531">
      <w:r>
        <w:t>244.0561</w:t>
      </w:r>
      <w:r>
        <w:tab/>
        <w:t>1.013e0</w:t>
      </w:r>
    </w:p>
    <w:p w:rsidR="00F96531" w:rsidRDefault="00F96531" w:rsidP="00F96531">
      <w:r>
        <w:lastRenderedPageBreak/>
        <w:t>244.0572</w:t>
      </w:r>
      <w:r>
        <w:tab/>
        <w:t>1.013e0</w:t>
      </w:r>
    </w:p>
    <w:p w:rsidR="00F96531" w:rsidRDefault="00F96531" w:rsidP="00F96531">
      <w:r>
        <w:t>244.0600</w:t>
      </w:r>
      <w:r>
        <w:tab/>
        <w:t>1.013e0</w:t>
      </w:r>
    </w:p>
    <w:p w:rsidR="00F96531" w:rsidRDefault="00F96531" w:rsidP="00F96531">
      <w:r>
        <w:t>244.0690</w:t>
      </w:r>
      <w:r>
        <w:tab/>
        <w:t>1.013e0</w:t>
      </w:r>
    </w:p>
    <w:p w:rsidR="00F96531" w:rsidRDefault="00F96531" w:rsidP="00F96531">
      <w:r>
        <w:t>244.0722</w:t>
      </w:r>
      <w:r>
        <w:tab/>
        <w:t>4.051e0</w:t>
      </w:r>
    </w:p>
    <w:p w:rsidR="00F96531" w:rsidRDefault="00F96531" w:rsidP="00F96531">
      <w:r>
        <w:t>244.0757</w:t>
      </w:r>
      <w:r>
        <w:tab/>
        <w:t>1.013e0</w:t>
      </w:r>
    </w:p>
    <w:p w:rsidR="00F96531" w:rsidRDefault="00F96531" w:rsidP="00F96531">
      <w:r>
        <w:t>244.0768</w:t>
      </w:r>
      <w:r>
        <w:tab/>
        <w:t>1.013e0</w:t>
      </w:r>
    </w:p>
    <w:p w:rsidR="00F96531" w:rsidRDefault="00F96531" w:rsidP="00F96531">
      <w:r>
        <w:t>244.0780</w:t>
      </w:r>
      <w:r>
        <w:tab/>
        <w:t>2.025e0</w:t>
      </w:r>
    </w:p>
    <w:p w:rsidR="00F96531" w:rsidRDefault="00F96531" w:rsidP="00F96531">
      <w:r>
        <w:t>244.0935</w:t>
      </w:r>
      <w:r>
        <w:tab/>
        <w:t>1.013e0</w:t>
      </w:r>
    </w:p>
    <w:p w:rsidR="00F96531" w:rsidRDefault="00F96531" w:rsidP="00F96531">
      <w:r>
        <w:t>244.1057</w:t>
      </w:r>
      <w:r>
        <w:tab/>
        <w:t>1.013e0</w:t>
      </w:r>
    </w:p>
    <w:p w:rsidR="00F96531" w:rsidRDefault="00F96531" w:rsidP="00F96531">
      <w:r>
        <w:t>244.1186</w:t>
      </w:r>
      <w:r>
        <w:tab/>
        <w:t>2.025e0</w:t>
      </w:r>
    </w:p>
    <w:p w:rsidR="00F96531" w:rsidRDefault="00F96531" w:rsidP="00F96531">
      <w:r>
        <w:t>244.1264</w:t>
      </w:r>
      <w:r>
        <w:tab/>
        <w:t>1.013e0</w:t>
      </w:r>
    </w:p>
    <w:p w:rsidR="00F96531" w:rsidRDefault="00F96531" w:rsidP="00F96531">
      <w:r>
        <w:t>244.1275</w:t>
      </w:r>
      <w:r>
        <w:tab/>
        <w:t>4.051e0</w:t>
      </w:r>
    </w:p>
    <w:p w:rsidR="00F96531" w:rsidRDefault="00F96531" w:rsidP="00F96531">
      <w:r>
        <w:t>244.1345</w:t>
      </w:r>
      <w:r>
        <w:tab/>
        <w:t>1.013e0</w:t>
      </w:r>
    </w:p>
    <w:p w:rsidR="00F96531" w:rsidRDefault="00F96531" w:rsidP="00F96531">
      <w:r>
        <w:t>244.1476</w:t>
      </w:r>
      <w:r>
        <w:tab/>
        <w:t>1.013e0</w:t>
      </w:r>
    </w:p>
    <w:p w:rsidR="00F96531" w:rsidRDefault="00F96531" w:rsidP="00F96531">
      <w:r>
        <w:t>244.1526</w:t>
      </w:r>
      <w:r>
        <w:tab/>
        <w:t>3.038e0</w:t>
      </w:r>
    </w:p>
    <w:p w:rsidR="00F96531" w:rsidRDefault="00F96531" w:rsidP="00F96531">
      <w:r>
        <w:t>244.1565</w:t>
      </w:r>
      <w:r>
        <w:tab/>
        <w:t>2.025e0</w:t>
      </w:r>
    </w:p>
    <w:p w:rsidR="00F96531" w:rsidRDefault="00F96531" w:rsidP="00F96531">
      <w:r>
        <w:t>244.1585</w:t>
      </w:r>
      <w:r>
        <w:tab/>
        <w:t>2.025e0</w:t>
      </w:r>
    </w:p>
    <w:p w:rsidR="00F96531" w:rsidRDefault="00F96531" w:rsidP="00F96531">
      <w:r>
        <w:t>244.1780</w:t>
      </w:r>
      <w:r>
        <w:tab/>
        <w:t>2.025e0</w:t>
      </w:r>
    </w:p>
    <w:p w:rsidR="00F96531" w:rsidRDefault="00F96531" w:rsidP="00F96531">
      <w:r>
        <w:t>244.1857</w:t>
      </w:r>
      <w:r>
        <w:tab/>
        <w:t>1.013e0</w:t>
      </w:r>
    </w:p>
    <w:p w:rsidR="00F96531" w:rsidRDefault="00F96531" w:rsidP="00F96531">
      <w:r>
        <w:lastRenderedPageBreak/>
        <w:t>244.1884</w:t>
      </w:r>
      <w:r>
        <w:tab/>
        <w:t>7.089e0</w:t>
      </w:r>
    </w:p>
    <w:p w:rsidR="00F96531" w:rsidRDefault="00F96531" w:rsidP="00F96531">
      <w:r>
        <w:t>244.1919</w:t>
      </w:r>
      <w:r>
        <w:tab/>
        <w:t>5.245e0</w:t>
      </w:r>
    </w:p>
    <w:p w:rsidR="00F96531" w:rsidRDefault="00F96531" w:rsidP="00F96531">
      <w:r>
        <w:t>244.1935</w:t>
      </w:r>
      <w:r>
        <w:tab/>
        <w:t>3.038e0</w:t>
      </w:r>
    </w:p>
    <w:p w:rsidR="00F96531" w:rsidRDefault="00F96531" w:rsidP="00F96531">
      <w:r>
        <w:t>244.1949</w:t>
      </w:r>
      <w:r>
        <w:tab/>
        <w:t>2.025e0</w:t>
      </w:r>
    </w:p>
    <w:p w:rsidR="00F96531" w:rsidRDefault="00F96531" w:rsidP="00F96531">
      <w:r>
        <w:t>244.2179</w:t>
      </w:r>
      <w:r>
        <w:tab/>
        <w:t>1.013e0</w:t>
      </w:r>
    </w:p>
    <w:p w:rsidR="00F96531" w:rsidRDefault="00F96531" w:rsidP="00F96531">
      <w:r>
        <w:t>244.2221</w:t>
      </w:r>
      <w:r>
        <w:tab/>
        <w:t>1.013e0</w:t>
      </w:r>
    </w:p>
    <w:p w:rsidR="00F96531" w:rsidRDefault="00F96531" w:rsidP="00F96531">
      <w:r>
        <w:t>244.2307</w:t>
      </w:r>
      <w:r>
        <w:tab/>
        <w:t>5.063e0</w:t>
      </w:r>
    </w:p>
    <w:p w:rsidR="00F96531" w:rsidRDefault="00F96531" w:rsidP="00F96531">
      <w:r>
        <w:t>244.2348</w:t>
      </w:r>
      <w:r>
        <w:tab/>
        <w:t>1.013e0</w:t>
      </w:r>
    </w:p>
    <w:p w:rsidR="00F96531" w:rsidRDefault="00F96531" w:rsidP="00F96531">
      <w:r>
        <w:t>244.2358</w:t>
      </w:r>
      <w:r>
        <w:tab/>
        <w:t>2.025e0</w:t>
      </w:r>
    </w:p>
    <w:p w:rsidR="00F96531" w:rsidRDefault="00F96531" w:rsidP="00F96531">
      <w:r>
        <w:t>244.2493</w:t>
      </w:r>
      <w:r>
        <w:tab/>
        <w:t>3.038e0</w:t>
      </w:r>
    </w:p>
    <w:p w:rsidR="00F96531" w:rsidRDefault="00F96531" w:rsidP="00F96531">
      <w:r>
        <w:t>244.2548</w:t>
      </w:r>
      <w:r>
        <w:tab/>
        <w:t>1.013e0</w:t>
      </w:r>
    </w:p>
    <w:p w:rsidR="00F96531" w:rsidRDefault="00F96531" w:rsidP="00F96531">
      <w:r>
        <w:t>244.2803</w:t>
      </w:r>
      <w:r>
        <w:tab/>
        <w:t>1.013e0</w:t>
      </w:r>
    </w:p>
    <w:p w:rsidR="00F96531" w:rsidRDefault="00F96531" w:rsidP="00F96531">
      <w:r>
        <w:t>244.2814</w:t>
      </w:r>
      <w:r>
        <w:tab/>
        <w:t>2.025e0</w:t>
      </w:r>
    </w:p>
    <w:p w:rsidR="00F96531" w:rsidRDefault="00F96531" w:rsidP="00F96531">
      <w:r>
        <w:t>244.2996</w:t>
      </w:r>
      <w:r>
        <w:tab/>
        <w:t>2.025e0</w:t>
      </w:r>
    </w:p>
    <w:p w:rsidR="00F96531" w:rsidRDefault="00F96531" w:rsidP="00F96531">
      <w:r>
        <w:t>244.3045</w:t>
      </w:r>
      <w:r>
        <w:tab/>
        <w:t>1.013e0</w:t>
      </w:r>
    </w:p>
    <w:p w:rsidR="00F96531" w:rsidRDefault="00F96531" w:rsidP="00F96531">
      <w:r>
        <w:t>244.3225</w:t>
      </w:r>
      <w:r>
        <w:tab/>
        <w:t>1.013e0</w:t>
      </w:r>
    </w:p>
    <w:p w:rsidR="00F96531" w:rsidRDefault="00F96531" w:rsidP="00F96531">
      <w:r>
        <w:t>244.3681</w:t>
      </w:r>
      <w:r>
        <w:tab/>
        <w:t>1.013e0</w:t>
      </w:r>
    </w:p>
    <w:p w:rsidR="00F96531" w:rsidRDefault="00F96531" w:rsidP="00F96531">
      <w:r>
        <w:t>244.3970</w:t>
      </w:r>
      <w:r>
        <w:tab/>
        <w:t>1.013e0</w:t>
      </w:r>
    </w:p>
    <w:p w:rsidR="00F96531" w:rsidRDefault="00F96531" w:rsidP="00F96531">
      <w:r>
        <w:t>244.4091</w:t>
      </w:r>
      <w:r>
        <w:tab/>
        <w:t>1.013e0</w:t>
      </w:r>
    </w:p>
    <w:p w:rsidR="00F96531" w:rsidRDefault="00F96531" w:rsidP="00F96531">
      <w:r>
        <w:lastRenderedPageBreak/>
        <w:t>244.4338</w:t>
      </w:r>
      <w:r>
        <w:tab/>
        <w:t>1.013e0</w:t>
      </w:r>
    </w:p>
    <w:p w:rsidR="00F96531" w:rsidRDefault="00F96531" w:rsidP="00F96531">
      <w:r>
        <w:t>244.4428</w:t>
      </w:r>
      <w:r>
        <w:tab/>
        <w:t>1.013e0</w:t>
      </w:r>
    </w:p>
    <w:p w:rsidR="00F96531" w:rsidRDefault="00F96531" w:rsidP="00F96531">
      <w:r>
        <w:t>244.4495</w:t>
      </w:r>
      <w:r>
        <w:tab/>
        <w:t>1.013e0</w:t>
      </w:r>
    </w:p>
    <w:p w:rsidR="00F96531" w:rsidRDefault="00F96531" w:rsidP="00F96531">
      <w:r>
        <w:t>244.4925</w:t>
      </w:r>
      <w:r>
        <w:tab/>
        <w:t>1.013e0</w:t>
      </w:r>
    </w:p>
    <w:p w:rsidR="00F96531" w:rsidRDefault="00F96531" w:rsidP="00F96531">
      <w:r>
        <w:t>244.5004</w:t>
      </w:r>
      <w:r>
        <w:tab/>
        <w:t>1.013e0</w:t>
      </w:r>
    </w:p>
    <w:p w:rsidR="00F96531" w:rsidRDefault="00F96531" w:rsidP="00F96531">
      <w:r>
        <w:t>244.5084</w:t>
      </w:r>
      <w:r>
        <w:tab/>
        <w:t>1.013e0</w:t>
      </w:r>
    </w:p>
    <w:p w:rsidR="00F96531" w:rsidRDefault="00F96531" w:rsidP="00F96531">
      <w:r>
        <w:t>244.5186</w:t>
      </w:r>
      <w:r>
        <w:tab/>
        <w:t>1.013e0</w:t>
      </w:r>
    </w:p>
    <w:p w:rsidR="00F96531" w:rsidRDefault="00F96531" w:rsidP="00F96531">
      <w:r>
        <w:t>244.5253</w:t>
      </w:r>
      <w:r>
        <w:tab/>
        <w:t>1.013e0</w:t>
      </w:r>
    </w:p>
    <w:p w:rsidR="00F96531" w:rsidRDefault="00F96531" w:rsidP="00F96531">
      <w:r>
        <w:t>244.5421</w:t>
      </w:r>
      <w:r>
        <w:tab/>
        <w:t>1.013e0</w:t>
      </w:r>
    </w:p>
    <w:p w:rsidR="00F96531" w:rsidRDefault="00F96531" w:rsidP="00F96531">
      <w:r>
        <w:t>244.5495</w:t>
      </w:r>
      <w:r>
        <w:tab/>
        <w:t>1.013e0</w:t>
      </w:r>
    </w:p>
    <w:p w:rsidR="00F96531" w:rsidRDefault="00F96531" w:rsidP="00F96531">
      <w:r>
        <w:t>244.5868</w:t>
      </w:r>
      <w:r>
        <w:tab/>
        <w:t>1.013e0</w:t>
      </w:r>
    </w:p>
    <w:p w:rsidR="00F96531" w:rsidRDefault="00F96531" w:rsidP="00F96531">
      <w:r>
        <w:t>244.6099</w:t>
      </w:r>
      <w:r>
        <w:tab/>
        <w:t>1.013e0</w:t>
      </w:r>
    </w:p>
    <w:p w:rsidR="00F96531" w:rsidRDefault="00F96531" w:rsidP="00F96531">
      <w:r>
        <w:t>244.6337</w:t>
      </w:r>
      <w:r>
        <w:tab/>
        <w:t>1.013e0</w:t>
      </w:r>
    </w:p>
    <w:p w:rsidR="00F96531" w:rsidRDefault="00F96531" w:rsidP="00F96531">
      <w:r>
        <w:t>244.6598</w:t>
      </w:r>
      <w:r>
        <w:tab/>
        <w:t>1.013e0</w:t>
      </w:r>
    </w:p>
    <w:p w:rsidR="00F96531" w:rsidRDefault="00F96531" w:rsidP="00F96531">
      <w:r>
        <w:t>244.6715</w:t>
      </w:r>
      <w:r>
        <w:tab/>
        <w:t>1.013e0</w:t>
      </w:r>
    </w:p>
    <w:p w:rsidR="00F96531" w:rsidRDefault="00F96531" w:rsidP="00F96531">
      <w:r>
        <w:t>244.6911</w:t>
      </w:r>
      <w:r>
        <w:tab/>
        <w:t>1.013e0</w:t>
      </w:r>
    </w:p>
    <w:p w:rsidR="00F96531" w:rsidRDefault="00F96531" w:rsidP="00F96531">
      <w:r>
        <w:t>244.7045</w:t>
      </w:r>
      <w:r>
        <w:tab/>
        <w:t>1.013e0</w:t>
      </w:r>
    </w:p>
    <w:p w:rsidR="00F96531" w:rsidRDefault="00F96531" w:rsidP="00F96531">
      <w:r>
        <w:t>244.7084</w:t>
      </w:r>
      <w:r>
        <w:tab/>
        <w:t>1.013e0</w:t>
      </w:r>
    </w:p>
    <w:p w:rsidR="00F96531" w:rsidRDefault="00F96531" w:rsidP="00F96531">
      <w:r>
        <w:t>244.7162</w:t>
      </w:r>
      <w:r>
        <w:tab/>
        <w:t>1.013e0</w:t>
      </w:r>
    </w:p>
    <w:p w:rsidR="00F96531" w:rsidRDefault="00F96531" w:rsidP="00F96531">
      <w:r>
        <w:lastRenderedPageBreak/>
        <w:t>244.7290</w:t>
      </w:r>
      <w:r>
        <w:tab/>
        <w:t>1.013e0</w:t>
      </w:r>
    </w:p>
    <w:p w:rsidR="00F96531" w:rsidRDefault="00F96531" w:rsidP="00F96531">
      <w:r>
        <w:t>244.7503</w:t>
      </w:r>
      <w:r>
        <w:tab/>
        <w:t>1.013e0</w:t>
      </w:r>
    </w:p>
    <w:p w:rsidR="00F96531" w:rsidRDefault="00F96531" w:rsidP="00F96531">
      <w:r>
        <w:t>244.7580</w:t>
      </w:r>
      <w:r>
        <w:tab/>
        <w:t>1.013e0</w:t>
      </w:r>
    </w:p>
    <w:p w:rsidR="00F96531" w:rsidRDefault="00F96531" w:rsidP="00F96531">
      <w:r>
        <w:t>244.7910</w:t>
      </w:r>
      <w:r>
        <w:tab/>
        <w:t>2.025e0</w:t>
      </w:r>
    </w:p>
    <w:p w:rsidR="00F96531" w:rsidRDefault="00F96531" w:rsidP="00F96531">
      <w:r>
        <w:t>244.7972</w:t>
      </w:r>
      <w:r>
        <w:tab/>
        <w:t>1.013e0</w:t>
      </w:r>
    </w:p>
    <w:p w:rsidR="00F96531" w:rsidRDefault="00F96531" w:rsidP="00F96531">
      <w:r>
        <w:t>244.8038</w:t>
      </w:r>
      <w:r>
        <w:tab/>
        <w:t>1.013e0</w:t>
      </w:r>
    </w:p>
    <w:p w:rsidR="00F96531" w:rsidRDefault="00F96531" w:rsidP="00F96531">
      <w:r>
        <w:t>244.8128</w:t>
      </w:r>
      <w:r>
        <w:tab/>
        <w:t>1.013e0</w:t>
      </w:r>
    </w:p>
    <w:p w:rsidR="00F96531" w:rsidRDefault="00F96531" w:rsidP="00F96531">
      <w:r>
        <w:t>244.8158</w:t>
      </w:r>
      <w:r>
        <w:tab/>
        <w:t>2.025e0</w:t>
      </w:r>
    </w:p>
    <w:p w:rsidR="00F96531" w:rsidRDefault="00F96531" w:rsidP="00F96531">
      <w:r>
        <w:t>244.8625</w:t>
      </w:r>
      <w:r>
        <w:tab/>
        <w:t>1.013e0</w:t>
      </w:r>
    </w:p>
    <w:p w:rsidR="00F96531" w:rsidRDefault="00F96531" w:rsidP="00F96531">
      <w:r>
        <w:t>244.8783</w:t>
      </w:r>
      <w:r>
        <w:tab/>
        <w:t>1.013e0</w:t>
      </w:r>
    </w:p>
    <w:p w:rsidR="00F96531" w:rsidRDefault="00F96531" w:rsidP="00F96531">
      <w:r>
        <w:t>244.9044</w:t>
      </w:r>
      <w:r>
        <w:tab/>
        <w:t>1.013e0</w:t>
      </w:r>
    </w:p>
    <w:p w:rsidR="00F96531" w:rsidRDefault="00F96531" w:rsidP="00F96531">
      <w:r>
        <w:t>244.9122</w:t>
      </w:r>
      <w:r>
        <w:tab/>
        <w:t>1.013e0</w:t>
      </w:r>
    </w:p>
    <w:p w:rsidR="00F96531" w:rsidRDefault="00F96531" w:rsidP="00F96531">
      <w:r>
        <w:t>244.9286</w:t>
      </w:r>
      <w:r>
        <w:tab/>
        <w:t>1.013e0</w:t>
      </w:r>
    </w:p>
    <w:p w:rsidR="00F96531" w:rsidRDefault="00F96531" w:rsidP="00F96531">
      <w:r>
        <w:t>244.9569</w:t>
      </w:r>
      <w:r>
        <w:tab/>
        <w:t>1.013e0</w:t>
      </w:r>
    </w:p>
    <w:p w:rsidR="00F96531" w:rsidRDefault="00F96531" w:rsidP="00F96531">
      <w:r>
        <w:t>244.9881</w:t>
      </w:r>
      <w:r>
        <w:tab/>
        <w:t>2.025e0</w:t>
      </w:r>
    </w:p>
    <w:p w:rsidR="00F96531" w:rsidRDefault="00F96531" w:rsidP="00F96531">
      <w:r>
        <w:t>245.0027</w:t>
      </w:r>
      <w:r>
        <w:tab/>
        <w:t>1.013e0</w:t>
      </w:r>
    </w:p>
    <w:p w:rsidR="00F96531" w:rsidRDefault="00F96531" w:rsidP="00F96531">
      <w:r>
        <w:t>245.0484</w:t>
      </w:r>
      <w:r>
        <w:tab/>
        <w:t>5.063e0</w:t>
      </w:r>
    </w:p>
    <w:p w:rsidR="00F96531" w:rsidRDefault="00F96531" w:rsidP="00F96531">
      <w:r>
        <w:t>245.0499</w:t>
      </w:r>
      <w:r>
        <w:tab/>
        <w:t>5.063e0</w:t>
      </w:r>
    </w:p>
    <w:p w:rsidR="00F96531" w:rsidRDefault="00F96531" w:rsidP="00F96531">
      <w:r>
        <w:t>245.0535</w:t>
      </w:r>
      <w:r>
        <w:tab/>
        <w:t>8.101e0</w:t>
      </w:r>
    </w:p>
    <w:p w:rsidR="00F96531" w:rsidRDefault="00F96531" w:rsidP="00F96531">
      <w:r>
        <w:lastRenderedPageBreak/>
        <w:t>245.0567</w:t>
      </w:r>
      <w:r>
        <w:tab/>
        <w:t>2.248e1</w:t>
      </w:r>
    </w:p>
    <w:p w:rsidR="00F96531" w:rsidRDefault="00F96531" w:rsidP="00F96531">
      <w:r>
        <w:t>245.0591</w:t>
      </w:r>
      <w:r>
        <w:tab/>
        <w:t>1.832e1</w:t>
      </w:r>
    </w:p>
    <w:p w:rsidR="00F96531" w:rsidRDefault="00F96531" w:rsidP="00F96531">
      <w:r>
        <w:t>245.0699</w:t>
      </w:r>
      <w:r>
        <w:tab/>
        <w:t>7.497e0</w:t>
      </w:r>
    </w:p>
    <w:p w:rsidR="00F96531" w:rsidRDefault="00F96531" w:rsidP="00F96531">
      <w:r>
        <w:t>245.0928</w:t>
      </w:r>
      <w:r>
        <w:tab/>
        <w:t>3.938e0</w:t>
      </w:r>
    </w:p>
    <w:p w:rsidR="00F96531" w:rsidRDefault="00F96531" w:rsidP="00F96531">
      <w:r>
        <w:t>245.1024</w:t>
      </w:r>
      <w:r>
        <w:tab/>
        <w:t>2.025e0</w:t>
      </w:r>
    </w:p>
    <w:p w:rsidR="00F96531" w:rsidRDefault="00F96531" w:rsidP="00F96531">
      <w:r>
        <w:t>245.1293</w:t>
      </w:r>
      <w:r>
        <w:tab/>
        <w:t>2.025e0</w:t>
      </w:r>
    </w:p>
    <w:p w:rsidR="00F96531" w:rsidRDefault="00F96531" w:rsidP="00F96531">
      <w:r>
        <w:t>245.1316</w:t>
      </w:r>
      <w:r>
        <w:tab/>
        <w:t>3.038e0</w:t>
      </w:r>
    </w:p>
    <w:p w:rsidR="00F96531" w:rsidRDefault="00F96531" w:rsidP="00F96531">
      <w:r>
        <w:t>245.1411</w:t>
      </w:r>
      <w:r>
        <w:tab/>
        <w:t>2.025e0</w:t>
      </w:r>
    </w:p>
    <w:p w:rsidR="00F96531" w:rsidRDefault="00F96531" w:rsidP="00F96531">
      <w:r>
        <w:t>245.1437</w:t>
      </w:r>
      <w:r>
        <w:tab/>
        <w:t>3.038e0</w:t>
      </w:r>
    </w:p>
    <w:p w:rsidR="00F96531" w:rsidRDefault="00F96531" w:rsidP="00F96531">
      <w:r>
        <w:t>245.1452</w:t>
      </w:r>
      <w:r>
        <w:tab/>
        <w:t>2.025e0</w:t>
      </w:r>
    </w:p>
    <w:p w:rsidR="00F96531" w:rsidRDefault="00F96531" w:rsidP="00F96531">
      <w:r>
        <w:t>245.1541</w:t>
      </w:r>
      <w:r>
        <w:tab/>
        <w:t>2.025e0</w:t>
      </w:r>
    </w:p>
    <w:p w:rsidR="00F96531" w:rsidRDefault="00F96531" w:rsidP="00F96531">
      <w:r>
        <w:t>245.1583</w:t>
      </w:r>
      <w:r>
        <w:tab/>
        <w:t>1.013e0</w:t>
      </w:r>
    </w:p>
    <w:p w:rsidR="00F96531" w:rsidRDefault="00F96531" w:rsidP="00F96531">
      <w:r>
        <w:t>245.1701</w:t>
      </w:r>
      <w:r>
        <w:tab/>
        <w:t>1.013e0</w:t>
      </w:r>
    </w:p>
    <w:p w:rsidR="00F96531" w:rsidRDefault="00F96531" w:rsidP="00F96531">
      <w:r>
        <w:t>245.1751</w:t>
      </w:r>
      <w:r>
        <w:tab/>
        <w:t>1.013e0</w:t>
      </w:r>
    </w:p>
    <w:p w:rsidR="00F96531" w:rsidRDefault="00F96531" w:rsidP="00F96531">
      <w:r>
        <w:t>245.1790</w:t>
      </w:r>
      <w:r>
        <w:tab/>
        <w:t>1.013e0</w:t>
      </w:r>
    </w:p>
    <w:p w:rsidR="00F96531" w:rsidRDefault="00F96531" w:rsidP="00F96531">
      <w:r>
        <w:t>245.1869</w:t>
      </w:r>
      <w:r>
        <w:tab/>
        <w:t>1.013e0</w:t>
      </w:r>
    </w:p>
    <w:p w:rsidR="00F96531" w:rsidRDefault="00F96531" w:rsidP="00F96531">
      <w:r>
        <w:t>245.1914</w:t>
      </w:r>
      <w:r>
        <w:tab/>
        <w:t>3.569e0</w:t>
      </w:r>
    </w:p>
    <w:p w:rsidR="00F96531" w:rsidRDefault="00F96531" w:rsidP="00F96531">
      <w:r>
        <w:t>245.2040</w:t>
      </w:r>
      <w:r>
        <w:tab/>
        <w:t>3.038e0</w:t>
      </w:r>
    </w:p>
    <w:p w:rsidR="00F96531" w:rsidRDefault="00F96531" w:rsidP="00F96531">
      <w:r>
        <w:t>245.2061</w:t>
      </w:r>
      <w:r>
        <w:tab/>
        <w:t>2.025e0</w:t>
      </w:r>
    </w:p>
    <w:p w:rsidR="00F96531" w:rsidRDefault="00F96531" w:rsidP="00F96531">
      <w:r>
        <w:lastRenderedPageBreak/>
        <w:t>245.2083</w:t>
      </w:r>
      <w:r>
        <w:tab/>
        <w:t>3.038e0</w:t>
      </w:r>
    </w:p>
    <w:p w:rsidR="00F96531" w:rsidRDefault="00F96531" w:rsidP="00F96531">
      <w:r>
        <w:t>245.2132</w:t>
      </w:r>
      <w:r>
        <w:tab/>
        <w:t>2.025e0</w:t>
      </w:r>
    </w:p>
    <w:p w:rsidR="00F96531" w:rsidRDefault="00F96531" w:rsidP="00F96531">
      <w:r>
        <w:t>245.2198</w:t>
      </w:r>
      <w:r>
        <w:tab/>
        <w:t>2.025e0</w:t>
      </w:r>
    </w:p>
    <w:p w:rsidR="00F96531" w:rsidRDefault="00F96531" w:rsidP="00F96531">
      <w:r>
        <w:t>245.2288</w:t>
      </w:r>
      <w:r>
        <w:tab/>
        <w:t>1.013e0</w:t>
      </w:r>
    </w:p>
    <w:p w:rsidR="00F96531" w:rsidRDefault="00F96531" w:rsidP="00F96531">
      <w:r>
        <w:t>245.2404</w:t>
      </w:r>
      <w:r>
        <w:tab/>
        <w:t>3.038e0</w:t>
      </w:r>
    </w:p>
    <w:p w:rsidR="00F96531" w:rsidRDefault="00F96531" w:rsidP="00F96531">
      <w:r>
        <w:t>245.2617</w:t>
      </w:r>
      <w:r>
        <w:tab/>
        <w:t>1.013e0</w:t>
      </w:r>
    </w:p>
    <w:p w:rsidR="00F96531" w:rsidRDefault="00F96531" w:rsidP="00F96531">
      <w:r>
        <w:t>245.2648</w:t>
      </w:r>
      <w:r>
        <w:tab/>
        <w:t>2.025e0</w:t>
      </w:r>
    </w:p>
    <w:p w:rsidR="00F96531" w:rsidRDefault="00F96531" w:rsidP="00F96531">
      <w:r>
        <w:t>245.2746</w:t>
      </w:r>
      <w:r>
        <w:tab/>
        <w:t>1.013e0</w:t>
      </w:r>
    </w:p>
    <w:p w:rsidR="00F96531" w:rsidRDefault="00F96531" w:rsidP="00F96531">
      <w:r>
        <w:t>245.3086</w:t>
      </w:r>
      <w:r>
        <w:tab/>
        <w:t>1.013e0</w:t>
      </w:r>
    </w:p>
    <w:p w:rsidR="00F96531" w:rsidRDefault="00F96531" w:rsidP="00F96531">
      <w:r>
        <w:t>245.3114</w:t>
      </w:r>
      <w:r>
        <w:tab/>
        <w:t>1.013e0</w:t>
      </w:r>
    </w:p>
    <w:p w:rsidR="00F96531" w:rsidRDefault="00F96531" w:rsidP="00F96531">
      <w:r>
        <w:t>245.3494</w:t>
      </w:r>
      <w:r>
        <w:tab/>
        <w:t>1.013e0</w:t>
      </w:r>
    </w:p>
    <w:p w:rsidR="00F96531" w:rsidRDefault="00F96531" w:rsidP="00F96531">
      <w:r>
        <w:t>245.3752</w:t>
      </w:r>
      <w:r>
        <w:tab/>
        <w:t>2.025e0</w:t>
      </w:r>
    </w:p>
    <w:p w:rsidR="00F96531" w:rsidRDefault="00F96531" w:rsidP="00F96531">
      <w:r>
        <w:t>245.3826</w:t>
      </w:r>
      <w:r>
        <w:tab/>
        <w:t>3.038e0</w:t>
      </w:r>
    </w:p>
    <w:p w:rsidR="00F96531" w:rsidRDefault="00F96531" w:rsidP="00F96531">
      <w:r>
        <w:t>245.3860</w:t>
      </w:r>
      <w:r>
        <w:tab/>
        <w:t>1.013e0</w:t>
      </w:r>
    </w:p>
    <w:p w:rsidR="00F96531" w:rsidRDefault="00F96531" w:rsidP="00F96531">
      <w:r>
        <w:t>245.3871</w:t>
      </w:r>
      <w:r>
        <w:tab/>
        <w:t>1.013e0</w:t>
      </w:r>
    </w:p>
    <w:p w:rsidR="00F96531" w:rsidRDefault="00F96531" w:rsidP="00F96531">
      <w:r>
        <w:t>245.4120</w:t>
      </w:r>
      <w:r>
        <w:tab/>
        <w:t>2.025e0</w:t>
      </w:r>
    </w:p>
    <w:p w:rsidR="00F96531" w:rsidRDefault="00F96531" w:rsidP="00F96531">
      <w:r>
        <w:t>245.4188</w:t>
      </w:r>
      <w:r>
        <w:tab/>
        <w:t>1.013e0</w:t>
      </w:r>
    </w:p>
    <w:p w:rsidR="00F96531" w:rsidRDefault="00F96531" w:rsidP="00F96531">
      <w:r>
        <w:t>245.4283</w:t>
      </w:r>
      <w:r>
        <w:tab/>
        <w:t>1.013e0</w:t>
      </w:r>
    </w:p>
    <w:p w:rsidR="00F96531" w:rsidRDefault="00F96531" w:rsidP="00F96531">
      <w:r>
        <w:t>245.4329</w:t>
      </w:r>
      <w:r>
        <w:tab/>
        <w:t>1.013e0</w:t>
      </w:r>
    </w:p>
    <w:p w:rsidR="00F96531" w:rsidRDefault="00F96531" w:rsidP="00F96531">
      <w:r>
        <w:lastRenderedPageBreak/>
        <w:t>245.4364</w:t>
      </w:r>
      <w:r>
        <w:tab/>
        <w:t>1.013e0</w:t>
      </w:r>
    </w:p>
    <w:p w:rsidR="00F96531" w:rsidRDefault="00F96531" w:rsidP="00F96531">
      <w:r>
        <w:t>245.4410</w:t>
      </w:r>
      <w:r>
        <w:tab/>
        <w:t>1.013e0</w:t>
      </w:r>
    </w:p>
    <w:p w:rsidR="00F96531" w:rsidRDefault="00F96531" w:rsidP="00F96531">
      <w:r>
        <w:t>245.4674</w:t>
      </w:r>
      <w:r>
        <w:tab/>
        <w:t>2.025e0</w:t>
      </w:r>
    </w:p>
    <w:p w:rsidR="00F96531" w:rsidRDefault="00F96531" w:rsidP="00F96531">
      <w:r>
        <w:t>245.4833</w:t>
      </w:r>
      <w:r>
        <w:tab/>
        <w:t>1.013e0</w:t>
      </w:r>
    </w:p>
    <w:p w:rsidR="00F96531" w:rsidRDefault="00F96531" w:rsidP="00F96531">
      <w:r>
        <w:t>245.4996</w:t>
      </w:r>
      <w:r>
        <w:tab/>
        <w:t>1.013e0</w:t>
      </w:r>
    </w:p>
    <w:p w:rsidR="00F96531" w:rsidRDefault="00F96531" w:rsidP="00F96531">
      <w:r>
        <w:t>245.5199</w:t>
      </w:r>
      <w:r>
        <w:tab/>
        <w:t>1.013e0</w:t>
      </w:r>
    </w:p>
    <w:p w:rsidR="00F96531" w:rsidRDefault="00F96531" w:rsidP="00F96531">
      <w:r>
        <w:t>245.5444</w:t>
      </w:r>
      <w:r>
        <w:tab/>
        <w:t>2.025e0</w:t>
      </w:r>
    </w:p>
    <w:p w:rsidR="00F96531" w:rsidRDefault="00F96531" w:rsidP="00F96531">
      <w:r>
        <w:t>245.5534</w:t>
      </w:r>
      <w:r>
        <w:tab/>
        <w:t>1.013e0</w:t>
      </w:r>
    </w:p>
    <w:p w:rsidR="00F96531" w:rsidRDefault="00F96531" w:rsidP="00F96531">
      <w:r>
        <w:t>245.5572</w:t>
      </w:r>
      <w:r>
        <w:tab/>
        <w:t>6.076e0</w:t>
      </w:r>
    </w:p>
    <w:p w:rsidR="00F96531" w:rsidRDefault="00F96531" w:rsidP="00F96531">
      <w:r>
        <w:t>245.5592</w:t>
      </w:r>
      <w:r>
        <w:tab/>
        <w:t>4.051e0</w:t>
      </w:r>
    </w:p>
    <w:p w:rsidR="00F96531" w:rsidRDefault="00F96531" w:rsidP="00F96531">
      <w:r>
        <w:t>245.5723</w:t>
      </w:r>
      <w:r>
        <w:tab/>
        <w:t>3.038e0</w:t>
      </w:r>
    </w:p>
    <w:p w:rsidR="00F96531" w:rsidRDefault="00F96531" w:rsidP="00F96531">
      <w:r>
        <w:t>245.5746</w:t>
      </w:r>
      <w:r>
        <w:tab/>
        <w:t>4.051e0</w:t>
      </w:r>
    </w:p>
    <w:p w:rsidR="00F96531" w:rsidRDefault="00F96531" w:rsidP="00F96531">
      <w:r>
        <w:t>245.5844</w:t>
      </w:r>
      <w:r>
        <w:tab/>
        <w:t>2.025e0</w:t>
      </w:r>
    </w:p>
    <w:p w:rsidR="00F96531" w:rsidRDefault="00F96531" w:rsidP="00F96531">
      <w:r>
        <w:t>245.5912</w:t>
      </w:r>
      <w:r>
        <w:tab/>
        <w:t>1.013e0</w:t>
      </w:r>
    </w:p>
    <w:p w:rsidR="00F96531" w:rsidRDefault="00F96531" w:rsidP="00F96531">
      <w:r>
        <w:t>245.6150</w:t>
      </w:r>
      <w:r>
        <w:tab/>
        <w:t>1.013e0</w:t>
      </w:r>
    </w:p>
    <w:p w:rsidR="00F96531" w:rsidRDefault="00F96531" w:rsidP="00F96531">
      <w:r>
        <w:t>245.6242</w:t>
      </w:r>
      <w:r>
        <w:tab/>
        <w:t>1.013e0</w:t>
      </w:r>
    </w:p>
    <w:p w:rsidR="00F96531" w:rsidRDefault="00F96531" w:rsidP="00F96531">
      <w:r>
        <w:t>245.6253</w:t>
      </w:r>
      <w:r>
        <w:tab/>
        <w:t>1.013e0</w:t>
      </w:r>
    </w:p>
    <w:p w:rsidR="00F96531" w:rsidRDefault="00F96531" w:rsidP="00F96531">
      <w:r>
        <w:t>245.6293</w:t>
      </w:r>
      <w:r>
        <w:tab/>
        <w:t>1.013e0</w:t>
      </w:r>
    </w:p>
    <w:p w:rsidR="00F96531" w:rsidRDefault="00F96531" w:rsidP="00F96531">
      <w:r>
        <w:t>245.6953</w:t>
      </w:r>
      <w:r>
        <w:tab/>
        <w:t>3.038e0</w:t>
      </w:r>
    </w:p>
    <w:p w:rsidR="00F96531" w:rsidRDefault="00F96531" w:rsidP="00F96531">
      <w:r>
        <w:lastRenderedPageBreak/>
        <w:t>245.6986</w:t>
      </w:r>
      <w:r>
        <w:tab/>
        <w:t>1.013e0</w:t>
      </w:r>
    </w:p>
    <w:p w:rsidR="00F96531" w:rsidRDefault="00F96531" w:rsidP="00F96531">
      <w:r>
        <w:t>245.7327</w:t>
      </w:r>
      <w:r>
        <w:tab/>
        <w:t>1.013e0</w:t>
      </w:r>
    </w:p>
    <w:p w:rsidR="00F96531" w:rsidRDefault="00F96531" w:rsidP="00F96531">
      <w:r>
        <w:t>245.7405</w:t>
      </w:r>
      <w:r>
        <w:tab/>
        <w:t>1.013e0</w:t>
      </w:r>
    </w:p>
    <w:p w:rsidR="00F96531" w:rsidRDefault="00F96531" w:rsidP="00F96531">
      <w:r>
        <w:t>245.7491</w:t>
      </w:r>
      <w:r>
        <w:tab/>
        <w:t>2.025e0</w:t>
      </w:r>
    </w:p>
    <w:p w:rsidR="00F96531" w:rsidRDefault="00F96531" w:rsidP="00F96531">
      <w:r>
        <w:t>245.7536</w:t>
      </w:r>
      <w:r>
        <w:tab/>
        <w:t>3.038e0</w:t>
      </w:r>
    </w:p>
    <w:p w:rsidR="00F96531" w:rsidRDefault="00F96531" w:rsidP="00F96531">
      <w:r>
        <w:t>245.7921</w:t>
      </w:r>
      <w:r>
        <w:tab/>
        <w:t>2.025e0</w:t>
      </w:r>
    </w:p>
    <w:p w:rsidR="00F96531" w:rsidRDefault="00F96531" w:rsidP="00F96531">
      <w:r>
        <w:t>245.8029</w:t>
      </w:r>
      <w:r>
        <w:tab/>
        <w:t>1.013e0</w:t>
      </w:r>
    </w:p>
    <w:p w:rsidR="00F96531" w:rsidRDefault="00F96531" w:rsidP="00F96531">
      <w:r>
        <w:t>245.8164</w:t>
      </w:r>
      <w:r>
        <w:tab/>
        <w:t>1.013e0</w:t>
      </w:r>
    </w:p>
    <w:p w:rsidR="00F96531" w:rsidRDefault="00F96531" w:rsidP="00F96531">
      <w:r>
        <w:t>245.8442</w:t>
      </w:r>
      <w:r>
        <w:tab/>
        <w:t>1.013e0</w:t>
      </w:r>
    </w:p>
    <w:p w:rsidR="00F96531" w:rsidRDefault="00F96531" w:rsidP="00F96531">
      <w:r>
        <w:t>245.8453</w:t>
      </w:r>
      <w:r>
        <w:tab/>
        <w:t>1.013e0</w:t>
      </w:r>
    </w:p>
    <w:p w:rsidR="00F96531" w:rsidRDefault="00F96531" w:rsidP="00F96531">
      <w:r>
        <w:t>245.8780</w:t>
      </w:r>
      <w:r>
        <w:tab/>
        <w:t>1.013e0</w:t>
      </w:r>
    </w:p>
    <w:p w:rsidR="00F96531" w:rsidRDefault="00F96531" w:rsidP="00F96531">
      <w:r>
        <w:t>245.8865</w:t>
      </w:r>
      <w:r>
        <w:tab/>
        <w:t>1.013e0</w:t>
      </w:r>
    </w:p>
    <w:p w:rsidR="00F96531" w:rsidRDefault="00F96531" w:rsidP="00F96531">
      <w:r>
        <w:t>245.9110</w:t>
      </w:r>
      <w:r>
        <w:tab/>
        <w:t>1.013e0</w:t>
      </w:r>
    </w:p>
    <w:p w:rsidR="00F96531" w:rsidRDefault="00F96531" w:rsidP="00F96531">
      <w:r>
        <w:t>245.9126</w:t>
      </w:r>
      <w:r>
        <w:tab/>
        <w:t>3.038e0</w:t>
      </w:r>
    </w:p>
    <w:p w:rsidR="00F96531" w:rsidRDefault="00F96531" w:rsidP="00F96531">
      <w:r>
        <w:t>245.9278</w:t>
      </w:r>
      <w:r>
        <w:tab/>
        <w:t>1.013e0</w:t>
      </w:r>
    </w:p>
    <w:p w:rsidR="00F96531" w:rsidRDefault="00F96531" w:rsidP="00F96531">
      <w:r>
        <w:t>245.9528</w:t>
      </w:r>
      <w:r>
        <w:tab/>
        <w:t>1.013e0</w:t>
      </w:r>
    </w:p>
    <w:p w:rsidR="00F96531" w:rsidRDefault="00F96531" w:rsidP="00F96531">
      <w:r>
        <w:t>245.9608</w:t>
      </w:r>
      <w:r>
        <w:tab/>
        <w:t>1.013e0</w:t>
      </w:r>
    </w:p>
    <w:p w:rsidR="00F96531" w:rsidRDefault="00F96531" w:rsidP="00F96531">
      <w:r>
        <w:t>245.9670</w:t>
      </w:r>
      <w:r>
        <w:tab/>
        <w:t>2.898e0</w:t>
      </w:r>
    </w:p>
    <w:p w:rsidR="00F96531" w:rsidRDefault="00F96531" w:rsidP="00F96531">
      <w:r>
        <w:t>245.9882</w:t>
      </w:r>
      <w:r>
        <w:tab/>
        <w:t>1.519e1</w:t>
      </w:r>
    </w:p>
    <w:p w:rsidR="00F96531" w:rsidRDefault="00F96531" w:rsidP="00F96531">
      <w:r>
        <w:lastRenderedPageBreak/>
        <w:t>245.9941</w:t>
      </w:r>
      <w:r>
        <w:tab/>
        <w:t>8.101e0</w:t>
      </w:r>
    </w:p>
    <w:p w:rsidR="00F96531" w:rsidRDefault="00F96531" w:rsidP="00F96531">
      <w:r>
        <w:t>245.9959</w:t>
      </w:r>
      <w:r>
        <w:tab/>
        <w:t>1.202e1</w:t>
      </w:r>
    </w:p>
    <w:p w:rsidR="00F96531" w:rsidRDefault="00F96531" w:rsidP="00F96531">
      <w:r>
        <w:t>245.9987</w:t>
      </w:r>
      <w:r>
        <w:tab/>
        <w:t>9.254e0</w:t>
      </w:r>
    </w:p>
    <w:p w:rsidR="00F96531" w:rsidRDefault="00F96531" w:rsidP="00F96531">
      <w:r>
        <w:t>246.0036</w:t>
      </w:r>
      <w:r>
        <w:tab/>
        <w:t>4.898e0</w:t>
      </w:r>
    </w:p>
    <w:p w:rsidR="00F96531" w:rsidRDefault="00F96531" w:rsidP="00F96531">
      <w:r>
        <w:t>246.0085</w:t>
      </w:r>
      <w:r>
        <w:tab/>
        <w:t>1.620e1</w:t>
      </w:r>
    </w:p>
    <w:p w:rsidR="00F96531" w:rsidRDefault="00F96531" w:rsidP="00F96531">
      <w:r>
        <w:t>246.0417</w:t>
      </w:r>
      <w:r>
        <w:tab/>
        <w:t>1.013e0</w:t>
      </w:r>
    </w:p>
    <w:p w:rsidR="00F96531" w:rsidRDefault="00F96531" w:rsidP="00F96531">
      <w:r>
        <w:t>246.0494</w:t>
      </w:r>
      <w:r>
        <w:tab/>
        <w:t>6.076e0</w:t>
      </w:r>
    </w:p>
    <w:p w:rsidR="00F96531" w:rsidRDefault="00F96531" w:rsidP="00F96531">
      <w:r>
        <w:t>246.0511</w:t>
      </w:r>
      <w:r>
        <w:tab/>
        <w:t>5.063e0</w:t>
      </w:r>
    </w:p>
    <w:p w:rsidR="00F96531" w:rsidRDefault="00F96531" w:rsidP="00F96531">
      <w:r>
        <w:t>246.0551</w:t>
      </w:r>
      <w:r>
        <w:tab/>
        <w:t>6.076e0</w:t>
      </w:r>
    </w:p>
    <w:p w:rsidR="00F96531" w:rsidRDefault="00F96531" w:rsidP="00F96531">
      <w:r>
        <w:t>246.0574</w:t>
      </w:r>
      <w:r>
        <w:tab/>
        <w:t>8.942e0</w:t>
      </w:r>
    </w:p>
    <w:p w:rsidR="00F96531" w:rsidRDefault="00F96531" w:rsidP="00F96531">
      <w:r>
        <w:t>246.0592</w:t>
      </w:r>
      <w:r>
        <w:tab/>
        <w:t>7.089e0</w:t>
      </w:r>
    </w:p>
    <w:p w:rsidR="00F96531" w:rsidRDefault="00F96531" w:rsidP="00F96531">
      <w:r>
        <w:t>246.0634</w:t>
      </w:r>
      <w:r>
        <w:tab/>
        <w:t>4.051e0</w:t>
      </w:r>
    </w:p>
    <w:p w:rsidR="00F96531" w:rsidRDefault="00F96531" w:rsidP="00F96531">
      <w:r>
        <w:t>246.0904</w:t>
      </w:r>
      <w:r>
        <w:tab/>
        <w:t>1.013e0</w:t>
      </w:r>
    </w:p>
    <w:p w:rsidR="00F96531" w:rsidRDefault="00F96531" w:rsidP="00F96531">
      <w:r>
        <w:t>246.1002</w:t>
      </w:r>
      <w:r>
        <w:tab/>
        <w:t>2.025e0</w:t>
      </w:r>
    </w:p>
    <w:p w:rsidR="00F96531" w:rsidRDefault="00F96531" w:rsidP="00F96531">
      <w:r>
        <w:t>246.1033</w:t>
      </w:r>
      <w:r>
        <w:tab/>
        <w:t>2.025e0</w:t>
      </w:r>
    </w:p>
    <w:p w:rsidR="00F96531" w:rsidRDefault="00F96531" w:rsidP="00F96531">
      <w:r>
        <w:t>246.1149</w:t>
      </w:r>
      <w:r>
        <w:tab/>
        <w:t>1.013e0</w:t>
      </w:r>
    </w:p>
    <w:p w:rsidR="00F96531" w:rsidRDefault="00F96531" w:rsidP="00F96531">
      <w:r>
        <w:t>246.1288</w:t>
      </w:r>
      <w:r>
        <w:tab/>
        <w:t>3.038e0</w:t>
      </w:r>
    </w:p>
    <w:p w:rsidR="00F96531" w:rsidRDefault="00F96531" w:rsidP="00F96531">
      <w:r>
        <w:t>246.1323</w:t>
      </w:r>
      <w:r>
        <w:tab/>
        <w:t>1.013e0</w:t>
      </w:r>
    </w:p>
    <w:p w:rsidR="00F96531" w:rsidRDefault="00F96531" w:rsidP="00F96531">
      <w:r>
        <w:t>246.1372</w:t>
      </w:r>
      <w:r>
        <w:tab/>
        <w:t>5.063e0</w:t>
      </w:r>
    </w:p>
    <w:p w:rsidR="00F96531" w:rsidRDefault="00F96531" w:rsidP="00F96531">
      <w:r>
        <w:lastRenderedPageBreak/>
        <w:t>246.1618</w:t>
      </w:r>
      <w:r>
        <w:tab/>
        <w:t>2.025e0</w:t>
      </w:r>
    </w:p>
    <w:p w:rsidR="00F96531" w:rsidRDefault="00F96531" w:rsidP="00F96531">
      <w:r>
        <w:t>246.1652</w:t>
      </w:r>
      <w:r>
        <w:tab/>
        <w:t>3.038e0</w:t>
      </w:r>
    </w:p>
    <w:p w:rsidR="00F96531" w:rsidRDefault="00F96531" w:rsidP="00F96531">
      <w:r>
        <w:t>246.1684</w:t>
      </w:r>
      <w:r>
        <w:tab/>
        <w:t>2.025e0</w:t>
      </w:r>
    </w:p>
    <w:p w:rsidR="00F96531" w:rsidRDefault="00F96531" w:rsidP="00F96531">
      <w:r>
        <w:t>246.1743</w:t>
      </w:r>
      <w:r>
        <w:tab/>
        <w:t>1.013e0</w:t>
      </w:r>
    </w:p>
    <w:p w:rsidR="00F96531" w:rsidRDefault="00F96531" w:rsidP="00F96531">
      <w:r>
        <w:t>246.1871</w:t>
      </w:r>
      <w:r>
        <w:tab/>
        <w:t>1.013e0</w:t>
      </w:r>
    </w:p>
    <w:p w:rsidR="00F96531" w:rsidRDefault="00F96531" w:rsidP="00F96531">
      <w:r>
        <w:t>246.1891</w:t>
      </w:r>
      <w:r>
        <w:tab/>
        <w:t>3.038e0</w:t>
      </w:r>
    </w:p>
    <w:p w:rsidR="00F96531" w:rsidRDefault="00F96531" w:rsidP="00F96531">
      <w:r>
        <w:t>246.2072</w:t>
      </w:r>
      <w:r>
        <w:tab/>
        <w:t>5.063e0</w:t>
      </w:r>
    </w:p>
    <w:p w:rsidR="00F96531" w:rsidRDefault="00F96531" w:rsidP="00F96531">
      <w:r>
        <w:t>246.2290</w:t>
      </w:r>
      <w:r>
        <w:tab/>
        <w:t>1.013e0</w:t>
      </w:r>
    </w:p>
    <w:p w:rsidR="00F96531" w:rsidRDefault="00F96531" w:rsidP="00F96531">
      <w:r>
        <w:t>246.2359</w:t>
      </w:r>
      <w:r>
        <w:tab/>
        <w:t>1.013e0</w:t>
      </w:r>
    </w:p>
    <w:p w:rsidR="00F96531" w:rsidRDefault="00F96531" w:rsidP="00F96531">
      <w:r>
        <w:t>246.2582</w:t>
      </w:r>
      <w:r>
        <w:tab/>
        <w:t>1.013e0</w:t>
      </w:r>
    </w:p>
    <w:p w:rsidR="00F96531" w:rsidRDefault="00F96531" w:rsidP="00F96531">
      <w:r>
        <w:t>246.2660</w:t>
      </w:r>
      <w:r>
        <w:tab/>
        <w:t>1.013e0</w:t>
      </w:r>
    </w:p>
    <w:p w:rsidR="00F96531" w:rsidRDefault="00F96531" w:rsidP="00F96531">
      <w:r>
        <w:t>246.2828</w:t>
      </w:r>
      <w:r>
        <w:tab/>
        <w:t>1.013e0</w:t>
      </w:r>
    </w:p>
    <w:p w:rsidR="00F96531" w:rsidRDefault="00F96531" w:rsidP="00F96531">
      <w:r>
        <w:t>246.3168</w:t>
      </w:r>
      <w:r>
        <w:tab/>
        <w:t>1.013e0</w:t>
      </w:r>
    </w:p>
    <w:p w:rsidR="00F96531" w:rsidRDefault="00F96531" w:rsidP="00F96531">
      <w:r>
        <w:t>246.3196</w:t>
      </w:r>
      <w:r>
        <w:tab/>
        <w:t>1.013e0</w:t>
      </w:r>
    </w:p>
    <w:p w:rsidR="00F96531" w:rsidRDefault="00F96531" w:rsidP="00F96531">
      <w:r>
        <w:t>246.3444</w:t>
      </w:r>
      <w:r>
        <w:tab/>
        <w:t>1.013e0</w:t>
      </w:r>
    </w:p>
    <w:p w:rsidR="00F96531" w:rsidRDefault="00F96531" w:rsidP="00F96531">
      <w:r>
        <w:t>246.3745</w:t>
      </w:r>
      <w:r>
        <w:tab/>
        <w:t>1.013e0</w:t>
      </w:r>
    </w:p>
    <w:p w:rsidR="00F96531" w:rsidRDefault="00F96531" w:rsidP="00F96531">
      <w:r>
        <w:t>246.3904</w:t>
      </w:r>
      <w:r>
        <w:tab/>
        <w:t>2.025e0</w:t>
      </w:r>
    </w:p>
    <w:p w:rsidR="00F96531" w:rsidRDefault="00F96531" w:rsidP="00F96531">
      <w:r>
        <w:t>246.4203</w:t>
      </w:r>
      <w:r>
        <w:tab/>
        <w:t>1.013e0</w:t>
      </w:r>
    </w:p>
    <w:p w:rsidR="00F96531" w:rsidRDefault="00F96531" w:rsidP="00F96531">
      <w:r>
        <w:t>246.4232</w:t>
      </w:r>
      <w:r>
        <w:tab/>
        <w:t>1.013e0</w:t>
      </w:r>
    </w:p>
    <w:p w:rsidR="00F96531" w:rsidRDefault="00F96531" w:rsidP="00F96531">
      <w:r>
        <w:lastRenderedPageBreak/>
        <w:t>246.4270</w:t>
      </w:r>
      <w:r>
        <w:tab/>
        <w:t>3.038e0</w:t>
      </w:r>
    </w:p>
    <w:p w:rsidR="00F96531" w:rsidRDefault="00F96531" w:rsidP="00F96531">
      <w:r>
        <w:t>246.4455</w:t>
      </w:r>
      <w:r>
        <w:tab/>
        <w:t>1.013e0</w:t>
      </w:r>
    </w:p>
    <w:p w:rsidR="00F96531" w:rsidRDefault="00F96531" w:rsidP="00F96531">
      <w:r>
        <w:t>246.4543</w:t>
      </w:r>
      <w:r>
        <w:tab/>
        <w:t>1.013e0</w:t>
      </w:r>
    </w:p>
    <w:p w:rsidR="00F96531" w:rsidRDefault="00F96531" w:rsidP="00F96531">
      <w:r>
        <w:t>246.4662</w:t>
      </w:r>
      <w:r>
        <w:tab/>
        <w:t>1.013e0</w:t>
      </w:r>
    </w:p>
    <w:p w:rsidR="00F96531" w:rsidRDefault="00F96531" w:rsidP="00F96531">
      <w:r>
        <w:t>246.4701</w:t>
      </w:r>
      <w:r>
        <w:tab/>
        <w:t>1.013e0</w:t>
      </w:r>
    </w:p>
    <w:p w:rsidR="00F96531" w:rsidRDefault="00F96531" w:rsidP="00F96531">
      <w:r>
        <w:t>246.4823</w:t>
      </w:r>
      <w:r>
        <w:tab/>
        <w:t>1.013e0</w:t>
      </w:r>
    </w:p>
    <w:p w:rsidR="00F96531" w:rsidRDefault="00F96531" w:rsidP="00F96531">
      <w:r>
        <w:t>246.4869</w:t>
      </w:r>
      <w:r>
        <w:tab/>
        <w:t>1.013e0</w:t>
      </w:r>
    </w:p>
    <w:p w:rsidR="00F96531" w:rsidRDefault="00F96531" w:rsidP="00F96531">
      <w:r>
        <w:t>246.5236</w:t>
      </w:r>
      <w:r>
        <w:tab/>
        <w:t>1.013e0</w:t>
      </w:r>
    </w:p>
    <w:p w:rsidR="00F96531" w:rsidRDefault="00F96531" w:rsidP="00F96531">
      <w:r>
        <w:t>246.5383</w:t>
      </w:r>
      <w:r>
        <w:tab/>
        <w:t>1.013e0</w:t>
      </w:r>
    </w:p>
    <w:p w:rsidR="00F96531" w:rsidRDefault="00F96531" w:rsidP="00F96531">
      <w:r>
        <w:t>246.5420</w:t>
      </w:r>
      <w:r>
        <w:tab/>
        <w:t>3.038e0</w:t>
      </w:r>
    </w:p>
    <w:p w:rsidR="00F96531" w:rsidRDefault="00F96531" w:rsidP="00F96531">
      <w:r>
        <w:t>246.5485</w:t>
      </w:r>
      <w:r>
        <w:tab/>
        <w:t>4.051e0</w:t>
      </w:r>
    </w:p>
    <w:p w:rsidR="00F96531" w:rsidRDefault="00F96531" w:rsidP="00F96531">
      <w:r>
        <w:t>246.5529</w:t>
      </w:r>
      <w:r>
        <w:tab/>
        <w:t>1.013e0</w:t>
      </w:r>
    </w:p>
    <w:p w:rsidR="00F96531" w:rsidRDefault="00F96531" w:rsidP="00F96531">
      <w:r>
        <w:t>246.5595</w:t>
      </w:r>
      <w:r>
        <w:tab/>
        <w:t>3.038e0</w:t>
      </w:r>
    </w:p>
    <w:p w:rsidR="00F96531" w:rsidRDefault="00F96531" w:rsidP="00F96531">
      <w:r>
        <w:t>246.5988</w:t>
      </w:r>
      <w:r>
        <w:tab/>
        <w:t>1.013e0</w:t>
      </w:r>
    </w:p>
    <w:p w:rsidR="00F96531" w:rsidRDefault="00F96531" w:rsidP="00F96531">
      <w:r>
        <w:t>246.5999</w:t>
      </w:r>
      <w:r>
        <w:tab/>
        <w:t>1.013e0</w:t>
      </w:r>
    </w:p>
    <w:p w:rsidR="00F96531" w:rsidRDefault="00F96531" w:rsidP="00F96531">
      <w:r>
        <w:t>246.6167</w:t>
      </w:r>
      <w:r>
        <w:tab/>
        <w:t>1.013e0</w:t>
      </w:r>
    </w:p>
    <w:p w:rsidR="00F96531" w:rsidRDefault="00F96531" w:rsidP="00F96531">
      <w:r>
        <w:t>246.6367</w:t>
      </w:r>
      <w:r>
        <w:tab/>
        <w:t>2.025e0</w:t>
      </w:r>
    </w:p>
    <w:p w:rsidR="00F96531" w:rsidRDefault="00F96531" w:rsidP="00F96531">
      <w:r>
        <w:t>246.6797</w:t>
      </w:r>
      <w:r>
        <w:tab/>
        <w:t>2.025e0</w:t>
      </w:r>
    </w:p>
    <w:p w:rsidR="00F96531" w:rsidRDefault="00F96531" w:rsidP="00F96531">
      <w:r>
        <w:t>246.6994</w:t>
      </w:r>
      <w:r>
        <w:tab/>
        <w:t>2.025e0</w:t>
      </w:r>
    </w:p>
    <w:p w:rsidR="00F96531" w:rsidRDefault="00F96531" w:rsidP="00F96531">
      <w:r>
        <w:lastRenderedPageBreak/>
        <w:t>246.7029</w:t>
      </w:r>
      <w:r>
        <w:tab/>
        <w:t>1.013e0</w:t>
      </w:r>
    </w:p>
    <w:p w:rsidR="00F96531" w:rsidRDefault="00F96531" w:rsidP="00F96531">
      <w:r>
        <w:t>246.7121</w:t>
      </w:r>
      <w:r>
        <w:tab/>
        <w:t>1.013e0</w:t>
      </w:r>
    </w:p>
    <w:p w:rsidR="00F96531" w:rsidRDefault="00F96531" w:rsidP="00F96531">
      <w:r>
        <w:t>246.7285</w:t>
      </w:r>
      <w:r>
        <w:tab/>
        <w:t>1.013e0</w:t>
      </w:r>
    </w:p>
    <w:p w:rsidR="00F96531" w:rsidRDefault="00F96531" w:rsidP="00F96531">
      <w:r>
        <w:t>246.7296</w:t>
      </w:r>
      <w:r>
        <w:tab/>
        <w:t>1.013e0</w:t>
      </w:r>
    </w:p>
    <w:p w:rsidR="00F96531" w:rsidRDefault="00F96531" w:rsidP="00F96531">
      <w:r>
        <w:t>246.7676</w:t>
      </w:r>
      <w:r>
        <w:tab/>
        <w:t>1.013e0</w:t>
      </w:r>
    </w:p>
    <w:p w:rsidR="00F96531" w:rsidRDefault="00F96531" w:rsidP="00F96531">
      <w:r>
        <w:t>246.7704</w:t>
      </w:r>
      <w:r>
        <w:tab/>
        <w:t>1.013e0</w:t>
      </w:r>
    </w:p>
    <w:p w:rsidR="00F96531" w:rsidRDefault="00F96531" w:rsidP="00F96531">
      <w:r>
        <w:t>246.7784</w:t>
      </w:r>
      <w:r>
        <w:tab/>
        <w:t>1.013e0</w:t>
      </w:r>
    </w:p>
    <w:p w:rsidR="00F96531" w:rsidRDefault="00F96531" w:rsidP="00F96531">
      <w:r>
        <w:t>246.7914</w:t>
      </w:r>
      <w:r>
        <w:tab/>
        <w:t>1.013e0</w:t>
      </w:r>
    </w:p>
    <w:p w:rsidR="00F96531" w:rsidRDefault="00F96531" w:rsidP="00F96531">
      <w:r>
        <w:t>246.7995</w:t>
      </w:r>
      <w:r>
        <w:tab/>
        <w:t>1.013e0</w:t>
      </w:r>
    </w:p>
    <w:p w:rsidR="00F96531" w:rsidRDefault="00F96531" w:rsidP="00F96531">
      <w:r>
        <w:t>246.8042</w:t>
      </w:r>
      <w:r>
        <w:tab/>
        <w:t>1.013e0</w:t>
      </w:r>
    </w:p>
    <w:p w:rsidR="00F96531" w:rsidRDefault="00F96531" w:rsidP="00F96531">
      <w:r>
        <w:t>246.8096</w:t>
      </w:r>
      <w:r>
        <w:tab/>
        <w:t>1.013e0</w:t>
      </w:r>
    </w:p>
    <w:p w:rsidR="00F96531" w:rsidRDefault="00F96531" w:rsidP="00F96531">
      <w:r>
        <w:t>246.8282</w:t>
      </w:r>
      <w:r>
        <w:tab/>
        <w:t>1.013e0</w:t>
      </w:r>
    </w:p>
    <w:p w:rsidR="00F96531" w:rsidRDefault="00F96531" w:rsidP="00F96531">
      <w:r>
        <w:t>246.8331</w:t>
      </w:r>
      <w:r>
        <w:tab/>
        <w:t>2.025e0</w:t>
      </w:r>
    </w:p>
    <w:p w:rsidR="00F96531" w:rsidRDefault="00F96531" w:rsidP="00F96531">
      <w:r>
        <w:t>246.8849</w:t>
      </w:r>
      <w:r>
        <w:tab/>
        <w:t>2.025e0</w:t>
      </w:r>
    </w:p>
    <w:p w:rsidR="00F96531" w:rsidRDefault="00F96531" w:rsidP="00F96531">
      <w:r>
        <w:t>246.8927</w:t>
      </w:r>
      <w:r>
        <w:tab/>
        <w:t>1.013e0</w:t>
      </w:r>
    </w:p>
    <w:p w:rsidR="00F96531" w:rsidRDefault="00F96531" w:rsidP="00F96531">
      <w:r>
        <w:t>246.9284</w:t>
      </w:r>
      <w:r>
        <w:tab/>
        <w:t>1.013e0</w:t>
      </w:r>
    </w:p>
    <w:p w:rsidR="00F96531" w:rsidRDefault="00F96531" w:rsidP="00F96531">
      <w:r>
        <w:t>246.9341</w:t>
      </w:r>
      <w:r>
        <w:tab/>
        <w:t>1.013e0</w:t>
      </w:r>
    </w:p>
    <w:p w:rsidR="00F96531" w:rsidRDefault="00F96531" w:rsidP="00F96531">
      <w:r>
        <w:t>246.9540</w:t>
      </w:r>
      <w:r>
        <w:tab/>
        <w:t>2.025e0</w:t>
      </w:r>
    </w:p>
    <w:p w:rsidR="00F96531" w:rsidRDefault="00F96531" w:rsidP="00F96531">
      <w:r>
        <w:t>246.9847</w:t>
      </w:r>
      <w:r>
        <w:tab/>
        <w:t>1.013e0</w:t>
      </w:r>
    </w:p>
    <w:p w:rsidR="00F96531" w:rsidRDefault="00F96531" w:rsidP="00F96531">
      <w:r>
        <w:lastRenderedPageBreak/>
        <w:t>246.9886</w:t>
      </w:r>
      <w:r>
        <w:tab/>
        <w:t>2.025e0</w:t>
      </w:r>
    </w:p>
    <w:p w:rsidR="00F96531" w:rsidRDefault="00F96531" w:rsidP="00F96531">
      <w:r>
        <w:t>246.9910</w:t>
      </w:r>
      <w:r>
        <w:tab/>
        <w:t>7.089e0</w:t>
      </w:r>
    </w:p>
    <w:p w:rsidR="00F96531" w:rsidRDefault="00F96531" w:rsidP="00F96531">
      <w:r>
        <w:t>246.9931</w:t>
      </w:r>
      <w:r>
        <w:tab/>
        <w:t>4.051e0</w:t>
      </w:r>
    </w:p>
    <w:p w:rsidR="00F96531" w:rsidRDefault="00F96531" w:rsidP="00F96531">
      <w:r>
        <w:t>246.9999</w:t>
      </w:r>
      <w:r>
        <w:tab/>
        <w:t>2.025e0</w:t>
      </w:r>
    </w:p>
    <w:p w:rsidR="00F96531" w:rsidRDefault="00F96531" w:rsidP="00F96531">
      <w:r>
        <w:t>247.0127</w:t>
      </w:r>
      <w:r>
        <w:tab/>
        <w:t>2.025e0</w:t>
      </w:r>
    </w:p>
    <w:p w:rsidR="00F96531" w:rsidRDefault="00F96531" w:rsidP="00F96531">
      <w:r>
        <w:t>247.0262</w:t>
      </w:r>
      <w:r>
        <w:tab/>
        <w:t>1.013e0</w:t>
      </w:r>
    </w:p>
    <w:p w:rsidR="00F96531" w:rsidRDefault="00F96531" w:rsidP="00F96531">
      <w:r>
        <w:t>247.0311</w:t>
      </w:r>
      <w:r>
        <w:tab/>
        <w:t>3.038e0</w:t>
      </w:r>
    </w:p>
    <w:p w:rsidR="00F96531" w:rsidRDefault="00F96531" w:rsidP="00F96531">
      <w:r>
        <w:t>247.0353</w:t>
      </w:r>
      <w:r>
        <w:tab/>
        <w:t>1.912e0</w:t>
      </w:r>
    </w:p>
    <w:p w:rsidR="00F96531" w:rsidRDefault="00F96531" w:rsidP="00F96531">
      <w:r>
        <w:t>247.0376</w:t>
      </w:r>
      <w:r>
        <w:tab/>
        <w:t>3.038e0</w:t>
      </w:r>
    </w:p>
    <w:p w:rsidR="00F96531" w:rsidRDefault="00F96531" w:rsidP="00F96531">
      <w:r>
        <w:t>247.0409</w:t>
      </w:r>
      <w:r>
        <w:tab/>
        <w:t>6.098e0</w:t>
      </w:r>
    </w:p>
    <w:p w:rsidR="00F96531" w:rsidRDefault="00F96531" w:rsidP="00F96531">
      <w:r>
        <w:t>247.0547</w:t>
      </w:r>
      <w:r>
        <w:tab/>
        <w:t>5.063e0</w:t>
      </w:r>
    </w:p>
    <w:p w:rsidR="00F96531" w:rsidRDefault="00F96531" w:rsidP="00F96531">
      <w:r>
        <w:t>247.0677</w:t>
      </w:r>
      <w:r>
        <w:tab/>
        <w:t>2.925e0</w:t>
      </w:r>
    </w:p>
    <w:p w:rsidR="00F96531" w:rsidRDefault="00F96531" w:rsidP="00F96531">
      <w:r>
        <w:t>247.0778</w:t>
      </w:r>
      <w:r>
        <w:tab/>
        <w:t>2.025e0</w:t>
      </w:r>
    </w:p>
    <w:p w:rsidR="00F96531" w:rsidRDefault="00F96531" w:rsidP="00F96531">
      <w:r>
        <w:t>247.0807</w:t>
      </w:r>
      <w:r>
        <w:tab/>
        <w:t>2.025e0</w:t>
      </w:r>
    </w:p>
    <w:p w:rsidR="00F96531" w:rsidRDefault="00F96531" w:rsidP="00F96531">
      <w:r>
        <w:t>247.0838</w:t>
      </w:r>
      <w:r>
        <w:tab/>
        <w:t>1.013e0</w:t>
      </w:r>
    </w:p>
    <w:p w:rsidR="00F96531" w:rsidRDefault="00F96531" w:rsidP="00F96531">
      <w:r>
        <w:t>247.0956</w:t>
      </w:r>
      <w:r>
        <w:tab/>
        <w:t>2.025e0</w:t>
      </w:r>
    </w:p>
    <w:p w:rsidR="00F96531" w:rsidRDefault="00F96531" w:rsidP="00F96531">
      <w:r>
        <w:t>247.1080</w:t>
      </w:r>
      <w:r>
        <w:tab/>
        <w:t>1.013e0</w:t>
      </w:r>
    </w:p>
    <w:p w:rsidR="00F96531" w:rsidRDefault="00F96531" w:rsidP="00F96531">
      <w:r>
        <w:t>247.1120</w:t>
      </w:r>
      <w:r>
        <w:tab/>
        <w:t>2.025e0</w:t>
      </w:r>
    </w:p>
    <w:p w:rsidR="00F96531" w:rsidRDefault="00F96531" w:rsidP="00F96531">
      <w:r>
        <w:t>247.1136</w:t>
      </w:r>
      <w:r>
        <w:tab/>
        <w:t>1.013e0</w:t>
      </w:r>
    </w:p>
    <w:p w:rsidR="00F96531" w:rsidRDefault="00F96531" w:rsidP="00F96531">
      <w:r>
        <w:lastRenderedPageBreak/>
        <w:t>247.1178</w:t>
      </w:r>
      <w:r>
        <w:tab/>
        <w:t>2.025e0</w:t>
      </w:r>
    </w:p>
    <w:p w:rsidR="00F96531" w:rsidRDefault="00F96531" w:rsidP="00F96531">
      <w:r>
        <w:t>247.1229</w:t>
      </w:r>
      <w:r>
        <w:tab/>
        <w:t>1.013e0</w:t>
      </w:r>
    </w:p>
    <w:p w:rsidR="00F96531" w:rsidRDefault="00F96531" w:rsidP="00F96531">
      <w:r>
        <w:t>247.1336</w:t>
      </w:r>
      <w:r>
        <w:tab/>
        <w:t>1.013e0</w:t>
      </w:r>
    </w:p>
    <w:p w:rsidR="00F96531" w:rsidRDefault="00F96531" w:rsidP="00F96531">
      <w:r>
        <w:t>247.1426</w:t>
      </w:r>
      <w:r>
        <w:tab/>
        <w:t>1.013e0</w:t>
      </w:r>
    </w:p>
    <w:p w:rsidR="00F96531" w:rsidRDefault="00F96531" w:rsidP="00F96531">
      <w:r>
        <w:t>247.1455</w:t>
      </w:r>
      <w:r>
        <w:tab/>
        <w:t>2.025e0</w:t>
      </w:r>
    </w:p>
    <w:p w:rsidR="00F96531" w:rsidRDefault="00F96531" w:rsidP="00F96531">
      <w:r>
        <w:t>247.1466</w:t>
      </w:r>
      <w:r>
        <w:tab/>
        <w:t>2.025e0</w:t>
      </w:r>
    </w:p>
    <w:p w:rsidR="00F96531" w:rsidRDefault="00F96531" w:rsidP="00F96531">
      <w:r>
        <w:t>247.1501</w:t>
      </w:r>
      <w:r>
        <w:tab/>
        <w:t>2.025e0</w:t>
      </w:r>
    </w:p>
    <w:p w:rsidR="00F96531" w:rsidRDefault="00F96531" w:rsidP="00F96531">
      <w:r>
        <w:t>247.1646</w:t>
      </w:r>
      <w:r>
        <w:tab/>
        <w:t>3.038e0</w:t>
      </w:r>
    </w:p>
    <w:p w:rsidR="00F96531" w:rsidRDefault="00F96531" w:rsidP="00F96531">
      <w:r>
        <w:t>247.1737</w:t>
      </w:r>
      <w:r>
        <w:tab/>
        <w:t>2.025e0</w:t>
      </w:r>
    </w:p>
    <w:p w:rsidR="00F96531" w:rsidRDefault="00F96531" w:rsidP="00F96531">
      <w:r>
        <w:t>247.1780</w:t>
      </w:r>
      <w:r>
        <w:tab/>
        <w:t>2.711e0</w:t>
      </w:r>
    </w:p>
    <w:p w:rsidR="00F96531" w:rsidRDefault="00F96531" w:rsidP="00F96531">
      <w:r>
        <w:t>247.1826</w:t>
      </w:r>
      <w:r>
        <w:tab/>
        <w:t>2.025e0</w:t>
      </w:r>
    </w:p>
    <w:p w:rsidR="00F96531" w:rsidRDefault="00F96531" w:rsidP="00F96531">
      <w:r>
        <w:t>247.1900</w:t>
      </w:r>
      <w:r>
        <w:tab/>
        <w:t>3.038e0</w:t>
      </w:r>
    </w:p>
    <w:p w:rsidR="00F96531" w:rsidRDefault="00F96531" w:rsidP="00F96531">
      <w:r>
        <w:t>247.1955</w:t>
      </w:r>
      <w:r>
        <w:tab/>
        <w:t>1.013e0</w:t>
      </w:r>
    </w:p>
    <w:p w:rsidR="00F96531" w:rsidRDefault="00F96531" w:rsidP="00F96531">
      <w:r>
        <w:t>247.1973</w:t>
      </w:r>
      <w:r>
        <w:tab/>
        <w:t>2.025e0</w:t>
      </w:r>
    </w:p>
    <w:p w:rsidR="00F96531" w:rsidRDefault="00F96531" w:rsidP="00F96531">
      <w:r>
        <w:t>247.2058</w:t>
      </w:r>
      <w:r>
        <w:tab/>
        <w:t>1.013e0</w:t>
      </w:r>
    </w:p>
    <w:p w:rsidR="00F96531" w:rsidRDefault="00F96531" w:rsidP="00F96531">
      <w:r>
        <w:t>247.2122</w:t>
      </w:r>
      <w:r>
        <w:tab/>
        <w:t>2.025e0</w:t>
      </w:r>
    </w:p>
    <w:p w:rsidR="00F96531" w:rsidRDefault="00F96531" w:rsidP="00F96531">
      <w:r>
        <w:t>247.2186</w:t>
      </w:r>
      <w:r>
        <w:tab/>
        <w:t>1.028e0</w:t>
      </w:r>
    </w:p>
    <w:p w:rsidR="00F96531" w:rsidRDefault="00F96531" w:rsidP="00F96531">
      <w:r>
        <w:t>247.2254</w:t>
      </w:r>
      <w:r>
        <w:tab/>
        <w:t>1.013e0</w:t>
      </w:r>
    </w:p>
    <w:p w:rsidR="00F96531" w:rsidRDefault="00F96531" w:rsidP="00F96531">
      <w:r>
        <w:t>247.2473</w:t>
      </w:r>
      <w:r>
        <w:tab/>
        <w:t>1.013e0</w:t>
      </w:r>
    </w:p>
    <w:p w:rsidR="00F96531" w:rsidRDefault="00F96531" w:rsidP="00F96531">
      <w:r>
        <w:lastRenderedPageBreak/>
        <w:t>247.2634</w:t>
      </w:r>
      <w:r>
        <w:tab/>
        <w:t>1.013e0</w:t>
      </w:r>
    </w:p>
    <w:p w:rsidR="00F96531" w:rsidRDefault="00F96531" w:rsidP="00F96531">
      <w:r>
        <w:t>247.3015</w:t>
      </w:r>
      <w:r>
        <w:tab/>
        <w:t>1.013e0</w:t>
      </w:r>
    </w:p>
    <w:p w:rsidR="00F96531" w:rsidRDefault="00F96531" w:rsidP="00F96531">
      <w:r>
        <w:t>247.3055</w:t>
      </w:r>
      <w:r>
        <w:tab/>
        <w:t>1.013e0</w:t>
      </w:r>
    </w:p>
    <w:p w:rsidR="00F96531" w:rsidRDefault="00F96531" w:rsidP="00F96531">
      <w:r>
        <w:t>247.3144</w:t>
      </w:r>
      <w:r>
        <w:tab/>
        <w:t>2.025e0</w:t>
      </w:r>
    </w:p>
    <w:p w:rsidR="00F96531" w:rsidRDefault="00F96531" w:rsidP="00F96531">
      <w:r>
        <w:t>247.3262</w:t>
      </w:r>
      <w:r>
        <w:tab/>
        <w:t>1.013e0</w:t>
      </w:r>
    </w:p>
    <w:p w:rsidR="00F96531" w:rsidRDefault="00F96531" w:rsidP="00F96531">
      <w:r>
        <w:t>247.3798</w:t>
      </w:r>
      <w:r>
        <w:tab/>
        <w:t>1.013e0</w:t>
      </w:r>
    </w:p>
    <w:p w:rsidR="00F96531" w:rsidRDefault="00F96531" w:rsidP="00F96531">
      <w:r>
        <w:t>247.3809</w:t>
      </w:r>
      <w:r>
        <w:tab/>
        <w:t>1.013e0</w:t>
      </w:r>
    </w:p>
    <w:p w:rsidR="00F96531" w:rsidRDefault="00F96531" w:rsidP="00F96531">
      <w:r>
        <w:t>247.4600</w:t>
      </w:r>
      <w:r>
        <w:tab/>
        <w:t>1.013e0</w:t>
      </w:r>
    </w:p>
    <w:p w:rsidR="00F96531" w:rsidRDefault="00F96531" w:rsidP="00F96531">
      <w:r>
        <w:t>247.5059</w:t>
      </w:r>
      <w:r>
        <w:tab/>
        <w:t>1.013e0</w:t>
      </w:r>
    </w:p>
    <w:p w:rsidR="00F96531" w:rsidRDefault="00F96531" w:rsidP="00F96531">
      <w:r>
        <w:t>247.5123</w:t>
      </w:r>
      <w:r>
        <w:tab/>
        <w:t>2.025e0</w:t>
      </w:r>
    </w:p>
    <w:p w:rsidR="00F96531" w:rsidRDefault="00F96531" w:rsidP="00F96531">
      <w:r>
        <w:t>247.5178</w:t>
      </w:r>
      <w:r>
        <w:tab/>
        <w:t>2.025e0</w:t>
      </w:r>
    </w:p>
    <w:p w:rsidR="00F96531" w:rsidRDefault="00F96531" w:rsidP="00F96531">
      <w:r>
        <w:t>247.5255</w:t>
      </w:r>
      <w:r>
        <w:tab/>
        <w:t>2.025e0</w:t>
      </w:r>
    </w:p>
    <w:p w:rsidR="00F96531" w:rsidRDefault="00F96531" w:rsidP="00F96531">
      <w:r>
        <w:t>247.5440</w:t>
      </w:r>
      <w:r>
        <w:tab/>
        <w:t>1.013e0</w:t>
      </w:r>
    </w:p>
    <w:p w:rsidR="00F96531" w:rsidRDefault="00F96531" w:rsidP="00F96531">
      <w:r>
        <w:t>247.5507</w:t>
      </w:r>
      <w:r>
        <w:tab/>
        <w:t>1.013e0</w:t>
      </w:r>
    </w:p>
    <w:p w:rsidR="00F96531" w:rsidRDefault="00F96531" w:rsidP="00F96531">
      <w:r>
        <w:t>247.5551</w:t>
      </w:r>
      <w:r>
        <w:tab/>
        <w:t>1.013e0</w:t>
      </w:r>
    </w:p>
    <w:p w:rsidR="00F96531" w:rsidRDefault="00F96531" w:rsidP="00F96531">
      <w:r>
        <w:t>247.5562</w:t>
      </w:r>
      <w:r>
        <w:tab/>
        <w:t>2.025e0</w:t>
      </w:r>
    </w:p>
    <w:p w:rsidR="00F96531" w:rsidRDefault="00F96531" w:rsidP="00F96531">
      <w:r>
        <w:t>247.5700</w:t>
      </w:r>
      <w:r>
        <w:tab/>
        <w:t>2.025e0</w:t>
      </w:r>
    </w:p>
    <w:p w:rsidR="00F96531" w:rsidRDefault="00F96531" w:rsidP="00F96531">
      <w:r>
        <w:t>247.5731</w:t>
      </w:r>
      <w:r>
        <w:tab/>
        <w:t>1.013e0</w:t>
      </w:r>
    </w:p>
    <w:p w:rsidR="00F96531" w:rsidRDefault="00F96531" w:rsidP="00F96531">
      <w:r>
        <w:t>247.5768</w:t>
      </w:r>
      <w:r>
        <w:tab/>
        <w:t>3.038e0</w:t>
      </w:r>
    </w:p>
    <w:p w:rsidR="00F96531" w:rsidRDefault="00F96531" w:rsidP="00F96531">
      <w:r>
        <w:lastRenderedPageBreak/>
        <w:t>247.5966</w:t>
      </w:r>
      <w:r>
        <w:tab/>
        <w:t>1.013e0</w:t>
      </w:r>
    </w:p>
    <w:p w:rsidR="00F96531" w:rsidRDefault="00F96531" w:rsidP="00F96531">
      <w:r>
        <w:t>247.6161</w:t>
      </w:r>
      <w:r>
        <w:tab/>
        <w:t>1.013e0</w:t>
      </w:r>
    </w:p>
    <w:p w:rsidR="00F96531" w:rsidRDefault="00F96531" w:rsidP="00F96531">
      <w:r>
        <w:t>247.6201</w:t>
      </w:r>
      <w:r>
        <w:tab/>
        <w:t>1.013e0</w:t>
      </w:r>
    </w:p>
    <w:p w:rsidR="00F96531" w:rsidRDefault="00F96531" w:rsidP="00F96531">
      <w:r>
        <w:t>247.6279</w:t>
      </w:r>
      <w:r>
        <w:tab/>
        <w:t>1.013e0</w:t>
      </w:r>
    </w:p>
    <w:p w:rsidR="00F96531" w:rsidRDefault="00F96531" w:rsidP="00F96531">
      <w:r>
        <w:t>247.6530</w:t>
      </w:r>
      <w:r>
        <w:tab/>
        <w:t>1.013e0</w:t>
      </w:r>
    </w:p>
    <w:p w:rsidR="00F96531" w:rsidRDefault="00F96531" w:rsidP="00F96531">
      <w:r>
        <w:t>247.6728</w:t>
      </w:r>
      <w:r>
        <w:tab/>
        <w:t>1.013e0</w:t>
      </w:r>
    </w:p>
    <w:p w:rsidR="00F96531" w:rsidRDefault="00F96531" w:rsidP="00F96531">
      <w:r>
        <w:t>247.7038</w:t>
      </w:r>
      <w:r>
        <w:tab/>
        <w:t>1.013e0</w:t>
      </w:r>
    </w:p>
    <w:p w:rsidR="00F96531" w:rsidRDefault="00F96531" w:rsidP="00F96531">
      <w:r>
        <w:t>247.7198</w:t>
      </w:r>
      <w:r>
        <w:tab/>
        <w:t>1.013e0</w:t>
      </w:r>
    </w:p>
    <w:p w:rsidR="00F96531" w:rsidRDefault="00F96531" w:rsidP="00F96531">
      <w:r>
        <w:t>247.7266</w:t>
      </w:r>
      <w:r>
        <w:tab/>
        <w:t>1.013e0</w:t>
      </w:r>
    </w:p>
    <w:p w:rsidR="00F96531" w:rsidRDefault="00F96531" w:rsidP="00F96531">
      <w:r>
        <w:t>247.7812</w:t>
      </w:r>
      <w:r>
        <w:tab/>
        <w:t>1.013e0</w:t>
      </w:r>
    </w:p>
    <w:p w:rsidR="00F96531" w:rsidRDefault="00F96531" w:rsidP="00F96531">
      <w:r>
        <w:t>247.7999</w:t>
      </w:r>
      <w:r>
        <w:tab/>
        <w:t>1.013e0</w:t>
      </w:r>
    </w:p>
    <w:p w:rsidR="00F96531" w:rsidRDefault="00F96531" w:rsidP="00F96531">
      <w:r>
        <w:t>247.8366</w:t>
      </w:r>
      <w:r>
        <w:tab/>
        <w:t>1.013e0</w:t>
      </w:r>
    </w:p>
    <w:p w:rsidR="00F96531" w:rsidRDefault="00F96531" w:rsidP="00F96531">
      <w:r>
        <w:t>247.8693</w:t>
      </w:r>
      <w:r>
        <w:tab/>
        <w:t>3.293e0</w:t>
      </w:r>
    </w:p>
    <w:p w:rsidR="00F96531" w:rsidRDefault="00F96531" w:rsidP="00F96531">
      <w:r>
        <w:t>247.8956</w:t>
      </w:r>
      <w:r>
        <w:tab/>
        <w:t>1.013e0</w:t>
      </w:r>
    </w:p>
    <w:p w:rsidR="00F96531" w:rsidRDefault="00F96531" w:rsidP="00F96531">
      <w:r>
        <w:t>247.9229</w:t>
      </w:r>
      <w:r>
        <w:tab/>
        <w:t>3.038e0</w:t>
      </w:r>
    </w:p>
    <w:p w:rsidR="00F96531" w:rsidRDefault="00F96531" w:rsidP="00F96531">
      <w:r>
        <w:t>247.9326</w:t>
      </w:r>
      <w:r>
        <w:tab/>
        <w:t>1.013e0</w:t>
      </w:r>
    </w:p>
    <w:p w:rsidR="00F96531" w:rsidRDefault="00F96531" w:rsidP="00F96531">
      <w:r>
        <w:t>247.9613</w:t>
      </w:r>
      <w:r>
        <w:tab/>
        <w:t>1.013e0</w:t>
      </w:r>
    </w:p>
    <w:p w:rsidR="00F96531" w:rsidRDefault="00F96531" w:rsidP="00F96531">
      <w:r>
        <w:t>247.9915</w:t>
      </w:r>
      <w:r>
        <w:tab/>
        <w:t>1.013e0</w:t>
      </w:r>
    </w:p>
    <w:p w:rsidR="00F96531" w:rsidRDefault="00F96531" w:rsidP="00F96531">
      <w:r>
        <w:t>247.9954</w:t>
      </w:r>
      <w:r>
        <w:tab/>
        <w:t>1.013e0</w:t>
      </w:r>
    </w:p>
    <w:p w:rsidR="00F96531" w:rsidRDefault="00F96531" w:rsidP="00F96531">
      <w:r>
        <w:lastRenderedPageBreak/>
        <w:t>248.0217</w:t>
      </w:r>
      <w:r>
        <w:tab/>
        <w:t>2.025e0</w:t>
      </w:r>
    </w:p>
    <w:p w:rsidR="00F96531" w:rsidRDefault="00F96531" w:rsidP="00F96531">
      <w:r>
        <w:t>248.0285</w:t>
      </w:r>
      <w:r>
        <w:tab/>
        <w:t>1.013e0</w:t>
      </w:r>
    </w:p>
    <w:p w:rsidR="00F96531" w:rsidRDefault="00F96531" w:rsidP="00F96531">
      <w:r>
        <w:t>248.0489</w:t>
      </w:r>
      <w:r>
        <w:tab/>
        <w:t>2.025e0</w:t>
      </w:r>
    </w:p>
    <w:p w:rsidR="00F96531" w:rsidRDefault="00F96531" w:rsidP="00F96531">
      <w:r>
        <w:t>248.0525</w:t>
      </w:r>
      <w:r>
        <w:tab/>
        <w:t>2.025e0</w:t>
      </w:r>
    </w:p>
    <w:p w:rsidR="00F96531" w:rsidRDefault="00F96531" w:rsidP="00F96531">
      <w:r>
        <w:t>248.0610</w:t>
      </w:r>
      <w:r>
        <w:tab/>
        <w:t>2.025e0</w:t>
      </w:r>
    </w:p>
    <w:p w:rsidR="00F96531" w:rsidRDefault="00F96531" w:rsidP="00F96531">
      <w:r>
        <w:t>248.0755</w:t>
      </w:r>
      <w:r>
        <w:tab/>
        <w:t>1.013e0</w:t>
      </w:r>
    </w:p>
    <w:p w:rsidR="00F96531" w:rsidRDefault="00F96531" w:rsidP="00F96531">
      <w:r>
        <w:t>248.0872</w:t>
      </w:r>
      <w:r>
        <w:tab/>
        <w:t>1.013e0</w:t>
      </w:r>
    </w:p>
    <w:p w:rsidR="00F96531" w:rsidRDefault="00F96531" w:rsidP="00F96531">
      <w:r>
        <w:t>248.0999</w:t>
      </w:r>
      <w:r>
        <w:tab/>
        <w:t>1.013e0</w:t>
      </w:r>
    </w:p>
    <w:p w:rsidR="00F96531" w:rsidRDefault="00F96531" w:rsidP="00F96531">
      <w:r>
        <w:t>248.1010</w:t>
      </w:r>
      <w:r>
        <w:tab/>
        <w:t>1.013e0</w:t>
      </w:r>
    </w:p>
    <w:p w:rsidR="00F96531" w:rsidRDefault="00F96531" w:rsidP="00F96531">
      <w:r>
        <w:t>248.1113</w:t>
      </w:r>
      <w:r>
        <w:tab/>
        <w:t>3.112e0</w:t>
      </w:r>
    </w:p>
    <w:p w:rsidR="00F96531" w:rsidRDefault="00F96531" w:rsidP="00F96531">
      <w:r>
        <w:t>248.1204</w:t>
      </w:r>
      <w:r>
        <w:tab/>
        <w:t>1.013e0</w:t>
      </w:r>
    </w:p>
    <w:p w:rsidR="00F96531" w:rsidRDefault="00F96531" w:rsidP="00F96531">
      <w:r>
        <w:t>248.1215</w:t>
      </w:r>
      <w:r>
        <w:tab/>
        <w:t>1.013e0</w:t>
      </w:r>
    </w:p>
    <w:p w:rsidR="00F96531" w:rsidRDefault="00F96531" w:rsidP="00F96531">
      <w:r>
        <w:t>248.1369</w:t>
      </w:r>
      <w:r>
        <w:tab/>
        <w:t>1.013e0</w:t>
      </w:r>
    </w:p>
    <w:p w:rsidR="00F96531" w:rsidRDefault="00F96531" w:rsidP="00F96531">
      <w:r>
        <w:t>248.1380</w:t>
      </w:r>
      <w:r>
        <w:tab/>
        <w:t>1.013e0</w:t>
      </w:r>
    </w:p>
    <w:p w:rsidR="00F96531" w:rsidRDefault="00F96531" w:rsidP="00F96531">
      <w:r>
        <w:t>248.1404</w:t>
      </w:r>
      <w:r>
        <w:tab/>
        <w:t>2.025e0</w:t>
      </w:r>
    </w:p>
    <w:p w:rsidR="00F96531" w:rsidRDefault="00F96531" w:rsidP="00F96531">
      <w:r>
        <w:t>248.1482</w:t>
      </w:r>
      <w:r>
        <w:tab/>
        <w:t>5.063e0</w:t>
      </w:r>
    </w:p>
    <w:p w:rsidR="00F96531" w:rsidRDefault="00F96531" w:rsidP="00F96531">
      <w:r>
        <w:t>248.1582</w:t>
      </w:r>
      <w:r>
        <w:tab/>
        <w:t>3.038e0</w:t>
      </w:r>
    </w:p>
    <w:p w:rsidR="00F96531" w:rsidRDefault="00F96531" w:rsidP="00F96531">
      <w:r>
        <w:t>248.1669</w:t>
      </w:r>
      <w:r>
        <w:tab/>
        <w:t>2.648e0</w:t>
      </w:r>
    </w:p>
    <w:p w:rsidR="00F96531" w:rsidRDefault="00F96531" w:rsidP="00F96531">
      <w:r>
        <w:t>248.1752</w:t>
      </w:r>
      <w:r>
        <w:tab/>
        <w:t>3.038e0</w:t>
      </w:r>
    </w:p>
    <w:p w:rsidR="00F96531" w:rsidRDefault="00F96531" w:rsidP="00F96531">
      <w:r>
        <w:lastRenderedPageBreak/>
        <w:t>248.1878</w:t>
      </w:r>
      <w:r>
        <w:tab/>
        <w:t>1.013e0</w:t>
      </w:r>
    </w:p>
    <w:p w:rsidR="00F96531" w:rsidRDefault="00F96531" w:rsidP="00F96531">
      <w:r>
        <w:t>248.1924</w:t>
      </w:r>
      <w:r>
        <w:tab/>
        <w:t>1.013e0</w:t>
      </w:r>
    </w:p>
    <w:p w:rsidR="00F96531" w:rsidRDefault="00F96531" w:rsidP="00F96531">
      <w:r>
        <w:t>248.1966</w:t>
      </w:r>
      <w:r>
        <w:tab/>
        <w:t>1.013e0</w:t>
      </w:r>
    </w:p>
    <w:p w:rsidR="00F96531" w:rsidRDefault="00F96531" w:rsidP="00F96531">
      <w:r>
        <w:t>248.2015</w:t>
      </w:r>
      <w:r>
        <w:tab/>
        <w:t>1.013e0</w:t>
      </w:r>
    </w:p>
    <w:p w:rsidR="00F96531" w:rsidRDefault="00F96531" w:rsidP="00F96531">
      <w:r>
        <w:t>248.2305</w:t>
      </w:r>
      <w:r>
        <w:tab/>
        <w:t>1.013e0</w:t>
      </w:r>
    </w:p>
    <w:p w:rsidR="00F96531" w:rsidRDefault="00F96531" w:rsidP="00F96531">
      <w:r>
        <w:t>248.2340</w:t>
      </w:r>
      <w:r>
        <w:tab/>
        <w:t>1.013e0</w:t>
      </w:r>
    </w:p>
    <w:p w:rsidR="00F96531" w:rsidRDefault="00F96531" w:rsidP="00F96531">
      <w:r>
        <w:t>248.2425</w:t>
      </w:r>
      <w:r>
        <w:tab/>
        <w:t>1.013e0</w:t>
      </w:r>
    </w:p>
    <w:p w:rsidR="00F96531" w:rsidRDefault="00F96531" w:rsidP="00F96531">
      <w:r>
        <w:t>248.2514</w:t>
      </w:r>
      <w:r>
        <w:tab/>
        <w:t>1.013e0</w:t>
      </w:r>
    </w:p>
    <w:p w:rsidR="00F96531" w:rsidRDefault="00F96531" w:rsidP="00F96531">
      <w:r>
        <w:t>248.2544</w:t>
      </w:r>
      <w:r>
        <w:tab/>
        <w:t>1.013e0</w:t>
      </w:r>
    </w:p>
    <w:p w:rsidR="00F96531" w:rsidRDefault="00F96531" w:rsidP="00F96531">
      <w:r>
        <w:t>248.2554</w:t>
      </w:r>
      <w:r>
        <w:tab/>
        <w:t>1.013e0</w:t>
      </w:r>
    </w:p>
    <w:p w:rsidR="00F96531" w:rsidRDefault="00F96531" w:rsidP="00F96531">
      <w:r>
        <w:t>248.2674</w:t>
      </w:r>
      <w:r>
        <w:tab/>
        <w:t>1.013e0</w:t>
      </w:r>
    </w:p>
    <w:p w:rsidR="00F96531" w:rsidRDefault="00F96531" w:rsidP="00F96531">
      <w:r>
        <w:t>248.2974</w:t>
      </w:r>
      <w:r>
        <w:tab/>
        <w:t>1.013e0</w:t>
      </w:r>
    </w:p>
    <w:p w:rsidR="00F96531" w:rsidRDefault="00F96531" w:rsidP="00F96531">
      <w:r>
        <w:t>248.3003</w:t>
      </w:r>
      <w:r>
        <w:tab/>
        <w:t>1.013e0</w:t>
      </w:r>
    </w:p>
    <w:p w:rsidR="00F96531" w:rsidRDefault="00F96531" w:rsidP="00F96531">
      <w:r>
        <w:t>248.3126</w:t>
      </w:r>
      <w:r>
        <w:tab/>
        <w:t>1.013e0</w:t>
      </w:r>
    </w:p>
    <w:p w:rsidR="00F96531" w:rsidRDefault="00F96531" w:rsidP="00F96531">
      <w:r>
        <w:t>248.3375</w:t>
      </w:r>
      <w:r>
        <w:tab/>
        <w:t>2.025e0</w:t>
      </w:r>
    </w:p>
    <w:p w:rsidR="00F96531" w:rsidRDefault="00F96531" w:rsidP="00F96531">
      <w:r>
        <w:t>248.3394</w:t>
      </w:r>
      <w:r>
        <w:tab/>
        <w:t>1.013e0</w:t>
      </w:r>
    </w:p>
    <w:p w:rsidR="00F96531" w:rsidRDefault="00F96531" w:rsidP="00F96531">
      <w:r>
        <w:t>248.3589</w:t>
      </w:r>
      <w:r>
        <w:tab/>
        <w:t>1.013e0</w:t>
      </w:r>
    </w:p>
    <w:p w:rsidR="00F96531" w:rsidRDefault="00F96531" w:rsidP="00F96531">
      <w:r>
        <w:t>248.3600</w:t>
      </w:r>
      <w:r>
        <w:tab/>
        <w:t>1.013e0</w:t>
      </w:r>
    </w:p>
    <w:p w:rsidR="00F96531" w:rsidRDefault="00F96531" w:rsidP="00F96531">
      <w:r>
        <w:t>248.3614</w:t>
      </w:r>
      <w:r>
        <w:tab/>
        <w:t>2.025e0</w:t>
      </w:r>
    </w:p>
    <w:p w:rsidR="00F96531" w:rsidRDefault="00F96531" w:rsidP="00F96531">
      <w:r>
        <w:lastRenderedPageBreak/>
        <w:t>248.3883</w:t>
      </w:r>
      <w:r>
        <w:tab/>
        <w:t>2.025e0</w:t>
      </w:r>
    </w:p>
    <w:p w:rsidR="00F96531" w:rsidRDefault="00F96531" w:rsidP="00F96531">
      <w:r>
        <w:t>248.4343</w:t>
      </w:r>
      <w:r>
        <w:tab/>
        <w:t>1.013e0</w:t>
      </w:r>
    </w:p>
    <w:p w:rsidR="00F96531" w:rsidRDefault="00F96531" w:rsidP="00F96531">
      <w:r>
        <w:t>248.4354</w:t>
      </w:r>
      <w:r>
        <w:tab/>
        <w:t>1.013e0</w:t>
      </w:r>
    </w:p>
    <w:p w:rsidR="00F96531" w:rsidRDefault="00F96531" w:rsidP="00F96531">
      <w:r>
        <w:t>248.4723</w:t>
      </w:r>
      <w:r>
        <w:tab/>
        <w:t>1.013e0</w:t>
      </w:r>
    </w:p>
    <w:p w:rsidR="00F96531" w:rsidRDefault="00F96531" w:rsidP="00F96531">
      <w:r>
        <w:t>248.4813</w:t>
      </w:r>
      <w:r>
        <w:tab/>
        <w:t>1.013e0</w:t>
      </w:r>
    </w:p>
    <w:p w:rsidR="00F96531" w:rsidRDefault="00F96531" w:rsidP="00F96531">
      <w:r>
        <w:t>248.4984</w:t>
      </w:r>
      <w:r>
        <w:tab/>
        <w:t>2.025e0</w:t>
      </w:r>
    </w:p>
    <w:p w:rsidR="00F96531" w:rsidRDefault="00F96531" w:rsidP="00F96531">
      <w:r>
        <w:t>248.5023</w:t>
      </w:r>
      <w:r>
        <w:tab/>
        <w:t>1.013e0</w:t>
      </w:r>
    </w:p>
    <w:p w:rsidR="00F96531" w:rsidRDefault="00F96531" w:rsidP="00F96531">
      <w:r>
        <w:t>248.5183</w:t>
      </w:r>
      <w:r>
        <w:tab/>
        <w:t>1.013e0</w:t>
      </w:r>
    </w:p>
    <w:p w:rsidR="00F96531" w:rsidRDefault="00F96531" w:rsidP="00F96531">
      <w:r>
        <w:t>248.5393</w:t>
      </w:r>
      <w:r>
        <w:tab/>
        <w:t>1.013e0</w:t>
      </w:r>
    </w:p>
    <w:p w:rsidR="00F96531" w:rsidRDefault="00F96531" w:rsidP="00F96531">
      <w:r>
        <w:t>248.5654</w:t>
      </w:r>
      <w:r>
        <w:tab/>
        <w:t>1.013e0</w:t>
      </w:r>
    </w:p>
    <w:p w:rsidR="00F96531" w:rsidRDefault="00F96531" w:rsidP="00F96531">
      <w:r>
        <w:t>248.5856</w:t>
      </w:r>
      <w:r>
        <w:tab/>
        <w:t>1.013e0</w:t>
      </w:r>
    </w:p>
    <w:p w:rsidR="00F96531" w:rsidRDefault="00F96531" w:rsidP="00F96531">
      <w:r>
        <w:t>248.5914</w:t>
      </w:r>
      <w:r>
        <w:tab/>
        <w:t>1.013e0</w:t>
      </w:r>
    </w:p>
    <w:p w:rsidR="00F96531" w:rsidRDefault="00F96531" w:rsidP="00F96531">
      <w:r>
        <w:t>248.5953</w:t>
      </w:r>
      <w:r>
        <w:tab/>
        <w:t>2.025e0</w:t>
      </w:r>
    </w:p>
    <w:p w:rsidR="00F96531" w:rsidRDefault="00F96531" w:rsidP="00F96531">
      <w:r>
        <w:t>248.5995</w:t>
      </w:r>
      <w:r>
        <w:tab/>
        <w:t>1.013e0</w:t>
      </w:r>
    </w:p>
    <w:p w:rsidR="00F96531" w:rsidRDefault="00F96531" w:rsidP="00F96531">
      <w:r>
        <w:t>248.6114</w:t>
      </w:r>
      <w:r>
        <w:tab/>
        <w:t>1.013e0</w:t>
      </w:r>
    </w:p>
    <w:p w:rsidR="00F96531" w:rsidRDefault="00F96531" w:rsidP="00F96531">
      <w:r>
        <w:t>248.6142</w:t>
      </w:r>
      <w:r>
        <w:tab/>
        <w:t>1.013e0</w:t>
      </w:r>
    </w:p>
    <w:p w:rsidR="00F96531" w:rsidRDefault="00F96531" w:rsidP="00F96531">
      <w:r>
        <w:t>248.6227</w:t>
      </w:r>
      <w:r>
        <w:tab/>
        <w:t>1.013e0</w:t>
      </w:r>
    </w:p>
    <w:p w:rsidR="00F96531" w:rsidRDefault="00F96531" w:rsidP="00F96531">
      <w:r>
        <w:t>248.6330</w:t>
      </w:r>
      <w:r>
        <w:tab/>
        <w:t>1.013e0</w:t>
      </w:r>
    </w:p>
    <w:p w:rsidR="00F96531" w:rsidRDefault="00F96531" w:rsidP="00F96531">
      <w:r>
        <w:t>248.6801</w:t>
      </w:r>
      <w:r>
        <w:tab/>
        <w:t>2.025e0</w:t>
      </w:r>
    </w:p>
    <w:p w:rsidR="00F96531" w:rsidRDefault="00F96531" w:rsidP="00F96531">
      <w:r>
        <w:lastRenderedPageBreak/>
        <w:t>248.6837</w:t>
      </w:r>
      <w:r>
        <w:tab/>
        <w:t>1.013e0</w:t>
      </w:r>
    </w:p>
    <w:p w:rsidR="00F96531" w:rsidRDefault="00F96531" w:rsidP="00F96531">
      <w:r>
        <w:t>248.7210</w:t>
      </w:r>
      <w:r>
        <w:tab/>
        <w:t>1.013e0</w:t>
      </w:r>
    </w:p>
    <w:p w:rsidR="00F96531" w:rsidRDefault="00F96531" w:rsidP="00F96531">
      <w:r>
        <w:t>248.7256</w:t>
      </w:r>
      <w:r>
        <w:tab/>
        <w:t>2.025e0</w:t>
      </w:r>
    </w:p>
    <w:p w:rsidR="00F96531" w:rsidRDefault="00F96531" w:rsidP="00F96531">
      <w:r>
        <w:t>248.7363</w:t>
      </w:r>
      <w:r>
        <w:tab/>
        <w:t>1.013e0</w:t>
      </w:r>
    </w:p>
    <w:p w:rsidR="00F96531" w:rsidRDefault="00F96531" w:rsidP="00F96531">
      <w:r>
        <w:t>248.7570</w:t>
      </w:r>
      <w:r>
        <w:tab/>
        <w:t>1.013e0</w:t>
      </w:r>
    </w:p>
    <w:p w:rsidR="00F96531" w:rsidRDefault="00F96531" w:rsidP="00F96531">
      <w:r>
        <w:t>248.7616</w:t>
      </w:r>
      <w:r>
        <w:tab/>
        <w:t>1.013e0</w:t>
      </w:r>
    </w:p>
    <w:p w:rsidR="00F96531" w:rsidRDefault="00F96531" w:rsidP="00F96531">
      <w:r>
        <w:t>248.7824</w:t>
      </w:r>
      <w:r>
        <w:tab/>
        <w:t>1.013e0</w:t>
      </w:r>
    </w:p>
    <w:p w:rsidR="00F96531" w:rsidRDefault="00F96531" w:rsidP="00F96531">
      <w:r>
        <w:t>248.7903</w:t>
      </w:r>
      <w:r>
        <w:tab/>
        <w:t>1.013e0</w:t>
      </w:r>
    </w:p>
    <w:p w:rsidR="00F96531" w:rsidRDefault="00F96531" w:rsidP="00F96531">
      <w:r>
        <w:t>248.8215</w:t>
      </w:r>
      <w:r>
        <w:tab/>
        <w:t>1.013e0</w:t>
      </w:r>
    </w:p>
    <w:p w:rsidR="00F96531" w:rsidRDefault="00F96531" w:rsidP="00F96531">
      <w:r>
        <w:t>248.8362</w:t>
      </w:r>
      <w:r>
        <w:tab/>
        <w:t>1.013e0</w:t>
      </w:r>
    </w:p>
    <w:p w:rsidR="00F96531" w:rsidRDefault="00F96531" w:rsidP="00F96531">
      <w:r>
        <w:t>248.8450</w:t>
      </w:r>
      <w:r>
        <w:tab/>
        <w:t>1.013e0</w:t>
      </w:r>
    </w:p>
    <w:p w:rsidR="00F96531" w:rsidRDefault="00F96531" w:rsidP="00F96531">
      <w:r>
        <w:t>248.8625</w:t>
      </w:r>
      <w:r>
        <w:tab/>
        <w:t>1.013e0</w:t>
      </w:r>
    </w:p>
    <w:p w:rsidR="00F96531" w:rsidRDefault="00F96531" w:rsidP="00F96531">
      <w:r>
        <w:t>248.8636</w:t>
      </w:r>
      <w:r>
        <w:tab/>
        <w:t>1.013e0</w:t>
      </w:r>
    </w:p>
    <w:p w:rsidR="00F96531" w:rsidRDefault="00F96531" w:rsidP="00F96531">
      <w:r>
        <w:t>248.8804</w:t>
      </w:r>
      <w:r>
        <w:tab/>
        <w:t>2.025e0</w:t>
      </w:r>
    </w:p>
    <w:p w:rsidR="00F96531" w:rsidRDefault="00F96531" w:rsidP="00F96531">
      <w:r>
        <w:t>248.8821</w:t>
      </w:r>
      <w:r>
        <w:tab/>
        <w:t>1.013e0</w:t>
      </w:r>
    </w:p>
    <w:p w:rsidR="00F96531" w:rsidRDefault="00F96531" w:rsidP="00F96531">
      <w:r>
        <w:t>248.9253</w:t>
      </w:r>
      <w:r>
        <w:tab/>
        <w:t>1.013e0</w:t>
      </w:r>
    </w:p>
    <w:p w:rsidR="00F96531" w:rsidRDefault="00F96531" w:rsidP="00F96531">
      <w:r>
        <w:t>248.9419</w:t>
      </w:r>
      <w:r>
        <w:tab/>
        <w:t>3.038e0</w:t>
      </w:r>
    </w:p>
    <w:p w:rsidR="00F96531" w:rsidRDefault="00F96531" w:rsidP="00F96531">
      <w:r>
        <w:t>248.9434</w:t>
      </w:r>
      <w:r>
        <w:tab/>
        <w:t>1.013e0</w:t>
      </w:r>
    </w:p>
    <w:p w:rsidR="00F96531" w:rsidRDefault="00F96531" w:rsidP="00F96531">
      <w:r>
        <w:t>248.9516</w:t>
      </w:r>
      <w:r>
        <w:tab/>
        <w:t>1.013e0</w:t>
      </w:r>
    </w:p>
    <w:p w:rsidR="00F96531" w:rsidRDefault="00F96531" w:rsidP="00F96531">
      <w:r>
        <w:lastRenderedPageBreak/>
        <w:t>248.9663</w:t>
      </w:r>
      <w:r>
        <w:tab/>
        <w:t>1.013e0</w:t>
      </w:r>
    </w:p>
    <w:p w:rsidR="00F96531" w:rsidRDefault="00F96531" w:rsidP="00F96531">
      <w:r>
        <w:t>248.9674</w:t>
      </w:r>
      <w:r>
        <w:tab/>
        <w:t>1.013e0</w:t>
      </w:r>
    </w:p>
    <w:p w:rsidR="00F96531" w:rsidRDefault="00F96531" w:rsidP="00F96531">
      <w:r>
        <w:t>248.9714</w:t>
      </w:r>
      <w:r>
        <w:tab/>
        <w:t>6.076e0</w:t>
      </w:r>
    </w:p>
    <w:p w:rsidR="00F96531" w:rsidRDefault="00F96531" w:rsidP="00F96531">
      <w:r>
        <w:t>249.0055</w:t>
      </w:r>
      <w:r>
        <w:tab/>
        <w:t>2.025e0</w:t>
      </w:r>
    </w:p>
    <w:p w:rsidR="00F96531" w:rsidRDefault="00F96531" w:rsidP="00F96531">
      <w:r>
        <w:t>249.0095</w:t>
      </w:r>
      <w:r>
        <w:tab/>
        <w:t>1.013e0</w:t>
      </w:r>
    </w:p>
    <w:p w:rsidR="00F96531" w:rsidRDefault="00F96531" w:rsidP="00F96531">
      <w:r>
        <w:t>249.0114</w:t>
      </w:r>
      <w:r>
        <w:tab/>
        <w:t>2.025e0</w:t>
      </w:r>
    </w:p>
    <w:p w:rsidR="00F96531" w:rsidRDefault="00F96531" w:rsidP="00F96531">
      <w:r>
        <w:t>249.0258</w:t>
      </w:r>
      <w:r>
        <w:tab/>
        <w:t>1.013e0</w:t>
      </w:r>
    </w:p>
    <w:p w:rsidR="00F96531" w:rsidRDefault="00F96531" w:rsidP="00F96531">
      <w:r>
        <w:t>249.0567</w:t>
      </w:r>
      <w:r>
        <w:tab/>
        <w:t>5.063e0</w:t>
      </w:r>
    </w:p>
    <w:p w:rsidR="00F96531" w:rsidRDefault="00F96531" w:rsidP="00F96531">
      <w:r>
        <w:t>249.0585</w:t>
      </w:r>
      <w:r>
        <w:tab/>
        <w:t>9.260e0</w:t>
      </w:r>
    </w:p>
    <w:p w:rsidR="00F96531" w:rsidRDefault="00F96531" w:rsidP="00F96531">
      <w:r>
        <w:t>249.0625</w:t>
      </w:r>
      <w:r>
        <w:tab/>
        <w:t>6.076e0</w:t>
      </w:r>
    </w:p>
    <w:p w:rsidR="00F96531" w:rsidRDefault="00F96531" w:rsidP="00F96531">
      <w:r>
        <w:t>249.0656</w:t>
      </w:r>
      <w:r>
        <w:tab/>
        <w:t>8.101e0</w:t>
      </w:r>
    </w:p>
    <w:p w:rsidR="00F96531" w:rsidRDefault="00F96531" w:rsidP="00F96531">
      <w:r>
        <w:t>249.0697</w:t>
      </w:r>
      <w:r>
        <w:tab/>
        <w:t>4.051e0</w:t>
      </w:r>
    </w:p>
    <w:p w:rsidR="00F96531" w:rsidRDefault="00F96531" w:rsidP="00F96531">
      <w:r>
        <w:t>249.0744</w:t>
      </w:r>
      <w:r>
        <w:tab/>
        <w:t>7.356e0</w:t>
      </w:r>
    </w:p>
    <w:p w:rsidR="00F96531" w:rsidRDefault="00F96531" w:rsidP="00F96531">
      <w:r>
        <w:t>249.0856</w:t>
      </w:r>
      <w:r>
        <w:tab/>
        <w:t>1.013e0</w:t>
      </w:r>
    </w:p>
    <w:p w:rsidR="00F96531" w:rsidRDefault="00F96531" w:rsidP="00F96531">
      <w:r>
        <w:t>249.1039</w:t>
      </w:r>
      <w:r>
        <w:tab/>
        <w:t>2.025e0</w:t>
      </w:r>
    </w:p>
    <w:p w:rsidR="00F96531" w:rsidRDefault="00F96531" w:rsidP="00F96531">
      <w:r>
        <w:t>249.1157</w:t>
      </w:r>
      <w:r>
        <w:tab/>
        <w:t>3.038e0</w:t>
      </w:r>
    </w:p>
    <w:p w:rsidR="00F96531" w:rsidRDefault="00F96531" w:rsidP="00F96531">
      <w:r>
        <w:t>249.1196</w:t>
      </w:r>
      <w:r>
        <w:tab/>
        <w:t>1.013e0</w:t>
      </w:r>
    </w:p>
    <w:p w:rsidR="00F96531" w:rsidRDefault="00F96531" w:rsidP="00F96531">
      <w:r>
        <w:t>249.1228</w:t>
      </w:r>
      <w:r>
        <w:tab/>
        <w:t>2.025e0</w:t>
      </w:r>
    </w:p>
    <w:p w:rsidR="00F96531" w:rsidRDefault="00F96531" w:rsidP="00F96531">
      <w:r>
        <w:t>249.1317</w:t>
      </w:r>
      <w:r>
        <w:tab/>
        <w:t>1.013e0</w:t>
      </w:r>
    </w:p>
    <w:p w:rsidR="00F96531" w:rsidRDefault="00F96531" w:rsidP="00F96531">
      <w:r>
        <w:lastRenderedPageBreak/>
        <w:t>249.1357</w:t>
      </w:r>
      <w:r>
        <w:tab/>
        <w:t>1.013e0</w:t>
      </w:r>
    </w:p>
    <w:p w:rsidR="00F96531" w:rsidRDefault="00F96531" w:rsidP="00F96531">
      <w:r>
        <w:t>249.1416</w:t>
      </w:r>
      <w:r>
        <w:tab/>
        <w:t>2.025e0</w:t>
      </w:r>
    </w:p>
    <w:p w:rsidR="00F96531" w:rsidRDefault="00F96531" w:rsidP="00F96531">
      <w:r>
        <w:t>249.1447</w:t>
      </w:r>
      <w:r>
        <w:tab/>
        <w:t>2.025e0</w:t>
      </w:r>
    </w:p>
    <w:p w:rsidR="00F96531" w:rsidRDefault="00F96531" w:rsidP="00F96531">
      <w:r>
        <w:t>249.1660</w:t>
      </w:r>
      <w:r>
        <w:tab/>
        <w:t>2.025e0</w:t>
      </w:r>
    </w:p>
    <w:p w:rsidR="00F96531" w:rsidRDefault="00F96531" w:rsidP="00F96531">
      <w:r>
        <w:t>249.1822</w:t>
      </w:r>
      <w:r>
        <w:tab/>
        <w:t>3.038e0</w:t>
      </w:r>
    </w:p>
    <w:p w:rsidR="00F96531" w:rsidRDefault="00F96531" w:rsidP="00F96531">
      <w:r>
        <w:t>249.1970</w:t>
      </w:r>
      <w:r>
        <w:tab/>
        <w:t>2.440e0</w:t>
      </w:r>
    </w:p>
    <w:p w:rsidR="00F96531" w:rsidRDefault="00F96531" w:rsidP="00F96531">
      <w:r>
        <w:t>249.1985</w:t>
      </w:r>
      <w:r>
        <w:tab/>
        <w:t>1.013e0</w:t>
      </w:r>
    </w:p>
    <w:p w:rsidR="00F96531" w:rsidRDefault="00F96531" w:rsidP="00F96531">
      <w:r>
        <w:t>249.2158</w:t>
      </w:r>
      <w:r>
        <w:tab/>
        <w:t>1.013e0</w:t>
      </w:r>
    </w:p>
    <w:p w:rsidR="00F96531" w:rsidRDefault="00F96531" w:rsidP="00F96531">
      <w:r>
        <w:t>249.2238</w:t>
      </w:r>
      <w:r>
        <w:tab/>
        <w:t>1.013e0</w:t>
      </w:r>
    </w:p>
    <w:p w:rsidR="00F96531" w:rsidRDefault="00F96531" w:rsidP="00F96531">
      <w:r>
        <w:t>249.2383</w:t>
      </w:r>
      <w:r>
        <w:tab/>
        <w:t>2.025e0</w:t>
      </w:r>
    </w:p>
    <w:p w:rsidR="00F96531" w:rsidRDefault="00F96531" w:rsidP="00F96531">
      <w:r>
        <w:t>249.2687</w:t>
      </w:r>
      <w:r>
        <w:tab/>
        <w:t>1.013e0</w:t>
      </w:r>
    </w:p>
    <w:p w:rsidR="00F96531" w:rsidRDefault="00F96531" w:rsidP="00F96531">
      <w:r>
        <w:t>249.2856</w:t>
      </w:r>
      <w:r>
        <w:tab/>
        <w:t>1.013e0</w:t>
      </w:r>
    </w:p>
    <w:p w:rsidR="00F96531" w:rsidRDefault="00F96531" w:rsidP="00F96531">
      <w:r>
        <w:t>249.3078</w:t>
      </w:r>
      <w:r>
        <w:tab/>
        <w:t>1.013e0</w:t>
      </w:r>
    </w:p>
    <w:p w:rsidR="00F96531" w:rsidRDefault="00F96531" w:rsidP="00F96531">
      <w:r>
        <w:t>249.3186</w:t>
      </w:r>
      <w:r>
        <w:tab/>
        <w:t>1.013e0</w:t>
      </w:r>
    </w:p>
    <w:p w:rsidR="00F96531" w:rsidRDefault="00F96531" w:rsidP="00F96531">
      <w:r>
        <w:t>249.3227</w:t>
      </w:r>
      <w:r>
        <w:tab/>
        <w:t>1.013e0</w:t>
      </w:r>
    </w:p>
    <w:p w:rsidR="00F96531" w:rsidRDefault="00F96531" w:rsidP="00F96531">
      <w:r>
        <w:t>249.3488</w:t>
      </w:r>
      <w:r>
        <w:tab/>
        <w:t>1.013e0</w:t>
      </w:r>
    </w:p>
    <w:p w:rsidR="00F96531" w:rsidRDefault="00F96531" w:rsidP="00F96531">
      <w:r>
        <w:t>249.4166</w:t>
      </w:r>
      <w:r>
        <w:tab/>
        <w:t>1.013e0</w:t>
      </w:r>
    </w:p>
    <w:p w:rsidR="00F96531" w:rsidRDefault="00F96531" w:rsidP="00F96531">
      <w:r>
        <w:t>249.4291</w:t>
      </w:r>
      <w:r>
        <w:tab/>
        <w:t>2.025e0</w:t>
      </w:r>
    </w:p>
    <w:p w:rsidR="00F96531" w:rsidRDefault="00F96531" w:rsidP="00F96531">
      <w:r>
        <w:t>249.4334</w:t>
      </w:r>
      <w:r>
        <w:tab/>
        <w:t>3.038e0</w:t>
      </w:r>
    </w:p>
    <w:p w:rsidR="00F96531" w:rsidRDefault="00F96531" w:rsidP="00F96531">
      <w:r>
        <w:lastRenderedPageBreak/>
        <w:t>249.4830</w:t>
      </w:r>
      <w:r>
        <w:tab/>
        <w:t>1.013e0</w:t>
      </w:r>
    </w:p>
    <w:p w:rsidR="00F96531" w:rsidRDefault="00F96531" w:rsidP="00F96531">
      <w:r>
        <w:t>249.4870</w:t>
      </w:r>
      <w:r>
        <w:tab/>
        <w:t>1.013e0</w:t>
      </w:r>
    </w:p>
    <w:p w:rsidR="00F96531" w:rsidRDefault="00F96531" w:rsidP="00F96531">
      <w:r>
        <w:t>249.4909</w:t>
      </w:r>
      <w:r>
        <w:tab/>
        <w:t>1.013e0</w:t>
      </w:r>
    </w:p>
    <w:p w:rsidR="00F96531" w:rsidRDefault="00F96531" w:rsidP="00F96531">
      <w:r>
        <w:t>249.5002</w:t>
      </w:r>
      <w:r>
        <w:tab/>
        <w:t>1.013e0</w:t>
      </w:r>
    </w:p>
    <w:p w:rsidR="00F96531" w:rsidRDefault="00F96531" w:rsidP="00F96531">
      <w:r>
        <w:t>249.5172</w:t>
      </w:r>
      <w:r>
        <w:tab/>
        <w:t>1.013e0</w:t>
      </w:r>
    </w:p>
    <w:p w:rsidR="00F96531" w:rsidRDefault="00F96531" w:rsidP="00F96531">
      <w:r>
        <w:t>249.5222</w:t>
      </w:r>
      <w:r>
        <w:tab/>
        <w:t>1.013e0</w:t>
      </w:r>
    </w:p>
    <w:p w:rsidR="00F96531" w:rsidRDefault="00F96531" w:rsidP="00F96531">
      <w:r>
        <w:t>249.5456</w:t>
      </w:r>
      <w:r>
        <w:tab/>
        <w:t>1.013e0</w:t>
      </w:r>
    </w:p>
    <w:p w:rsidR="00F96531" w:rsidRDefault="00F96531" w:rsidP="00F96531">
      <w:r>
        <w:t>249.5588</w:t>
      </w:r>
      <w:r>
        <w:tab/>
        <w:t>2.025e0</w:t>
      </w:r>
    </w:p>
    <w:p w:rsidR="00F96531" w:rsidRDefault="00F96531" w:rsidP="00F96531">
      <w:r>
        <w:t>249.5604</w:t>
      </w:r>
      <w:r>
        <w:tab/>
        <w:t>1.013e0</w:t>
      </w:r>
    </w:p>
    <w:p w:rsidR="00F96531" w:rsidRDefault="00F96531" w:rsidP="00F96531">
      <w:r>
        <w:t>249.5839</w:t>
      </w:r>
      <w:r>
        <w:tab/>
        <w:t>1.013e0</w:t>
      </w:r>
    </w:p>
    <w:p w:rsidR="00F96531" w:rsidRDefault="00F96531" w:rsidP="00F96531">
      <w:r>
        <w:t>249.5885</w:t>
      </w:r>
      <w:r>
        <w:tab/>
        <w:t>1.013e0</w:t>
      </w:r>
    </w:p>
    <w:p w:rsidR="00F96531" w:rsidRDefault="00F96531" w:rsidP="00F96531">
      <w:r>
        <w:t>249.5922</w:t>
      </w:r>
      <w:r>
        <w:tab/>
        <w:t>2.025e0</w:t>
      </w:r>
    </w:p>
    <w:p w:rsidR="00F96531" w:rsidRDefault="00F96531" w:rsidP="00F96531">
      <w:r>
        <w:t>249.5967</w:t>
      </w:r>
      <w:r>
        <w:tab/>
        <w:t>1.013e0</w:t>
      </w:r>
    </w:p>
    <w:p w:rsidR="00F96531" w:rsidRDefault="00F96531" w:rsidP="00F96531">
      <w:r>
        <w:t>249.5978</w:t>
      </w:r>
      <w:r>
        <w:tab/>
        <w:t>2.025e0</w:t>
      </w:r>
    </w:p>
    <w:p w:rsidR="00F96531" w:rsidRDefault="00F96531" w:rsidP="00F96531">
      <w:r>
        <w:t>249.6396</w:t>
      </w:r>
      <w:r>
        <w:tab/>
        <w:t>1.013e0</w:t>
      </w:r>
    </w:p>
    <w:p w:rsidR="00F96531" w:rsidRDefault="00F96531" w:rsidP="00F96531">
      <w:r>
        <w:t>249.6507</w:t>
      </w:r>
      <w:r>
        <w:tab/>
        <w:t>2.025e0</w:t>
      </w:r>
    </w:p>
    <w:p w:rsidR="00F96531" w:rsidRDefault="00F96531" w:rsidP="00F96531">
      <w:r>
        <w:t>249.6524</w:t>
      </w:r>
      <w:r>
        <w:tab/>
        <w:t>2.025e0</w:t>
      </w:r>
    </w:p>
    <w:p w:rsidR="00F96531" w:rsidRDefault="00F96531" w:rsidP="00F96531">
      <w:r>
        <w:t>249.6682</w:t>
      </w:r>
      <w:r>
        <w:tab/>
        <w:t>1.013e0</w:t>
      </w:r>
    </w:p>
    <w:p w:rsidR="00F96531" w:rsidRDefault="00F96531" w:rsidP="00F96531">
      <w:r>
        <w:t>249.6757</w:t>
      </w:r>
      <w:r>
        <w:tab/>
        <w:t>1.013e0</w:t>
      </w:r>
    </w:p>
    <w:p w:rsidR="00F96531" w:rsidRDefault="00F96531" w:rsidP="00F96531">
      <w:r>
        <w:lastRenderedPageBreak/>
        <w:t>249.6934</w:t>
      </w:r>
      <w:r>
        <w:tab/>
        <w:t>1.013e0</w:t>
      </w:r>
    </w:p>
    <w:p w:rsidR="00F96531" w:rsidRDefault="00F96531" w:rsidP="00F96531">
      <w:r>
        <w:t>249.7024</w:t>
      </w:r>
      <w:r>
        <w:tab/>
        <w:t>1.013e0</w:t>
      </w:r>
    </w:p>
    <w:p w:rsidR="00F96531" w:rsidRDefault="00F96531" w:rsidP="00F96531">
      <w:r>
        <w:t>249.7474</w:t>
      </w:r>
      <w:r>
        <w:tab/>
        <w:t>1.013e0</w:t>
      </w:r>
    </w:p>
    <w:p w:rsidR="00F96531" w:rsidRDefault="00F96531" w:rsidP="00F96531">
      <w:r>
        <w:t>249.7894</w:t>
      </w:r>
      <w:r>
        <w:tab/>
        <w:t>1.013e0</w:t>
      </w:r>
    </w:p>
    <w:p w:rsidR="00F96531" w:rsidRDefault="00F96531" w:rsidP="00F96531">
      <w:r>
        <w:t>249.8070</w:t>
      </w:r>
      <w:r>
        <w:tab/>
        <w:t>2.025e0</w:t>
      </w:r>
    </w:p>
    <w:p w:rsidR="00F96531" w:rsidRDefault="00F96531" w:rsidP="00F96531">
      <w:r>
        <w:t>249.8405</w:t>
      </w:r>
      <w:r>
        <w:tab/>
        <w:t>1.013e0</w:t>
      </w:r>
    </w:p>
    <w:p w:rsidR="00F96531" w:rsidRDefault="00F96531" w:rsidP="00F96531">
      <w:r>
        <w:t>249.8570</w:t>
      </w:r>
      <w:r>
        <w:tab/>
        <w:t>1.013e0</w:t>
      </w:r>
    </w:p>
    <w:p w:rsidR="00F96531" w:rsidRDefault="00F96531" w:rsidP="00F96531">
      <w:r>
        <w:t>249.8815</w:t>
      </w:r>
      <w:r>
        <w:tab/>
        <w:t>1.013e0</w:t>
      </w:r>
    </w:p>
    <w:p w:rsidR="00F96531" w:rsidRDefault="00F96531" w:rsidP="00F96531">
      <w:r>
        <w:t>249.9079</w:t>
      </w:r>
      <w:r>
        <w:tab/>
        <w:t>1.013e0</w:t>
      </w:r>
    </w:p>
    <w:p w:rsidR="00F96531" w:rsidRDefault="00F96531" w:rsidP="00F96531">
      <w:r>
        <w:t>249.9157</w:t>
      </w:r>
      <w:r>
        <w:tab/>
        <w:t>1.013e0</w:t>
      </w:r>
    </w:p>
    <w:p w:rsidR="00F96531" w:rsidRDefault="00F96531" w:rsidP="00F96531">
      <w:r>
        <w:t>249.9325</w:t>
      </w:r>
      <w:r>
        <w:tab/>
        <w:t>1.013e0</w:t>
      </w:r>
    </w:p>
    <w:p w:rsidR="00F96531" w:rsidRDefault="00F96531" w:rsidP="00F96531">
      <w:r>
        <w:t>249.9511</w:t>
      </w:r>
      <w:r>
        <w:tab/>
        <w:t>1.013e0</w:t>
      </w:r>
    </w:p>
    <w:p w:rsidR="00F96531" w:rsidRDefault="00F96531" w:rsidP="00F96531">
      <w:r>
        <w:t>249.9790</w:t>
      </w:r>
      <w:r>
        <w:tab/>
        <w:t>4.051e0</w:t>
      </w:r>
    </w:p>
    <w:p w:rsidR="00F96531" w:rsidRDefault="00F96531" w:rsidP="00F96531">
      <w:r>
        <w:t>249.9818</w:t>
      </w:r>
      <w:r>
        <w:tab/>
        <w:t>3.038e0</w:t>
      </w:r>
    </w:p>
    <w:p w:rsidR="00F96531" w:rsidRDefault="00F96531" w:rsidP="00F96531">
      <w:r>
        <w:t>249.9883</w:t>
      </w:r>
      <w:r>
        <w:tab/>
        <w:t>1.013e0</w:t>
      </w:r>
    </w:p>
    <w:p w:rsidR="00F96531" w:rsidRDefault="00F96531" w:rsidP="00F96531">
      <w:r>
        <w:t>250.0157</w:t>
      </w:r>
      <w:r>
        <w:tab/>
        <w:t>1.013e0</w:t>
      </w:r>
    </w:p>
    <w:p w:rsidR="00F96531" w:rsidRDefault="00F96531" w:rsidP="00F96531">
      <w:r>
        <w:t>250.0188</w:t>
      </w:r>
      <w:r>
        <w:tab/>
        <w:t>2.025e0</w:t>
      </w:r>
    </w:p>
    <w:p w:rsidR="00F96531" w:rsidRDefault="00F96531" w:rsidP="00F96531">
      <w:r>
        <w:t>250.0235</w:t>
      </w:r>
      <w:r>
        <w:tab/>
        <w:t>3.236e0</w:t>
      </w:r>
    </w:p>
    <w:p w:rsidR="00F96531" w:rsidRDefault="00F96531" w:rsidP="00F96531">
      <w:r>
        <w:t>250.0417</w:t>
      </w:r>
      <w:r>
        <w:tab/>
        <w:t>3.038e0</w:t>
      </w:r>
    </w:p>
    <w:p w:rsidR="00F96531" w:rsidRDefault="00F96531" w:rsidP="00F96531">
      <w:r>
        <w:lastRenderedPageBreak/>
        <w:t>250.0480</w:t>
      </w:r>
      <w:r>
        <w:tab/>
        <w:t>2.025e0</w:t>
      </w:r>
    </w:p>
    <w:p w:rsidR="00F96531" w:rsidRDefault="00F96531" w:rsidP="00F96531">
      <w:r>
        <w:t>250.0494</w:t>
      </w:r>
      <w:r>
        <w:tab/>
        <w:t>3.432e0</w:t>
      </w:r>
    </w:p>
    <w:p w:rsidR="00F96531" w:rsidRDefault="00F96531" w:rsidP="00F96531">
      <w:r>
        <w:t>250.0530</w:t>
      </w:r>
      <w:r>
        <w:tab/>
        <w:t>2.025e0</w:t>
      </w:r>
    </w:p>
    <w:p w:rsidR="00F96531" w:rsidRDefault="00F96531" w:rsidP="00F96531">
      <w:r>
        <w:t>250.0600</w:t>
      </w:r>
      <w:r>
        <w:tab/>
        <w:t>5.063e0</w:t>
      </w:r>
    </w:p>
    <w:p w:rsidR="00F96531" w:rsidRDefault="00F96531" w:rsidP="00F96531">
      <w:r>
        <w:t>250.0767</w:t>
      </w:r>
      <w:r>
        <w:tab/>
        <w:t>1.013e0</w:t>
      </w:r>
    </w:p>
    <w:p w:rsidR="00F96531" w:rsidRDefault="00F96531" w:rsidP="00F96531">
      <w:r>
        <w:t>250.0814</w:t>
      </w:r>
      <w:r>
        <w:tab/>
        <w:t>1.013e0</w:t>
      </w:r>
    </w:p>
    <w:p w:rsidR="00F96531" w:rsidRDefault="00F96531" w:rsidP="00F96531">
      <w:r>
        <w:t>250.0880</w:t>
      </w:r>
      <w:r>
        <w:tab/>
        <w:t>1.013e0</w:t>
      </w:r>
    </w:p>
    <w:p w:rsidR="00F96531" w:rsidRDefault="00F96531" w:rsidP="00F96531">
      <w:r>
        <w:t>250.0898</w:t>
      </w:r>
      <w:r>
        <w:tab/>
        <w:t>5.063e0</w:t>
      </w:r>
    </w:p>
    <w:p w:rsidR="00F96531" w:rsidRDefault="00F96531" w:rsidP="00F96531">
      <w:r>
        <w:t>250.0931</w:t>
      </w:r>
      <w:r>
        <w:tab/>
        <w:t>1.013e0</w:t>
      </w:r>
    </w:p>
    <w:p w:rsidR="00F96531" w:rsidRDefault="00F96531" w:rsidP="00F96531">
      <w:r>
        <w:t>250.0999</w:t>
      </w:r>
      <w:r>
        <w:tab/>
        <w:t>2.025e0</w:t>
      </w:r>
    </w:p>
    <w:p w:rsidR="00F96531" w:rsidRDefault="00F96531" w:rsidP="00F96531">
      <w:r>
        <w:t>250.1072</w:t>
      </w:r>
      <w:r>
        <w:tab/>
        <w:t>2.025e0</w:t>
      </w:r>
    </w:p>
    <w:p w:rsidR="00F96531" w:rsidRDefault="00F96531" w:rsidP="00F96531">
      <w:r>
        <w:t>250.1186</w:t>
      </w:r>
      <w:r>
        <w:tab/>
        <w:t>1.013e0</w:t>
      </w:r>
    </w:p>
    <w:p w:rsidR="00F96531" w:rsidRDefault="00F96531" w:rsidP="00F96531">
      <w:r>
        <w:t>250.1263</w:t>
      </w:r>
      <w:r>
        <w:tab/>
        <w:t>1.013e0</w:t>
      </w:r>
    </w:p>
    <w:p w:rsidR="00F96531" w:rsidRDefault="00F96531" w:rsidP="00F96531">
      <w:r>
        <w:t>250.1341</w:t>
      </w:r>
      <w:r>
        <w:tab/>
        <w:t>1.013e0</w:t>
      </w:r>
    </w:p>
    <w:p w:rsidR="00F96531" w:rsidRDefault="00F96531" w:rsidP="00F96531">
      <w:r>
        <w:t>250.1473</w:t>
      </w:r>
      <w:r>
        <w:tab/>
        <w:t>2.025e0</w:t>
      </w:r>
    </w:p>
    <w:p w:rsidR="00F96531" w:rsidRDefault="00F96531" w:rsidP="00F96531">
      <w:r>
        <w:t>250.1509</w:t>
      </w:r>
      <w:r>
        <w:tab/>
        <w:t>3.038e0</w:t>
      </w:r>
    </w:p>
    <w:p w:rsidR="00F96531" w:rsidRDefault="00F96531" w:rsidP="00F96531">
      <w:r>
        <w:t>250.1559</w:t>
      </w:r>
      <w:r>
        <w:tab/>
        <w:t>1.013e0</w:t>
      </w:r>
    </w:p>
    <w:p w:rsidR="00F96531" w:rsidRDefault="00F96531" w:rsidP="00F96531">
      <w:r>
        <w:t>250.1641</w:t>
      </w:r>
      <w:r>
        <w:tab/>
        <w:t>1.013e0</w:t>
      </w:r>
    </w:p>
    <w:p w:rsidR="00F96531" w:rsidRDefault="00F96531" w:rsidP="00F96531">
      <w:r>
        <w:t>250.1720</w:t>
      </w:r>
      <w:r>
        <w:tab/>
        <w:t>3.052e0</w:t>
      </w:r>
    </w:p>
    <w:p w:rsidR="00F96531" w:rsidRDefault="00F96531" w:rsidP="00F96531">
      <w:r>
        <w:lastRenderedPageBreak/>
        <w:t>250.1746</w:t>
      </w:r>
      <w:r>
        <w:tab/>
        <w:t>4.065e0</w:t>
      </w:r>
    </w:p>
    <w:p w:rsidR="00F96531" w:rsidRDefault="00F96531" w:rsidP="00F96531">
      <w:r>
        <w:t>250.1802</w:t>
      </w:r>
      <w:r>
        <w:tab/>
        <w:t>2.025e0</w:t>
      </w:r>
    </w:p>
    <w:p w:rsidR="00F96531" w:rsidRDefault="00F96531" w:rsidP="00F96531">
      <w:r>
        <w:t>250.1892</w:t>
      </w:r>
      <w:r>
        <w:tab/>
        <w:t>1.013e0</w:t>
      </w:r>
    </w:p>
    <w:p w:rsidR="00F96531" w:rsidRDefault="00F96531" w:rsidP="00F96531">
      <w:r>
        <w:t>250.2060</w:t>
      </w:r>
      <w:r>
        <w:tab/>
        <w:t>1.013e0</w:t>
      </w:r>
    </w:p>
    <w:p w:rsidR="00F96531" w:rsidRDefault="00F96531" w:rsidP="00F96531">
      <w:r>
        <w:t>250.2090</w:t>
      </w:r>
      <w:r>
        <w:tab/>
        <w:t>2.025e0</w:t>
      </w:r>
    </w:p>
    <w:p w:rsidR="00F96531" w:rsidRDefault="00F96531" w:rsidP="00F96531">
      <w:r>
        <w:t>250.2106</w:t>
      </w:r>
      <w:r>
        <w:tab/>
        <w:t>2.025e0</w:t>
      </w:r>
    </w:p>
    <w:p w:rsidR="00F96531" w:rsidRDefault="00F96531" w:rsidP="00F96531">
      <w:r>
        <w:t>250.2117</w:t>
      </w:r>
      <w:r>
        <w:tab/>
        <w:t>1.013e0</w:t>
      </w:r>
    </w:p>
    <w:p w:rsidR="00F96531" w:rsidRDefault="00F96531" w:rsidP="00F96531">
      <w:r>
        <w:t>250.2443</w:t>
      </w:r>
      <w:r>
        <w:tab/>
        <w:t>1.013e0</w:t>
      </w:r>
    </w:p>
    <w:p w:rsidR="00F96531" w:rsidRDefault="00F96531" w:rsidP="00F96531">
      <w:r>
        <w:t>250.3037</w:t>
      </w:r>
      <w:r>
        <w:tab/>
        <w:t>2.025e0</w:t>
      </w:r>
    </w:p>
    <w:p w:rsidR="00F96531" w:rsidRDefault="00F96531" w:rsidP="00F96531">
      <w:r>
        <w:t>250.3136</w:t>
      </w:r>
      <w:r>
        <w:tab/>
        <w:t>2.025e0</w:t>
      </w:r>
    </w:p>
    <w:p w:rsidR="00F96531" w:rsidRDefault="00F96531" w:rsidP="00F96531">
      <w:r>
        <w:t>250.3184</w:t>
      </w:r>
      <w:r>
        <w:tab/>
        <w:t>1.013e0</w:t>
      </w:r>
    </w:p>
    <w:p w:rsidR="00F96531" w:rsidRDefault="00F96531" w:rsidP="00F96531">
      <w:r>
        <w:t>250.3316</w:t>
      </w:r>
      <w:r>
        <w:tab/>
        <w:t>2.025e0</w:t>
      </w:r>
    </w:p>
    <w:p w:rsidR="00F96531" w:rsidRDefault="00F96531" w:rsidP="00F96531">
      <w:r>
        <w:t>250.3432</w:t>
      </w:r>
      <w:r>
        <w:tab/>
        <w:t>2.025e0</w:t>
      </w:r>
    </w:p>
    <w:p w:rsidR="00F96531" w:rsidRDefault="00F96531" w:rsidP="00F96531">
      <w:r>
        <w:t>250.3654</w:t>
      </w:r>
      <w:r>
        <w:tab/>
        <w:t>1.013e0</w:t>
      </w:r>
    </w:p>
    <w:p w:rsidR="00F96531" w:rsidRDefault="00F96531" w:rsidP="00F96531">
      <w:r>
        <w:t>250.3690</w:t>
      </w:r>
      <w:r>
        <w:tab/>
        <w:t>1.013e0</w:t>
      </w:r>
    </w:p>
    <w:p w:rsidR="00F96531" w:rsidRDefault="00F96531" w:rsidP="00F96531">
      <w:r>
        <w:t>250.3869</w:t>
      </w:r>
      <w:r>
        <w:tab/>
        <w:t>1.013e0</w:t>
      </w:r>
    </w:p>
    <w:p w:rsidR="00F96531" w:rsidRDefault="00F96531" w:rsidP="00F96531">
      <w:r>
        <w:t>250.3918</w:t>
      </w:r>
      <w:r>
        <w:tab/>
        <w:t>1.013e0</w:t>
      </w:r>
    </w:p>
    <w:p w:rsidR="00F96531" w:rsidRDefault="00F96531" w:rsidP="00F96531">
      <w:r>
        <w:t>250.3939</w:t>
      </w:r>
      <w:r>
        <w:tab/>
        <w:t>2.025e0</w:t>
      </w:r>
    </w:p>
    <w:p w:rsidR="00F96531" w:rsidRDefault="00F96531" w:rsidP="00F96531">
      <w:r>
        <w:t>250.4027</w:t>
      </w:r>
      <w:r>
        <w:tab/>
        <w:t>1.013e0</w:t>
      </w:r>
    </w:p>
    <w:p w:rsidR="00F96531" w:rsidRDefault="00F96531" w:rsidP="00F96531">
      <w:r>
        <w:lastRenderedPageBreak/>
        <w:t>250.4539</w:t>
      </w:r>
      <w:r>
        <w:tab/>
        <w:t>1.013e0</w:t>
      </w:r>
    </w:p>
    <w:p w:rsidR="00F96531" w:rsidRDefault="00F96531" w:rsidP="00F96531">
      <w:r>
        <w:t>250.5005</w:t>
      </w:r>
      <w:r>
        <w:tab/>
        <w:t>1.013e0</w:t>
      </w:r>
    </w:p>
    <w:p w:rsidR="00F96531" w:rsidRDefault="00F96531" w:rsidP="00F96531">
      <w:r>
        <w:t>250.5425</w:t>
      </w:r>
      <w:r>
        <w:tab/>
        <w:t>1.013e0</w:t>
      </w:r>
    </w:p>
    <w:p w:rsidR="00F96531" w:rsidRDefault="00F96531" w:rsidP="00F96531">
      <w:r>
        <w:t>250.5518</w:t>
      </w:r>
      <w:r>
        <w:tab/>
        <w:t>1.013e0</w:t>
      </w:r>
    </w:p>
    <w:p w:rsidR="00F96531" w:rsidRDefault="00F96531" w:rsidP="00F96531">
      <w:r>
        <w:t>250.5546</w:t>
      </w:r>
      <w:r>
        <w:tab/>
        <w:t>2.025e0</w:t>
      </w:r>
    </w:p>
    <w:p w:rsidR="00F96531" w:rsidRDefault="00F96531" w:rsidP="00F96531">
      <w:r>
        <w:t>250.5632</w:t>
      </w:r>
      <w:r>
        <w:tab/>
        <w:t>1.013e0</w:t>
      </w:r>
    </w:p>
    <w:p w:rsidR="00F96531" w:rsidRDefault="00F96531" w:rsidP="00F96531">
      <w:r>
        <w:t>250.5770</w:t>
      </w:r>
      <w:r>
        <w:tab/>
        <w:t>3.038e0</w:t>
      </w:r>
    </w:p>
    <w:p w:rsidR="00F96531" w:rsidRDefault="00F96531" w:rsidP="00F96531">
      <w:r>
        <w:t>250.5801</w:t>
      </w:r>
      <w:r>
        <w:tab/>
        <w:t>2.025e0</w:t>
      </w:r>
    </w:p>
    <w:p w:rsidR="00F96531" w:rsidRDefault="00F96531" w:rsidP="00F96531">
      <w:r>
        <w:t>250.5840</w:t>
      </w:r>
      <w:r>
        <w:tab/>
        <w:t>2.025e0</w:t>
      </w:r>
    </w:p>
    <w:p w:rsidR="00F96531" w:rsidRDefault="00F96531" w:rsidP="00F96531">
      <w:r>
        <w:t>250.5880</w:t>
      </w:r>
      <w:r>
        <w:tab/>
        <w:t>1.013e0</w:t>
      </w:r>
    </w:p>
    <w:p w:rsidR="00F96531" w:rsidRDefault="00F96531" w:rsidP="00F96531">
      <w:r>
        <w:t>250.6133</w:t>
      </w:r>
      <w:r>
        <w:tab/>
        <w:t>1.013e0</w:t>
      </w:r>
    </w:p>
    <w:p w:rsidR="00F96531" w:rsidRDefault="00F96531" w:rsidP="00F96531">
      <w:r>
        <w:t>250.6184</w:t>
      </w:r>
      <w:r>
        <w:tab/>
        <w:t>1.013e0</w:t>
      </w:r>
    </w:p>
    <w:p w:rsidR="00F96531" w:rsidRDefault="00F96531" w:rsidP="00F96531">
      <w:r>
        <w:t>250.6644</w:t>
      </w:r>
      <w:r>
        <w:tab/>
        <w:t>1.013e0</w:t>
      </w:r>
    </w:p>
    <w:p w:rsidR="00F96531" w:rsidRDefault="00F96531" w:rsidP="00F96531">
      <w:r>
        <w:t>250.6730</w:t>
      </w:r>
      <w:r>
        <w:tab/>
        <w:t>1.013e0</w:t>
      </w:r>
    </w:p>
    <w:p w:rsidR="00F96531" w:rsidRDefault="00F96531" w:rsidP="00F96531">
      <w:r>
        <w:t>250.6744</w:t>
      </w:r>
      <w:r>
        <w:tab/>
        <w:t>2.025e0</w:t>
      </w:r>
    </w:p>
    <w:p w:rsidR="00F96531" w:rsidRDefault="00F96531" w:rsidP="00F96531">
      <w:r>
        <w:t>250.7016</w:t>
      </w:r>
      <w:r>
        <w:tab/>
        <w:t>1.013e0</w:t>
      </w:r>
    </w:p>
    <w:p w:rsidR="00F96531" w:rsidRDefault="00F96531" w:rsidP="00F96531">
      <w:r>
        <w:t>250.7104</w:t>
      </w:r>
      <w:r>
        <w:tab/>
        <w:t>2.025e0</w:t>
      </w:r>
    </w:p>
    <w:p w:rsidR="00F96531" w:rsidRDefault="00F96531" w:rsidP="00F96531">
      <w:r>
        <w:t>250.7197</w:t>
      </w:r>
      <w:r>
        <w:tab/>
        <w:t>1.013e0</w:t>
      </w:r>
    </w:p>
    <w:p w:rsidR="00F96531" w:rsidRDefault="00F96531" w:rsidP="00F96531">
      <w:r>
        <w:t>250.7272</w:t>
      </w:r>
      <w:r>
        <w:tab/>
        <w:t>3.038e0</w:t>
      </w:r>
    </w:p>
    <w:p w:rsidR="00F96531" w:rsidRDefault="00F96531" w:rsidP="00F96531">
      <w:r>
        <w:lastRenderedPageBreak/>
        <w:t>250.7775</w:t>
      </w:r>
      <w:r>
        <w:tab/>
        <w:t>3.038e0</w:t>
      </w:r>
    </w:p>
    <w:p w:rsidR="00F96531" w:rsidRDefault="00F96531" w:rsidP="00F96531">
      <w:r>
        <w:t>250.8130</w:t>
      </w:r>
      <w:r>
        <w:tab/>
        <w:t>1.013e0</w:t>
      </w:r>
    </w:p>
    <w:p w:rsidR="00F96531" w:rsidRDefault="00F96531" w:rsidP="00F96531">
      <w:r>
        <w:t>250.8162</w:t>
      </w:r>
      <w:r>
        <w:tab/>
        <w:t>1.013e0</w:t>
      </w:r>
    </w:p>
    <w:p w:rsidR="00F96531" w:rsidRDefault="00F96531" w:rsidP="00F96531">
      <w:r>
        <w:t>250.8584</w:t>
      </w:r>
      <w:r>
        <w:tab/>
        <w:t>1.013e0</w:t>
      </w:r>
    </w:p>
    <w:p w:rsidR="00F96531" w:rsidRDefault="00F96531" w:rsidP="00F96531">
      <w:r>
        <w:t>250.8780</w:t>
      </w:r>
      <w:r>
        <w:tab/>
        <w:t>1.013e0</w:t>
      </w:r>
    </w:p>
    <w:p w:rsidR="00F96531" w:rsidRDefault="00F96531" w:rsidP="00F96531">
      <w:r>
        <w:t>250.8830</w:t>
      </w:r>
      <w:r>
        <w:tab/>
        <w:t>1.013e0</w:t>
      </w:r>
    </w:p>
    <w:p w:rsidR="00F96531" w:rsidRDefault="00F96531" w:rsidP="00F96531">
      <w:r>
        <w:t>250.9093</w:t>
      </w:r>
      <w:r>
        <w:tab/>
        <w:t>1.013e0</w:t>
      </w:r>
    </w:p>
    <w:p w:rsidR="00F96531" w:rsidRDefault="00F96531" w:rsidP="00F96531">
      <w:r>
        <w:t>250.9163</w:t>
      </w:r>
      <w:r>
        <w:tab/>
        <w:t>1.013e0</w:t>
      </w:r>
    </w:p>
    <w:p w:rsidR="00F96531" w:rsidRDefault="00F96531" w:rsidP="00F96531">
      <w:r>
        <w:t>250.9291</w:t>
      </w:r>
      <w:r>
        <w:tab/>
        <w:t>2.025e0</w:t>
      </w:r>
    </w:p>
    <w:p w:rsidR="00F96531" w:rsidRDefault="00F96531" w:rsidP="00F96531">
      <w:r>
        <w:t>250.9586</w:t>
      </w:r>
      <w:r>
        <w:tab/>
        <w:t>3.038e0</w:t>
      </w:r>
    </w:p>
    <w:p w:rsidR="00F96531" w:rsidRDefault="00F96531" w:rsidP="00F96531">
      <w:r>
        <w:t>250.9706</w:t>
      </w:r>
      <w:r>
        <w:tab/>
        <w:t>8.101e0</w:t>
      </w:r>
    </w:p>
    <w:p w:rsidR="00F96531" w:rsidRDefault="00F96531" w:rsidP="00F96531">
      <w:r>
        <w:t>250.9727</w:t>
      </w:r>
      <w:r>
        <w:tab/>
        <w:t>1.047e1</w:t>
      </w:r>
    </w:p>
    <w:p w:rsidR="00F96531" w:rsidRDefault="00F96531" w:rsidP="00F96531">
      <w:r>
        <w:t>250.9776</w:t>
      </w:r>
      <w:r>
        <w:tab/>
        <w:t>8.101e0</w:t>
      </w:r>
    </w:p>
    <w:p w:rsidR="00F96531" w:rsidRDefault="00F96531" w:rsidP="00F96531">
      <w:r>
        <w:t>250.9786</w:t>
      </w:r>
      <w:r>
        <w:tab/>
        <w:t>4.051e0</w:t>
      </w:r>
    </w:p>
    <w:p w:rsidR="00F96531" w:rsidRDefault="00F96531" w:rsidP="00F96531">
      <w:r>
        <w:t>250.9804</w:t>
      </w:r>
      <w:r>
        <w:tab/>
        <w:t>1.485e1</w:t>
      </w:r>
    </w:p>
    <w:p w:rsidR="00F96531" w:rsidRDefault="00F96531" w:rsidP="00F96531">
      <w:r>
        <w:t>250.9861</w:t>
      </w:r>
      <w:r>
        <w:tab/>
        <w:t>4.257e0</w:t>
      </w:r>
    </w:p>
    <w:p w:rsidR="00F96531" w:rsidRDefault="00F96531" w:rsidP="00F96531">
      <w:r>
        <w:t>251.0309</w:t>
      </w:r>
      <w:r>
        <w:tab/>
        <w:t>1.013e0</w:t>
      </w:r>
    </w:p>
    <w:p w:rsidR="00F96531" w:rsidRDefault="00F96531" w:rsidP="00F96531">
      <w:r>
        <w:t>251.0438</w:t>
      </w:r>
      <w:r>
        <w:tab/>
        <w:t>2.025e0</w:t>
      </w:r>
    </w:p>
    <w:p w:rsidR="00F96531" w:rsidRDefault="00F96531" w:rsidP="00F96531">
      <w:r>
        <w:t>251.0478</w:t>
      </w:r>
      <w:r>
        <w:tab/>
        <w:t>1.013e0</w:t>
      </w:r>
    </w:p>
    <w:p w:rsidR="00F96531" w:rsidRDefault="00F96531" w:rsidP="00F96531">
      <w:r>
        <w:lastRenderedPageBreak/>
        <w:t>251.0688</w:t>
      </w:r>
      <w:r>
        <w:tab/>
        <w:t>3.432e0</w:t>
      </w:r>
    </w:p>
    <w:p w:rsidR="00F96531" w:rsidRDefault="00F96531" w:rsidP="00F96531">
      <w:r>
        <w:t>251.0717</w:t>
      </w:r>
      <w:r>
        <w:tab/>
        <w:t>5.063e0</w:t>
      </w:r>
    </w:p>
    <w:p w:rsidR="00F96531" w:rsidRDefault="00F96531" w:rsidP="00F96531">
      <w:r>
        <w:t>251.0743</w:t>
      </w:r>
      <w:r>
        <w:tab/>
        <w:t>2.025e0</w:t>
      </w:r>
    </w:p>
    <w:p w:rsidR="00F96531" w:rsidRDefault="00F96531" w:rsidP="00F96531">
      <w:r>
        <w:t>251.0780</w:t>
      </w:r>
      <w:r>
        <w:tab/>
        <w:t>1.013e0</w:t>
      </w:r>
    </w:p>
    <w:p w:rsidR="00F96531" w:rsidRDefault="00F96531" w:rsidP="00F96531">
      <w:r>
        <w:t>251.0804</w:t>
      </w:r>
      <w:r>
        <w:tab/>
        <w:t>6.076e0</w:t>
      </w:r>
    </w:p>
    <w:p w:rsidR="00F96531" w:rsidRDefault="00F96531" w:rsidP="00F96531">
      <w:r>
        <w:t>251.0838</w:t>
      </w:r>
      <w:r>
        <w:tab/>
        <w:t>4.051e0</w:t>
      </w:r>
    </w:p>
    <w:p w:rsidR="00F96531" w:rsidRDefault="00F96531" w:rsidP="00F96531">
      <w:r>
        <w:t>251.1261</w:t>
      </w:r>
      <w:r>
        <w:tab/>
        <w:t>2.025e0</w:t>
      </w:r>
    </w:p>
    <w:p w:rsidR="00F96531" w:rsidRDefault="00F96531" w:rsidP="00F96531">
      <w:r>
        <w:t>251.1283</w:t>
      </w:r>
      <w:r>
        <w:tab/>
        <w:t>3.876e0</w:t>
      </w:r>
    </w:p>
    <w:p w:rsidR="00F96531" w:rsidRDefault="00F96531" w:rsidP="00F96531">
      <w:r>
        <w:t>251.1301</w:t>
      </w:r>
      <w:r>
        <w:tab/>
        <w:t>3.038e0</w:t>
      </w:r>
    </w:p>
    <w:p w:rsidR="00F96531" w:rsidRDefault="00F96531" w:rsidP="00F96531">
      <w:r>
        <w:t>251.1342</w:t>
      </w:r>
      <w:r>
        <w:tab/>
        <w:t>5.063e0</w:t>
      </w:r>
    </w:p>
    <w:p w:rsidR="00F96531" w:rsidRDefault="00F96531" w:rsidP="00F96531">
      <w:r>
        <w:t>251.1433</w:t>
      </w:r>
      <w:r>
        <w:tab/>
        <w:t>1.013e0</w:t>
      </w:r>
    </w:p>
    <w:p w:rsidR="00F96531" w:rsidRDefault="00F96531" w:rsidP="00F96531">
      <w:r>
        <w:t>251.1481</w:t>
      </w:r>
      <w:r>
        <w:tab/>
        <w:t>3.038e0</w:t>
      </w:r>
    </w:p>
    <w:p w:rsidR="00F96531" w:rsidRDefault="00F96531" w:rsidP="00F96531">
      <w:r>
        <w:t>251.1538</w:t>
      </w:r>
      <w:r>
        <w:tab/>
        <w:t>2.025e0</w:t>
      </w:r>
    </w:p>
    <w:p w:rsidR="00F96531" w:rsidRDefault="00F96531" w:rsidP="00F96531">
      <w:r>
        <w:t>251.1632</w:t>
      </w:r>
      <w:r>
        <w:tab/>
        <w:t>2.025e0</w:t>
      </w:r>
    </w:p>
    <w:p w:rsidR="00F96531" w:rsidRDefault="00F96531" w:rsidP="00F96531">
      <w:r>
        <w:t>251.1702</w:t>
      </w:r>
      <w:r>
        <w:tab/>
        <w:t>3.038e0</w:t>
      </w:r>
    </w:p>
    <w:p w:rsidR="00F96531" w:rsidRDefault="00F96531" w:rsidP="00F96531">
      <w:r>
        <w:t>251.1782</w:t>
      </w:r>
      <w:r>
        <w:tab/>
        <w:t>1.013e0</w:t>
      </w:r>
    </w:p>
    <w:p w:rsidR="00F96531" w:rsidRDefault="00F96531" w:rsidP="00F96531">
      <w:r>
        <w:t>251.1797</w:t>
      </w:r>
      <w:r>
        <w:tab/>
        <w:t>4.051e0</w:t>
      </w:r>
    </w:p>
    <w:p w:rsidR="00F96531" w:rsidRDefault="00F96531" w:rsidP="00F96531">
      <w:r>
        <w:t>251.2005</w:t>
      </w:r>
      <w:r>
        <w:tab/>
        <w:t>1.013e0</w:t>
      </w:r>
    </w:p>
    <w:p w:rsidR="00F96531" w:rsidRDefault="00F96531" w:rsidP="00F96531">
      <w:r>
        <w:t>251.2017</w:t>
      </w:r>
      <w:r>
        <w:tab/>
        <w:t>3.038e0</w:t>
      </w:r>
    </w:p>
    <w:p w:rsidR="00F96531" w:rsidRDefault="00F96531" w:rsidP="00F96531">
      <w:r>
        <w:lastRenderedPageBreak/>
        <w:t>251.2124</w:t>
      </w:r>
      <w:r>
        <w:tab/>
        <w:t>1.013e0</w:t>
      </w:r>
    </w:p>
    <w:p w:rsidR="00F96531" w:rsidRDefault="00F96531" w:rsidP="00F96531">
      <w:r>
        <w:t>251.2407</w:t>
      </w:r>
      <w:r>
        <w:tab/>
        <w:t>2.025e0</w:t>
      </w:r>
    </w:p>
    <w:p w:rsidR="00F96531" w:rsidRDefault="00F96531" w:rsidP="00F96531">
      <w:r>
        <w:t>251.3115</w:t>
      </w:r>
      <w:r>
        <w:tab/>
        <w:t>1.013e0</w:t>
      </w:r>
    </w:p>
    <w:p w:rsidR="00F96531" w:rsidRDefault="00F96531" w:rsidP="00F96531">
      <w:r>
        <w:t>251.3217</w:t>
      </w:r>
      <w:r>
        <w:tab/>
        <w:t>3.038e0</w:t>
      </w:r>
    </w:p>
    <w:p w:rsidR="00F96531" w:rsidRDefault="00F96531" w:rsidP="00F96531">
      <w:r>
        <w:t>251.3338</w:t>
      </w:r>
      <w:r>
        <w:tab/>
        <w:t>1.013e0</w:t>
      </w:r>
    </w:p>
    <w:p w:rsidR="00F96531" w:rsidRDefault="00F96531" w:rsidP="00F96531">
      <w:r>
        <w:t>251.3429</w:t>
      </w:r>
      <w:r>
        <w:tab/>
        <w:t>1.013e0</w:t>
      </w:r>
    </w:p>
    <w:p w:rsidR="00F96531" w:rsidRDefault="00F96531" w:rsidP="00F96531">
      <w:r>
        <w:t>251.3567</w:t>
      </w:r>
      <w:r>
        <w:tab/>
        <w:t>3.330e0</w:t>
      </w:r>
    </w:p>
    <w:p w:rsidR="00F96531" w:rsidRDefault="00F96531" w:rsidP="00F96531">
      <w:r>
        <w:t>251.4014</w:t>
      </w:r>
      <w:r>
        <w:tab/>
        <w:t>1.013e0</w:t>
      </w:r>
    </w:p>
    <w:p w:rsidR="00F96531" w:rsidRDefault="00F96531" w:rsidP="00F96531">
      <w:r>
        <w:t>251.4097</w:t>
      </w:r>
      <w:r>
        <w:tab/>
        <w:t>1.013e0</w:t>
      </w:r>
    </w:p>
    <w:p w:rsidR="00F96531" w:rsidRDefault="00F96531" w:rsidP="00F96531">
      <w:r>
        <w:t>251.4435</w:t>
      </w:r>
      <w:r>
        <w:tab/>
        <w:t>1.013e0</w:t>
      </w:r>
    </w:p>
    <w:p w:rsidR="00F96531" w:rsidRDefault="00F96531" w:rsidP="00F96531">
      <w:r>
        <w:t>251.4504</w:t>
      </w:r>
      <w:r>
        <w:tab/>
        <w:t>2.025e0</w:t>
      </w:r>
    </w:p>
    <w:p w:rsidR="00F96531" w:rsidRDefault="00F96531" w:rsidP="00F96531">
      <w:r>
        <w:t>251.4604</w:t>
      </w:r>
      <w:r>
        <w:tab/>
        <w:t>1.013e0</w:t>
      </w:r>
    </w:p>
    <w:p w:rsidR="00F96531" w:rsidRDefault="00F96531" w:rsidP="00F96531">
      <w:r>
        <w:t>251.4734</w:t>
      </w:r>
      <w:r>
        <w:tab/>
        <w:t>1.013e0</w:t>
      </w:r>
    </w:p>
    <w:p w:rsidR="00F96531" w:rsidRDefault="00F96531" w:rsidP="00F96531">
      <w:r>
        <w:t>251.5076</w:t>
      </w:r>
      <w:r>
        <w:tab/>
        <w:t>1.013e0</w:t>
      </w:r>
    </w:p>
    <w:p w:rsidR="00F96531" w:rsidRDefault="00F96531" w:rsidP="00F96531">
      <w:r>
        <w:t>251.5156</w:t>
      </w:r>
      <w:r>
        <w:tab/>
        <w:t>1.013e0</w:t>
      </w:r>
    </w:p>
    <w:p w:rsidR="00F96531" w:rsidRDefault="00F96531" w:rsidP="00F96531">
      <w:r>
        <w:t>251.5262</w:t>
      </w:r>
      <w:r>
        <w:tab/>
        <w:t>5.063e0</w:t>
      </w:r>
    </w:p>
    <w:p w:rsidR="00F96531" w:rsidRDefault="00F96531" w:rsidP="00F96531">
      <w:r>
        <w:t>251.5324</w:t>
      </w:r>
      <w:r>
        <w:tab/>
        <w:t>1.013e0</w:t>
      </w:r>
    </w:p>
    <w:p w:rsidR="00F96531" w:rsidRDefault="00F96531" w:rsidP="00F96531">
      <w:r>
        <w:t>251.5427</w:t>
      </w:r>
      <w:r>
        <w:tab/>
        <w:t>2.025e0</w:t>
      </w:r>
    </w:p>
    <w:p w:rsidR="00F96531" w:rsidRDefault="00F96531" w:rsidP="00F96531">
      <w:r>
        <w:t>251.5687</w:t>
      </w:r>
      <w:r>
        <w:tab/>
        <w:t>1.013e0</w:t>
      </w:r>
    </w:p>
    <w:p w:rsidR="00F96531" w:rsidRDefault="00F96531" w:rsidP="00F96531">
      <w:r>
        <w:lastRenderedPageBreak/>
        <w:t>251.5698</w:t>
      </w:r>
      <w:r>
        <w:tab/>
        <w:t>1.013e0</w:t>
      </w:r>
    </w:p>
    <w:p w:rsidR="00F96531" w:rsidRDefault="00F96531" w:rsidP="00F96531">
      <w:r>
        <w:t>251.5768</w:t>
      </w:r>
      <w:r>
        <w:tab/>
        <w:t>2.025e0</w:t>
      </w:r>
    </w:p>
    <w:p w:rsidR="00F96531" w:rsidRDefault="00F96531" w:rsidP="00F96531">
      <w:r>
        <w:t>251.5793</w:t>
      </w:r>
      <w:r>
        <w:tab/>
        <w:t>2.025e0</w:t>
      </w:r>
    </w:p>
    <w:p w:rsidR="00F96531" w:rsidRDefault="00F96531" w:rsidP="00F96531">
      <w:r>
        <w:t>251.5909</w:t>
      </w:r>
      <w:r>
        <w:tab/>
        <w:t>1.013e0</w:t>
      </w:r>
    </w:p>
    <w:p w:rsidR="00F96531" w:rsidRDefault="00F96531" w:rsidP="00F96531">
      <w:r>
        <w:t>251.6330</w:t>
      </w:r>
      <w:r>
        <w:tab/>
        <w:t>1.013e0</w:t>
      </w:r>
    </w:p>
    <w:p w:rsidR="00F96531" w:rsidRDefault="00F96531" w:rsidP="00F96531">
      <w:r>
        <w:t>251.6381</w:t>
      </w:r>
      <w:r>
        <w:tab/>
        <w:t>1.013e0</w:t>
      </w:r>
    </w:p>
    <w:p w:rsidR="00F96531" w:rsidRDefault="00F96531" w:rsidP="00F96531">
      <w:r>
        <w:t>251.6520</w:t>
      </w:r>
      <w:r>
        <w:tab/>
        <w:t>2.025e0</w:t>
      </w:r>
    </w:p>
    <w:p w:rsidR="00F96531" w:rsidRDefault="00F96531" w:rsidP="00F96531">
      <w:r>
        <w:t>251.6752</w:t>
      </w:r>
      <w:r>
        <w:tab/>
        <w:t>1.013e0</w:t>
      </w:r>
    </w:p>
    <w:p w:rsidR="00F96531" w:rsidRDefault="00F96531" w:rsidP="00F96531">
      <w:r>
        <w:t>251.7265</w:t>
      </w:r>
      <w:r>
        <w:tab/>
        <w:t>1.013e0</w:t>
      </w:r>
    </w:p>
    <w:p w:rsidR="00F96531" w:rsidRDefault="00F96531" w:rsidP="00F96531">
      <w:r>
        <w:t>251.7294</w:t>
      </w:r>
      <w:r>
        <w:tab/>
        <w:t>1.013e0</w:t>
      </w:r>
    </w:p>
    <w:p w:rsidR="00F96531" w:rsidRDefault="00F96531" w:rsidP="00F96531">
      <w:r>
        <w:t>251.7343</w:t>
      </w:r>
      <w:r>
        <w:tab/>
        <w:t>1.013e0</w:t>
      </w:r>
    </w:p>
    <w:p w:rsidR="00F96531" w:rsidRDefault="00F96531" w:rsidP="00F96531">
      <w:r>
        <w:t>251.7635</w:t>
      </w:r>
      <w:r>
        <w:tab/>
        <w:t>1.013e0</w:t>
      </w:r>
    </w:p>
    <w:p w:rsidR="00F96531" w:rsidRDefault="00F96531" w:rsidP="00F96531">
      <w:r>
        <w:t>251.7980</w:t>
      </w:r>
      <w:r>
        <w:tab/>
        <w:t>1.013e0</w:t>
      </w:r>
    </w:p>
    <w:p w:rsidR="00F96531" w:rsidRDefault="00F96531" w:rsidP="00F96531">
      <w:r>
        <w:t>251.8222</w:t>
      </w:r>
      <w:r>
        <w:tab/>
        <w:t>2.025e0</w:t>
      </w:r>
    </w:p>
    <w:p w:rsidR="00F96531" w:rsidRDefault="00F96531" w:rsidP="00F96531">
      <w:r>
        <w:t>251.8667</w:t>
      </w:r>
      <w:r>
        <w:tab/>
        <w:t>2.025e0</w:t>
      </w:r>
    </w:p>
    <w:p w:rsidR="00F96531" w:rsidRDefault="00F96531" w:rsidP="00F96531">
      <w:r>
        <w:t>251.8823</w:t>
      </w:r>
      <w:r>
        <w:tab/>
        <w:t>1.013e0</w:t>
      </w:r>
    </w:p>
    <w:p w:rsidR="00F96531" w:rsidRDefault="00F96531" w:rsidP="00F96531">
      <w:r>
        <w:t>251.9262</w:t>
      </w:r>
      <w:r>
        <w:tab/>
        <w:t>2.025e0</w:t>
      </w:r>
    </w:p>
    <w:p w:rsidR="00F96531" w:rsidRDefault="00F96531" w:rsidP="00F96531">
      <w:r>
        <w:t>251.9295</w:t>
      </w:r>
      <w:r>
        <w:tab/>
        <w:t>1.013e0</w:t>
      </w:r>
    </w:p>
    <w:p w:rsidR="00F96531" w:rsidRDefault="00F96531" w:rsidP="00F96531">
      <w:r>
        <w:t>251.9583</w:t>
      </w:r>
      <w:r>
        <w:tab/>
        <w:t>2.025e0</w:t>
      </w:r>
    </w:p>
    <w:p w:rsidR="00F96531" w:rsidRDefault="00F96531" w:rsidP="00F96531">
      <w:r>
        <w:lastRenderedPageBreak/>
        <w:t>251.9680</w:t>
      </w:r>
      <w:r>
        <w:tab/>
        <w:t>4.051e0</w:t>
      </w:r>
    </w:p>
    <w:p w:rsidR="00F96531" w:rsidRDefault="00F96531" w:rsidP="00F96531">
      <w:r>
        <w:t>251.9745</w:t>
      </w:r>
      <w:r>
        <w:tab/>
        <w:t>2.025e0</w:t>
      </w:r>
    </w:p>
    <w:p w:rsidR="00F96531" w:rsidRDefault="00F96531" w:rsidP="00F96531">
      <w:r>
        <w:t>251.9757</w:t>
      </w:r>
      <w:r>
        <w:tab/>
        <w:t>2.025e0</w:t>
      </w:r>
    </w:p>
    <w:p w:rsidR="00F96531" w:rsidRDefault="00F96531" w:rsidP="00F96531">
      <w:r>
        <w:t>251.9796</w:t>
      </w:r>
      <w:r>
        <w:tab/>
        <w:t>1.013e0</w:t>
      </w:r>
    </w:p>
    <w:p w:rsidR="00F96531" w:rsidRDefault="00F96531" w:rsidP="00F96531">
      <w:r>
        <w:t>252.0052</w:t>
      </w:r>
      <w:r>
        <w:tab/>
        <w:t>1.013e0</w:t>
      </w:r>
    </w:p>
    <w:p w:rsidR="00F96531" w:rsidRDefault="00F96531" w:rsidP="00F96531">
      <w:r>
        <w:t>252.0178</w:t>
      </w:r>
      <w:r>
        <w:tab/>
        <w:t>2.025e0</w:t>
      </w:r>
    </w:p>
    <w:p w:rsidR="00F96531" w:rsidRDefault="00F96531" w:rsidP="00F96531">
      <w:r>
        <w:t>252.0298</w:t>
      </w:r>
      <w:r>
        <w:tab/>
        <w:t>1.013e0</w:t>
      </w:r>
    </w:p>
    <w:p w:rsidR="00F96531" w:rsidRDefault="00F96531" w:rsidP="00F96531">
      <w:r>
        <w:t>252.0333</w:t>
      </w:r>
      <w:r>
        <w:tab/>
        <w:t>4.051e0</w:t>
      </w:r>
    </w:p>
    <w:p w:rsidR="00F96531" w:rsidRDefault="00F96531" w:rsidP="00F96531">
      <w:r>
        <w:t>252.0474</w:t>
      </w:r>
      <w:r>
        <w:tab/>
        <w:t>1.013e0</w:t>
      </w:r>
    </w:p>
    <w:p w:rsidR="00F96531" w:rsidRDefault="00F96531" w:rsidP="00F96531">
      <w:r>
        <w:t>252.0520</w:t>
      </w:r>
      <w:r>
        <w:tab/>
        <w:t>1.013e0</w:t>
      </w:r>
    </w:p>
    <w:p w:rsidR="00F96531" w:rsidRDefault="00F96531" w:rsidP="00F96531">
      <w:r>
        <w:t>252.0629</w:t>
      </w:r>
      <w:r>
        <w:tab/>
        <w:t>1.013e0</w:t>
      </w:r>
    </w:p>
    <w:p w:rsidR="00F96531" w:rsidRDefault="00F96531" w:rsidP="00F96531">
      <w:r>
        <w:t>252.0742</w:t>
      </w:r>
      <w:r>
        <w:tab/>
        <w:t>3.038e0</w:t>
      </w:r>
    </w:p>
    <w:p w:rsidR="00F96531" w:rsidRDefault="00F96531" w:rsidP="00F96531">
      <w:r>
        <w:t>252.0774</w:t>
      </w:r>
      <w:r>
        <w:tab/>
        <w:t>3.038e0</w:t>
      </w:r>
    </w:p>
    <w:p w:rsidR="00F96531" w:rsidRDefault="00F96531" w:rsidP="00F96531">
      <w:r>
        <w:t>252.0935</w:t>
      </w:r>
      <w:r>
        <w:tab/>
        <w:t>2.025e0</w:t>
      </w:r>
    </w:p>
    <w:p w:rsidR="00F96531" w:rsidRDefault="00F96531" w:rsidP="00F96531">
      <w:r>
        <w:t>252.0969</w:t>
      </w:r>
      <w:r>
        <w:tab/>
        <w:t>3.038e0</w:t>
      </w:r>
    </w:p>
    <w:p w:rsidR="00F96531" w:rsidRDefault="00F96531" w:rsidP="00F96531">
      <w:r>
        <w:t>252.1111</w:t>
      </w:r>
      <w:r>
        <w:tab/>
        <w:t>2.025e0</w:t>
      </w:r>
    </w:p>
    <w:p w:rsidR="00F96531" w:rsidRDefault="00F96531" w:rsidP="00F96531">
      <w:r>
        <w:t>252.1283</w:t>
      </w:r>
      <w:r>
        <w:tab/>
        <w:t>4.051e0</w:t>
      </w:r>
    </w:p>
    <w:p w:rsidR="00F96531" w:rsidRDefault="00F96531" w:rsidP="00F96531">
      <w:r>
        <w:t>252.1317</w:t>
      </w:r>
      <w:r>
        <w:tab/>
        <w:t>1.013e0</w:t>
      </w:r>
    </w:p>
    <w:p w:rsidR="00F96531" w:rsidRDefault="00F96531" w:rsidP="00F96531">
      <w:r>
        <w:t>252.1362</w:t>
      </w:r>
      <w:r>
        <w:tab/>
        <w:t>5.063e0</w:t>
      </w:r>
    </w:p>
    <w:p w:rsidR="00F96531" w:rsidRDefault="00F96531" w:rsidP="00F96531">
      <w:r>
        <w:lastRenderedPageBreak/>
        <w:t>252.1406</w:t>
      </w:r>
      <w:r>
        <w:tab/>
        <w:t>1.013e0</w:t>
      </w:r>
    </w:p>
    <w:p w:rsidR="00F96531" w:rsidRDefault="00F96531" w:rsidP="00F96531">
      <w:r>
        <w:t>252.1465</w:t>
      </w:r>
      <w:r>
        <w:tab/>
        <w:t>2.025e0</w:t>
      </w:r>
    </w:p>
    <w:p w:rsidR="00F96531" w:rsidRDefault="00F96531" w:rsidP="00F96531">
      <w:r>
        <w:t>252.1603</w:t>
      </w:r>
      <w:r>
        <w:tab/>
        <w:t>1.013e0</w:t>
      </w:r>
    </w:p>
    <w:p w:rsidR="00F96531" w:rsidRDefault="00F96531" w:rsidP="00F96531">
      <w:r>
        <w:t>252.1748</w:t>
      </w:r>
      <w:r>
        <w:tab/>
        <w:t>3.038e0</w:t>
      </w:r>
    </w:p>
    <w:p w:rsidR="00F96531" w:rsidRDefault="00F96531" w:rsidP="00F96531">
      <w:r>
        <w:t>252.1785</w:t>
      </w:r>
      <w:r>
        <w:tab/>
        <w:t>6.076e0</w:t>
      </w:r>
    </w:p>
    <w:p w:rsidR="00F96531" w:rsidRDefault="00F96531" w:rsidP="00F96531">
      <w:r>
        <w:t>252.1846</w:t>
      </w:r>
      <w:r>
        <w:tab/>
        <w:t>5.063e0</w:t>
      </w:r>
    </w:p>
    <w:p w:rsidR="00F96531" w:rsidRDefault="00F96531" w:rsidP="00F96531">
      <w:r>
        <w:t>252.1950</w:t>
      </w:r>
      <w:r>
        <w:tab/>
        <w:t>8.101e0</w:t>
      </w:r>
    </w:p>
    <w:p w:rsidR="00F96531" w:rsidRDefault="00F96531" w:rsidP="00F96531">
      <w:r>
        <w:t>252.2025</w:t>
      </w:r>
      <w:r>
        <w:tab/>
        <w:t>2.025e0</w:t>
      </w:r>
    </w:p>
    <w:p w:rsidR="00F96531" w:rsidRDefault="00F96531" w:rsidP="00F96531">
      <w:r>
        <w:t>252.2038</w:t>
      </w:r>
      <w:r>
        <w:tab/>
        <w:t>2.025e0</w:t>
      </w:r>
    </w:p>
    <w:p w:rsidR="00F96531" w:rsidRDefault="00F96531" w:rsidP="00F96531">
      <w:r>
        <w:t>252.2056</w:t>
      </w:r>
      <w:r>
        <w:tab/>
        <w:t>2.025e0</w:t>
      </w:r>
    </w:p>
    <w:p w:rsidR="00F96531" w:rsidRDefault="00F96531" w:rsidP="00F96531">
      <w:r>
        <w:t>252.2408</w:t>
      </w:r>
      <w:r>
        <w:tab/>
        <w:t>1.013e0</w:t>
      </w:r>
    </w:p>
    <w:p w:rsidR="00F96531" w:rsidRDefault="00F96531" w:rsidP="00F96531">
      <w:r>
        <w:t>252.2489</w:t>
      </w:r>
      <w:r>
        <w:tab/>
        <w:t>2.025e0</w:t>
      </w:r>
    </w:p>
    <w:p w:rsidR="00F96531" w:rsidRDefault="00F96531" w:rsidP="00F96531">
      <w:r>
        <w:t>252.2858</w:t>
      </w:r>
      <w:r>
        <w:tab/>
        <w:t>1.013e0</w:t>
      </w:r>
    </w:p>
    <w:p w:rsidR="00F96531" w:rsidRDefault="00F96531" w:rsidP="00F96531">
      <w:r>
        <w:t>252.2869</w:t>
      </w:r>
      <w:r>
        <w:tab/>
        <w:t>1.013e0</w:t>
      </w:r>
    </w:p>
    <w:p w:rsidR="00F96531" w:rsidRDefault="00F96531" w:rsidP="00F96531">
      <w:r>
        <w:t>252.2947</w:t>
      </w:r>
      <w:r>
        <w:tab/>
        <w:t>1.013e0</w:t>
      </w:r>
    </w:p>
    <w:p w:rsidR="00F96531" w:rsidRDefault="00F96531" w:rsidP="00F96531">
      <w:r>
        <w:t>252.3193</w:t>
      </w:r>
      <w:r>
        <w:tab/>
        <w:t>2.025e0</w:t>
      </w:r>
    </w:p>
    <w:p w:rsidR="00F96531" w:rsidRDefault="00F96531" w:rsidP="00F96531">
      <w:r>
        <w:t>252.3333</w:t>
      </w:r>
      <w:r>
        <w:tab/>
        <w:t>1.013e0</w:t>
      </w:r>
    </w:p>
    <w:p w:rsidR="00F96531" w:rsidRDefault="00F96531" w:rsidP="00F96531">
      <w:r>
        <w:t>252.3380</w:t>
      </w:r>
      <w:r>
        <w:tab/>
        <w:t>1.013e0</w:t>
      </w:r>
    </w:p>
    <w:p w:rsidR="00F96531" w:rsidRDefault="00F96531" w:rsidP="00F96531">
      <w:r>
        <w:t>252.3584</w:t>
      </w:r>
      <w:r>
        <w:tab/>
        <w:t>2.025e0</w:t>
      </w:r>
    </w:p>
    <w:p w:rsidR="00F96531" w:rsidRDefault="00F96531" w:rsidP="00F96531">
      <w:r>
        <w:lastRenderedPageBreak/>
        <w:t>252.3921</w:t>
      </w:r>
      <w:r>
        <w:tab/>
        <w:t>4.051e0</w:t>
      </w:r>
    </w:p>
    <w:p w:rsidR="00F96531" w:rsidRDefault="00F96531" w:rsidP="00F96531">
      <w:r>
        <w:t>252.4097</w:t>
      </w:r>
      <w:r>
        <w:tab/>
        <w:t>2.025e0</w:t>
      </w:r>
    </w:p>
    <w:p w:rsidR="00F96531" w:rsidRDefault="00F96531" w:rsidP="00F96531">
      <w:r>
        <w:t>252.5152</w:t>
      </w:r>
      <w:r>
        <w:tab/>
        <w:t>1.013e0</w:t>
      </w:r>
    </w:p>
    <w:p w:rsidR="00F96531" w:rsidRDefault="00F96531" w:rsidP="00F96531">
      <w:r>
        <w:t>252.5163</w:t>
      </w:r>
      <w:r>
        <w:tab/>
        <w:t>1.013e0</w:t>
      </w:r>
    </w:p>
    <w:p w:rsidR="00F96531" w:rsidRDefault="00F96531" w:rsidP="00F96531">
      <w:r>
        <w:t>252.5324</w:t>
      </w:r>
      <w:r>
        <w:tab/>
        <w:t>1.013e0</w:t>
      </w:r>
    </w:p>
    <w:p w:rsidR="00F96531" w:rsidRDefault="00F96531" w:rsidP="00F96531">
      <w:r>
        <w:t>252.5481</w:t>
      </w:r>
      <w:r>
        <w:tab/>
        <w:t>1.013e0</w:t>
      </w:r>
    </w:p>
    <w:p w:rsidR="00F96531" w:rsidRDefault="00F96531" w:rsidP="00F96531">
      <w:r>
        <w:t>252.5695</w:t>
      </w:r>
      <w:r>
        <w:tab/>
        <w:t>1.013e0</w:t>
      </w:r>
    </w:p>
    <w:p w:rsidR="00F96531" w:rsidRDefault="00F96531" w:rsidP="00F96531">
      <w:r>
        <w:t>252.5961</w:t>
      </w:r>
      <w:r>
        <w:tab/>
        <w:t>1.013e0</w:t>
      </w:r>
    </w:p>
    <w:p w:rsidR="00F96531" w:rsidRDefault="00F96531" w:rsidP="00F96531">
      <w:r>
        <w:t>252.6169</w:t>
      </w:r>
      <w:r>
        <w:tab/>
        <w:t>1.013e0</w:t>
      </w:r>
    </w:p>
    <w:p w:rsidR="00F96531" w:rsidRDefault="00F96531" w:rsidP="00F96531">
      <w:r>
        <w:t>252.6197</w:t>
      </w:r>
      <w:r>
        <w:tab/>
        <w:t>2.025e0</w:t>
      </w:r>
    </w:p>
    <w:p w:rsidR="00F96531" w:rsidRDefault="00F96531" w:rsidP="00F96531">
      <w:r>
        <w:t>252.6214</w:t>
      </w:r>
      <w:r>
        <w:tab/>
        <w:t>2.025e0</w:t>
      </w:r>
    </w:p>
    <w:p w:rsidR="00F96531" w:rsidRDefault="00F96531" w:rsidP="00F96531">
      <w:r>
        <w:t>252.6712</w:t>
      </w:r>
      <w:r>
        <w:tab/>
        <w:t>1.013e0</w:t>
      </w:r>
    </w:p>
    <w:p w:rsidR="00F96531" w:rsidRDefault="00F96531" w:rsidP="00F96531">
      <w:r>
        <w:t>252.7135</w:t>
      </w:r>
      <w:r>
        <w:tab/>
        <w:t>1.013e0</w:t>
      </w:r>
    </w:p>
    <w:p w:rsidR="00F96531" w:rsidRDefault="00F96531" w:rsidP="00F96531">
      <w:r>
        <w:t>252.7405</w:t>
      </w:r>
      <w:r>
        <w:tab/>
        <w:t>2.025e0</w:t>
      </w:r>
    </w:p>
    <w:p w:rsidR="00F96531" w:rsidRDefault="00F96531" w:rsidP="00F96531">
      <w:r>
        <w:t>252.7436</w:t>
      </w:r>
      <w:r>
        <w:tab/>
        <w:t>1.013e0</w:t>
      </w:r>
    </w:p>
    <w:p w:rsidR="00F96531" w:rsidRDefault="00F96531" w:rsidP="00F96531">
      <w:r>
        <w:t>252.7454</w:t>
      </w:r>
      <w:r>
        <w:tab/>
        <w:t>3.038e0</w:t>
      </w:r>
    </w:p>
    <w:p w:rsidR="00F96531" w:rsidRDefault="00F96531" w:rsidP="00F96531">
      <w:r>
        <w:t>252.7925</w:t>
      </w:r>
      <w:r>
        <w:tab/>
        <w:t>1.013e0</w:t>
      </w:r>
    </w:p>
    <w:p w:rsidR="00F96531" w:rsidRDefault="00F96531" w:rsidP="00F96531">
      <w:r>
        <w:t>252.8348</w:t>
      </w:r>
      <w:r>
        <w:tab/>
        <w:t>2.025e0</w:t>
      </w:r>
    </w:p>
    <w:p w:rsidR="00F96531" w:rsidRDefault="00F96531" w:rsidP="00F96531">
      <w:r>
        <w:t>252.8815</w:t>
      </w:r>
      <w:r>
        <w:tab/>
        <w:t>1.013e0</w:t>
      </w:r>
    </w:p>
    <w:p w:rsidR="00F96531" w:rsidRDefault="00F96531" w:rsidP="00F96531">
      <w:r>
        <w:lastRenderedPageBreak/>
        <w:t>252.8873</w:t>
      </w:r>
      <w:r>
        <w:tab/>
        <w:t>1.013e0</w:t>
      </w:r>
    </w:p>
    <w:p w:rsidR="00F96531" w:rsidRDefault="00F96531" w:rsidP="00F96531">
      <w:r>
        <w:t>252.8967</w:t>
      </w:r>
      <w:r>
        <w:tab/>
        <w:t>1.013e0</w:t>
      </w:r>
    </w:p>
    <w:p w:rsidR="00F96531" w:rsidRDefault="00F96531" w:rsidP="00F96531">
      <w:r>
        <w:t>252.8996</w:t>
      </w:r>
      <w:r>
        <w:tab/>
        <w:t>1.013e0</w:t>
      </w:r>
    </w:p>
    <w:p w:rsidR="00F96531" w:rsidRDefault="00F96531" w:rsidP="00F96531">
      <w:r>
        <w:t>252.9192</w:t>
      </w:r>
      <w:r>
        <w:tab/>
        <w:t>1.013e0</w:t>
      </w:r>
    </w:p>
    <w:p w:rsidR="00F96531" w:rsidRDefault="00F96531" w:rsidP="00F96531">
      <w:r>
        <w:t>252.9396</w:t>
      </w:r>
      <w:r>
        <w:tab/>
        <w:t>2.025e0</w:t>
      </w:r>
    </w:p>
    <w:p w:rsidR="00F96531" w:rsidRDefault="00F96531" w:rsidP="00F96531">
      <w:r>
        <w:t>252.9626</w:t>
      </w:r>
      <w:r>
        <w:tab/>
        <w:t>2.025e0</w:t>
      </w:r>
    </w:p>
    <w:p w:rsidR="00F96531" w:rsidRDefault="00F96531" w:rsidP="00F96531">
      <w:r>
        <w:t>252.9766</w:t>
      </w:r>
      <w:r>
        <w:tab/>
        <w:t>1.013e0</w:t>
      </w:r>
    </w:p>
    <w:p w:rsidR="00F96531" w:rsidRDefault="00F96531" w:rsidP="00F96531">
      <w:r>
        <w:t>252.9886</w:t>
      </w:r>
      <w:r>
        <w:tab/>
        <w:t>5.063e0</w:t>
      </w:r>
    </w:p>
    <w:p w:rsidR="00F96531" w:rsidRDefault="00F96531" w:rsidP="00F96531">
      <w:r>
        <w:t>252.9931</w:t>
      </w:r>
      <w:r>
        <w:tab/>
        <w:t>1.013e0</w:t>
      </w:r>
    </w:p>
    <w:p w:rsidR="00F96531" w:rsidRDefault="00F96531" w:rsidP="00F96531">
      <w:r>
        <w:t>253.0216</w:t>
      </w:r>
      <w:r>
        <w:tab/>
        <w:t>2.025e0</w:t>
      </w:r>
    </w:p>
    <w:p w:rsidR="00F96531" w:rsidRDefault="00F96531" w:rsidP="00F96531">
      <w:r>
        <w:t>253.0273</w:t>
      </w:r>
      <w:r>
        <w:tab/>
        <w:t>3.038e0</w:t>
      </w:r>
    </w:p>
    <w:p w:rsidR="00F96531" w:rsidRDefault="00F96531" w:rsidP="00F96531">
      <w:r>
        <w:t>253.0386</w:t>
      </w:r>
      <w:r>
        <w:tab/>
        <w:t>4.051e0</w:t>
      </w:r>
    </w:p>
    <w:p w:rsidR="00F96531" w:rsidRDefault="00F96531" w:rsidP="00F96531">
      <w:r>
        <w:t>253.0404</w:t>
      </w:r>
      <w:r>
        <w:tab/>
        <w:t>4.051e0</w:t>
      </w:r>
    </w:p>
    <w:p w:rsidR="00F96531" w:rsidRDefault="00F96531" w:rsidP="00F96531">
      <w:r>
        <w:t>253.0475</w:t>
      </w:r>
      <w:r>
        <w:tab/>
        <w:t>4.051e0</w:t>
      </w:r>
    </w:p>
    <w:p w:rsidR="00F96531" w:rsidRDefault="00F96531" w:rsidP="00F96531">
      <w:r>
        <w:t>253.0507</w:t>
      </w:r>
      <w:r>
        <w:tab/>
        <w:t>1.013e0</w:t>
      </w:r>
    </w:p>
    <w:p w:rsidR="00F96531" w:rsidRDefault="00F96531" w:rsidP="00F96531">
      <w:r>
        <w:t>253.0639</w:t>
      </w:r>
      <w:r>
        <w:tab/>
        <w:t>2.025e0</w:t>
      </w:r>
    </w:p>
    <w:p w:rsidR="00F96531" w:rsidRDefault="00F96531" w:rsidP="00F96531">
      <w:r>
        <w:t>253.0787</w:t>
      </w:r>
      <w:r>
        <w:tab/>
        <w:t>1.316e1</w:t>
      </w:r>
    </w:p>
    <w:p w:rsidR="00F96531" w:rsidRDefault="00F96531" w:rsidP="00F96531">
      <w:r>
        <w:t>253.0885</w:t>
      </w:r>
      <w:r>
        <w:tab/>
        <w:t>1.013e1</w:t>
      </w:r>
    </w:p>
    <w:p w:rsidR="00F96531" w:rsidRDefault="00F96531" w:rsidP="00F96531">
      <w:r>
        <w:t>253.0957</w:t>
      </w:r>
      <w:r>
        <w:tab/>
        <w:t>2.097e1</w:t>
      </w:r>
    </w:p>
    <w:p w:rsidR="00F96531" w:rsidRDefault="00F96531" w:rsidP="00F96531">
      <w:r>
        <w:lastRenderedPageBreak/>
        <w:t>253.0978</w:t>
      </w:r>
      <w:r>
        <w:tab/>
        <w:t>7.089e0</w:t>
      </w:r>
    </w:p>
    <w:p w:rsidR="00F96531" w:rsidRDefault="00F96531" w:rsidP="00F96531">
      <w:r>
        <w:t>253.1026</w:t>
      </w:r>
      <w:r>
        <w:tab/>
        <w:t>3.038e0</w:t>
      </w:r>
    </w:p>
    <w:p w:rsidR="00F96531" w:rsidRDefault="00F96531" w:rsidP="00F96531">
      <w:r>
        <w:t>253.1284</w:t>
      </w:r>
      <w:r>
        <w:tab/>
        <w:t>7.089e0</w:t>
      </w:r>
    </w:p>
    <w:p w:rsidR="00F96531" w:rsidRDefault="00F96531" w:rsidP="00F96531">
      <w:r>
        <w:t>253.1371</w:t>
      </w:r>
      <w:r>
        <w:tab/>
        <w:t>3.038e0</w:t>
      </w:r>
    </w:p>
    <w:p w:rsidR="00F96531" w:rsidRDefault="00F96531" w:rsidP="00F96531">
      <w:r>
        <w:t>253.1459</w:t>
      </w:r>
      <w:r>
        <w:tab/>
        <w:t>1.013e0</w:t>
      </w:r>
    </w:p>
    <w:p w:rsidR="00F96531" w:rsidRDefault="00F96531" w:rsidP="00F96531">
      <w:r>
        <w:t>253.1484</w:t>
      </w:r>
      <w:r>
        <w:tab/>
        <w:t>3.038e0</w:t>
      </w:r>
    </w:p>
    <w:p w:rsidR="00F96531" w:rsidRDefault="00F96531" w:rsidP="00F96531">
      <w:r>
        <w:t>253.1590</w:t>
      </w:r>
      <w:r>
        <w:tab/>
        <w:t>2.025e0</w:t>
      </w:r>
    </w:p>
    <w:p w:rsidR="00F96531" w:rsidRDefault="00F96531" w:rsidP="00F96531">
      <w:r>
        <w:t>253.1627</w:t>
      </w:r>
      <w:r>
        <w:tab/>
        <w:t>5.063e0</w:t>
      </w:r>
    </w:p>
    <w:p w:rsidR="00F96531" w:rsidRDefault="00F96531" w:rsidP="00F96531">
      <w:r>
        <w:t>253.1780</w:t>
      </w:r>
      <w:r>
        <w:tab/>
        <w:t>3.038e0</w:t>
      </w:r>
    </w:p>
    <w:p w:rsidR="00F96531" w:rsidRDefault="00F96531" w:rsidP="00F96531">
      <w:r>
        <w:t>253.1882</w:t>
      </w:r>
      <w:r>
        <w:tab/>
        <w:t>1.013e0</w:t>
      </w:r>
    </w:p>
    <w:p w:rsidR="00F96531" w:rsidRDefault="00F96531" w:rsidP="00F96531">
      <w:r>
        <w:t>253.1974</w:t>
      </w:r>
      <w:r>
        <w:tab/>
        <w:t>2.025e0</w:t>
      </w:r>
    </w:p>
    <w:p w:rsidR="00F96531" w:rsidRDefault="00F96531" w:rsidP="00F96531">
      <w:r>
        <w:t>253.2057</w:t>
      </w:r>
      <w:r>
        <w:tab/>
        <w:t>5.063e0</w:t>
      </w:r>
    </w:p>
    <w:p w:rsidR="00F96531" w:rsidRDefault="00F96531" w:rsidP="00F96531">
      <w:r>
        <w:t>253.2084</w:t>
      </w:r>
      <w:r>
        <w:tab/>
        <w:t>1.013e0</w:t>
      </w:r>
    </w:p>
    <w:p w:rsidR="00F96531" w:rsidRDefault="00F96531" w:rsidP="00F96531">
      <w:r>
        <w:t>253.2104</w:t>
      </w:r>
      <w:r>
        <w:tab/>
        <w:t>1.583e0</w:t>
      </w:r>
    </w:p>
    <w:p w:rsidR="00F96531" w:rsidRDefault="00F96531" w:rsidP="00F96531">
      <w:r>
        <w:t>253.2426</w:t>
      </w:r>
      <w:r>
        <w:tab/>
        <w:t>1.013e0</w:t>
      </w:r>
    </w:p>
    <w:p w:rsidR="00F96531" w:rsidRDefault="00F96531" w:rsidP="00F96531">
      <w:r>
        <w:t>253.2456</w:t>
      </w:r>
      <w:r>
        <w:tab/>
        <w:t>1.013e0</w:t>
      </w:r>
    </w:p>
    <w:p w:rsidR="00F96531" w:rsidRDefault="00F96531" w:rsidP="00F96531">
      <w:r>
        <w:t>253.2647</w:t>
      </w:r>
      <w:r>
        <w:tab/>
        <w:t>2.025e0</w:t>
      </w:r>
    </w:p>
    <w:p w:rsidR="00F96531" w:rsidRDefault="00F96531" w:rsidP="00F96531">
      <w:r>
        <w:t>253.2711</w:t>
      </w:r>
      <w:r>
        <w:tab/>
        <w:t>2.025e0</w:t>
      </w:r>
    </w:p>
    <w:p w:rsidR="00F96531" w:rsidRDefault="00F96531" w:rsidP="00F96531">
      <w:r>
        <w:t>253.3312</w:t>
      </w:r>
      <w:r>
        <w:tab/>
        <w:t>1.013e0</w:t>
      </w:r>
    </w:p>
    <w:p w:rsidR="00F96531" w:rsidRDefault="00F96531" w:rsidP="00F96531">
      <w:r>
        <w:lastRenderedPageBreak/>
        <w:t>253.3435</w:t>
      </w:r>
      <w:r>
        <w:tab/>
        <w:t>1.013e0</w:t>
      </w:r>
    </w:p>
    <w:p w:rsidR="00F96531" w:rsidRDefault="00F96531" w:rsidP="00F96531">
      <w:r>
        <w:t>253.3616</w:t>
      </w:r>
      <w:r>
        <w:tab/>
        <w:t>1.013e0</w:t>
      </w:r>
    </w:p>
    <w:p w:rsidR="00F96531" w:rsidRDefault="00F96531" w:rsidP="00F96531">
      <w:r>
        <w:t>253.3774</w:t>
      </w:r>
      <w:r>
        <w:tab/>
        <w:t>1.013e0</w:t>
      </w:r>
    </w:p>
    <w:p w:rsidR="00F96531" w:rsidRDefault="00F96531" w:rsidP="00F96531">
      <w:r>
        <w:t>253.3848</w:t>
      </w:r>
      <w:r>
        <w:tab/>
        <w:t>1.013e0</w:t>
      </w:r>
    </w:p>
    <w:p w:rsidR="00F96531" w:rsidRDefault="00F96531" w:rsidP="00F96531">
      <w:r>
        <w:t>253.4021</w:t>
      </w:r>
      <w:r>
        <w:tab/>
        <w:t>3.038e0</w:t>
      </w:r>
    </w:p>
    <w:p w:rsidR="00F96531" w:rsidRDefault="00F96531" w:rsidP="00F96531">
      <w:r>
        <w:t>253.4059</w:t>
      </w:r>
      <w:r>
        <w:tab/>
        <w:t>2.025e0</w:t>
      </w:r>
    </w:p>
    <w:p w:rsidR="00F96531" w:rsidRDefault="00F96531" w:rsidP="00F96531">
      <w:r>
        <w:t>253.4186</w:t>
      </w:r>
      <w:r>
        <w:tab/>
        <w:t>1.013e0</w:t>
      </w:r>
    </w:p>
    <w:p w:rsidR="00F96531" w:rsidRDefault="00F96531" w:rsidP="00F96531">
      <w:r>
        <w:t>253.4450</w:t>
      </w:r>
      <w:r>
        <w:tab/>
        <w:t>1.013e0</w:t>
      </w:r>
    </w:p>
    <w:p w:rsidR="00F96531" w:rsidRDefault="00F96531" w:rsidP="00F96531">
      <w:r>
        <w:t>253.4500</w:t>
      </w:r>
      <w:r>
        <w:tab/>
        <w:t>1.013e0</w:t>
      </w:r>
    </w:p>
    <w:p w:rsidR="00F96531" w:rsidRDefault="00F96531" w:rsidP="00F96531">
      <w:r>
        <w:t>253.4529</w:t>
      </w:r>
      <w:r>
        <w:tab/>
        <w:t>1.013e0</w:t>
      </w:r>
    </w:p>
    <w:p w:rsidR="00F96531" w:rsidRDefault="00F96531" w:rsidP="00F96531">
      <w:r>
        <w:t>253.4659</w:t>
      </w:r>
      <w:r>
        <w:tab/>
        <w:t>1.013e0</w:t>
      </w:r>
    </w:p>
    <w:p w:rsidR="00F96531" w:rsidRDefault="00F96531" w:rsidP="00F96531">
      <w:r>
        <w:t>253.4834</w:t>
      </w:r>
      <w:r>
        <w:tab/>
        <w:t>1.013e0</w:t>
      </w:r>
    </w:p>
    <w:p w:rsidR="00F96531" w:rsidRDefault="00F96531" w:rsidP="00F96531">
      <w:r>
        <w:t>253.4883</w:t>
      </w:r>
      <w:r>
        <w:tab/>
        <w:t>1.013e0</w:t>
      </w:r>
    </w:p>
    <w:p w:rsidR="00F96531" w:rsidRDefault="00F96531" w:rsidP="00F96531">
      <w:r>
        <w:t>253.5316</w:t>
      </w:r>
      <w:r>
        <w:tab/>
        <w:t>2.025e0</w:t>
      </w:r>
    </w:p>
    <w:p w:rsidR="00F96531" w:rsidRDefault="00F96531" w:rsidP="00F96531">
      <w:r>
        <w:t>253.5346</w:t>
      </w:r>
      <w:r>
        <w:tab/>
        <w:t>1.013e0</w:t>
      </w:r>
    </w:p>
    <w:p w:rsidR="00F96531" w:rsidRDefault="00F96531" w:rsidP="00F96531">
      <w:r>
        <w:t>253.5414</w:t>
      </w:r>
      <w:r>
        <w:tab/>
        <w:t>2.025e0</w:t>
      </w:r>
    </w:p>
    <w:p w:rsidR="00F96531" w:rsidRDefault="00F96531" w:rsidP="00F96531">
      <w:r>
        <w:t>253.5557</w:t>
      </w:r>
      <w:r>
        <w:tab/>
        <w:t>2.025e0</w:t>
      </w:r>
    </w:p>
    <w:p w:rsidR="00F96531" w:rsidRDefault="00F96531" w:rsidP="00F96531">
      <w:r>
        <w:t>253.5637</w:t>
      </w:r>
      <w:r>
        <w:tab/>
        <w:t>1.013e0</w:t>
      </w:r>
    </w:p>
    <w:p w:rsidR="00F96531" w:rsidRDefault="00F96531" w:rsidP="00F96531">
      <w:r>
        <w:t>253.5679</w:t>
      </w:r>
      <w:r>
        <w:tab/>
        <w:t>1.013e0</w:t>
      </w:r>
    </w:p>
    <w:p w:rsidR="00F96531" w:rsidRDefault="00F96531" w:rsidP="00F96531">
      <w:r>
        <w:lastRenderedPageBreak/>
        <w:t>253.5837</w:t>
      </w:r>
      <w:r>
        <w:tab/>
        <w:t>1.013e0</w:t>
      </w:r>
    </w:p>
    <w:p w:rsidR="00F96531" w:rsidRDefault="00F96531" w:rsidP="00F96531">
      <w:r>
        <w:t>253.6141</w:t>
      </w:r>
      <w:r>
        <w:tab/>
        <w:t>1.013e0</w:t>
      </w:r>
    </w:p>
    <w:p w:rsidR="00F96531" w:rsidRDefault="00F96531" w:rsidP="00F96531">
      <w:r>
        <w:t>253.6344</w:t>
      </w:r>
      <w:r>
        <w:tab/>
        <w:t>2.025e0</w:t>
      </w:r>
    </w:p>
    <w:p w:rsidR="00F96531" w:rsidRDefault="00F96531" w:rsidP="00F96531">
      <w:r>
        <w:t>253.6644</w:t>
      </w:r>
      <w:r>
        <w:tab/>
        <w:t>2.025e0</w:t>
      </w:r>
    </w:p>
    <w:p w:rsidR="00F96531" w:rsidRDefault="00F96531" w:rsidP="00F96531">
      <w:r>
        <w:t>253.6815</w:t>
      </w:r>
      <w:r>
        <w:tab/>
        <w:t>1.013e0</w:t>
      </w:r>
    </w:p>
    <w:p w:rsidR="00F96531" w:rsidRDefault="00F96531" w:rsidP="00F96531">
      <w:r>
        <w:t>253.6826</w:t>
      </w:r>
      <w:r>
        <w:tab/>
        <w:t>1.013e0</w:t>
      </w:r>
    </w:p>
    <w:p w:rsidR="00F96531" w:rsidRDefault="00F96531" w:rsidP="00F96531">
      <w:r>
        <w:t>253.7077</w:t>
      </w:r>
      <w:r>
        <w:tab/>
        <w:t>2.025e0</w:t>
      </w:r>
    </w:p>
    <w:p w:rsidR="00F96531" w:rsidRDefault="00F96531" w:rsidP="00F96531">
      <w:r>
        <w:t>253.7539</w:t>
      </w:r>
      <w:r>
        <w:tab/>
        <w:t>1.013e0</w:t>
      </w:r>
    </w:p>
    <w:p w:rsidR="00F96531" w:rsidRDefault="00F96531" w:rsidP="00F96531">
      <w:r>
        <w:t>253.7843</w:t>
      </w:r>
      <w:r>
        <w:tab/>
        <w:t>1.013e0</w:t>
      </w:r>
    </w:p>
    <w:p w:rsidR="00F96531" w:rsidRDefault="00F96531" w:rsidP="00F96531">
      <w:r>
        <w:t>253.8040</w:t>
      </w:r>
      <w:r>
        <w:tab/>
        <w:t>1.013e0</w:t>
      </w:r>
    </w:p>
    <w:p w:rsidR="00F96531" w:rsidRDefault="00F96531" w:rsidP="00F96531">
      <w:r>
        <w:t>253.8146</w:t>
      </w:r>
      <w:r>
        <w:tab/>
        <w:t>1.013e0</w:t>
      </w:r>
    </w:p>
    <w:p w:rsidR="00F96531" w:rsidRDefault="00F96531" w:rsidP="00F96531">
      <w:r>
        <w:t>253.8177</w:t>
      </w:r>
      <w:r>
        <w:tab/>
        <w:t>1.013e0</w:t>
      </w:r>
    </w:p>
    <w:p w:rsidR="00F96531" w:rsidRDefault="00F96531" w:rsidP="00F96531">
      <w:r>
        <w:t>253.8570</w:t>
      </w:r>
      <w:r>
        <w:tab/>
        <w:t>1.013e0</w:t>
      </w:r>
    </w:p>
    <w:p w:rsidR="00F96531" w:rsidRDefault="00F96531" w:rsidP="00F96531">
      <w:r>
        <w:t>253.8983</w:t>
      </w:r>
      <w:r>
        <w:tab/>
        <w:t>2.025e0</w:t>
      </w:r>
    </w:p>
    <w:p w:rsidR="00F96531" w:rsidRDefault="00F96531" w:rsidP="00F96531">
      <w:r>
        <w:t>253.9180</w:t>
      </w:r>
      <w:r>
        <w:tab/>
        <w:t>1.013e0</w:t>
      </w:r>
    </w:p>
    <w:p w:rsidR="00F96531" w:rsidRDefault="00F96531" w:rsidP="00F96531">
      <w:r>
        <w:t>253.9192</w:t>
      </w:r>
      <w:r>
        <w:tab/>
        <w:t>1.013e0</w:t>
      </w:r>
    </w:p>
    <w:p w:rsidR="00F96531" w:rsidRDefault="00F96531" w:rsidP="00F96531">
      <w:r>
        <w:t>253.9277</w:t>
      </w:r>
      <w:r>
        <w:tab/>
        <w:t>1.013e0</w:t>
      </w:r>
    </w:p>
    <w:p w:rsidR="00F96531" w:rsidRDefault="00F96531" w:rsidP="00F96531">
      <w:r>
        <w:t>253.9361</w:t>
      </w:r>
      <w:r>
        <w:tab/>
        <w:t>1.013e0</w:t>
      </w:r>
    </w:p>
    <w:p w:rsidR="00F96531" w:rsidRDefault="00F96531" w:rsidP="00F96531">
      <w:r>
        <w:t>253.9564</w:t>
      </w:r>
      <w:r>
        <w:tab/>
        <w:t>1.013e0</w:t>
      </w:r>
    </w:p>
    <w:p w:rsidR="00F96531" w:rsidRDefault="00F96531" w:rsidP="00F96531">
      <w:r>
        <w:lastRenderedPageBreak/>
        <w:t>253.9615</w:t>
      </w:r>
      <w:r>
        <w:tab/>
        <w:t>2.025e0</w:t>
      </w:r>
    </w:p>
    <w:p w:rsidR="00F96531" w:rsidRDefault="00F96531" w:rsidP="00F96531">
      <w:r>
        <w:t>253.9868</w:t>
      </w:r>
      <w:r>
        <w:tab/>
        <w:t>1.013e0</w:t>
      </w:r>
    </w:p>
    <w:p w:rsidR="00F96531" w:rsidRDefault="00F96531" w:rsidP="00F96531">
      <w:r>
        <w:t>253.9939</w:t>
      </w:r>
      <w:r>
        <w:tab/>
        <w:t>2.025e0</w:t>
      </w:r>
    </w:p>
    <w:p w:rsidR="00F96531" w:rsidRDefault="00F96531" w:rsidP="00F96531">
      <w:r>
        <w:t>253.9989</w:t>
      </w:r>
      <w:r>
        <w:tab/>
        <w:t>4.051e0</w:t>
      </w:r>
    </w:p>
    <w:p w:rsidR="00F96531" w:rsidRDefault="00F96531" w:rsidP="00F96531">
      <w:r>
        <w:t>254.0037</w:t>
      </w:r>
      <w:r>
        <w:tab/>
        <w:t>1.013e0</w:t>
      </w:r>
    </w:p>
    <w:p w:rsidR="00F96531" w:rsidRDefault="00F96531" w:rsidP="00F96531">
      <w:r>
        <w:t>254.0372</w:t>
      </w:r>
      <w:r>
        <w:tab/>
        <w:t>3.038e0</w:t>
      </w:r>
    </w:p>
    <w:p w:rsidR="00F96531" w:rsidRDefault="00F96531" w:rsidP="00F96531">
      <w:r>
        <w:t>254.0399</w:t>
      </w:r>
      <w:r>
        <w:tab/>
        <w:t>1.406e1</w:t>
      </w:r>
    </w:p>
    <w:p w:rsidR="00F96531" w:rsidRDefault="00F96531" w:rsidP="00F96531">
      <w:r>
        <w:t>254.0436</w:t>
      </w:r>
      <w:r>
        <w:tab/>
        <w:t>4.073e0</w:t>
      </w:r>
    </w:p>
    <w:p w:rsidR="00F96531" w:rsidRDefault="00F96531" w:rsidP="00F96531">
      <w:r>
        <w:t>254.0450</w:t>
      </w:r>
      <w:r>
        <w:tab/>
        <w:t>7.089e0</w:t>
      </w:r>
    </w:p>
    <w:p w:rsidR="00F96531" w:rsidRDefault="00F96531" w:rsidP="00F96531">
      <w:r>
        <w:t>254.0470</w:t>
      </w:r>
      <w:r>
        <w:tab/>
        <w:t>3.038e0</w:t>
      </w:r>
    </w:p>
    <w:p w:rsidR="00F96531" w:rsidRDefault="00F96531" w:rsidP="00F96531">
      <w:r>
        <w:t>254.0513</w:t>
      </w:r>
      <w:r>
        <w:tab/>
        <w:t>8.101e0</w:t>
      </w:r>
    </w:p>
    <w:p w:rsidR="00F96531" w:rsidRDefault="00F96531" w:rsidP="00F96531">
      <w:r>
        <w:t>254.0734</w:t>
      </w:r>
      <w:r>
        <w:tab/>
        <w:t>2.025e0</w:t>
      </w:r>
    </w:p>
    <w:p w:rsidR="00F96531" w:rsidRDefault="00F96531" w:rsidP="00F96531">
      <w:r>
        <w:t>254.0764</w:t>
      </w:r>
      <w:r>
        <w:tab/>
        <w:t>1.013e0</w:t>
      </w:r>
    </w:p>
    <w:p w:rsidR="00F96531" w:rsidRDefault="00F96531" w:rsidP="00F96531">
      <w:r>
        <w:t>254.0784</w:t>
      </w:r>
      <w:r>
        <w:tab/>
        <w:t>2.025e0</w:t>
      </w:r>
    </w:p>
    <w:p w:rsidR="00F96531" w:rsidRDefault="00F96531" w:rsidP="00F96531">
      <w:r>
        <w:t>254.0804</w:t>
      </w:r>
      <w:r>
        <w:tab/>
        <w:t>2.025e0</w:t>
      </w:r>
    </w:p>
    <w:p w:rsidR="00F96531" w:rsidRDefault="00F96531" w:rsidP="00F96531">
      <w:r>
        <w:t>254.0922</w:t>
      </w:r>
      <w:r>
        <w:tab/>
        <w:t>3.038e0</w:t>
      </w:r>
    </w:p>
    <w:p w:rsidR="00F96531" w:rsidRDefault="00F96531" w:rsidP="00F96531">
      <w:r>
        <w:t>254.0943</w:t>
      </w:r>
      <w:r>
        <w:tab/>
        <w:t>2.025e0</w:t>
      </w:r>
    </w:p>
    <w:p w:rsidR="00F96531" w:rsidRDefault="00F96531" w:rsidP="00F96531">
      <w:r>
        <w:t>254.0954</w:t>
      </w:r>
      <w:r>
        <w:tab/>
        <w:t>2.025e0</w:t>
      </w:r>
    </w:p>
    <w:p w:rsidR="00F96531" w:rsidRDefault="00F96531" w:rsidP="00F96531">
      <w:r>
        <w:t>254.1118</w:t>
      </w:r>
      <w:r>
        <w:tab/>
        <w:t>2.025e0</w:t>
      </w:r>
    </w:p>
    <w:p w:rsidR="00F96531" w:rsidRDefault="00F96531" w:rsidP="00F96531">
      <w:r>
        <w:lastRenderedPageBreak/>
        <w:t>254.1228</w:t>
      </w:r>
      <w:r>
        <w:tab/>
        <w:t>1.013e0</w:t>
      </w:r>
    </w:p>
    <w:p w:rsidR="00F96531" w:rsidRDefault="00F96531" w:rsidP="00F96531">
      <w:r>
        <w:t>254.1322</w:t>
      </w:r>
      <w:r>
        <w:tab/>
        <w:t>7.089e0</w:t>
      </w:r>
    </w:p>
    <w:p w:rsidR="00F96531" w:rsidRDefault="00F96531" w:rsidP="00F96531">
      <w:r>
        <w:t>254.1418</w:t>
      </w:r>
      <w:r>
        <w:tab/>
        <w:t>3.038e0</w:t>
      </w:r>
    </w:p>
    <w:p w:rsidR="00F96531" w:rsidRDefault="00F96531" w:rsidP="00F96531">
      <w:r>
        <w:t>254.1466</w:t>
      </w:r>
      <w:r>
        <w:tab/>
        <w:t>3.457e0</w:t>
      </w:r>
    </w:p>
    <w:p w:rsidR="00F96531" w:rsidRDefault="00F96531" w:rsidP="00F96531">
      <w:r>
        <w:t>254.1822</w:t>
      </w:r>
      <w:r>
        <w:tab/>
        <w:t>3.376e1</w:t>
      </w:r>
    </w:p>
    <w:p w:rsidR="00F96531" w:rsidRDefault="00F96531" w:rsidP="00F96531">
      <w:r>
        <w:t>254.1835</w:t>
      </w:r>
      <w:r>
        <w:tab/>
        <w:t>4.051e1</w:t>
      </w:r>
    </w:p>
    <w:p w:rsidR="00F96531" w:rsidRDefault="00F96531" w:rsidP="00F96531">
      <w:r>
        <w:t>254.1864</w:t>
      </w:r>
      <w:r>
        <w:tab/>
        <w:t>4.110e1</w:t>
      </w:r>
    </w:p>
    <w:p w:rsidR="00F96531" w:rsidRDefault="00F96531" w:rsidP="00F96531">
      <w:r>
        <w:t>254.1876</w:t>
      </w:r>
      <w:r>
        <w:tab/>
        <w:t>7.318e1</w:t>
      </w:r>
    </w:p>
    <w:p w:rsidR="00F96531" w:rsidRDefault="00F96531" w:rsidP="00F96531">
      <w:r>
        <w:t>254.1887</w:t>
      </w:r>
      <w:r>
        <w:tab/>
        <w:t>6.956e1</w:t>
      </w:r>
    </w:p>
    <w:p w:rsidR="00F96531" w:rsidRDefault="00F96531" w:rsidP="00F96531">
      <w:r>
        <w:t>254.2319</w:t>
      </w:r>
      <w:r>
        <w:tab/>
        <w:t>3.028e0</w:t>
      </w:r>
    </w:p>
    <w:p w:rsidR="00F96531" w:rsidRDefault="00F96531" w:rsidP="00F96531">
      <w:r>
        <w:t>254.2457</w:t>
      </w:r>
      <w:r>
        <w:tab/>
        <w:t>1.013e0</w:t>
      </w:r>
    </w:p>
    <w:p w:rsidR="00F96531" w:rsidRDefault="00F96531" w:rsidP="00F96531">
      <w:r>
        <w:t>254.2486</w:t>
      </w:r>
      <w:r>
        <w:tab/>
        <w:t>1.013e0</w:t>
      </w:r>
    </w:p>
    <w:p w:rsidR="00F96531" w:rsidRDefault="00F96531" w:rsidP="00F96531">
      <w:r>
        <w:t>254.2553</w:t>
      </w:r>
      <w:r>
        <w:tab/>
        <w:t>3.038e0</w:t>
      </w:r>
    </w:p>
    <w:p w:rsidR="00F96531" w:rsidRDefault="00F96531" w:rsidP="00F96531">
      <w:r>
        <w:t>254.2580</w:t>
      </w:r>
      <w:r>
        <w:tab/>
        <w:t>1.013e0</w:t>
      </w:r>
    </w:p>
    <w:p w:rsidR="00F96531" w:rsidRDefault="00F96531" w:rsidP="00F96531">
      <w:r>
        <w:t>254.2840</w:t>
      </w:r>
      <w:r>
        <w:tab/>
        <w:t>1.013e0</w:t>
      </w:r>
    </w:p>
    <w:p w:rsidR="00F96531" w:rsidRDefault="00F96531" w:rsidP="00F96531">
      <w:r>
        <w:t>254.2967</w:t>
      </w:r>
      <w:r>
        <w:tab/>
        <w:t>2.025e0</w:t>
      </w:r>
    </w:p>
    <w:p w:rsidR="00F96531" w:rsidRDefault="00F96531" w:rsidP="00F96531">
      <w:r>
        <w:t>254.2983</w:t>
      </w:r>
      <w:r>
        <w:tab/>
        <w:t>2.025e0</w:t>
      </w:r>
    </w:p>
    <w:p w:rsidR="00F96531" w:rsidRDefault="00F96531" w:rsidP="00F96531">
      <w:r>
        <w:t>254.3005</w:t>
      </w:r>
      <w:r>
        <w:tab/>
        <w:t>1.013e0</w:t>
      </w:r>
    </w:p>
    <w:p w:rsidR="00F96531" w:rsidRDefault="00F96531" w:rsidP="00F96531">
      <w:r>
        <w:t>254.3264</w:t>
      </w:r>
      <w:r>
        <w:tab/>
        <w:t>2.025e0</w:t>
      </w:r>
    </w:p>
    <w:p w:rsidR="00F96531" w:rsidRDefault="00F96531" w:rsidP="00F96531">
      <w:r>
        <w:lastRenderedPageBreak/>
        <w:t>254.3304</w:t>
      </w:r>
      <w:r>
        <w:tab/>
        <w:t>1.013e0</w:t>
      </w:r>
    </w:p>
    <w:p w:rsidR="00F96531" w:rsidRDefault="00F96531" w:rsidP="00F96531">
      <w:r>
        <w:t>254.3487</w:t>
      </w:r>
      <w:r>
        <w:tab/>
        <w:t>2.025e0</w:t>
      </w:r>
    </w:p>
    <w:p w:rsidR="00F96531" w:rsidRDefault="00F96531" w:rsidP="00F96531">
      <w:r>
        <w:t>254.3727</w:t>
      </w:r>
      <w:r>
        <w:tab/>
        <w:t>1.013e0</w:t>
      </w:r>
    </w:p>
    <w:p w:rsidR="00F96531" w:rsidRDefault="00F96531" w:rsidP="00F96531">
      <w:r>
        <w:t>254.3950</w:t>
      </w:r>
      <w:r>
        <w:tab/>
        <w:t>1.013e0</w:t>
      </w:r>
    </w:p>
    <w:p w:rsidR="00F96531" w:rsidRDefault="00F96531" w:rsidP="00F96531">
      <w:r>
        <w:t>254.3980</w:t>
      </w:r>
      <w:r>
        <w:tab/>
        <w:t>1.013e0</w:t>
      </w:r>
    </w:p>
    <w:p w:rsidR="00F96531" w:rsidRDefault="00F96531" w:rsidP="00F96531">
      <w:r>
        <w:t>254.4070</w:t>
      </w:r>
      <w:r>
        <w:tab/>
        <w:t>2.025e0</w:t>
      </w:r>
    </w:p>
    <w:p w:rsidR="00F96531" w:rsidRDefault="00F96531" w:rsidP="00F96531">
      <w:r>
        <w:t>254.4110</w:t>
      </w:r>
      <w:r>
        <w:tab/>
        <w:t>1.013e0</w:t>
      </w:r>
    </w:p>
    <w:p w:rsidR="00F96531" w:rsidRDefault="00F96531" w:rsidP="00F96531">
      <w:r>
        <w:t>254.4177</w:t>
      </w:r>
      <w:r>
        <w:tab/>
        <w:t>1.013e0</w:t>
      </w:r>
    </w:p>
    <w:p w:rsidR="00F96531" w:rsidRDefault="00F96531" w:rsidP="00F96531">
      <w:r>
        <w:t>254.4222</w:t>
      </w:r>
      <w:r>
        <w:tab/>
        <w:t>1.013e0</w:t>
      </w:r>
    </w:p>
    <w:p w:rsidR="00F96531" w:rsidRDefault="00F96531" w:rsidP="00F96531">
      <w:r>
        <w:t>254.4281</w:t>
      </w:r>
      <w:r>
        <w:tab/>
        <w:t>1.013e0</w:t>
      </w:r>
    </w:p>
    <w:p w:rsidR="00F96531" w:rsidRDefault="00F96531" w:rsidP="00F96531">
      <w:r>
        <w:t>254.4494</w:t>
      </w:r>
      <w:r>
        <w:tab/>
        <w:t>1.013e0</w:t>
      </w:r>
    </w:p>
    <w:p w:rsidR="00F96531" w:rsidRDefault="00F96531" w:rsidP="00F96531">
      <w:r>
        <w:t>254.4706</w:t>
      </w:r>
      <w:r>
        <w:tab/>
        <w:t>1.013e0</w:t>
      </w:r>
    </w:p>
    <w:p w:rsidR="00F96531" w:rsidRDefault="00F96531" w:rsidP="00F96531">
      <w:r>
        <w:t>254.4847</w:t>
      </w:r>
      <w:r>
        <w:tab/>
        <w:t>3.038e0</w:t>
      </w:r>
    </w:p>
    <w:p w:rsidR="00F96531" w:rsidRDefault="00F96531" w:rsidP="00F96531">
      <w:r>
        <w:t>254.4997</w:t>
      </w:r>
      <w:r>
        <w:tab/>
        <w:t>2.025e0</w:t>
      </w:r>
    </w:p>
    <w:p w:rsidR="00F96531" w:rsidRDefault="00F96531" w:rsidP="00F96531">
      <w:r>
        <w:t>254.5037</w:t>
      </w:r>
      <w:r>
        <w:tab/>
        <w:t>1.013e0</w:t>
      </w:r>
    </w:p>
    <w:p w:rsidR="00F96531" w:rsidRDefault="00F96531" w:rsidP="00F96531">
      <w:r>
        <w:t>254.5340</w:t>
      </w:r>
      <w:r>
        <w:tab/>
        <w:t>1.013e0</w:t>
      </w:r>
    </w:p>
    <w:p w:rsidR="00F96531" w:rsidRDefault="00F96531" w:rsidP="00F96531">
      <w:r>
        <w:t>254.5380</w:t>
      </w:r>
      <w:r>
        <w:tab/>
        <w:t>1.013e0</w:t>
      </w:r>
    </w:p>
    <w:p w:rsidR="00F96531" w:rsidRDefault="00F96531" w:rsidP="00F96531">
      <w:r>
        <w:t>254.5465</w:t>
      </w:r>
      <w:r>
        <w:tab/>
        <w:t>4.297e0</w:t>
      </w:r>
    </w:p>
    <w:p w:rsidR="00F96531" w:rsidRDefault="00F96531" w:rsidP="00F96531">
      <w:r>
        <w:t>254.5585</w:t>
      </w:r>
      <w:r>
        <w:tab/>
        <w:t>2.025e0</w:t>
      </w:r>
    </w:p>
    <w:p w:rsidR="00F96531" w:rsidRDefault="00F96531" w:rsidP="00F96531">
      <w:r>
        <w:lastRenderedPageBreak/>
        <w:t>254.5645</w:t>
      </w:r>
      <w:r>
        <w:tab/>
        <w:t>2.025e0</w:t>
      </w:r>
    </w:p>
    <w:p w:rsidR="00F96531" w:rsidRDefault="00F96531" w:rsidP="00F96531">
      <w:r>
        <w:t>254.5684</w:t>
      </w:r>
      <w:r>
        <w:tab/>
        <w:t>1.013e0</w:t>
      </w:r>
    </w:p>
    <w:p w:rsidR="00F96531" w:rsidRDefault="00F96531" w:rsidP="00F96531">
      <w:r>
        <w:t>254.5712</w:t>
      </w:r>
      <w:r>
        <w:tab/>
        <w:t>1.013e0</w:t>
      </w:r>
    </w:p>
    <w:p w:rsidR="00F96531" w:rsidRDefault="00F96531" w:rsidP="00F96531">
      <w:r>
        <w:t>254.5724</w:t>
      </w:r>
      <w:r>
        <w:tab/>
        <w:t>2.025e0</w:t>
      </w:r>
    </w:p>
    <w:p w:rsidR="00F96531" w:rsidRDefault="00F96531" w:rsidP="00F96531">
      <w:r>
        <w:t>254.6039</w:t>
      </w:r>
      <w:r>
        <w:tab/>
        <w:t>2.025e0</w:t>
      </w:r>
    </w:p>
    <w:p w:rsidR="00F96531" w:rsidRDefault="00F96531" w:rsidP="00F96531">
      <w:r>
        <w:t>254.6176</w:t>
      </w:r>
      <w:r>
        <w:tab/>
        <w:t>1.013e0</w:t>
      </w:r>
    </w:p>
    <w:p w:rsidR="00F96531" w:rsidRDefault="00F96531" w:rsidP="00F96531">
      <w:r>
        <w:t>254.6313</w:t>
      </w:r>
      <w:r>
        <w:tab/>
        <w:t>1.013e0</w:t>
      </w:r>
    </w:p>
    <w:p w:rsidR="00F96531" w:rsidRDefault="00F96531" w:rsidP="00F96531">
      <w:r>
        <w:t>254.6365</w:t>
      </w:r>
      <w:r>
        <w:tab/>
        <w:t>2.025e0</w:t>
      </w:r>
    </w:p>
    <w:p w:rsidR="00F96531" w:rsidRDefault="00F96531" w:rsidP="00F96531">
      <w:r>
        <w:t>254.6685</w:t>
      </w:r>
      <w:r>
        <w:tab/>
        <w:t>3.038e0</w:t>
      </w:r>
    </w:p>
    <w:p w:rsidR="00F96531" w:rsidRDefault="00F96531" w:rsidP="00F96531">
      <w:r>
        <w:t>254.6738</w:t>
      </w:r>
      <w:r>
        <w:tab/>
        <w:t>1.013e0</w:t>
      </w:r>
    </w:p>
    <w:p w:rsidR="00F96531" w:rsidRDefault="00F96531" w:rsidP="00F96531">
      <w:r>
        <w:t>254.6983</w:t>
      </w:r>
      <w:r>
        <w:tab/>
        <w:t>1.013e0</w:t>
      </w:r>
    </w:p>
    <w:p w:rsidR="00F96531" w:rsidRDefault="00F96531" w:rsidP="00F96531">
      <w:r>
        <w:t>254.7198</w:t>
      </w:r>
      <w:r>
        <w:tab/>
        <w:t>2.405e0</w:t>
      </w:r>
    </w:p>
    <w:p w:rsidR="00F96531" w:rsidRDefault="00F96531" w:rsidP="00F96531">
      <w:r>
        <w:t>254.7247</w:t>
      </w:r>
      <w:r>
        <w:tab/>
        <w:t>1.013e0</w:t>
      </w:r>
    </w:p>
    <w:p w:rsidR="00F96531" w:rsidRDefault="00F96531" w:rsidP="00F96531">
      <w:r>
        <w:t>254.7495</w:t>
      </w:r>
      <w:r>
        <w:tab/>
        <w:t>1.013e0</w:t>
      </w:r>
    </w:p>
    <w:p w:rsidR="00F96531" w:rsidRDefault="00F96531" w:rsidP="00F96531">
      <w:r>
        <w:t>254.7612</w:t>
      </w:r>
      <w:r>
        <w:tab/>
        <w:t>2.025e0</w:t>
      </w:r>
    </w:p>
    <w:p w:rsidR="00F96531" w:rsidRDefault="00F96531" w:rsidP="00F96531">
      <w:r>
        <w:t>254.7880</w:t>
      </w:r>
      <w:r>
        <w:tab/>
        <w:t>2.025e0</w:t>
      </w:r>
    </w:p>
    <w:p w:rsidR="00F96531" w:rsidRDefault="00F96531" w:rsidP="00F96531">
      <w:r>
        <w:t>254.7928</w:t>
      </w:r>
      <w:r>
        <w:tab/>
        <w:t>2.025e0</w:t>
      </w:r>
    </w:p>
    <w:p w:rsidR="00F96531" w:rsidRDefault="00F96531" w:rsidP="00F96531">
      <w:r>
        <w:t>254.8095</w:t>
      </w:r>
      <w:r>
        <w:tab/>
        <w:t>1.013e0</w:t>
      </w:r>
    </w:p>
    <w:p w:rsidR="00F96531" w:rsidRDefault="00F96531" w:rsidP="00F96531">
      <w:r>
        <w:t>254.8106</w:t>
      </w:r>
      <w:r>
        <w:tab/>
        <w:t>1.013e0</w:t>
      </w:r>
    </w:p>
    <w:p w:rsidR="00F96531" w:rsidRDefault="00F96531" w:rsidP="00F96531">
      <w:r>
        <w:lastRenderedPageBreak/>
        <w:t>254.8224</w:t>
      </w:r>
      <w:r>
        <w:tab/>
        <w:t>1.013e0</w:t>
      </w:r>
    </w:p>
    <w:p w:rsidR="00F96531" w:rsidRDefault="00F96531" w:rsidP="00F96531">
      <w:r>
        <w:t>254.8383</w:t>
      </w:r>
      <w:r>
        <w:tab/>
        <w:t>1.013e0</w:t>
      </w:r>
    </w:p>
    <w:p w:rsidR="00F96531" w:rsidRDefault="00F96531" w:rsidP="00F96531">
      <w:r>
        <w:t>254.8488</w:t>
      </w:r>
      <w:r>
        <w:tab/>
        <w:t>1.013e0</w:t>
      </w:r>
    </w:p>
    <w:p w:rsidR="00F96531" w:rsidRDefault="00F96531" w:rsidP="00F96531">
      <w:r>
        <w:t>254.8648</w:t>
      </w:r>
      <w:r>
        <w:tab/>
        <w:t>1.013e0</w:t>
      </w:r>
    </w:p>
    <w:p w:rsidR="00F96531" w:rsidRDefault="00F96531" w:rsidP="00F96531">
      <w:r>
        <w:t>254.8714</w:t>
      </w:r>
      <w:r>
        <w:tab/>
        <w:t>1.013e0</w:t>
      </w:r>
    </w:p>
    <w:p w:rsidR="00F96531" w:rsidRDefault="00F96531" w:rsidP="00F96531">
      <w:r>
        <w:t>254.8761</w:t>
      </w:r>
      <w:r>
        <w:tab/>
        <w:t>1.013e0</w:t>
      </w:r>
    </w:p>
    <w:p w:rsidR="00F96531" w:rsidRDefault="00F96531" w:rsidP="00F96531">
      <w:r>
        <w:t>254.8785</w:t>
      </w:r>
      <w:r>
        <w:tab/>
        <w:t>2.025e0</w:t>
      </w:r>
    </w:p>
    <w:p w:rsidR="00F96531" w:rsidRDefault="00F96531" w:rsidP="00F96531">
      <w:r>
        <w:t>254.8941</w:t>
      </w:r>
      <w:r>
        <w:tab/>
        <w:t>1.013e0</w:t>
      </w:r>
    </w:p>
    <w:p w:rsidR="00F96531" w:rsidRDefault="00F96531" w:rsidP="00F96531">
      <w:r>
        <w:t>254.9293</w:t>
      </w:r>
      <w:r>
        <w:tab/>
        <w:t>1.013e0</w:t>
      </w:r>
    </w:p>
    <w:p w:rsidR="00F96531" w:rsidRDefault="00F96531" w:rsidP="00F96531">
      <w:r>
        <w:t>254.9356</w:t>
      </w:r>
      <w:r>
        <w:tab/>
        <w:t>2.025e0</w:t>
      </w:r>
    </w:p>
    <w:p w:rsidR="00F96531" w:rsidRDefault="00F96531" w:rsidP="00F96531">
      <w:r>
        <w:t>254.9577</w:t>
      </w:r>
      <w:r>
        <w:tab/>
        <w:t>1.013e0</w:t>
      </w:r>
    </w:p>
    <w:p w:rsidR="00F96531" w:rsidRDefault="00F96531" w:rsidP="00F96531">
      <w:r>
        <w:t>254.9592</w:t>
      </w:r>
      <w:r>
        <w:tab/>
        <w:t>2.025e0</w:t>
      </w:r>
    </w:p>
    <w:p w:rsidR="00F96531" w:rsidRDefault="00F96531" w:rsidP="00F96531">
      <w:r>
        <w:t>254.9627</w:t>
      </w:r>
      <w:r>
        <w:tab/>
        <w:t>2.025e0</w:t>
      </w:r>
    </w:p>
    <w:p w:rsidR="00F96531" w:rsidRDefault="00F96531" w:rsidP="00F96531">
      <w:r>
        <w:t>254.9719</w:t>
      </w:r>
      <w:r>
        <w:tab/>
        <w:t>1.013e0</w:t>
      </w:r>
    </w:p>
    <w:p w:rsidR="00F96531" w:rsidRDefault="00F96531" w:rsidP="00F96531">
      <w:r>
        <w:t>254.9787</w:t>
      </w:r>
      <w:r>
        <w:tab/>
        <w:t>1.013e0</w:t>
      </w:r>
    </w:p>
    <w:p w:rsidR="00F96531" w:rsidRDefault="00F96531" w:rsidP="00F96531">
      <w:r>
        <w:t>254.9935</w:t>
      </w:r>
      <w:r>
        <w:tab/>
        <w:t>2.025e0</w:t>
      </w:r>
    </w:p>
    <w:p w:rsidR="00F96531" w:rsidRDefault="00F96531" w:rsidP="00F96531">
      <w:r>
        <w:t>255.0130</w:t>
      </w:r>
      <w:r>
        <w:tab/>
        <w:t>1.534e1</w:t>
      </w:r>
    </w:p>
    <w:p w:rsidR="00F96531" w:rsidRDefault="00F96531" w:rsidP="00F96531">
      <w:r>
        <w:t>255.0241</w:t>
      </w:r>
      <w:r>
        <w:tab/>
        <w:t>1.314e1</w:t>
      </w:r>
    </w:p>
    <w:p w:rsidR="00F96531" w:rsidRDefault="00F96531" w:rsidP="00F96531">
      <w:r>
        <w:t>255.0273</w:t>
      </w:r>
      <w:r>
        <w:tab/>
        <w:t>1.213e1</w:t>
      </w:r>
    </w:p>
    <w:p w:rsidR="00F96531" w:rsidRDefault="00F96531" w:rsidP="00F96531">
      <w:r>
        <w:lastRenderedPageBreak/>
        <w:t>255.0418</w:t>
      </w:r>
      <w:r>
        <w:tab/>
        <w:t>5.063e0</w:t>
      </w:r>
    </w:p>
    <w:p w:rsidR="00F96531" w:rsidRDefault="00F96531" w:rsidP="00F96531">
      <w:r>
        <w:t>255.0432</w:t>
      </w:r>
      <w:r>
        <w:tab/>
        <w:t>1.057e1</w:t>
      </w:r>
    </w:p>
    <w:p w:rsidR="00F96531" w:rsidRDefault="00F96531" w:rsidP="00F96531">
      <w:r>
        <w:t>255.0478</w:t>
      </w:r>
      <w:r>
        <w:tab/>
        <w:t>5.881e0</w:t>
      </w:r>
    </w:p>
    <w:p w:rsidR="00F96531" w:rsidRDefault="00F96531" w:rsidP="00F96531">
      <w:r>
        <w:t>255.0498</w:t>
      </w:r>
      <w:r>
        <w:tab/>
        <w:t>6.451e0</w:t>
      </w:r>
    </w:p>
    <w:p w:rsidR="00F96531" w:rsidRDefault="00F96531" w:rsidP="00F96531">
      <w:r>
        <w:t>255.0520</w:t>
      </w:r>
      <w:r>
        <w:tab/>
        <w:t>7.230e0</w:t>
      </w:r>
    </w:p>
    <w:p w:rsidR="00F96531" w:rsidRDefault="00F96531" w:rsidP="00F96531">
      <w:r>
        <w:t>255.0574</w:t>
      </w:r>
      <w:r>
        <w:tab/>
        <w:t>4.051e0</w:t>
      </w:r>
    </w:p>
    <w:p w:rsidR="00F96531" w:rsidRDefault="00F96531" w:rsidP="00F96531">
      <w:r>
        <w:t>255.0613</w:t>
      </w:r>
      <w:r>
        <w:tab/>
        <w:t>7.113e0</w:t>
      </w:r>
    </w:p>
    <w:p w:rsidR="00F96531" w:rsidRDefault="00F96531" w:rsidP="00F96531">
      <w:r>
        <w:t>255.0686</w:t>
      </w:r>
      <w:r>
        <w:tab/>
        <w:t>2.025e0</w:t>
      </w:r>
    </w:p>
    <w:p w:rsidR="00F96531" w:rsidRDefault="00F96531" w:rsidP="00F96531">
      <w:r>
        <w:t>255.0919</w:t>
      </w:r>
      <w:r>
        <w:tab/>
        <w:t>2.025e0</w:t>
      </w:r>
    </w:p>
    <w:p w:rsidR="00F96531" w:rsidRDefault="00F96531" w:rsidP="00F96531">
      <w:r>
        <w:t>255.1109</w:t>
      </w:r>
      <w:r>
        <w:tab/>
        <w:t>1.013e0</w:t>
      </w:r>
    </w:p>
    <w:p w:rsidR="00F96531" w:rsidRDefault="00F96531" w:rsidP="00F96531">
      <w:r>
        <w:t>255.1203</w:t>
      </w:r>
      <w:r>
        <w:tab/>
        <w:t>2.197e0</w:t>
      </w:r>
    </w:p>
    <w:p w:rsidR="00F96531" w:rsidRDefault="00F96531" w:rsidP="00F96531">
      <w:r>
        <w:t>255.1247</w:t>
      </w:r>
      <w:r>
        <w:tab/>
        <w:t>2.314e0</w:t>
      </w:r>
    </w:p>
    <w:p w:rsidR="00F96531" w:rsidRDefault="00F96531" w:rsidP="00F96531">
      <w:r>
        <w:t>255.1290</w:t>
      </w:r>
      <w:r>
        <w:tab/>
        <w:t>1.013e1</w:t>
      </w:r>
    </w:p>
    <w:p w:rsidR="00F96531" w:rsidRDefault="00F96531" w:rsidP="00F96531">
      <w:r>
        <w:t>255.1531</w:t>
      </w:r>
      <w:r>
        <w:tab/>
        <w:t>6.950e0</w:t>
      </w:r>
    </w:p>
    <w:p w:rsidR="00F96531" w:rsidRDefault="00F96531" w:rsidP="00F96531">
      <w:r>
        <w:t>255.1932</w:t>
      </w:r>
      <w:r>
        <w:tab/>
        <w:t>9.656e1</w:t>
      </w:r>
    </w:p>
    <w:p w:rsidR="00F96531" w:rsidRDefault="00F96531" w:rsidP="00F96531">
      <w:r>
        <w:t>255.1943</w:t>
      </w:r>
      <w:r>
        <w:tab/>
        <w:t>3.412e2</w:t>
      </w:r>
    </w:p>
    <w:p w:rsidR="00F96531" w:rsidRDefault="00F96531" w:rsidP="00F96531">
      <w:r>
        <w:t>255.1958</w:t>
      </w:r>
      <w:r>
        <w:tab/>
        <w:t>2.177e2</w:t>
      </w:r>
    </w:p>
    <w:p w:rsidR="00F96531" w:rsidRDefault="00F96531" w:rsidP="00F96531">
      <w:r>
        <w:t>255.2549</w:t>
      </w:r>
      <w:r>
        <w:tab/>
        <w:t>1.013e0</w:t>
      </w:r>
    </w:p>
    <w:p w:rsidR="00F96531" w:rsidRDefault="00F96531" w:rsidP="00F96531">
      <w:r>
        <w:t>255.2560</w:t>
      </w:r>
      <w:r>
        <w:tab/>
        <w:t>1.013e0</w:t>
      </w:r>
    </w:p>
    <w:p w:rsidR="00F96531" w:rsidRDefault="00F96531" w:rsidP="00F96531">
      <w:r>
        <w:lastRenderedPageBreak/>
        <w:t>255.2588</w:t>
      </w:r>
      <w:r>
        <w:tab/>
        <w:t>2.025e0</w:t>
      </w:r>
    </w:p>
    <w:p w:rsidR="00F96531" w:rsidRDefault="00F96531" w:rsidP="00F96531">
      <w:r>
        <w:t>255.2684</w:t>
      </w:r>
      <w:r>
        <w:tab/>
        <w:t>2.025e0</w:t>
      </w:r>
    </w:p>
    <w:p w:rsidR="00F96531" w:rsidRDefault="00F96531" w:rsidP="00F96531">
      <w:r>
        <w:t>255.2844</w:t>
      </w:r>
      <w:r>
        <w:tab/>
        <w:t>1.013e0</w:t>
      </w:r>
    </w:p>
    <w:p w:rsidR="00F96531" w:rsidRDefault="00F96531" w:rsidP="00F96531">
      <w:r>
        <w:t>255.2880</w:t>
      </w:r>
      <w:r>
        <w:tab/>
        <w:t>1.013e0</w:t>
      </w:r>
    </w:p>
    <w:p w:rsidR="00F96531" w:rsidRDefault="00F96531" w:rsidP="00F96531">
      <w:r>
        <w:t>255.2915</w:t>
      </w:r>
      <w:r>
        <w:tab/>
        <w:t>2.025e0</w:t>
      </w:r>
    </w:p>
    <w:p w:rsidR="00F96531" w:rsidRDefault="00F96531" w:rsidP="00F96531">
      <w:r>
        <w:t>255.3058</w:t>
      </w:r>
      <w:r>
        <w:tab/>
        <w:t>2.025e0</w:t>
      </w:r>
    </w:p>
    <w:p w:rsidR="00F96531" w:rsidRDefault="00F96531" w:rsidP="00F96531">
      <w:r>
        <w:t>255.3180</w:t>
      </w:r>
      <w:r>
        <w:tab/>
        <w:t>4.051e0</w:t>
      </w:r>
    </w:p>
    <w:p w:rsidR="00F96531" w:rsidRDefault="00F96531" w:rsidP="00F96531">
      <w:r>
        <w:t>255.3351</w:t>
      </w:r>
      <w:r>
        <w:tab/>
        <w:t>3.038e0</w:t>
      </w:r>
    </w:p>
    <w:p w:rsidR="00F96531" w:rsidRDefault="00F96531" w:rsidP="00F96531">
      <w:r>
        <w:t>255.3366</w:t>
      </w:r>
      <w:r>
        <w:tab/>
        <w:t>2.025e0</w:t>
      </w:r>
    </w:p>
    <w:p w:rsidR="00F96531" w:rsidRDefault="00F96531" w:rsidP="00F96531">
      <w:r>
        <w:t>255.3711</w:t>
      </w:r>
      <w:r>
        <w:tab/>
        <w:t>2.025e0</w:t>
      </w:r>
    </w:p>
    <w:p w:rsidR="00F96531" w:rsidRDefault="00F96531" w:rsidP="00F96531">
      <w:r>
        <w:t>255.4023</w:t>
      </w:r>
      <w:r>
        <w:tab/>
        <w:t>1.013e0</w:t>
      </w:r>
    </w:p>
    <w:p w:rsidR="00F96531" w:rsidRDefault="00F96531" w:rsidP="00F96531">
      <w:r>
        <w:t>255.4103</w:t>
      </w:r>
      <w:r>
        <w:tab/>
        <w:t>2.025e0</w:t>
      </w:r>
    </w:p>
    <w:p w:rsidR="00F96531" w:rsidRDefault="00F96531" w:rsidP="00F96531">
      <w:r>
        <w:t>255.4124</w:t>
      </w:r>
      <w:r>
        <w:tab/>
        <w:t>1.013e0</w:t>
      </w:r>
    </w:p>
    <w:p w:rsidR="00F96531" w:rsidRDefault="00F96531" w:rsidP="00F96531">
      <w:r>
        <w:t>255.4167</w:t>
      </w:r>
      <w:r>
        <w:tab/>
        <w:t>2.025e0</w:t>
      </w:r>
    </w:p>
    <w:p w:rsidR="00F96531" w:rsidRDefault="00F96531" w:rsidP="00F96531">
      <w:r>
        <w:t>255.4328</w:t>
      </w:r>
      <w:r>
        <w:tab/>
        <w:t>2.025e0</w:t>
      </w:r>
    </w:p>
    <w:p w:rsidR="00F96531" w:rsidRDefault="00F96531" w:rsidP="00F96531">
      <w:r>
        <w:t>255.4551</w:t>
      </w:r>
      <w:r>
        <w:tab/>
        <w:t>2.025e0</w:t>
      </w:r>
    </w:p>
    <w:p w:rsidR="00F96531" w:rsidRDefault="00F96531" w:rsidP="00F96531">
      <w:r>
        <w:t>255.4793</w:t>
      </w:r>
      <w:r>
        <w:tab/>
        <w:t>3.038e0</w:t>
      </w:r>
    </w:p>
    <w:p w:rsidR="00F96531" w:rsidRDefault="00F96531" w:rsidP="00F96531">
      <w:r>
        <w:t>255.4856</w:t>
      </w:r>
      <w:r>
        <w:tab/>
        <w:t>2.025e0</w:t>
      </w:r>
    </w:p>
    <w:p w:rsidR="00F96531" w:rsidRDefault="00F96531" w:rsidP="00F96531">
      <w:r>
        <w:t>255.4918</w:t>
      </w:r>
      <w:r>
        <w:tab/>
        <w:t>2.025e0</w:t>
      </w:r>
    </w:p>
    <w:p w:rsidR="00F96531" w:rsidRDefault="00F96531" w:rsidP="00F96531">
      <w:r>
        <w:lastRenderedPageBreak/>
        <w:t>255.4930</w:t>
      </w:r>
      <w:r>
        <w:tab/>
        <w:t>1.013e0</w:t>
      </w:r>
    </w:p>
    <w:p w:rsidR="00F96531" w:rsidRDefault="00F96531" w:rsidP="00F96531">
      <w:r>
        <w:t>255.5057</w:t>
      </w:r>
      <w:r>
        <w:tab/>
        <w:t>1.013e0</w:t>
      </w:r>
    </w:p>
    <w:p w:rsidR="00F96531" w:rsidRDefault="00F96531" w:rsidP="00F96531">
      <w:r>
        <w:t>255.5187</w:t>
      </w:r>
      <w:r>
        <w:tab/>
        <w:t>1.013e0</w:t>
      </w:r>
    </w:p>
    <w:p w:rsidR="00F96531" w:rsidRDefault="00F96531" w:rsidP="00F96531">
      <w:r>
        <w:t>255.5254</w:t>
      </w:r>
      <w:r>
        <w:tab/>
        <w:t>1.013e0</w:t>
      </w:r>
    </w:p>
    <w:p w:rsidR="00F96531" w:rsidRDefault="00F96531" w:rsidP="00F96531">
      <w:r>
        <w:t>255.5340</w:t>
      </w:r>
      <w:r>
        <w:tab/>
        <w:t>3.038e0</w:t>
      </w:r>
    </w:p>
    <w:p w:rsidR="00F96531" w:rsidRDefault="00F96531" w:rsidP="00F96531">
      <w:r>
        <w:t>255.5375</w:t>
      </w:r>
      <w:r>
        <w:tab/>
        <w:t>3.038e0</w:t>
      </w:r>
    </w:p>
    <w:p w:rsidR="00F96531" w:rsidRDefault="00F96531" w:rsidP="00F96531">
      <w:r>
        <w:t>255.5743</w:t>
      </w:r>
      <w:r>
        <w:tab/>
        <w:t>6.379e0</w:t>
      </w:r>
    </w:p>
    <w:p w:rsidR="00F96531" w:rsidRDefault="00F96531" w:rsidP="00F96531">
      <w:r>
        <w:t>255.5772</w:t>
      </w:r>
      <w:r>
        <w:tab/>
        <w:t>1.013e0</w:t>
      </w:r>
    </w:p>
    <w:p w:rsidR="00F96531" w:rsidRDefault="00F96531" w:rsidP="00F96531">
      <w:r>
        <w:t>255.5841</w:t>
      </w:r>
      <w:r>
        <w:tab/>
        <w:t>2.025e0</w:t>
      </w:r>
    </w:p>
    <w:p w:rsidR="00F96531" w:rsidRDefault="00F96531" w:rsidP="00F96531">
      <w:r>
        <w:t>255.5904</w:t>
      </w:r>
      <w:r>
        <w:tab/>
        <w:t>1.013e0</w:t>
      </w:r>
    </w:p>
    <w:p w:rsidR="00F96531" w:rsidRDefault="00F96531" w:rsidP="00F96531">
      <w:r>
        <w:t>255.6039</w:t>
      </w:r>
      <w:r>
        <w:tab/>
        <w:t>2.025e0</w:t>
      </w:r>
    </w:p>
    <w:p w:rsidR="00F96531" w:rsidRDefault="00F96531" w:rsidP="00F96531">
      <w:r>
        <w:t>255.6309</w:t>
      </w:r>
      <w:r>
        <w:tab/>
        <w:t>2.025e0</w:t>
      </w:r>
    </w:p>
    <w:p w:rsidR="00F96531" w:rsidRDefault="00F96531" w:rsidP="00F96531">
      <w:r>
        <w:t>255.6339</w:t>
      </w:r>
      <w:r>
        <w:tab/>
        <w:t>2.025e0</w:t>
      </w:r>
    </w:p>
    <w:p w:rsidR="00F96531" w:rsidRDefault="00F96531" w:rsidP="00F96531">
      <w:r>
        <w:t>255.6447</w:t>
      </w:r>
      <w:r>
        <w:tab/>
        <w:t>1.013e0</w:t>
      </w:r>
    </w:p>
    <w:p w:rsidR="00F96531" w:rsidRDefault="00F96531" w:rsidP="00F96531">
      <w:r>
        <w:t>255.6505</w:t>
      </w:r>
      <w:r>
        <w:tab/>
        <w:t>2.025e0</w:t>
      </w:r>
    </w:p>
    <w:p w:rsidR="00F96531" w:rsidRDefault="00F96531" w:rsidP="00F96531">
      <w:r>
        <w:t>255.6542</w:t>
      </w:r>
      <w:r>
        <w:tab/>
        <w:t>1.013e0</w:t>
      </w:r>
    </w:p>
    <w:p w:rsidR="00F96531" w:rsidRDefault="00F96531" w:rsidP="00F96531">
      <w:r>
        <w:t>255.6626</w:t>
      </w:r>
      <w:r>
        <w:tab/>
        <w:t>1.013e0</w:t>
      </w:r>
    </w:p>
    <w:p w:rsidR="00F96531" w:rsidRDefault="00F96531" w:rsidP="00F96531">
      <w:r>
        <w:t>255.6670</w:t>
      </w:r>
      <w:r>
        <w:tab/>
        <w:t>4.051e0</w:t>
      </w:r>
    </w:p>
    <w:p w:rsidR="00F96531" w:rsidRDefault="00F96531" w:rsidP="00F96531">
      <w:r>
        <w:t>255.6842</w:t>
      </w:r>
      <w:r>
        <w:tab/>
        <w:t>1.013e0</w:t>
      </w:r>
    </w:p>
    <w:p w:rsidR="00F96531" w:rsidRDefault="00F96531" w:rsidP="00F96531">
      <w:r>
        <w:lastRenderedPageBreak/>
        <w:t>255.6956</w:t>
      </w:r>
      <w:r>
        <w:tab/>
        <w:t>3.038e0</w:t>
      </w:r>
    </w:p>
    <w:p w:rsidR="00F96531" w:rsidRDefault="00F96531" w:rsidP="00F96531">
      <w:r>
        <w:t>255.7053</w:t>
      </w:r>
      <w:r>
        <w:tab/>
        <w:t>1.013e0</w:t>
      </w:r>
    </w:p>
    <w:p w:rsidR="00F96531" w:rsidRDefault="00F96531" w:rsidP="00F96531">
      <w:r>
        <w:t>255.7069</w:t>
      </w:r>
      <w:r>
        <w:tab/>
        <w:t>3.038e0</w:t>
      </w:r>
    </w:p>
    <w:p w:rsidR="00F96531" w:rsidRDefault="00F96531" w:rsidP="00F96531">
      <w:r>
        <w:t>255.7186</w:t>
      </w:r>
      <w:r>
        <w:tab/>
        <w:t>1.013e0</w:t>
      </w:r>
    </w:p>
    <w:p w:rsidR="00F96531" w:rsidRDefault="00F96531" w:rsidP="00F96531">
      <w:r>
        <w:t>255.7349</w:t>
      </w:r>
      <w:r>
        <w:tab/>
        <w:t>1.013e0</w:t>
      </w:r>
    </w:p>
    <w:p w:rsidR="00F96531" w:rsidRDefault="00F96531" w:rsidP="00F96531">
      <w:r>
        <w:t>255.7480</w:t>
      </w:r>
      <w:r>
        <w:tab/>
        <w:t>1.013e0</w:t>
      </w:r>
    </w:p>
    <w:p w:rsidR="00F96531" w:rsidRDefault="00F96531" w:rsidP="00F96531">
      <w:r>
        <w:t>255.7557</w:t>
      </w:r>
      <w:r>
        <w:tab/>
        <w:t>2.025e0</w:t>
      </w:r>
    </w:p>
    <w:p w:rsidR="00F96531" w:rsidRDefault="00F96531" w:rsidP="00F96531">
      <w:r>
        <w:t>255.7610</w:t>
      </w:r>
      <w:r>
        <w:tab/>
        <w:t>1.013e0</w:t>
      </w:r>
    </w:p>
    <w:p w:rsidR="00F96531" w:rsidRDefault="00F96531" w:rsidP="00F96531">
      <w:r>
        <w:t>255.7765</w:t>
      </w:r>
      <w:r>
        <w:tab/>
        <w:t>1.013e0</w:t>
      </w:r>
    </w:p>
    <w:p w:rsidR="00F96531" w:rsidRDefault="00F96531" w:rsidP="00F96531">
      <w:r>
        <w:t>255.7806</w:t>
      </w:r>
      <w:r>
        <w:tab/>
        <w:t>8.101e0</w:t>
      </w:r>
    </w:p>
    <w:p w:rsidR="00F96531" w:rsidRDefault="00F96531" w:rsidP="00F96531">
      <w:r>
        <w:t>255.7975</w:t>
      </w:r>
      <w:r>
        <w:tab/>
        <w:t>2.025e0</w:t>
      </w:r>
    </w:p>
    <w:p w:rsidR="00F96531" w:rsidRDefault="00F96531" w:rsidP="00F96531">
      <w:r>
        <w:t>255.8014</w:t>
      </w:r>
      <w:r>
        <w:tab/>
        <w:t>3.038e0</w:t>
      </w:r>
    </w:p>
    <w:p w:rsidR="00F96531" w:rsidRDefault="00F96531" w:rsidP="00F96531">
      <w:r>
        <w:t>255.8070</w:t>
      </w:r>
      <w:r>
        <w:tab/>
        <w:t>3.038e0</w:t>
      </w:r>
    </w:p>
    <w:p w:rsidR="00F96531" w:rsidRDefault="00F96531" w:rsidP="00F96531">
      <w:r>
        <w:t>255.8113</w:t>
      </w:r>
      <w:r>
        <w:tab/>
        <w:t>1.013e0</w:t>
      </w:r>
    </w:p>
    <w:p w:rsidR="00F96531" w:rsidRDefault="00F96531" w:rsidP="00F96531">
      <w:r>
        <w:t>255.8244</w:t>
      </w:r>
      <w:r>
        <w:tab/>
        <w:t>2.255e0</w:t>
      </w:r>
    </w:p>
    <w:p w:rsidR="00F96531" w:rsidRDefault="00F96531" w:rsidP="00F96531">
      <w:r>
        <w:t>255.8378</w:t>
      </w:r>
      <w:r>
        <w:tab/>
        <w:t>1.013e0</w:t>
      </w:r>
    </w:p>
    <w:p w:rsidR="00F96531" w:rsidRDefault="00F96531" w:rsidP="00F96531">
      <w:r>
        <w:t>255.8498</w:t>
      </w:r>
      <w:r>
        <w:tab/>
        <w:t>1.013e0</w:t>
      </w:r>
    </w:p>
    <w:p w:rsidR="00F96531" w:rsidRDefault="00F96531" w:rsidP="00F96531">
      <w:r>
        <w:t>255.8650</w:t>
      </w:r>
      <w:r>
        <w:tab/>
        <w:t>4.051e0</w:t>
      </w:r>
    </w:p>
    <w:p w:rsidR="00F96531" w:rsidRDefault="00F96531" w:rsidP="00F96531">
      <w:r>
        <w:t>255.8676</w:t>
      </w:r>
      <w:r>
        <w:tab/>
        <w:t>3.038e0</w:t>
      </w:r>
    </w:p>
    <w:p w:rsidR="00F96531" w:rsidRDefault="00F96531" w:rsidP="00F96531">
      <w:r>
        <w:lastRenderedPageBreak/>
        <w:t>255.8906</w:t>
      </w:r>
      <w:r>
        <w:tab/>
        <w:t>3.038e0</w:t>
      </w:r>
    </w:p>
    <w:p w:rsidR="00F96531" w:rsidRDefault="00F96531" w:rsidP="00F96531">
      <w:r>
        <w:t>255.9057</w:t>
      </w:r>
      <w:r>
        <w:tab/>
        <w:t>1.013e0</w:t>
      </w:r>
    </w:p>
    <w:p w:rsidR="00F96531" w:rsidRDefault="00F96531" w:rsidP="00F96531">
      <w:r>
        <w:t>255.9137</w:t>
      </w:r>
      <w:r>
        <w:tab/>
        <w:t>1.013e0</w:t>
      </w:r>
    </w:p>
    <w:p w:rsidR="00F96531" w:rsidRDefault="00F96531" w:rsidP="00F96531">
      <w:r>
        <w:t>255.9176</w:t>
      </w:r>
      <w:r>
        <w:tab/>
        <w:t>2.025e0</w:t>
      </w:r>
    </w:p>
    <w:p w:rsidR="00F96531" w:rsidRDefault="00F96531" w:rsidP="00F96531">
      <w:r>
        <w:t>255.9485</w:t>
      </w:r>
      <w:r>
        <w:tab/>
        <w:t>1.013e0</w:t>
      </w:r>
    </w:p>
    <w:p w:rsidR="00F96531" w:rsidRDefault="00F96531" w:rsidP="00F96531">
      <w:r>
        <w:t>255.9513</w:t>
      </w:r>
      <w:r>
        <w:tab/>
        <w:t>2.218e0</w:t>
      </w:r>
    </w:p>
    <w:p w:rsidR="00F96531" w:rsidRDefault="00F96531" w:rsidP="00F96531">
      <w:r>
        <w:t>255.9524</w:t>
      </w:r>
      <w:r>
        <w:tab/>
        <w:t>2.542e0</w:t>
      </w:r>
    </w:p>
    <w:p w:rsidR="00F96531" w:rsidRDefault="00F96531" w:rsidP="00F96531">
      <w:r>
        <w:t>255.9578</w:t>
      </w:r>
      <w:r>
        <w:tab/>
        <w:t>3.038e0</w:t>
      </w:r>
    </w:p>
    <w:p w:rsidR="00F96531" w:rsidRDefault="00F96531" w:rsidP="00F96531">
      <w:r>
        <w:t>255.9729</w:t>
      </w:r>
      <w:r>
        <w:tab/>
        <w:t>1.013e0</w:t>
      </w:r>
    </w:p>
    <w:p w:rsidR="00F96531" w:rsidRDefault="00F96531" w:rsidP="00F96531">
      <w:r>
        <w:t>255.9759</w:t>
      </w:r>
      <w:r>
        <w:tab/>
        <w:t>1.013e0</w:t>
      </w:r>
    </w:p>
    <w:p w:rsidR="00F96531" w:rsidRDefault="00F96531" w:rsidP="00F96531">
      <w:r>
        <w:t>255.9912</w:t>
      </w:r>
      <w:r>
        <w:tab/>
        <w:t>1.013e0</w:t>
      </w:r>
    </w:p>
    <w:p w:rsidR="00F96531" w:rsidRDefault="00F96531" w:rsidP="00F96531">
      <w:r>
        <w:t>255.9927</w:t>
      </w:r>
      <w:r>
        <w:tab/>
        <w:t>1.464e0</w:t>
      </w:r>
    </w:p>
    <w:p w:rsidR="00F96531" w:rsidRDefault="00F96531" w:rsidP="00F96531">
      <w:r>
        <w:t>256.0075</w:t>
      </w:r>
      <w:r>
        <w:tab/>
        <w:t>2.025e0</w:t>
      </w:r>
    </w:p>
    <w:p w:rsidR="00F96531" w:rsidRDefault="00F96531" w:rsidP="00F96531">
      <w:r>
        <w:t>256.0204</w:t>
      </w:r>
      <w:r>
        <w:tab/>
        <w:t>2.025e0</w:t>
      </w:r>
    </w:p>
    <w:p w:rsidR="00F96531" w:rsidRDefault="00F96531" w:rsidP="00F96531">
      <w:r>
        <w:t>256.0247</w:t>
      </w:r>
      <w:r>
        <w:tab/>
        <w:t>2.025e0</w:t>
      </w:r>
    </w:p>
    <w:p w:rsidR="00F96531" w:rsidRDefault="00F96531" w:rsidP="00F96531">
      <w:r>
        <w:t>256.0319</w:t>
      </w:r>
      <w:r>
        <w:tab/>
        <w:t>9.586e0</w:t>
      </w:r>
    </w:p>
    <w:p w:rsidR="00F96531" w:rsidRDefault="00F96531" w:rsidP="00F96531">
      <w:r>
        <w:t>256.0340</w:t>
      </w:r>
      <w:r>
        <w:tab/>
        <w:t>1.013e0</w:t>
      </w:r>
    </w:p>
    <w:p w:rsidR="00F96531" w:rsidRDefault="00F96531" w:rsidP="00F96531">
      <w:r>
        <w:t>256.0351</w:t>
      </w:r>
      <w:r>
        <w:tab/>
        <w:t>8.101e0</w:t>
      </w:r>
    </w:p>
    <w:p w:rsidR="00F96531" w:rsidRDefault="00F96531" w:rsidP="00F96531">
      <w:r>
        <w:t>256.0364</w:t>
      </w:r>
      <w:r>
        <w:tab/>
        <w:t>3.038e0</w:t>
      </w:r>
    </w:p>
    <w:p w:rsidR="00F96531" w:rsidRDefault="00F96531" w:rsidP="00F96531">
      <w:r>
        <w:lastRenderedPageBreak/>
        <w:t>256.0568</w:t>
      </w:r>
      <w:r>
        <w:tab/>
        <w:t>2.025e0</w:t>
      </w:r>
    </w:p>
    <w:p w:rsidR="00F96531" w:rsidRDefault="00F96531" w:rsidP="00F96531">
      <w:r>
        <w:t>256.0659</w:t>
      </w:r>
      <w:r>
        <w:tab/>
        <w:t>4.051e0</w:t>
      </w:r>
    </w:p>
    <w:p w:rsidR="00F96531" w:rsidRDefault="00F96531" w:rsidP="00F96531">
      <w:r>
        <w:t>256.0690</w:t>
      </w:r>
      <w:r>
        <w:tab/>
        <w:t>6.076e0</w:t>
      </w:r>
    </w:p>
    <w:p w:rsidR="00F96531" w:rsidRDefault="00F96531" w:rsidP="00F96531">
      <w:r>
        <w:t>256.0734</w:t>
      </w:r>
      <w:r>
        <w:tab/>
        <w:t>3.038e0</w:t>
      </w:r>
    </w:p>
    <w:p w:rsidR="00F96531" w:rsidRDefault="00F96531" w:rsidP="00F96531">
      <w:r>
        <w:t>256.0843</w:t>
      </w:r>
      <w:r>
        <w:tab/>
        <w:t>1.013e0</w:t>
      </w:r>
    </w:p>
    <w:p w:rsidR="00F96531" w:rsidRDefault="00F96531" w:rsidP="00F96531">
      <w:r>
        <w:t>256.0998</w:t>
      </w:r>
      <w:r>
        <w:tab/>
        <w:t>4.051e0</w:t>
      </w:r>
    </w:p>
    <w:p w:rsidR="00F96531" w:rsidRDefault="00F96531" w:rsidP="00F96531">
      <w:r>
        <w:t>256.1099</w:t>
      </w:r>
      <w:r>
        <w:tab/>
        <w:t>3.372e0</w:t>
      </w:r>
    </w:p>
    <w:p w:rsidR="00F96531" w:rsidRDefault="00F96531" w:rsidP="00F96531">
      <w:r>
        <w:t>256.1176</w:t>
      </w:r>
      <w:r>
        <w:tab/>
        <w:t>2.025e0</w:t>
      </w:r>
    </w:p>
    <w:p w:rsidR="00F96531" w:rsidRDefault="00F96531" w:rsidP="00F96531">
      <w:r>
        <w:t>256.1216</w:t>
      </w:r>
      <w:r>
        <w:tab/>
        <w:t>2.025e0</w:t>
      </w:r>
    </w:p>
    <w:p w:rsidR="00F96531" w:rsidRDefault="00F96531" w:rsidP="00F96531">
      <w:r>
        <w:t>256.1307</w:t>
      </w:r>
      <w:r>
        <w:tab/>
        <w:t>1.013e0</w:t>
      </w:r>
    </w:p>
    <w:p w:rsidR="00F96531" w:rsidRDefault="00F96531" w:rsidP="00F96531">
      <w:r>
        <w:t>256.1480</w:t>
      </w:r>
      <w:r>
        <w:tab/>
        <w:t>2.025e0</w:t>
      </w:r>
    </w:p>
    <w:p w:rsidR="00F96531" w:rsidRDefault="00F96531" w:rsidP="00F96531">
      <w:r>
        <w:t>256.1600</w:t>
      </w:r>
      <w:r>
        <w:tab/>
        <w:t>1.013e0</w:t>
      </w:r>
    </w:p>
    <w:p w:rsidR="00F96531" w:rsidRDefault="00F96531" w:rsidP="00F96531">
      <w:r>
        <w:t>256.1680</w:t>
      </w:r>
      <w:r>
        <w:tab/>
        <w:t>2.025e0</w:t>
      </w:r>
    </w:p>
    <w:p w:rsidR="00F96531" w:rsidRDefault="00F96531" w:rsidP="00F96531">
      <w:r>
        <w:t>256.1707</w:t>
      </w:r>
      <w:r>
        <w:tab/>
        <w:t>4.840e0</w:t>
      </w:r>
    </w:p>
    <w:p w:rsidR="00F96531" w:rsidRDefault="00F96531" w:rsidP="00F96531">
      <w:r>
        <w:t>256.1938</w:t>
      </w:r>
      <w:r>
        <w:tab/>
        <w:t>5.585e1</w:t>
      </w:r>
    </w:p>
    <w:p w:rsidR="00F96531" w:rsidRDefault="00F96531" w:rsidP="00F96531">
      <w:r>
        <w:t>256.1951</w:t>
      </w:r>
      <w:r>
        <w:tab/>
        <w:t>2.009e1</w:t>
      </w:r>
    </w:p>
    <w:p w:rsidR="00F96531" w:rsidRDefault="00F96531" w:rsidP="00F96531">
      <w:r>
        <w:t>256.1977</w:t>
      </w:r>
      <w:r>
        <w:tab/>
        <w:t>1.114e1</w:t>
      </w:r>
    </w:p>
    <w:p w:rsidR="00F96531" w:rsidRDefault="00F96531" w:rsidP="00F96531">
      <w:r>
        <w:t>256.2004</w:t>
      </w:r>
      <w:r>
        <w:tab/>
        <w:t>2.453e1</w:t>
      </w:r>
    </w:p>
    <w:p w:rsidR="00F96531" w:rsidRDefault="00F96531" w:rsidP="00F96531">
      <w:r>
        <w:t>256.2539</w:t>
      </w:r>
      <w:r>
        <w:tab/>
        <w:t>1.013e0</w:t>
      </w:r>
    </w:p>
    <w:p w:rsidR="00F96531" w:rsidRDefault="00F96531" w:rsidP="00F96531">
      <w:r>
        <w:lastRenderedPageBreak/>
        <w:t>256.2567</w:t>
      </w:r>
      <w:r>
        <w:tab/>
        <w:t>3.038e0</w:t>
      </w:r>
    </w:p>
    <w:p w:rsidR="00F96531" w:rsidRDefault="00F96531" w:rsidP="00F96531">
      <w:r>
        <w:t>256.2594</w:t>
      </w:r>
      <w:r>
        <w:tab/>
        <w:t>4.051e0</w:t>
      </w:r>
    </w:p>
    <w:p w:rsidR="00F96531" w:rsidRDefault="00F96531" w:rsidP="00F96531">
      <w:r>
        <w:t>256.2664</w:t>
      </w:r>
      <w:r>
        <w:tab/>
        <w:t>2.492e0</w:t>
      </w:r>
    </w:p>
    <w:p w:rsidR="00F96531" w:rsidRDefault="00F96531" w:rsidP="00F96531">
      <w:r>
        <w:t>256.2705</w:t>
      </w:r>
      <w:r>
        <w:tab/>
        <w:t>1.013e0</w:t>
      </w:r>
    </w:p>
    <w:p w:rsidR="00F96531" w:rsidRDefault="00F96531" w:rsidP="00F96531">
      <w:r>
        <w:t>256.2924</w:t>
      </w:r>
      <w:r>
        <w:tab/>
        <w:t>1.013e0</w:t>
      </w:r>
    </w:p>
    <w:p w:rsidR="00F96531" w:rsidRDefault="00F96531" w:rsidP="00F96531">
      <w:r>
        <w:t>256.2952</w:t>
      </w:r>
      <w:r>
        <w:tab/>
        <w:t>1.013e0</w:t>
      </w:r>
    </w:p>
    <w:p w:rsidR="00F96531" w:rsidRDefault="00F96531" w:rsidP="00F96531">
      <w:r>
        <w:t>256.3096</w:t>
      </w:r>
      <w:r>
        <w:tab/>
        <w:t>1.013e0</w:t>
      </w:r>
    </w:p>
    <w:p w:rsidR="00F96531" w:rsidRDefault="00F96531" w:rsidP="00F96531">
      <w:r>
        <w:t>256.3257</w:t>
      </w:r>
      <w:r>
        <w:tab/>
        <w:t>1.013e0</w:t>
      </w:r>
    </w:p>
    <w:p w:rsidR="00F96531" w:rsidRDefault="00F96531" w:rsidP="00F96531">
      <w:r>
        <w:t>256.3268</w:t>
      </w:r>
      <w:r>
        <w:tab/>
        <w:t>1.013e0</w:t>
      </w:r>
    </w:p>
    <w:p w:rsidR="00F96531" w:rsidRDefault="00F96531" w:rsidP="00F96531">
      <w:r>
        <w:t>256.3337</w:t>
      </w:r>
      <w:r>
        <w:tab/>
        <w:t>1.013e0</w:t>
      </w:r>
    </w:p>
    <w:p w:rsidR="00F96531" w:rsidRDefault="00F96531" w:rsidP="00F96531">
      <w:r>
        <w:t>256.3348</w:t>
      </w:r>
      <w:r>
        <w:tab/>
        <w:t>1.013e0</w:t>
      </w:r>
    </w:p>
    <w:p w:rsidR="00F96531" w:rsidRDefault="00F96531" w:rsidP="00F96531">
      <w:r>
        <w:t>256.3360</w:t>
      </w:r>
      <w:r>
        <w:tab/>
        <w:t>2.025e0</w:t>
      </w:r>
    </w:p>
    <w:p w:rsidR="00F96531" w:rsidRDefault="00F96531" w:rsidP="00F96531">
      <w:r>
        <w:t>256.3524</w:t>
      </w:r>
      <w:r>
        <w:tab/>
        <w:t>1.013e0</w:t>
      </w:r>
    </w:p>
    <w:p w:rsidR="00F96531" w:rsidRDefault="00F96531" w:rsidP="00F96531">
      <w:r>
        <w:t>256.3560</w:t>
      </w:r>
      <w:r>
        <w:tab/>
        <w:t>1.013e0</w:t>
      </w:r>
    </w:p>
    <w:p w:rsidR="00F96531" w:rsidRDefault="00F96531" w:rsidP="00F96531">
      <w:r>
        <w:t>256.3613</w:t>
      </w:r>
      <w:r>
        <w:tab/>
        <w:t>1.013e0</w:t>
      </w:r>
    </w:p>
    <w:p w:rsidR="00F96531" w:rsidRDefault="00F96531" w:rsidP="00F96531">
      <w:r>
        <w:t>256.3721</w:t>
      </w:r>
      <w:r>
        <w:tab/>
        <w:t>1.013e0</w:t>
      </w:r>
    </w:p>
    <w:p w:rsidR="00F96531" w:rsidRDefault="00F96531" w:rsidP="00F96531">
      <w:r>
        <w:t>256.3761</w:t>
      </w:r>
      <w:r>
        <w:tab/>
        <w:t>1.013e0</w:t>
      </w:r>
    </w:p>
    <w:p w:rsidR="00F96531" w:rsidRDefault="00F96531" w:rsidP="00F96531">
      <w:r>
        <w:t>256.3926</w:t>
      </w:r>
      <w:r>
        <w:tab/>
        <w:t>2.025e0</w:t>
      </w:r>
    </w:p>
    <w:p w:rsidR="00F96531" w:rsidRDefault="00F96531" w:rsidP="00F96531">
      <w:r>
        <w:t>256.4037</w:t>
      </w:r>
      <w:r>
        <w:tab/>
        <w:t>1.013e0</w:t>
      </w:r>
    </w:p>
    <w:p w:rsidR="00F96531" w:rsidRDefault="00F96531" w:rsidP="00F96531">
      <w:r>
        <w:lastRenderedPageBreak/>
        <w:t>256.4184</w:t>
      </w:r>
      <w:r>
        <w:tab/>
        <w:t>2.025e0</w:t>
      </w:r>
    </w:p>
    <w:p w:rsidR="00F96531" w:rsidRDefault="00F96531" w:rsidP="00F96531">
      <w:r>
        <w:t>256.4272</w:t>
      </w:r>
      <w:r>
        <w:tab/>
        <w:t>2.025e0</w:t>
      </w:r>
    </w:p>
    <w:p w:rsidR="00F96531" w:rsidRDefault="00F96531" w:rsidP="00F96531">
      <w:r>
        <w:t>256.4322</w:t>
      </w:r>
      <w:r>
        <w:tab/>
        <w:t>1.013e0</w:t>
      </w:r>
    </w:p>
    <w:p w:rsidR="00F96531" w:rsidRDefault="00F96531" w:rsidP="00F96531">
      <w:r>
        <w:t>256.4380</w:t>
      </w:r>
      <w:r>
        <w:tab/>
        <w:t>1.013e0</w:t>
      </w:r>
    </w:p>
    <w:p w:rsidR="00F96531" w:rsidRDefault="00F96531" w:rsidP="00F96531">
      <w:r>
        <w:t>256.4569</w:t>
      </w:r>
      <w:r>
        <w:tab/>
        <w:t>1.013e0</w:t>
      </w:r>
    </w:p>
    <w:p w:rsidR="00F96531" w:rsidRDefault="00F96531" w:rsidP="00F96531">
      <w:r>
        <w:t>256.4787</w:t>
      </w:r>
      <w:r>
        <w:tab/>
        <w:t>2.025e0</w:t>
      </w:r>
    </w:p>
    <w:p w:rsidR="00F96531" w:rsidRDefault="00F96531" w:rsidP="00F96531">
      <w:r>
        <w:t>256.5004</w:t>
      </w:r>
      <w:r>
        <w:tab/>
        <w:t>1.013e0</w:t>
      </w:r>
    </w:p>
    <w:p w:rsidR="00F96531" w:rsidRDefault="00F96531" w:rsidP="00F96531">
      <w:r>
        <w:t>256.5035</w:t>
      </w:r>
      <w:r>
        <w:tab/>
        <w:t>3.282e0</w:t>
      </w:r>
    </w:p>
    <w:p w:rsidR="00F96531" w:rsidRDefault="00F96531" w:rsidP="00F96531">
      <w:r>
        <w:t>256.5094</w:t>
      </w:r>
      <w:r>
        <w:tab/>
        <w:t>1.013e0</w:t>
      </w:r>
    </w:p>
    <w:p w:rsidR="00F96531" w:rsidRDefault="00F96531" w:rsidP="00F96531">
      <w:r>
        <w:t>256.5258</w:t>
      </w:r>
      <w:r>
        <w:tab/>
        <w:t>1.013e0</w:t>
      </w:r>
    </w:p>
    <w:p w:rsidR="00F96531" w:rsidRDefault="00F96531" w:rsidP="00F96531">
      <w:r>
        <w:t>256.5463</w:t>
      </w:r>
      <w:r>
        <w:tab/>
        <w:t>1.013e0</w:t>
      </w:r>
    </w:p>
    <w:p w:rsidR="00F96531" w:rsidRDefault="00F96531" w:rsidP="00F96531">
      <w:r>
        <w:t>256.5558</w:t>
      </w:r>
      <w:r>
        <w:tab/>
        <w:t>1.013e0</w:t>
      </w:r>
    </w:p>
    <w:p w:rsidR="00F96531" w:rsidRDefault="00F96531" w:rsidP="00F96531">
      <w:r>
        <w:t>256.5644</w:t>
      </w:r>
      <w:r>
        <w:tab/>
        <w:t>3.038e0</w:t>
      </w:r>
    </w:p>
    <w:p w:rsidR="00F96531" w:rsidRDefault="00F96531" w:rsidP="00F96531">
      <w:r>
        <w:t>256.5855</w:t>
      </w:r>
      <w:r>
        <w:tab/>
        <w:t>1.013e0</w:t>
      </w:r>
    </w:p>
    <w:p w:rsidR="00F96531" w:rsidRDefault="00F96531" w:rsidP="00F96531">
      <w:r>
        <w:t>256.5892</w:t>
      </w:r>
      <w:r>
        <w:tab/>
        <w:t>1.013e0</w:t>
      </w:r>
    </w:p>
    <w:p w:rsidR="00F96531" w:rsidRDefault="00F96531" w:rsidP="00F96531">
      <w:r>
        <w:t>256.6147</w:t>
      </w:r>
      <w:r>
        <w:tab/>
        <w:t>1.013e0</w:t>
      </w:r>
    </w:p>
    <w:p w:rsidR="00F96531" w:rsidRDefault="00F96531" w:rsidP="00F96531">
      <w:r>
        <w:t>256.6320</w:t>
      </w:r>
      <w:r>
        <w:tab/>
        <w:t>1.013e0</w:t>
      </w:r>
    </w:p>
    <w:p w:rsidR="00F96531" w:rsidRDefault="00F96531" w:rsidP="00F96531">
      <w:r>
        <w:t>256.6532</w:t>
      </w:r>
      <w:r>
        <w:tab/>
        <w:t>1.013e0</w:t>
      </w:r>
    </w:p>
    <w:p w:rsidR="00F96531" w:rsidRDefault="00F96531" w:rsidP="00F96531">
      <w:r>
        <w:t>256.6760</w:t>
      </w:r>
      <w:r>
        <w:tab/>
        <w:t>1.013e0</w:t>
      </w:r>
    </w:p>
    <w:p w:rsidR="00F96531" w:rsidRDefault="00F96531" w:rsidP="00F96531">
      <w:r>
        <w:lastRenderedPageBreak/>
        <w:t>256.6796</w:t>
      </w:r>
      <w:r>
        <w:tab/>
        <w:t>1.013e0</w:t>
      </w:r>
    </w:p>
    <w:p w:rsidR="00F96531" w:rsidRDefault="00F96531" w:rsidP="00F96531">
      <w:r>
        <w:t>256.6807</w:t>
      </w:r>
      <w:r>
        <w:tab/>
        <w:t>1.013e0</w:t>
      </w:r>
    </w:p>
    <w:p w:rsidR="00F96531" w:rsidRDefault="00F96531" w:rsidP="00F96531">
      <w:r>
        <w:t>256.6927</w:t>
      </w:r>
      <w:r>
        <w:tab/>
        <w:t>1.013e0</w:t>
      </w:r>
    </w:p>
    <w:p w:rsidR="00F96531" w:rsidRDefault="00F96531" w:rsidP="00F96531">
      <w:r>
        <w:t>256.7082</w:t>
      </w:r>
      <w:r>
        <w:tab/>
        <w:t>1.013e0</w:t>
      </w:r>
    </w:p>
    <w:p w:rsidR="00F96531" w:rsidRDefault="00F96531" w:rsidP="00F96531">
      <w:r>
        <w:t>256.7141</w:t>
      </w:r>
      <w:r>
        <w:tab/>
        <w:t>1.013e0</w:t>
      </w:r>
    </w:p>
    <w:p w:rsidR="00F96531" w:rsidRDefault="00F96531" w:rsidP="00F96531">
      <w:r>
        <w:t>256.7300</w:t>
      </w:r>
      <w:r>
        <w:tab/>
        <w:t>1.013e0</w:t>
      </w:r>
    </w:p>
    <w:p w:rsidR="00F96531" w:rsidRDefault="00F96531" w:rsidP="00F96531">
      <w:r>
        <w:t>256.7631</w:t>
      </w:r>
      <w:r>
        <w:tab/>
        <w:t>2.025e0</w:t>
      </w:r>
    </w:p>
    <w:p w:rsidR="00F96531" w:rsidRDefault="00F96531" w:rsidP="00F96531">
      <w:r>
        <w:t>256.7815</w:t>
      </w:r>
      <w:r>
        <w:tab/>
        <w:t>1.013e0</w:t>
      </w:r>
    </w:p>
    <w:p w:rsidR="00F96531" w:rsidRDefault="00F96531" w:rsidP="00F96531">
      <w:r>
        <w:t>256.7986</w:t>
      </w:r>
      <w:r>
        <w:tab/>
        <w:t>1.013e0</w:t>
      </w:r>
    </w:p>
    <w:p w:rsidR="00F96531" w:rsidRDefault="00F96531" w:rsidP="00F96531">
      <w:r>
        <w:t>256.8042</w:t>
      </w:r>
      <w:r>
        <w:tab/>
        <w:t>1.013e0</w:t>
      </w:r>
    </w:p>
    <w:p w:rsidR="00F96531" w:rsidRDefault="00F96531" w:rsidP="00F96531">
      <w:r>
        <w:t>256.8120</w:t>
      </w:r>
      <w:r>
        <w:tab/>
        <w:t>1.013e0</w:t>
      </w:r>
    </w:p>
    <w:p w:rsidR="00F96531" w:rsidRDefault="00F96531" w:rsidP="00F96531">
      <w:r>
        <w:t>256.8272</w:t>
      </w:r>
      <w:r>
        <w:tab/>
        <w:t>1.013e0</w:t>
      </w:r>
    </w:p>
    <w:p w:rsidR="00F96531" w:rsidRDefault="00F96531" w:rsidP="00F96531">
      <w:r>
        <w:t>256.8331</w:t>
      </w:r>
      <w:r>
        <w:tab/>
        <w:t>1.013e0</w:t>
      </w:r>
    </w:p>
    <w:p w:rsidR="00F96531" w:rsidRDefault="00F96531" w:rsidP="00F96531">
      <w:r>
        <w:t>256.8435</w:t>
      </w:r>
      <w:r>
        <w:tab/>
        <w:t>2.025e0</w:t>
      </w:r>
    </w:p>
    <w:p w:rsidR="00F96531" w:rsidRDefault="00F96531" w:rsidP="00F96531">
      <w:r>
        <w:t>256.8454</w:t>
      </w:r>
      <w:r>
        <w:tab/>
        <w:t>2.025e0</w:t>
      </w:r>
    </w:p>
    <w:p w:rsidR="00F96531" w:rsidRDefault="00F96531" w:rsidP="00F96531">
      <w:r>
        <w:t>256.8840</w:t>
      </w:r>
      <w:r>
        <w:tab/>
        <w:t>1.013e0</w:t>
      </w:r>
    </w:p>
    <w:p w:rsidR="00F96531" w:rsidRDefault="00F96531" w:rsidP="00F96531">
      <w:r>
        <w:t>256.8929</w:t>
      </w:r>
      <w:r>
        <w:tab/>
        <w:t>1.013e0</w:t>
      </w:r>
    </w:p>
    <w:p w:rsidR="00F96531" w:rsidRDefault="00F96531" w:rsidP="00F96531">
      <w:r>
        <w:t>256.9225</w:t>
      </w:r>
      <w:r>
        <w:tab/>
        <w:t>1.013e0</w:t>
      </w:r>
    </w:p>
    <w:p w:rsidR="00F96531" w:rsidRDefault="00F96531" w:rsidP="00F96531">
      <w:r>
        <w:t>256.9334</w:t>
      </w:r>
      <w:r>
        <w:tab/>
        <w:t>2.025e0</w:t>
      </w:r>
    </w:p>
    <w:p w:rsidR="00F96531" w:rsidRDefault="00F96531" w:rsidP="00F96531">
      <w:r>
        <w:lastRenderedPageBreak/>
        <w:t>256.9574</w:t>
      </w:r>
      <w:r>
        <w:tab/>
        <w:t>3.038e0</w:t>
      </w:r>
    </w:p>
    <w:p w:rsidR="00F96531" w:rsidRDefault="00F96531" w:rsidP="00F96531">
      <w:r>
        <w:t>256.9612</w:t>
      </w:r>
      <w:r>
        <w:tab/>
        <w:t>4.051e0</w:t>
      </w:r>
    </w:p>
    <w:p w:rsidR="00F96531" w:rsidRDefault="00F96531" w:rsidP="00F96531">
      <w:r>
        <w:t>256.9687</w:t>
      </w:r>
      <w:r>
        <w:tab/>
        <w:t>1.013e0</w:t>
      </w:r>
    </w:p>
    <w:p w:rsidR="00F96531" w:rsidRDefault="00F96531" w:rsidP="00F96531">
      <w:r>
        <w:t>257.0008</w:t>
      </w:r>
      <w:r>
        <w:tab/>
        <w:t>3.564e1</w:t>
      </w:r>
    </w:p>
    <w:p w:rsidR="00F96531" w:rsidRDefault="00F96531" w:rsidP="00F96531">
      <w:r>
        <w:t>257.0031</w:t>
      </w:r>
      <w:r>
        <w:tab/>
        <w:t>6.738e0</w:t>
      </w:r>
    </w:p>
    <w:p w:rsidR="00F96531" w:rsidRDefault="00F96531" w:rsidP="00F96531">
      <w:r>
        <w:t>257.0051</w:t>
      </w:r>
      <w:r>
        <w:tab/>
        <w:t>3.731e1</w:t>
      </w:r>
    </w:p>
    <w:p w:rsidR="00F96531" w:rsidRDefault="00F96531" w:rsidP="00F96531">
      <w:r>
        <w:t>257.0067</w:t>
      </w:r>
      <w:r>
        <w:tab/>
        <w:t>4.040e1</w:t>
      </w:r>
    </w:p>
    <w:p w:rsidR="00F96531" w:rsidRDefault="00F96531" w:rsidP="00F96531">
      <w:r>
        <w:t>257.0084</w:t>
      </w:r>
      <w:r>
        <w:tab/>
        <w:t>2.848e1</w:t>
      </w:r>
    </w:p>
    <w:p w:rsidR="00F96531" w:rsidRDefault="00F96531" w:rsidP="00F96531">
      <w:r>
        <w:t>257.0392</w:t>
      </w:r>
      <w:r>
        <w:tab/>
        <w:t>1.339e1</w:t>
      </w:r>
    </w:p>
    <w:p w:rsidR="00F96531" w:rsidRDefault="00F96531" w:rsidP="00F96531">
      <w:r>
        <w:t>257.0424</w:t>
      </w:r>
      <w:r>
        <w:tab/>
        <w:t>7.199e0</w:t>
      </w:r>
    </w:p>
    <w:p w:rsidR="00F96531" w:rsidRDefault="00F96531" w:rsidP="00F96531">
      <w:r>
        <w:t>257.0459</w:t>
      </w:r>
      <w:r>
        <w:tab/>
        <w:t>1.360e1</w:t>
      </w:r>
    </w:p>
    <w:p w:rsidR="00F96531" w:rsidRDefault="00F96531" w:rsidP="00F96531">
      <w:r>
        <w:t>257.0491</w:t>
      </w:r>
      <w:r>
        <w:tab/>
        <w:t>1.606e1</w:t>
      </w:r>
    </w:p>
    <w:p w:rsidR="00F96531" w:rsidRDefault="00F96531" w:rsidP="00F96531">
      <w:r>
        <w:t>257.0533</w:t>
      </w:r>
      <w:r>
        <w:tab/>
        <w:t>6.076e0</w:t>
      </w:r>
    </w:p>
    <w:p w:rsidR="00F96531" w:rsidRDefault="00F96531" w:rsidP="00F96531">
      <w:r>
        <w:t>257.0828</w:t>
      </w:r>
      <w:r>
        <w:tab/>
        <w:t>2.025e0</w:t>
      </w:r>
    </w:p>
    <w:p w:rsidR="00F96531" w:rsidRDefault="00F96531" w:rsidP="00F96531">
      <w:r>
        <w:t>257.1012</w:t>
      </w:r>
      <w:r>
        <w:tab/>
        <w:t>1.013e0</w:t>
      </w:r>
    </w:p>
    <w:p w:rsidR="00F96531" w:rsidRDefault="00F96531" w:rsidP="00F96531">
      <w:r>
        <w:t>257.1040</w:t>
      </w:r>
      <w:r>
        <w:tab/>
        <w:t>1.013e0</w:t>
      </w:r>
    </w:p>
    <w:p w:rsidR="00F96531" w:rsidRDefault="00F96531" w:rsidP="00F96531">
      <w:r>
        <w:t>257.1084</w:t>
      </w:r>
      <w:r>
        <w:tab/>
        <w:t>1.013e0</w:t>
      </w:r>
    </w:p>
    <w:p w:rsidR="00F96531" w:rsidRDefault="00F96531" w:rsidP="00F96531">
      <w:r>
        <w:t>257.1155</w:t>
      </w:r>
      <w:r>
        <w:tab/>
        <w:t>3.038e0</w:t>
      </w:r>
    </w:p>
    <w:p w:rsidR="00F96531" w:rsidRDefault="00F96531" w:rsidP="00F96531">
      <w:r>
        <w:t>257.1299</w:t>
      </w:r>
      <w:r>
        <w:tab/>
        <w:t>8.823e0</w:t>
      </w:r>
    </w:p>
    <w:p w:rsidR="00F96531" w:rsidRDefault="00F96531" w:rsidP="00F96531">
      <w:r>
        <w:lastRenderedPageBreak/>
        <w:t>257.1377</w:t>
      </w:r>
      <w:r>
        <w:tab/>
        <w:t>2.025e0</w:t>
      </w:r>
    </w:p>
    <w:p w:rsidR="00F96531" w:rsidRDefault="00F96531" w:rsidP="00F96531">
      <w:r>
        <w:t>257.1425</w:t>
      </w:r>
      <w:r>
        <w:tab/>
        <w:t>1.013e0</w:t>
      </w:r>
    </w:p>
    <w:p w:rsidR="00F96531" w:rsidRDefault="00F96531" w:rsidP="00F96531">
      <w:r>
        <w:t>257.1438</w:t>
      </w:r>
      <w:r>
        <w:tab/>
        <w:t>6.076e0</w:t>
      </w:r>
    </w:p>
    <w:p w:rsidR="00F96531" w:rsidRDefault="00F96531" w:rsidP="00F96531">
      <w:r>
        <w:t>257.1603</w:t>
      </w:r>
      <w:r>
        <w:tab/>
        <w:t>2.025e0</w:t>
      </w:r>
    </w:p>
    <w:p w:rsidR="00F96531" w:rsidRDefault="00F96531" w:rsidP="00F96531">
      <w:r>
        <w:t>257.1652</w:t>
      </w:r>
      <w:r>
        <w:tab/>
        <w:t>2.025e0</w:t>
      </w:r>
    </w:p>
    <w:p w:rsidR="00F96531" w:rsidRDefault="00F96531" w:rsidP="00F96531">
      <w:r>
        <w:t>257.1741</w:t>
      </w:r>
      <w:r>
        <w:tab/>
        <w:t>1.013e0</w:t>
      </w:r>
    </w:p>
    <w:p w:rsidR="00F96531" w:rsidRDefault="00F96531" w:rsidP="00F96531">
      <w:r>
        <w:t>257.1770</w:t>
      </w:r>
      <w:r>
        <w:tab/>
        <w:t>3.038e0</w:t>
      </w:r>
    </w:p>
    <w:p w:rsidR="00F96531" w:rsidRDefault="00F96531" w:rsidP="00F96531">
      <w:r>
        <w:t>257.1953</w:t>
      </w:r>
      <w:r>
        <w:tab/>
        <w:t>1.013e0</w:t>
      </w:r>
    </w:p>
    <w:p w:rsidR="00F96531" w:rsidRDefault="00F96531" w:rsidP="00F96531">
      <w:r>
        <w:t>257.1995</w:t>
      </w:r>
      <w:r>
        <w:tab/>
        <w:t>4.051e0</w:t>
      </w:r>
    </w:p>
    <w:p w:rsidR="00F96531" w:rsidRDefault="00F96531" w:rsidP="00F96531">
      <w:r>
        <w:t>257.2049</w:t>
      </w:r>
      <w:r>
        <w:tab/>
        <w:t>1.013e0</w:t>
      </w:r>
    </w:p>
    <w:p w:rsidR="00F96531" w:rsidRDefault="00F96531" w:rsidP="00F96531">
      <w:r>
        <w:t>257.2064</w:t>
      </w:r>
      <w:r>
        <w:tab/>
        <w:t>2.025e0</w:t>
      </w:r>
    </w:p>
    <w:p w:rsidR="00F96531" w:rsidRDefault="00F96531" w:rsidP="00F96531">
      <w:r>
        <w:t>257.2115</w:t>
      </w:r>
      <w:r>
        <w:tab/>
        <w:t>1.013e0</w:t>
      </w:r>
    </w:p>
    <w:p w:rsidR="00F96531" w:rsidRDefault="00F96531" w:rsidP="00F96531">
      <w:r>
        <w:t>257.2245</w:t>
      </w:r>
      <w:r>
        <w:tab/>
        <w:t>1.013e0</w:t>
      </w:r>
    </w:p>
    <w:p w:rsidR="00F96531" w:rsidRDefault="00F96531" w:rsidP="00F96531">
      <w:r>
        <w:t>257.2328</w:t>
      </w:r>
      <w:r>
        <w:tab/>
        <w:t>2.025e0</w:t>
      </w:r>
    </w:p>
    <w:p w:rsidR="00F96531" w:rsidRDefault="00F96531" w:rsidP="00F96531">
      <w:r>
        <w:t>257.2551</w:t>
      </w:r>
      <w:r>
        <w:tab/>
        <w:t>1.013e0</w:t>
      </w:r>
    </w:p>
    <w:p w:rsidR="00F96531" w:rsidRDefault="00F96531" w:rsidP="00F96531">
      <w:r>
        <w:t>257.2568</w:t>
      </w:r>
      <w:r>
        <w:tab/>
        <w:t>3.931e0</w:t>
      </w:r>
    </w:p>
    <w:p w:rsidR="00F96531" w:rsidRDefault="00F96531" w:rsidP="00F96531">
      <w:r>
        <w:t>257.2580</w:t>
      </w:r>
      <w:r>
        <w:tab/>
        <w:t>1.013e0</w:t>
      </w:r>
    </w:p>
    <w:p w:rsidR="00F96531" w:rsidRDefault="00F96531" w:rsidP="00F96531">
      <w:r>
        <w:t>257.2657</w:t>
      </w:r>
      <w:r>
        <w:tab/>
        <w:t>1.013e0</w:t>
      </w:r>
    </w:p>
    <w:p w:rsidR="00F96531" w:rsidRDefault="00F96531" w:rsidP="00F96531">
      <w:r>
        <w:t>257.2774</w:t>
      </w:r>
      <w:r>
        <w:tab/>
        <w:t>3.038e0</w:t>
      </w:r>
    </w:p>
    <w:p w:rsidR="00F96531" w:rsidRDefault="00F96531" w:rsidP="00F96531">
      <w:r>
        <w:lastRenderedPageBreak/>
        <w:t>257.2924</w:t>
      </w:r>
      <w:r>
        <w:tab/>
        <w:t>1.013e0</w:t>
      </w:r>
    </w:p>
    <w:p w:rsidR="00F96531" w:rsidRDefault="00F96531" w:rsidP="00F96531">
      <w:r>
        <w:t>257.2935</w:t>
      </w:r>
      <w:r>
        <w:tab/>
        <w:t>1.013e0</w:t>
      </w:r>
    </w:p>
    <w:p w:rsidR="00F96531" w:rsidRDefault="00F96531" w:rsidP="00F96531">
      <w:r>
        <w:t>257.3198</w:t>
      </w:r>
      <w:r>
        <w:tab/>
        <w:t>4.051e0</w:t>
      </w:r>
    </w:p>
    <w:p w:rsidR="00F96531" w:rsidRDefault="00F96531" w:rsidP="00F96531">
      <w:r>
        <w:t>257.3281</w:t>
      </w:r>
      <w:r>
        <w:tab/>
        <w:t>1.013e0</w:t>
      </w:r>
    </w:p>
    <w:p w:rsidR="00F96531" w:rsidRDefault="00F96531" w:rsidP="00F96531">
      <w:r>
        <w:t>257.3785</w:t>
      </w:r>
      <w:r>
        <w:tab/>
        <w:t>1.013e0</w:t>
      </w:r>
    </w:p>
    <w:p w:rsidR="00F96531" w:rsidRDefault="00F96531" w:rsidP="00F96531">
      <w:r>
        <w:t>257.3923</w:t>
      </w:r>
      <w:r>
        <w:tab/>
        <w:t>2.025e0</w:t>
      </w:r>
    </w:p>
    <w:p w:rsidR="00F96531" w:rsidRDefault="00F96531" w:rsidP="00F96531">
      <w:r>
        <w:t>257.4041</w:t>
      </w:r>
      <w:r>
        <w:tab/>
        <w:t>1.013e0</w:t>
      </w:r>
    </w:p>
    <w:p w:rsidR="00F96531" w:rsidRDefault="00F96531" w:rsidP="00F96531">
      <w:r>
        <w:t>257.4386</w:t>
      </w:r>
      <w:r>
        <w:tab/>
        <w:t>1.013e0</w:t>
      </w:r>
    </w:p>
    <w:p w:rsidR="00F96531" w:rsidRDefault="00F96531" w:rsidP="00F96531">
      <w:r>
        <w:t>257.4734</w:t>
      </w:r>
      <w:r>
        <w:tab/>
        <w:t>2.025e0</w:t>
      </w:r>
    </w:p>
    <w:p w:rsidR="00F96531" w:rsidRDefault="00F96531" w:rsidP="00F96531">
      <w:r>
        <w:t>257.4928</w:t>
      </w:r>
      <w:r>
        <w:tab/>
        <w:t>2.025e0</w:t>
      </w:r>
    </w:p>
    <w:p w:rsidR="00F96531" w:rsidRDefault="00F96531" w:rsidP="00F96531">
      <w:r>
        <w:t>257.5058</w:t>
      </w:r>
      <w:r>
        <w:tab/>
        <w:t>1.013e0</w:t>
      </w:r>
    </w:p>
    <w:p w:rsidR="00F96531" w:rsidRDefault="00F96531" w:rsidP="00F96531">
      <w:r>
        <w:t>257.5139</w:t>
      </w:r>
      <w:r>
        <w:tab/>
        <w:t>2.025e0</w:t>
      </w:r>
    </w:p>
    <w:p w:rsidR="00F96531" w:rsidRDefault="00F96531" w:rsidP="00F96531">
      <w:r>
        <w:t>257.5150</w:t>
      </w:r>
      <w:r>
        <w:tab/>
        <w:t>1.013e0</w:t>
      </w:r>
    </w:p>
    <w:p w:rsidR="00F96531" w:rsidRDefault="00F96531" w:rsidP="00F96531">
      <w:r>
        <w:t>257.5187</w:t>
      </w:r>
      <w:r>
        <w:tab/>
        <w:t>1.013e0</w:t>
      </w:r>
    </w:p>
    <w:p w:rsidR="00F96531" w:rsidRDefault="00F96531" w:rsidP="00F96531">
      <w:r>
        <w:t>257.5484</w:t>
      </w:r>
      <w:r>
        <w:tab/>
        <w:t>1.013e0</w:t>
      </w:r>
    </w:p>
    <w:p w:rsidR="00F96531" w:rsidRDefault="00F96531" w:rsidP="00F96531">
      <w:r>
        <w:t>257.5532</w:t>
      </w:r>
      <w:r>
        <w:tab/>
        <w:t>1.013e0</w:t>
      </w:r>
    </w:p>
    <w:p w:rsidR="00F96531" w:rsidRDefault="00F96531" w:rsidP="00F96531">
      <w:r>
        <w:t>257.5569</w:t>
      </w:r>
      <w:r>
        <w:tab/>
        <w:t>1.013e0</w:t>
      </w:r>
    </w:p>
    <w:p w:rsidR="00F96531" w:rsidRDefault="00F96531" w:rsidP="00F96531">
      <w:r>
        <w:t>257.5749</w:t>
      </w:r>
      <w:r>
        <w:tab/>
        <w:t>1.013e0</w:t>
      </w:r>
    </w:p>
    <w:p w:rsidR="00F96531" w:rsidRDefault="00F96531" w:rsidP="00F96531">
      <w:r>
        <w:t>257.5818</w:t>
      </w:r>
      <w:r>
        <w:tab/>
        <w:t>1.013e0</w:t>
      </w:r>
    </w:p>
    <w:p w:rsidR="00F96531" w:rsidRDefault="00F96531" w:rsidP="00F96531">
      <w:r>
        <w:lastRenderedPageBreak/>
        <w:t>257.5829</w:t>
      </w:r>
      <w:r>
        <w:tab/>
        <w:t>2.025e0</w:t>
      </w:r>
    </w:p>
    <w:p w:rsidR="00F96531" w:rsidRDefault="00F96531" w:rsidP="00F96531">
      <w:r>
        <w:t>257.6180</w:t>
      </w:r>
      <w:r>
        <w:tab/>
        <w:t>3.038e0</w:t>
      </w:r>
    </w:p>
    <w:p w:rsidR="00F96531" w:rsidRDefault="00F96531" w:rsidP="00F96531">
      <w:r>
        <w:t>257.6381</w:t>
      </w:r>
      <w:r>
        <w:tab/>
        <w:t>1.013e0</w:t>
      </w:r>
    </w:p>
    <w:p w:rsidR="00F96531" w:rsidRDefault="00F96531" w:rsidP="00F96531">
      <w:r>
        <w:t>257.6437</w:t>
      </w:r>
      <w:r>
        <w:tab/>
        <w:t>2.025e0</w:t>
      </w:r>
    </w:p>
    <w:p w:rsidR="00F96531" w:rsidRDefault="00F96531" w:rsidP="00F96531">
      <w:r>
        <w:t>257.6678</w:t>
      </w:r>
      <w:r>
        <w:tab/>
        <w:t>1.013e0</w:t>
      </w:r>
    </w:p>
    <w:p w:rsidR="00F96531" w:rsidRDefault="00F96531" w:rsidP="00F96531">
      <w:r>
        <w:t>257.6763</w:t>
      </w:r>
      <w:r>
        <w:tab/>
        <w:t>1.013e0</w:t>
      </w:r>
    </w:p>
    <w:p w:rsidR="00F96531" w:rsidRDefault="00F96531" w:rsidP="00F96531">
      <w:r>
        <w:t>257.7024</w:t>
      </w:r>
      <w:r>
        <w:tab/>
        <w:t>1.013e0</w:t>
      </w:r>
    </w:p>
    <w:p w:rsidR="00F96531" w:rsidRDefault="00F96531" w:rsidP="00F96531">
      <w:r>
        <w:t>257.7110</w:t>
      </w:r>
      <w:r>
        <w:tab/>
        <w:t>2.025e0</w:t>
      </w:r>
    </w:p>
    <w:p w:rsidR="00F96531" w:rsidRDefault="00F96531" w:rsidP="00F96531">
      <w:r>
        <w:t>257.7193</w:t>
      </w:r>
      <w:r>
        <w:tab/>
        <w:t>1.013e0</w:t>
      </w:r>
    </w:p>
    <w:p w:rsidR="00F96531" w:rsidRDefault="00F96531" w:rsidP="00F96531">
      <w:r>
        <w:t>257.7479</w:t>
      </w:r>
      <w:r>
        <w:tab/>
        <w:t>1.013e0</w:t>
      </w:r>
    </w:p>
    <w:p w:rsidR="00F96531" w:rsidRDefault="00F96531" w:rsidP="00F96531">
      <w:r>
        <w:t>257.7586</w:t>
      </w:r>
      <w:r>
        <w:tab/>
        <w:t>1.013e0</w:t>
      </w:r>
    </w:p>
    <w:p w:rsidR="00F96531" w:rsidRDefault="00F96531" w:rsidP="00F96531">
      <w:r>
        <w:t>257.7702</w:t>
      </w:r>
      <w:r>
        <w:tab/>
        <w:t>2.025e0</w:t>
      </w:r>
    </w:p>
    <w:p w:rsidR="00F96531" w:rsidRDefault="00F96531" w:rsidP="00F96531">
      <w:r>
        <w:t>257.7955</w:t>
      </w:r>
      <w:r>
        <w:tab/>
        <w:t>2.025e0</w:t>
      </w:r>
    </w:p>
    <w:p w:rsidR="00F96531" w:rsidRDefault="00F96531" w:rsidP="00F96531">
      <w:r>
        <w:t>257.8139</w:t>
      </w:r>
      <w:r>
        <w:tab/>
        <w:t>2.025e0</w:t>
      </w:r>
    </w:p>
    <w:p w:rsidR="00F96531" w:rsidRDefault="00F96531" w:rsidP="00F96531">
      <w:r>
        <w:t>257.8206</w:t>
      </w:r>
      <w:r>
        <w:tab/>
        <w:t>2.025e0</w:t>
      </w:r>
    </w:p>
    <w:p w:rsidR="00F96531" w:rsidRDefault="00F96531" w:rsidP="00F96531">
      <w:r>
        <w:t>257.8473</w:t>
      </w:r>
      <w:r>
        <w:tab/>
        <w:t>1.013e0</w:t>
      </w:r>
    </w:p>
    <w:p w:rsidR="00F96531" w:rsidRDefault="00F96531" w:rsidP="00F96531">
      <w:r>
        <w:t>257.8564</w:t>
      </w:r>
      <w:r>
        <w:tab/>
        <w:t>2.025e0</w:t>
      </w:r>
    </w:p>
    <w:p w:rsidR="00F96531" w:rsidRDefault="00F96531" w:rsidP="00F96531">
      <w:r>
        <w:t>257.8817</w:t>
      </w:r>
      <w:r>
        <w:tab/>
        <w:t>1.013e0</w:t>
      </w:r>
    </w:p>
    <w:p w:rsidR="00F96531" w:rsidRDefault="00F96531" w:rsidP="00F96531">
      <w:r>
        <w:t>257.8897</w:t>
      </w:r>
      <w:r>
        <w:tab/>
        <w:t>1.013e0</w:t>
      </w:r>
    </w:p>
    <w:p w:rsidR="00F96531" w:rsidRDefault="00F96531" w:rsidP="00F96531">
      <w:r>
        <w:lastRenderedPageBreak/>
        <w:t>257.8929</w:t>
      </w:r>
      <w:r>
        <w:tab/>
        <w:t>2.025e0</w:t>
      </w:r>
    </w:p>
    <w:p w:rsidR="00F96531" w:rsidRDefault="00F96531" w:rsidP="00F96531">
      <w:r>
        <w:t>257.8989</w:t>
      </w:r>
      <w:r>
        <w:tab/>
        <w:t>1.013e0</w:t>
      </w:r>
    </w:p>
    <w:p w:rsidR="00F96531" w:rsidRDefault="00F96531" w:rsidP="00F96531">
      <w:r>
        <w:t>257.9211</w:t>
      </w:r>
      <w:r>
        <w:tab/>
        <w:t>1.013e0</w:t>
      </w:r>
    </w:p>
    <w:p w:rsidR="00F96531" w:rsidRDefault="00F96531" w:rsidP="00F96531">
      <w:r>
        <w:t>257.9255</w:t>
      </w:r>
      <w:r>
        <w:tab/>
        <w:t>1.013e0</w:t>
      </w:r>
    </w:p>
    <w:p w:rsidR="00F96531" w:rsidRDefault="00F96531" w:rsidP="00F96531">
      <w:r>
        <w:t>257.9363</w:t>
      </w:r>
      <w:r>
        <w:tab/>
        <w:t>1.013e0</w:t>
      </w:r>
    </w:p>
    <w:p w:rsidR="00F96531" w:rsidRDefault="00F96531" w:rsidP="00F96531">
      <w:r>
        <w:t>257.9582</w:t>
      </w:r>
      <w:r>
        <w:tab/>
        <w:t>1.013e0</w:t>
      </w:r>
    </w:p>
    <w:p w:rsidR="00F96531" w:rsidRDefault="00F96531" w:rsidP="00F96531">
      <w:r>
        <w:t>257.9594</w:t>
      </w:r>
      <w:r>
        <w:tab/>
        <w:t>1.013e0</w:t>
      </w:r>
    </w:p>
    <w:p w:rsidR="00F96531" w:rsidRDefault="00F96531" w:rsidP="00F96531">
      <w:r>
        <w:t>257.9869</w:t>
      </w:r>
      <w:r>
        <w:tab/>
        <w:t>1.013e0</w:t>
      </w:r>
    </w:p>
    <w:p w:rsidR="00F96531" w:rsidRDefault="00F96531" w:rsidP="00F96531">
      <w:r>
        <w:t>257.9988</w:t>
      </w:r>
      <w:r>
        <w:tab/>
        <w:t>2.025e0</w:t>
      </w:r>
    </w:p>
    <w:p w:rsidR="00F96531" w:rsidRDefault="00F96531" w:rsidP="00F96531">
      <w:r>
        <w:t>258.0010</w:t>
      </w:r>
      <w:r>
        <w:tab/>
        <w:t>5.063e0</w:t>
      </w:r>
    </w:p>
    <w:p w:rsidR="00F96531" w:rsidRDefault="00F96531" w:rsidP="00F96531">
      <w:r>
        <w:t>258.0059</w:t>
      </w:r>
      <w:r>
        <w:tab/>
        <w:t>3.038e0</w:t>
      </w:r>
    </w:p>
    <w:p w:rsidR="00F96531" w:rsidRDefault="00F96531" w:rsidP="00F96531">
      <w:r>
        <w:t>258.0173</w:t>
      </w:r>
      <w:r>
        <w:tab/>
        <w:t>2.025e0</w:t>
      </w:r>
    </w:p>
    <w:p w:rsidR="00F96531" w:rsidRDefault="00F96531" w:rsidP="00F96531">
      <w:r>
        <w:t>258.0224</w:t>
      </w:r>
      <w:r>
        <w:tab/>
        <w:t>5.063e0</w:t>
      </w:r>
    </w:p>
    <w:p w:rsidR="00F96531" w:rsidRDefault="00F96531" w:rsidP="00F96531">
      <w:r>
        <w:t>258.0244</w:t>
      </w:r>
      <w:r>
        <w:tab/>
        <w:t>4.051e0</w:t>
      </w:r>
    </w:p>
    <w:p w:rsidR="00F96531" w:rsidRDefault="00F96531" w:rsidP="00F96531">
      <w:r>
        <w:t>258.0326</w:t>
      </w:r>
      <w:r>
        <w:tab/>
        <w:t>3.038e0</w:t>
      </w:r>
    </w:p>
    <w:p w:rsidR="00F96531" w:rsidRDefault="00F96531" w:rsidP="00F96531">
      <w:r>
        <w:t>258.0411</w:t>
      </w:r>
      <w:r>
        <w:tab/>
        <w:t>7.089e0</w:t>
      </w:r>
    </w:p>
    <w:p w:rsidR="00F96531" w:rsidRDefault="00F96531" w:rsidP="00F96531">
      <w:r>
        <w:t>258.0559</w:t>
      </w:r>
      <w:r>
        <w:tab/>
        <w:t>3.038e0</w:t>
      </w:r>
    </w:p>
    <w:p w:rsidR="00F96531" w:rsidRDefault="00F96531" w:rsidP="00F96531">
      <w:r>
        <w:t>258.0588</w:t>
      </w:r>
      <w:r>
        <w:tab/>
        <w:t>2.025e0</w:t>
      </w:r>
    </w:p>
    <w:p w:rsidR="00F96531" w:rsidRDefault="00F96531" w:rsidP="00F96531">
      <w:r>
        <w:t>258.0609</w:t>
      </w:r>
      <w:r>
        <w:tab/>
        <w:t>4.109e0</w:t>
      </w:r>
    </w:p>
    <w:p w:rsidR="00F96531" w:rsidRDefault="00F96531" w:rsidP="00F96531">
      <w:r>
        <w:lastRenderedPageBreak/>
        <w:t>258.0636</w:t>
      </w:r>
      <w:r>
        <w:tab/>
        <w:t>1.013e0</w:t>
      </w:r>
    </w:p>
    <w:p w:rsidR="00F96531" w:rsidRDefault="00F96531" w:rsidP="00F96531">
      <w:r>
        <w:t>258.0693</w:t>
      </w:r>
      <w:r>
        <w:tab/>
        <w:t>1.013e0</w:t>
      </w:r>
    </w:p>
    <w:p w:rsidR="00F96531" w:rsidRDefault="00F96531" w:rsidP="00F96531">
      <w:r>
        <w:t>258.0914</w:t>
      </w:r>
      <w:r>
        <w:tab/>
        <w:t>1.013e0</w:t>
      </w:r>
    </w:p>
    <w:p w:rsidR="00F96531" w:rsidRDefault="00F96531" w:rsidP="00F96531">
      <w:r>
        <w:t>258.1076</w:t>
      </w:r>
      <w:r>
        <w:tab/>
        <w:t>1.013e0</w:t>
      </w:r>
    </w:p>
    <w:p w:rsidR="00F96531" w:rsidRDefault="00F96531" w:rsidP="00F96531">
      <w:r>
        <w:t>258.1113</w:t>
      </w:r>
      <w:r>
        <w:tab/>
        <w:t>1.013e0</w:t>
      </w:r>
    </w:p>
    <w:p w:rsidR="00F96531" w:rsidRDefault="00F96531" w:rsidP="00F96531">
      <w:r>
        <w:t>258.1228</w:t>
      </w:r>
      <w:r>
        <w:tab/>
        <w:t>2.025e0</w:t>
      </w:r>
    </w:p>
    <w:p w:rsidR="00F96531" w:rsidRDefault="00F96531" w:rsidP="00F96531">
      <w:r>
        <w:t>258.1328</w:t>
      </w:r>
      <w:r>
        <w:tab/>
        <w:t>1.013e0</w:t>
      </w:r>
    </w:p>
    <w:p w:rsidR="00F96531" w:rsidRDefault="00F96531" w:rsidP="00F96531">
      <w:r>
        <w:t>258.1420</w:t>
      </w:r>
      <w:r>
        <w:tab/>
        <w:t>2.025e0</w:t>
      </w:r>
    </w:p>
    <w:p w:rsidR="00F96531" w:rsidRDefault="00F96531" w:rsidP="00F96531">
      <w:r>
        <w:t>258.1484</w:t>
      </w:r>
      <w:r>
        <w:tab/>
        <w:t>2.025e0</w:t>
      </w:r>
    </w:p>
    <w:p w:rsidR="00F96531" w:rsidRDefault="00F96531" w:rsidP="00F96531">
      <w:r>
        <w:t>258.1515</w:t>
      </w:r>
      <w:r>
        <w:tab/>
        <w:t>2.025e0</w:t>
      </w:r>
    </w:p>
    <w:p w:rsidR="00F96531" w:rsidRDefault="00F96531" w:rsidP="00F96531">
      <w:r>
        <w:t>258.1568</w:t>
      </w:r>
      <w:r>
        <w:tab/>
        <w:t>2.025e0</w:t>
      </w:r>
    </w:p>
    <w:p w:rsidR="00F96531" w:rsidRDefault="00F96531" w:rsidP="00F96531">
      <w:r>
        <w:t>258.1602</w:t>
      </w:r>
      <w:r>
        <w:tab/>
        <w:t>1.013e0</w:t>
      </w:r>
    </w:p>
    <w:p w:rsidR="00F96531" w:rsidRDefault="00F96531" w:rsidP="00F96531">
      <w:r>
        <w:t>258.1685</w:t>
      </w:r>
      <w:r>
        <w:tab/>
        <w:t>2.025e0</w:t>
      </w:r>
    </w:p>
    <w:p w:rsidR="00F96531" w:rsidRDefault="00F96531" w:rsidP="00F96531">
      <w:r>
        <w:t>258.1904</w:t>
      </w:r>
      <w:r>
        <w:tab/>
        <w:t>2.025e0</w:t>
      </w:r>
    </w:p>
    <w:p w:rsidR="00F96531" w:rsidRDefault="00F96531" w:rsidP="00F96531">
      <w:r>
        <w:t>258.2090</w:t>
      </w:r>
      <w:r>
        <w:tab/>
        <w:t>2.025e0</w:t>
      </w:r>
    </w:p>
    <w:p w:rsidR="00F96531" w:rsidRDefault="00F96531" w:rsidP="00F96531">
      <w:r>
        <w:t>258.2121</w:t>
      </w:r>
      <w:r>
        <w:tab/>
        <w:t>7.089e0</w:t>
      </w:r>
    </w:p>
    <w:p w:rsidR="00F96531" w:rsidRDefault="00F96531" w:rsidP="00F96531">
      <w:r>
        <w:t>258.2153</w:t>
      </w:r>
      <w:r>
        <w:tab/>
        <w:t>4.051e0</w:t>
      </w:r>
    </w:p>
    <w:p w:rsidR="00F96531" w:rsidRDefault="00F96531" w:rsidP="00F96531">
      <w:r>
        <w:t>258.2299</w:t>
      </w:r>
      <w:r>
        <w:tab/>
        <w:t>2.025e0</w:t>
      </w:r>
    </w:p>
    <w:p w:rsidR="00F96531" w:rsidRDefault="00F96531" w:rsidP="00F96531">
      <w:r>
        <w:t>258.2455</w:t>
      </w:r>
      <w:r>
        <w:tab/>
        <w:t>2.025e0</w:t>
      </w:r>
    </w:p>
    <w:p w:rsidR="00F96531" w:rsidRDefault="00F96531" w:rsidP="00F96531">
      <w:r>
        <w:lastRenderedPageBreak/>
        <w:t>258.2483</w:t>
      </w:r>
      <w:r>
        <w:tab/>
        <w:t>1.013e0</w:t>
      </w:r>
    </w:p>
    <w:p w:rsidR="00F96531" w:rsidRDefault="00F96531" w:rsidP="00F96531">
      <w:r>
        <w:t>258.2523</w:t>
      </w:r>
      <w:r>
        <w:tab/>
        <w:t>1.013e0</w:t>
      </w:r>
    </w:p>
    <w:p w:rsidR="00F96531" w:rsidRDefault="00F96531" w:rsidP="00F96531">
      <w:r>
        <w:t>258.2655</w:t>
      </w:r>
      <w:r>
        <w:tab/>
        <w:t>1.013e0</w:t>
      </w:r>
    </w:p>
    <w:p w:rsidR="00F96531" w:rsidRDefault="00F96531" w:rsidP="00F96531">
      <w:r>
        <w:t>258.2757</w:t>
      </w:r>
      <w:r>
        <w:tab/>
        <w:t>3.038e0</w:t>
      </w:r>
    </w:p>
    <w:p w:rsidR="00F96531" w:rsidRDefault="00F96531" w:rsidP="00F96531">
      <w:r>
        <w:t>258.2780</w:t>
      </w:r>
      <w:r>
        <w:tab/>
        <w:t>3.038e0</w:t>
      </w:r>
    </w:p>
    <w:p w:rsidR="00F96531" w:rsidRDefault="00F96531" w:rsidP="00F96531">
      <w:r>
        <w:t>258.2868</w:t>
      </w:r>
      <w:r>
        <w:tab/>
        <w:t>1.013e0</w:t>
      </w:r>
    </w:p>
    <w:p w:rsidR="00F96531" w:rsidRDefault="00F96531" w:rsidP="00F96531">
      <w:r>
        <w:t>258.3170</w:t>
      </w:r>
      <w:r>
        <w:tab/>
        <w:t>1.013e0</w:t>
      </w:r>
    </w:p>
    <w:p w:rsidR="00F96531" w:rsidRDefault="00F96531" w:rsidP="00F96531">
      <w:r>
        <w:t>258.3548</w:t>
      </w:r>
      <w:r>
        <w:tab/>
        <w:t>3.038e0</w:t>
      </w:r>
    </w:p>
    <w:p w:rsidR="00F96531" w:rsidRDefault="00F96531" w:rsidP="00F96531">
      <w:r>
        <w:t>258.3565</w:t>
      </w:r>
      <w:r>
        <w:tab/>
        <w:t>1.013e0</w:t>
      </w:r>
    </w:p>
    <w:p w:rsidR="00F96531" w:rsidRDefault="00F96531" w:rsidP="00F96531">
      <w:r>
        <w:t>258.3690</w:t>
      </w:r>
      <w:r>
        <w:tab/>
        <w:t>1.013e0</w:t>
      </w:r>
    </w:p>
    <w:p w:rsidR="00F96531" w:rsidRDefault="00F96531" w:rsidP="00F96531">
      <w:r>
        <w:t>258.4075</w:t>
      </w:r>
      <w:r>
        <w:tab/>
        <w:t>1.013e0</w:t>
      </w:r>
    </w:p>
    <w:p w:rsidR="00F96531" w:rsidRDefault="00F96531" w:rsidP="00F96531">
      <w:r>
        <w:t>258.4714</w:t>
      </w:r>
      <w:r>
        <w:tab/>
        <w:t>1.013e0</w:t>
      </w:r>
    </w:p>
    <w:p w:rsidR="00F96531" w:rsidRDefault="00F96531" w:rsidP="00F96531">
      <w:r>
        <w:t>258.4846</w:t>
      </w:r>
      <w:r>
        <w:tab/>
        <w:t>1.013e0</w:t>
      </w:r>
    </w:p>
    <w:p w:rsidR="00F96531" w:rsidRDefault="00F96531" w:rsidP="00F96531">
      <w:r>
        <w:t>258.4886</w:t>
      </w:r>
      <w:r>
        <w:tab/>
        <w:t>1.013e0</w:t>
      </w:r>
    </w:p>
    <w:p w:rsidR="00F96531" w:rsidRDefault="00F96531" w:rsidP="00F96531">
      <w:r>
        <w:t>258.4926</w:t>
      </w:r>
      <w:r>
        <w:tab/>
        <w:t>1.013e0</w:t>
      </w:r>
    </w:p>
    <w:p w:rsidR="00F96531" w:rsidRDefault="00F96531" w:rsidP="00F96531">
      <w:r>
        <w:t>258.4955</w:t>
      </w:r>
      <w:r>
        <w:tab/>
        <w:t>1.013e0</w:t>
      </w:r>
    </w:p>
    <w:p w:rsidR="00F96531" w:rsidRDefault="00F96531" w:rsidP="00F96531">
      <w:r>
        <w:t>258.5390</w:t>
      </w:r>
      <w:r>
        <w:tab/>
        <w:t>1.013e0</w:t>
      </w:r>
    </w:p>
    <w:p w:rsidR="00F96531" w:rsidRDefault="00F96531" w:rsidP="00F96531">
      <w:r>
        <w:t>258.5469</w:t>
      </w:r>
      <w:r>
        <w:tab/>
        <w:t>1.013e0</w:t>
      </w:r>
    </w:p>
    <w:p w:rsidR="00F96531" w:rsidRDefault="00F96531" w:rsidP="00F96531">
      <w:r>
        <w:t>258.5727</w:t>
      </w:r>
      <w:r>
        <w:tab/>
        <w:t>2.025e0</w:t>
      </w:r>
    </w:p>
    <w:p w:rsidR="00F96531" w:rsidRDefault="00F96531" w:rsidP="00F96531">
      <w:r>
        <w:lastRenderedPageBreak/>
        <w:t>258.5755</w:t>
      </w:r>
      <w:r>
        <w:tab/>
        <w:t>2.025e0</w:t>
      </w:r>
    </w:p>
    <w:p w:rsidR="00F96531" w:rsidRDefault="00F96531" w:rsidP="00F96531">
      <w:r>
        <w:t>258.5948</w:t>
      </w:r>
      <w:r>
        <w:tab/>
        <w:t>1.013e0</w:t>
      </w:r>
    </w:p>
    <w:p w:rsidR="00F96531" w:rsidRDefault="00F96531" w:rsidP="00F96531">
      <w:r>
        <w:t>258.5959</w:t>
      </w:r>
      <w:r>
        <w:tab/>
        <w:t>1.013e0</w:t>
      </w:r>
    </w:p>
    <w:p w:rsidR="00F96531" w:rsidRDefault="00F96531" w:rsidP="00F96531">
      <w:r>
        <w:t>258.6150</w:t>
      </w:r>
      <w:r>
        <w:tab/>
        <w:t>1.013e0</w:t>
      </w:r>
    </w:p>
    <w:p w:rsidR="00F96531" w:rsidRDefault="00F96531" w:rsidP="00F96531">
      <w:r>
        <w:t>258.6247</w:t>
      </w:r>
      <w:r>
        <w:tab/>
        <w:t>2.025e0</w:t>
      </w:r>
    </w:p>
    <w:p w:rsidR="00F96531" w:rsidRDefault="00F96531" w:rsidP="00F96531">
      <w:r>
        <w:t>258.6574</w:t>
      </w:r>
      <w:r>
        <w:tab/>
        <w:t>1.013e0</w:t>
      </w:r>
    </w:p>
    <w:p w:rsidR="00F96531" w:rsidRDefault="00F96531" w:rsidP="00F96531">
      <w:r>
        <w:t>258.6678</w:t>
      </w:r>
      <w:r>
        <w:tab/>
        <w:t>1.013e0</w:t>
      </w:r>
    </w:p>
    <w:p w:rsidR="00F96531" w:rsidRDefault="00F96531" w:rsidP="00F96531">
      <w:r>
        <w:t>258.6881</w:t>
      </w:r>
      <w:r>
        <w:tab/>
        <w:t>1.013e0</w:t>
      </w:r>
    </w:p>
    <w:p w:rsidR="00F96531" w:rsidRDefault="00F96531" w:rsidP="00F96531">
      <w:r>
        <w:t>258.7014</w:t>
      </w:r>
      <w:r>
        <w:tab/>
        <w:t>1.013e0</w:t>
      </w:r>
    </w:p>
    <w:p w:rsidR="00F96531" w:rsidRDefault="00F96531" w:rsidP="00F96531">
      <w:r>
        <w:t>258.7357</w:t>
      </w:r>
      <w:r>
        <w:tab/>
        <w:t>1.013e0</w:t>
      </w:r>
    </w:p>
    <w:p w:rsidR="00F96531" w:rsidRDefault="00F96531" w:rsidP="00F96531">
      <w:r>
        <w:t>258.7434</w:t>
      </w:r>
      <w:r>
        <w:tab/>
        <w:t>1.013e0</w:t>
      </w:r>
    </w:p>
    <w:p w:rsidR="00F96531" w:rsidRDefault="00F96531" w:rsidP="00F96531">
      <w:r>
        <w:t>258.7704</w:t>
      </w:r>
      <w:r>
        <w:tab/>
        <w:t>1.013e0</w:t>
      </w:r>
    </w:p>
    <w:p w:rsidR="00F96531" w:rsidRDefault="00F96531" w:rsidP="00F96531">
      <w:r>
        <w:t>258.7732</w:t>
      </w:r>
      <w:r>
        <w:tab/>
        <w:t>1.013e0</w:t>
      </w:r>
    </w:p>
    <w:p w:rsidR="00F96531" w:rsidRDefault="00F96531" w:rsidP="00F96531">
      <w:r>
        <w:t>258.7781</w:t>
      </w:r>
      <w:r>
        <w:tab/>
        <w:t>1.013e0</w:t>
      </w:r>
    </w:p>
    <w:p w:rsidR="00F96531" w:rsidRDefault="00F96531" w:rsidP="00F96531">
      <w:r>
        <w:t>258.8009</w:t>
      </w:r>
      <w:r>
        <w:tab/>
        <w:t>1.013e0</w:t>
      </w:r>
    </w:p>
    <w:p w:rsidR="00F96531" w:rsidRDefault="00F96531" w:rsidP="00F96531">
      <w:r>
        <w:t>258.8089</w:t>
      </w:r>
      <w:r>
        <w:tab/>
        <w:t>1.013e0</w:t>
      </w:r>
    </w:p>
    <w:p w:rsidR="00F96531" w:rsidRDefault="00F96531" w:rsidP="00F96531">
      <w:r>
        <w:t>258.8129</w:t>
      </w:r>
      <w:r>
        <w:tab/>
        <w:t>1.013e0</w:t>
      </w:r>
    </w:p>
    <w:p w:rsidR="00F96531" w:rsidRDefault="00F96531" w:rsidP="00F96531">
      <w:r>
        <w:t>258.8647</w:t>
      </w:r>
      <w:r>
        <w:tab/>
        <w:t>2.025e0</w:t>
      </w:r>
    </w:p>
    <w:p w:rsidR="00F96531" w:rsidRDefault="00F96531" w:rsidP="00F96531">
      <w:r>
        <w:t>258.8729</w:t>
      </w:r>
      <w:r>
        <w:tab/>
        <w:t>1.013e0</w:t>
      </w:r>
    </w:p>
    <w:p w:rsidR="00F96531" w:rsidRDefault="00F96531" w:rsidP="00F96531">
      <w:r>
        <w:lastRenderedPageBreak/>
        <w:t>258.8939</w:t>
      </w:r>
      <w:r>
        <w:tab/>
        <w:t>1.013e0</w:t>
      </w:r>
    </w:p>
    <w:p w:rsidR="00F96531" w:rsidRDefault="00F96531" w:rsidP="00F96531">
      <w:r>
        <w:t>258.9412</w:t>
      </w:r>
      <w:r>
        <w:tab/>
        <w:t>1.013e0</w:t>
      </w:r>
    </w:p>
    <w:p w:rsidR="00F96531" w:rsidRDefault="00F96531" w:rsidP="00F96531">
      <w:r>
        <w:t>258.9507</w:t>
      </w:r>
      <w:r>
        <w:tab/>
        <w:t>1.013e0</w:t>
      </w:r>
    </w:p>
    <w:p w:rsidR="00F96531" w:rsidRDefault="00F96531" w:rsidP="00F96531">
      <w:r>
        <w:t>258.9630</w:t>
      </w:r>
      <w:r>
        <w:tab/>
        <w:t>1.013e0</w:t>
      </w:r>
    </w:p>
    <w:p w:rsidR="00F96531" w:rsidRDefault="00F96531" w:rsidP="00F96531">
      <w:r>
        <w:t>258.9659</w:t>
      </w:r>
      <w:r>
        <w:tab/>
        <w:t>2.025e0</w:t>
      </w:r>
    </w:p>
    <w:p w:rsidR="00F96531" w:rsidRDefault="00F96531" w:rsidP="00F96531">
      <w:r>
        <w:t>258.9843</w:t>
      </w:r>
      <w:r>
        <w:tab/>
        <w:t>1.013e0</w:t>
      </w:r>
    </w:p>
    <w:p w:rsidR="00F96531" w:rsidRDefault="00F96531" w:rsidP="00F96531">
      <w:r>
        <w:t>258.9891</w:t>
      </w:r>
      <w:r>
        <w:tab/>
        <w:t>1.013e0</w:t>
      </w:r>
    </w:p>
    <w:p w:rsidR="00F96531" w:rsidRDefault="00F96531" w:rsidP="00F96531">
      <w:r>
        <w:t>258.9996</w:t>
      </w:r>
      <w:r>
        <w:tab/>
        <w:t>5.063e0</w:t>
      </w:r>
    </w:p>
    <w:p w:rsidR="00F96531" w:rsidRDefault="00F96531" w:rsidP="00F96531">
      <w:r>
        <w:t>259.0103</w:t>
      </w:r>
      <w:r>
        <w:tab/>
        <w:t>3.038e0</w:t>
      </w:r>
    </w:p>
    <w:p w:rsidR="00F96531" w:rsidRDefault="00F96531" w:rsidP="00F96531">
      <w:r>
        <w:t>259.0158</w:t>
      </w:r>
      <w:r>
        <w:tab/>
        <w:t>7.089e0</w:t>
      </w:r>
    </w:p>
    <w:p w:rsidR="00F96531" w:rsidRDefault="00F96531" w:rsidP="00F96531">
      <w:r>
        <w:t>259.0462</w:t>
      </w:r>
      <w:r>
        <w:tab/>
        <w:t>4.060e0</w:t>
      </w:r>
    </w:p>
    <w:p w:rsidR="00F96531" w:rsidRDefault="00F96531" w:rsidP="00F96531">
      <w:r>
        <w:t>259.0472</w:t>
      </w:r>
      <w:r>
        <w:tab/>
        <w:t>3.038e0</w:t>
      </w:r>
    </w:p>
    <w:p w:rsidR="00F96531" w:rsidRDefault="00F96531" w:rsidP="00F96531">
      <w:r>
        <w:t>259.0485</w:t>
      </w:r>
      <w:r>
        <w:tab/>
        <w:t>5.063e0</w:t>
      </w:r>
    </w:p>
    <w:p w:rsidR="00F96531" w:rsidRDefault="00F96531" w:rsidP="00F96531">
      <w:r>
        <w:t>259.0496</w:t>
      </w:r>
      <w:r>
        <w:tab/>
        <w:t>1.722e1</w:t>
      </w:r>
    </w:p>
    <w:p w:rsidR="00F96531" w:rsidRDefault="00F96531" w:rsidP="00F96531">
      <w:r>
        <w:t>259.0539</w:t>
      </w:r>
      <w:r>
        <w:tab/>
        <w:t>7.089e0</w:t>
      </w:r>
    </w:p>
    <w:p w:rsidR="00F96531" w:rsidRDefault="00F96531" w:rsidP="00F96531">
      <w:r>
        <w:t>259.0552</w:t>
      </w:r>
      <w:r>
        <w:tab/>
        <w:t>1.013e0</w:t>
      </w:r>
    </w:p>
    <w:p w:rsidR="00F96531" w:rsidRDefault="00F96531" w:rsidP="00F96531">
      <w:r>
        <w:t>259.0768</w:t>
      </w:r>
      <w:r>
        <w:tab/>
        <w:t>2.025e0</w:t>
      </w:r>
    </w:p>
    <w:p w:rsidR="00F96531" w:rsidRDefault="00F96531" w:rsidP="00F96531">
      <w:r>
        <w:t>259.0897</w:t>
      </w:r>
      <w:r>
        <w:tab/>
        <w:t>2.025e0</w:t>
      </w:r>
    </w:p>
    <w:p w:rsidR="00F96531" w:rsidRDefault="00F96531" w:rsidP="00F96531">
      <w:r>
        <w:t>259.0936</w:t>
      </w:r>
      <w:r>
        <w:tab/>
        <w:t>1.013e0</w:t>
      </w:r>
    </w:p>
    <w:p w:rsidR="00F96531" w:rsidRDefault="00F96531" w:rsidP="00F96531">
      <w:r>
        <w:lastRenderedPageBreak/>
        <w:t>259.0995</w:t>
      </w:r>
      <w:r>
        <w:tab/>
        <w:t>1.013e0</w:t>
      </w:r>
    </w:p>
    <w:p w:rsidR="00F96531" w:rsidRDefault="00F96531" w:rsidP="00F96531">
      <w:r>
        <w:t>259.1091</w:t>
      </w:r>
      <w:r>
        <w:tab/>
        <w:t>1.013e0</w:t>
      </w:r>
    </w:p>
    <w:p w:rsidR="00F96531" w:rsidRDefault="00F96531" w:rsidP="00F96531">
      <w:r>
        <w:t>259.1205</w:t>
      </w:r>
      <w:r>
        <w:tab/>
        <w:t>3.053e0</w:t>
      </w:r>
    </w:p>
    <w:p w:rsidR="00F96531" w:rsidRDefault="00F96531" w:rsidP="00F96531">
      <w:r>
        <w:t>259.1331</w:t>
      </w:r>
      <w:r>
        <w:tab/>
        <w:t>1.013e0</w:t>
      </w:r>
    </w:p>
    <w:p w:rsidR="00F96531" w:rsidRDefault="00F96531" w:rsidP="00F96531">
      <w:r>
        <w:t>259.1414</w:t>
      </w:r>
      <w:r>
        <w:tab/>
        <w:t>3.038e0</w:t>
      </w:r>
    </w:p>
    <w:p w:rsidR="00F96531" w:rsidRDefault="00F96531" w:rsidP="00F96531">
      <w:r>
        <w:t>259.1533</w:t>
      </w:r>
      <w:r>
        <w:tab/>
        <w:t>2.025e0</w:t>
      </w:r>
    </w:p>
    <w:p w:rsidR="00F96531" w:rsidRDefault="00F96531" w:rsidP="00F96531">
      <w:r>
        <w:t>259.1587</w:t>
      </w:r>
      <w:r>
        <w:tab/>
        <w:t>1.013e0</w:t>
      </w:r>
    </w:p>
    <w:p w:rsidR="00F96531" w:rsidRDefault="00F96531" w:rsidP="00F96531">
      <w:r>
        <w:t>259.1628</w:t>
      </w:r>
      <w:r>
        <w:tab/>
        <w:t>1.013e0</w:t>
      </w:r>
    </w:p>
    <w:p w:rsidR="00F96531" w:rsidRDefault="00F96531" w:rsidP="00F96531">
      <w:r>
        <w:t>259.1638</w:t>
      </w:r>
      <w:r>
        <w:tab/>
        <w:t>2.025e0</w:t>
      </w:r>
    </w:p>
    <w:p w:rsidR="00F96531" w:rsidRDefault="00F96531" w:rsidP="00F96531">
      <w:r>
        <w:t>259.1696</w:t>
      </w:r>
      <w:r>
        <w:tab/>
        <w:t>3.038e0</w:t>
      </w:r>
    </w:p>
    <w:p w:rsidR="00F96531" w:rsidRDefault="00F96531" w:rsidP="00F96531">
      <w:r>
        <w:t>259.1717</w:t>
      </w:r>
      <w:r>
        <w:tab/>
        <w:t>1.013e0</w:t>
      </w:r>
    </w:p>
    <w:p w:rsidR="00F96531" w:rsidRDefault="00F96531" w:rsidP="00F96531">
      <w:r>
        <w:t>259.1763</w:t>
      </w:r>
      <w:r>
        <w:tab/>
        <w:t>1.013e0</w:t>
      </w:r>
    </w:p>
    <w:p w:rsidR="00F96531" w:rsidRDefault="00F96531" w:rsidP="00F96531">
      <w:r>
        <w:t>259.1800</w:t>
      </w:r>
      <w:r>
        <w:tab/>
        <w:t>3.038e0</w:t>
      </w:r>
    </w:p>
    <w:p w:rsidR="00F96531" w:rsidRDefault="00F96531" w:rsidP="00F96531">
      <w:r>
        <w:t>259.1848</w:t>
      </w:r>
      <w:r>
        <w:tab/>
        <w:t>1.013e0</w:t>
      </w:r>
    </w:p>
    <w:p w:rsidR="00F96531" w:rsidRDefault="00F96531" w:rsidP="00F96531">
      <w:r>
        <w:t>259.1984</w:t>
      </w:r>
      <w:r>
        <w:tab/>
        <w:t>1.013e0</w:t>
      </w:r>
    </w:p>
    <w:p w:rsidR="00F96531" w:rsidRDefault="00F96531" w:rsidP="00F96531">
      <w:r>
        <w:t>259.2283</w:t>
      </w:r>
      <w:r>
        <w:tab/>
        <w:t>2.025e0</w:t>
      </w:r>
    </w:p>
    <w:p w:rsidR="00F96531" w:rsidRDefault="00F96531" w:rsidP="00F96531">
      <w:r>
        <w:t>259.2358</w:t>
      </w:r>
      <w:r>
        <w:tab/>
        <w:t>1.013e0</w:t>
      </w:r>
    </w:p>
    <w:p w:rsidR="00F96531" w:rsidRDefault="00F96531" w:rsidP="00F96531">
      <w:r>
        <w:t>259.2379</w:t>
      </w:r>
      <w:r>
        <w:tab/>
        <w:t>2.025e0</w:t>
      </w:r>
    </w:p>
    <w:p w:rsidR="00F96531" w:rsidRDefault="00F96531" w:rsidP="00F96531">
      <w:r>
        <w:t>259.2410</w:t>
      </w:r>
      <w:r>
        <w:tab/>
        <w:t>3.038e0</w:t>
      </w:r>
    </w:p>
    <w:p w:rsidR="00F96531" w:rsidRDefault="00F96531" w:rsidP="00F96531">
      <w:r>
        <w:lastRenderedPageBreak/>
        <w:t>259.2568</w:t>
      </w:r>
      <w:r>
        <w:tab/>
        <w:t>1.013e0</w:t>
      </w:r>
    </w:p>
    <w:p w:rsidR="00F96531" w:rsidRDefault="00F96531" w:rsidP="00F96531">
      <w:r>
        <w:t>259.2744</w:t>
      </w:r>
      <w:r>
        <w:tab/>
        <w:t>1.013e0</w:t>
      </w:r>
    </w:p>
    <w:p w:rsidR="00F96531" w:rsidRDefault="00F96531" w:rsidP="00F96531">
      <w:r>
        <w:t>259.2904</w:t>
      </w:r>
      <w:r>
        <w:tab/>
        <w:t>1.013e0</w:t>
      </w:r>
    </w:p>
    <w:p w:rsidR="00F96531" w:rsidRDefault="00F96531" w:rsidP="00F96531">
      <w:r>
        <w:t>259.2964</w:t>
      </w:r>
      <w:r>
        <w:tab/>
        <w:t>1.013e0</w:t>
      </w:r>
    </w:p>
    <w:p w:rsidR="00F96531" w:rsidRDefault="00F96531" w:rsidP="00F96531">
      <w:r>
        <w:t>259.3048</w:t>
      </w:r>
      <w:r>
        <w:tab/>
        <w:t>1.013e0</w:t>
      </w:r>
    </w:p>
    <w:p w:rsidR="00F96531" w:rsidRDefault="00F96531" w:rsidP="00F96531">
      <w:r>
        <w:t>259.3527</w:t>
      </w:r>
      <w:r>
        <w:tab/>
        <w:t>1.013e0</w:t>
      </w:r>
    </w:p>
    <w:p w:rsidR="00F96531" w:rsidRDefault="00F96531" w:rsidP="00F96531">
      <w:r>
        <w:t>259.3732</w:t>
      </w:r>
      <w:r>
        <w:tab/>
        <w:t>1.013e0</w:t>
      </w:r>
    </w:p>
    <w:p w:rsidR="00F96531" w:rsidRDefault="00F96531" w:rsidP="00F96531">
      <w:r>
        <w:t>259.3868</w:t>
      </w:r>
      <w:r>
        <w:tab/>
        <w:t>2.025e0</w:t>
      </w:r>
    </w:p>
    <w:p w:rsidR="00F96531" w:rsidRDefault="00F96531" w:rsidP="00F96531">
      <w:r>
        <w:t>259.3911</w:t>
      </w:r>
      <w:r>
        <w:tab/>
        <w:t>3.038e0</w:t>
      </w:r>
    </w:p>
    <w:p w:rsidR="00F96531" w:rsidRDefault="00F96531" w:rsidP="00F96531">
      <w:r>
        <w:t>259.4032</w:t>
      </w:r>
      <w:r>
        <w:tab/>
        <w:t>1.013e0</w:t>
      </w:r>
    </w:p>
    <w:p w:rsidR="00F96531" w:rsidRDefault="00F96531" w:rsidP="00F96531">
      <w:r>
        <w:t>259.4201</w:t>
      </w:r>
      <w:r>
        <w:tab/>
        <w:t>1.013e0</w:t>
      </w:r>
    </w:p>
    <w:p w:rsidR="00F96531" w:rsidRDefault="00F96531" w:rsidP="00F96531">
      <w:r>
        <w:t>259.4298</w:t>
      </w:r>
      <w:r>
        <w:tab/>
        <w:t>2.025e0</w:t>
      </w:r>
    </w:p>
    <w:p w:rsidR="00F96531" w:rsidRDefault="00F96531" w:rsidP="00F96531">
      <w:r>
        <w:t>259.4538</w:t>
      </w:r>
      <w:r>
        <w:tab/>
        <w:t>1.013e0</w:t>
      </w:r>
    </w:p>
    <w:p w:rsidR="00F96531" w:rsidRDefault="00F96531" w:rsidP="00F96531">
      <w:r>
        <w:t>259.4586</w:t>
      </w:r>
      <w:r>
        <w:tab/>
        <w:t>1.013e0</w:t>
      </w:r>
    </w:p>
    <w:p w:rsidR="00F96531" w:rsidRDefault="00F96531" w:rsidP="00F96531">
      <w:r>
        <w:t>259.4764</w:t>
      </w:r>
      <w:r>
        <w:tab/>
        <w:t>1.013e0</w:t>
      </w:r>
    </w:p>
    <w:p w:rsidR="00F96531" w:rsidRDefault="00F96531" w:rsidP="00F96531">
      <w:r>
        <w:t>259.4874</w:t>
      </w:r>
      <w:r>
        <w:tab/>
        <w:t>1.013e0</w:t>
      </w:r>
    </w:p>
    <w:p w:rsidR="00F96531" w:rsidRDefault="00F96531" w:rsidP="00F96531">
      <w:r>
        <w:t>259.5059</w:t>
      </w:r>
      <w:r>
        <w:tab/>
        <w:t>1.013e0</w:t>
      </w:r>
    </w:p>
    <w:p w:rsidR="00F96531" w:rsidRDefault="00F96531" w:rsidP="00F96531">
      <w:r>
        <w:t>259.5109</w:t>
      </w:r>
      <w:r>
        <w:tab/>
        <w:t>1.013e0</w:t>
      </w:r>
    </w:p>
    <w:p w:rsidR="00F96531" w:rsidRDefault="00F96531" w:rsidP="00F96531">
      <w:r>
        <w:t>259.5169</w:t>
      </w:r>
      <w:r>
        <w:tab/>
        <w:t>2.025e0</w:t>
      </w:r>
    </w:p>
    <w:p w:rsidR="00F96531" w:rsidRDefault="00F96531" w:rsidP="00F96531">
      <w:r>
        <w:lastRenderedPageBreak/>
        <w:t>259.5253</w:t>
      </w:r>
      <w:r>
        <w:tab/>
        <w:t>3.038e0</w:t>
      </w:r>
    </w:p>
    <w:p w:rsidR="00F96531" w:rsidRDefault="00F96531" w:rsidP="00F96531">
      <w:r>
        <w:t>259.5445</w:t>
      </w:r>
      <w:r>
        <w:tab/>
        <w:t>1.013e0</w:t>
      </w:r>
    </w:p>
    <w:p w:rsidR="00F96531" w:rsidRDefault="00F96531" w:rsidP="00F96531">
      <w:r>
        <w:t>259.5535</w:t>
      </w:r>
      <w:r>
        <w:tab/>
        <w:t>1.013e0</w:t>
      </w:r>
    </w:p>
    <w:p w:rsidR="00F96531" w:rsidRDefault="00F96531" w:rsidP="00F96531">
      <w:r>
        <w:t>259.5615</w:t>
      </w:r>
      <w:r>
        <w:tab/>
        <w:t>1.013e0</w:t>
      </w:r>
    </w:p>
    <w:p w:rsidR="00F96531" w:rsidRDefault="00F96531" w:rsidP="00F96531">
      <w:r>
        <w:t>259.5751</w:t>
      </w:r>
      <w:r>
        <w:tab/>
        <w:t>1.013e0</w:t>
      </w:r>
    </w:p>
    <w:p w:rsidR="00F96531" w:rsidRDefault="00F96531" w:rsidP="00F96531">
      <w:r>
        <w:t>259.5799</w:t>
      </w:r>
      <w:r>
        <w:tab/>
        <w:t>1.013e0</w:t>
      </w:r>
    </w:p>
    <w:p w:rsidR="00F96531" w:rsidRDefault="00F96531" w:rsidP="00F96531">
      <w:r>
        <w:t>259.5870</w:t>
      </w:r>
      <w:r>
        <w:tab/>
        <w:t>1.013e0</w:t>
      </w:r>
    </w:p>
    <w:p w:rsidR="00F96531" w:rsidRDefault="00F96531" w:rsidP="00F96531">
      <w:r>
        <w:t>259.5992</w:t>
      </w:r>
      <w:r>
        <w:tab/>
        <w:t>3.038e0</w:t>
      </w:r>
    </w:p>
    <w:p w:rsidR="00F96531" w:rsidRDefault="00F96531" w:rsidP="00F96531">
      <w:r>
        <w:t>259.6134</w:t>
      </w:r>
      <w:r>
        <w:tab/>
        <w:t>3.038e0</w:t>
      </w:r>
    </w:p>
    <w:p w:rsidR="00F96531" w:rsidRDefault="00F96531" w:rsidP="00F96531">
      <w:r>
        <w:t>259.6425</w:t>
      </w:r>
      <w:r>
        <w:tab/>
        <w:t>1.013e0</w:t>
      </w:r>
    </w:p>
    <w:p w:rsidR="00F96531" w:rsidRDefault="00F96531" w:rsidP="00F96531">
      <w:r>
        <w:t>259.6568</w:t>
      </w:r>
      <w:r>
        <w:tab/>
        <w:t>1.013e0</w:t>
      </w:r>
    </w:p>
    <w:p w:rsidR="00F96531" w:rsidRDefault="00F96531" w:rsidP="00F96531">
      <w:r>
        <w:t>259.7626</w:t>
      </w:r>
      <w:r>
        <w:tab/>
        <w:t>1.013e0</w:t>
      </w:r>
    </w:p>
    <w:p w:rsidR="00F96531" w:rsidRDefault="00F96531" w:rsidP="00F96531">
      <w:r>
        <w:t>259.7674</w:t>
      </w:r>
      <w:r>
        <w:tab/>
        <w:t>1.013e0</w:t>
      </w:r>
    </w:p>
    <w:p w:rsidR="00F96531" w:rsidRDefault="00F96531" w:rsidP="00F96531">
      <w:r>
        <w:t>259.7811</w:t>
      </w:r>
      <w:r>
        <w:tab/>
        <w:t>1.013e0</w:t>
      </w:r>
    </w:p>
    <w:p w:rsidR="00F96531" w:rsidRDefault="00F96531" w:rsidP="00F96531">
      <w:r>
        <w:t>259.7879</w:t>
      </w:r>
      <w:r>
        <w:tab/>
        <w:t>2.025e0</w:t>
      </w:r>
    </w:p>
    <w:p w:rsidR="00F96531" w:rsidRDefault="00F96531" w:rsidP="00F96531">
      <w:r>
        <w:t>259.8107</w:t>
      </w:r>
      <w:r>
        <w:tab/>
        <w:t>1.013e0</w:t>
      </w:r>
    </w:p>
    <w:p w:rsidR="00F96531" w:rsidRDefault="00F96531" w:rsidP="00F96531">
      <w:r>
        <w:t>259.8211</w:t>
      </w:r>
      <w:r>
        <w:tab/>
        <w:t>3.038e0</w:t>
      </w:r>
    </w:p>
    <w:p w:rsidR="00F96531" w:rsidRDefault="00F96531" w:rsidP="00F96531">
      <w:r>
        <w:t>259.8622</w:t>
      </w:r>
      <w:r>
        <w:tab/>
        <w:t>1.013e0</w:t>
      </w:r>
    </w:p>
    <w:p w:rsidR="00F96531" w:rsidRDefault="00F96531" w:rsidP="00F96531">
      <w:r>
        <w:t>259.8730</w:t>
      </w:r>
      <w:r>
        <w:tab/>
        <w:t>1.013e0</w:t>
      </w:r>
    </w:p>
    <w:p w:rsidR="00F96531" w:rsidRDefault="00F96531" w:rsidP="00F96531">
      <w:r>
        <w:lastRenderedPageBreak/>
        <w:t>259.8742</w:t>
      </w:r>
      <w:r>
        <w:tab/>
        <w:t>1.013e0</w:t>
      </w:r>
    </w:p>
    <w:p w:rsidR="00F96531" w:rsidRDefault="00F96531" w:rsidP="00F96531">
      <w:r>
        <w:t>259.8892</w:t>
      </w:r>
      <w:r>
        <w:tab/>
        <w:t>2.025e0</w:t>
      </w:r>
    </w:p>
    <w:p w:rsidR="00F96531" w:rsidRDefault="00F96531" w:rsidP="00F96531">
      <w:r>
        <w:t>259.9208</w:t>
      </w:r>
      <w:r>
        <w:tab/>
        <w:t>2.025e0</w:t>
      </w:r>
    </w:p>
    <w:p w:rsidR="00F96531" w:rsidRDefault="00F96531" w:rsidP="00F96531">
      <w:r>
        <w:t>259.9503</w:t>
      </w:r>
      <w:r>
        <w:tab/>
        <w:t>1.013e0</w:t>
      </w:r>
    </w:p>
    <w:p w:rsidR="00F96531" w:rsidRDefault="00F96531" w:rsidP="00F96531">
      <w:r>
        <w:t>259.9514</w:t>
      </w:r>
      <w:r>
        <w:tab/>
        <w:t>2.025e0</w:t>
      </w:r>
    </w:p>
    <w:p w:rsidR="00F96531" w:rsidRDefault="00F96531" w:rsidP="00F96531">
      <w:r>
        <w:t>259.9525</w:t>
      </w:r>
      <w:r>
        <w:tab/>
        <w:t>2.025e0</w:t>
      </w:r>
    </w:p>
    <w:p w:rsidR="00F96531" w:rsidRDefault="00F96531" w:rsidP="00F96531">
      <w:r>
        <w:t>259.9684</w:t>
      </w:r>
      <w:r>
        <w:tab/>
        <w:t>1.013e0</w:t>
      </w:r>
    </w:p>
    <w:p w:rsidR="00F96531" w:rsidRDefault="00F96531" w:rsidP="00F96531">
      <w:r>
        <w:t>259.9820</w:t>
      </w:r>
      <w:r>
        <w:tab/>
        <w:t>2.025e0</w:t>
      </w:r>
    </w:p>
    <w:p w:rsidR="00F96531" w:rsidRDefault="00F96531" w:rsidP="00F96531">
      <w:r>
        <w:t>259.9860</w:t>
      </w:r>
      <w:r>
        <w:tab/>
        <w:t>1.013e0</w:t>
      </w:r>
    </w:p>
    <w:p w:rsidR="00F96531" w:rsidRDefault="00F96531" w:rsidP="00F96531">
      <w:r>
        <w:t>260.0128</w:t>
      </w:r>
      <w:r>
        <w:tab/>
        <w:t>2.025e0</w:t>
      </w:r>
    </w:p>
    <w:p w:rsidR="00F96531" w:rsidRDefault="00F96531" w:rsidP="00F96531">
      <w:r>
        <w:t>260.0155</w:t>
      </w:r>
      <w:r>
        <w:tab/>
        <w:t>1.013e0</w:t>
      </w:r>
    </w:p>
    <w:p w:rsidR="00F96531" w:rsidRDefault="00F96531" w:rsidP="00F96531">
      <w:r>
        <w:t>260.0370</w:t>
      </w:r>
      <w:r>
        <w:tab/>
        <w:t>1.013e0</w:t>
      </w:r>
    </w:p>
    <w:p w:rsidR="00F96531" w:rsidRDefault="00F96531" w:rsidP="00F96531">
      <w:r>
        <w:t>260.0440</w:t>
      </w:r>
      <w:r>
        <w:tab/>
        <w:t>3.038e0</w:t>
      </w:r>
    </w:p>
    <w:p w:rsidR="00F96531" w:rsidRDefault="00F96531" w:rsidP="00F96531">
      <w:r>
        <w:t>260.0466</w:t>
      </w:r>
      <w:r>
        <w:tab/>
        <w:t>4.051e0</w:t>
      </w:r>
    </w:p>
    <w:p w:rsidR="00F96531" w:rsidRDefault="00F96531" w:rsidP="00F96531">
      <w:r>
        <w:t>260.0541</w:t>
      </w:r>
      <w:r>
        <w:tab/>
        <w:t>1.013e0</w:t>
      </w:r>
    </w:p>
    <w:p w:rsidR="00F96531" w:rsidRDefault="00F96531" w:rsidP="00F96531">
      <w:r>
        <w:t>260.0552</w:t>
      </w:r>
      <w:r>
        <w:tab/>
        <w:t>1.013e0</w:t>
      </w:r>
    </w:p>
    <w:p w:rsidR="00F96531" w:rsidRDefault="00F96531" w:rsidP="00F96531">
      <w:r>
        <w:t>260.0591</w:t>
      </w:r>
      <w:r>
        <w:tab/>
        <w:t>1.013e0</w:t>
      </w:r>
    </w:p>
    <w:p w:rsidR="00F96531" w:rsidRDefault="00F96531" w:rsidP="00F96531">
      <w:r>
        <w:t>260.0641</w:t>
      </w:r>
      <w:r>
        <w:tab/>
        <w:t>3.038e0</w:t>
      </w:r>
    </w:p>
    <w:p w:rsidR="00F96531" w:rsidRDefault="00F96531" w:rsidP="00F96531">
      <w:r>
        <w:t>260.0704</w:t>
      </w:r>
      <w:r>
        <w:tab/>
        <w:t>3.038e0</w:t>
      </w:r>
    </w:p>
    <w:p w:rsidR="00F96531" w:rsidRDefault="00F96531" w:rsidP="00F96531">
      <w:r>
        <w:lastRenderedPageBreak/>
        <w:t>260.0736</w:t>
      </w:r>
      <w:r>
        <w:tab/>
        <w:t>2.025e0</w:t>
      </w:r>
    </w:p>
    <w:p w:rsidR="00F96531" w:rsidRDefault="00F96531" w:rsidP="00F96531">
      <w:r>
        <w:t>260.1140</w:t>
      </w:r>
      <w:r>
        <w:tab/>
        <w:t>1.013e0</w:t>
      </w:r>
    </w:p>
    <w:p w:rsidR="00F96531" w:rsidRDefault="00F96531" w:rsidP="00F96531">
      <w:r>
        <w:t>260.1177</w:t>
      </w:r>
      <w:r>
        <w:tab/>
        <w:t>1.013e0</w:t>
      </w:r>
    </w:p>
    <w:p w:rsidR="00F96531" w:rsidRDefault="00F96531" w:rsidP="00F96531">
      <w:r>
        <w:t>260.1284</w:t>
      </w:r>
      <w:r>
        <w:tab/>
        <w:t>1.013e0</w:t>
      </w:r>
    </w:p>
    <w:p w:rsidR="00F96531" w:rsidRDefault="00F96531" w:rsidP="00F96531">
      <w:r>
        <w:t>260.1436</w:t>
      </w:r>
      <w:r>
        <w:tab/>
        <w:t>3.038e0</w:t>
      </w:r>
    </w:p>
    <w:p w:rsidR="00F96531" w:rsidRDefault="00F96531" w:rsidP="00F96531">
      <w:r>
        <w:t>260.1570</w:t>
      </w:r>
      <w:r>
        <w:tab/>
        <w:t>4.051e0</w:t>
      </w:r>
    </w:p>
    <w:p w:rsidR="00F96531" w:rsidRDefault="00F96531" w:rsidP="00F96531">
      <w:r>
        <w:t>260.1622</w:t>
      </w:r>
      <w:r>
        <w:tab/>
        <w:t>1.013e0</w:t>
      </w:r>
    </w:p>
    <w:p w:rsidR="00F96531" w:rsidRDefault="00F96531" w:rsidP="00F96531">
      <w:r>
        <w:t>260.1779</w:t>
      </w:r>
      <w:r>
        <w:tab/>
        <w:t>2.025e0</w:t>
      </w:r>
    </w:p>
    <w:p w:rsidR="00F96531" w:rsidRDefault="00F96531" w:rsidP="00F96531">
      <w:r>
        <w:t>260.1911</w:t>
      </w:r>
      <w:r>
        <w:tab/>
        <w:t>1.013e0</w:t>
      </w:r>
    </w:p>
    <w:p w:rsidR="00F96531" w:rsidRDefault="00F96531" w:rsidP="00F96531">
      <w:r>
        <w:t>260.1948</w:t>
      </w:r>
      <w:r>
        <w:tab/>
        <w:t>1.013e0</w:t>
      </w:r>
    </w:p>
    <w:p w:rsidR="00F96531" w:rsidRDefault="00F96531" w:rsidP="00F96531">
      <w:r>
        <w:t>260.2176</w:t>
      </w:r>
      <w:r>
        <w:tab/>
        <w:t>1.013e0</w:t>
      </w:r>
    </w:p>
    <w:p w:rsidR="00F96531" w:rsidRDefault="00F96531" w:rsidP="00F96531">
      <w:r>
        <w:t>260.2244</w:t>
      </w:r>
      <w:r>
        <w:tab/>
        <w:t>1.013e0</w:t>
      </w:r>
    </w:p>
    <w:p w:rsidR="00F96531" w:rsidRDefault="00F96531" w:rsidP="00F96531">
      <w:r>
        <w:t>260.2296</w:t>
      </w:r>
      <w:r>
        <w:tab/>
        <w:t>1.013e0</w:t>
      </w:r>
    </w:p>
    <w:p w:rsidR="00F96531" w:rsidRDefault="00F96531" w:rsidP="00F96531">
      <w:r>
        <w:t>260.2767</w:t>
      </w:r>
      <w:r>
        <w:tab/>
        <w:t>1.013e0</w:t>
      </w:r>
    </w:p>
    <w:p w:rsidR="00F96531" w:rsidRDefault="00F96531" w:rsidP="00F96531">
      <w:r>
        <w:t>260.2778</w:t>
      </w:r>
      <w:r>
        <w:tab/>
        <w:t>1.013e0</w:t>
      </w:r>
    </w:p>
    <w:p w:rsidR="00F96531" w:rsidRDefault="00F96531" w:rsidP="00F96531">
      <w:r>
        <w:t>260.3028</w:t>
      </w:r>
      <w:r>
        <w:tab/>
        <w:t>1.013e0</w:t>
      </w:r>
    </w:p>
    <w:p w:rsidR="00F96531" w:rsidRDefault="00F96531" w:rsidP="00F96531">
      <w:r>
        <w:t>260.3152</w:t>
      </w:r>
      <w:r>
        <w:tab/>
        <w:t>1.013e0</w:t>
      </w:r>
    </w:p>
    <w:p w:rsidR="00F96531" w:rsidRDefault="00F96531" w:rsidP="00F96531">
      <w:r>
        <w:t>260.3463</w:t>
      </w:r>
      <w:r>
        <w:tab/>
        <w:t>2.240e0</w:t>
      </w:r>
    </w:p>
    <w:p w:rsidR="00F96531" w:rsidRDefault="00F96531" w:rsidP="00F96531">
      <w:r>
        <w:t>260.3839</w:t>
      </w:r>
      <w:r>
        <w:tab/>
        <w:t>1.013e0</w:t>
      </w:r>
    </w:p>
    <w:p w:rsidR="00F96531" w:rsidRDefault="00F96531" w:rsidP="00F96531">
      <w:r>
        <w:lastRenderedPageBreak/>
        <w:t>260.4147</w:t>
      </w:r>
      <w:r>
        <w:tab/>
        <w:t>1.013e0</w:t>
      </w:r>
    </w:p>
    <w:p w:rsidR="00F96531" w:rsidRDefault="00F96531" w:rsidP="00F96531">
      <w:r>
        <w:t>260.4196</w:t>
      </w:r>
      <w:r>
        <w:tab/>
        <w:t>2.025e0</w:t>
      </w:r>
    </w:p>
    <w:p w:rsidR="00F96531" w:rsidRDefault="00F96531" w:rsidP="00F96531">
      <w:r>
        <w:t>260.4320</w:t>
      </w:r>
      <w:r>
        <w:tab/>
        <w:t>1.013e0</w:t>
      </w:r>
    </w:p>
    <w:p w:rsidR="00F96531" w:rsidRDefault="00F96531" w:rsidP="00F96531">
      <w:r>
        <w:t>260.4493</w:t>
      </w:r>
      <w:r>
        <w:tab/>
        <w:t>2.025e0</w:t>
      </w:r>
    </w:p>
    <w:p w:rsidR="00F96531" w:rsidRDefault="00F96531" w:rsidP="00F96531">
      <w:r>
        <w:t>260.4753</w:t>
      </w:r>
      <w:r>
        <w:tab/>
        <w:t>3.038e0</w:t>
      </w:r>
    </w:p>
    <w:p w:rsidR="00F96531" w:rsidRDefault="00F96531" w:rsidP="00F96531">
      <w:r>
        <w:t>260.5140</w:t>
      </w:r>
      <w:r>
        <w:tab/>
        <w:t>2.025e0</w:t>
      </w:r>
    </w:p>
    <w:p w:rsidR="00F96531" w:rsidRDefault="00F96531" w:rsidP="00F96531">
      <w:r>
        <w:t>260.5254</w:t>
      </w:r>
      <w:r>
        <w:tab/>
        <w:t>1.013e0</w:t>
      </w:r>
    </w:p>
    <w:p w:rsidR="00F96531" w:rsidRDefault="00F96531" w:rsidP="00F96531">
      <w:r>
        <w:t>260.5265</w:t>
      </w:r>
      <w:r>
        <w:tab/>
        <w:t>1.013e0</w:t>
      </w:r>
    </w:p>
    <w:p w:rsidR="00F96531" w:rsidRDefault="00F96531" w:rsidP="00F96531">
      <w:r>
        <w:t>260.5294</w:t>
      </w:r>
      <w:r>
        <w:tab/>
        <w:t>2.025e0</w:t>
      </w:r>
    </w:p>
    <w:p w:rsidR="00F96531" w:rsidRDefault="00F96531" w:rsidP="00F96531">
      <w:r>
        <w:t>260.5429</w:t>
      </w:r>
      <w:r>
        <w:tab/>
        <w:t>1.013e0</w:t>
      </w:r>
    </w:p>
    <w:p w:rsidR="00F96531" w:rsidRDefault="00F96531" w:rsidP="00F96531">
      <w:r>
        <w:t>260.5562</w:t>
      </w:r>
      <w:r>
        <w:tab/>
        <w:t>1.013e0</w:t>
      </w:r>
    </w:p>
    <w:p w:rsidR="00F96531" w:rsidRDefault="00F96531" w:rsidP="00F96531">
      <w:r>
        <w:t>260.5720</w:t>
      </w:r>
      <w:r>
        <w:tab/>
        <w:t>1.013e0</w:t>
      </w:r>
    </w:p>
    <w:p w:rsidR="00F96531" w:rsidRDefault="00F96531" w:rsidP="00F96531">
      <w:r>
        <w:t>260.5986</w:t>
      </w:r>
      <w:r>
        <w:tab/>
        <w:t>1.013e0</w:t>
      </w:r>
    </w:p>
    <w:p w:rsidR="00F96531" w:rsidRDefault="00F96531" w:rsidP="00F96531">
      <w:r>
        <w:t>260.5998</w:t>
      </w:r>
      <w:r>
        <w:tab/>
        <w:t>1.013e0</w:t>
      </w:r>
    </w:p>
    <w:p w:rsidR="00F96531" w:rsidRDefault="00F96531" w:rsidP="00F96531">
      <w:r>
        <w:t>260.6106</w:t>
      </w:r>
      <w:r>
        <w:tab/>
        <w:t>1.013e0</w:t>
      </w:r>
    </w:p>
    <w:p w:rsidR="00F96531" w:rsidRDefault="00F96531" w:rsidP="00F96531">
      <w:r>
        <w:t>260.6201</w:t>
      </w:r>
      <w:r>
        <w:tab/>
        <w:t>1.013e0</w:t>
      </w:r>
    </w:p>
    <w:p w:rsidR="00F96531" w:rsidRDefault="00F96531" w:rsidP="00F96531">
      <w:r>
        <w:t>260.6238</w:t>
      </w:r>
      <w:r>
        <w:tab/>
        <w:t>1.013e0</w:t>
      </w:r>
    </w:p>
    <w:p w:rsidR="00F96531" w:rsidRDefault="00F96531" w:rsidP="00F96531">
      <w:r>
        <w:t>260.6504</w:t>
      </w:r>
      <w:r>
        <w:tab/>
        <w:t>1.013e0</w:t>
      </w:r>
    </w:p>
    <w:p w:rsidR="00F96531" w:rsidRDefault="00F96531" w:rsidP="00F96531">
      <w:r>
        <w:t>260.6587</w:t>
      </w:r>
      <w:r>
        <w:tab/>
        <w:t>1.013e0</w:t>
      </w:r>
    </w:p>
    <w:p w:rsidR="00F96531" w:rsidRDefault="00F96531" w:rsidP="00F96531">
      <w:r>
        <w:lastRenderedPageBreak/>
        <w:t>260.6662</w:t>
      </w:r>
      <w:r>
        <w:tab/>
        <w:t>2.025e0</w:t>
      </w:r>
    </w:p>
    <w:p w:rsidR="00F96531" w:rsidRDefault="00F96531" w:rsidP="00F96531">
      <w:r>
        <w:t>260.6684</w:t>
      </w:r>
      <w:r>
        <w:tab/>
        <w:t>1.013e0</w:t>
      </w:r>
    </w:p>
    <w:p w:rsidR="00F96531" w:rsidRDefault="00F96531" w:rsidP="00F96531">
      <w:r>
        <w:t>260.6770</w:t>
      </w:r>
      <w:r>
        <w:tab/>
        <w:t>1.013e0</w:t>
      </w:r>
    </w:p>
    <w:p w:rsidR="00F96531" w:rsidRDefault="00F96531" w:rsidP="00F96531">
      <w:r>
        <w:t>260.6839</w:t>
      </w:r>
      <w:r>
        <w:tab/>
        <w:t>1.013e0</w:t>
      </w:r>
    </w:p>
    <w:p w:rsidR="00F96531" w:rsidRDefault="00F96531" w:rsidP="00F96531">
      <w:r>
        <w:t>260.7196</w:t>
      </w:r>
      <w:r>
        <w:tab/>
        <w:t>1.013e0</w:t>
      </w:r>
    </w:p>
    <w:p w:rsidR="00F96531" w:rsidRDefault="00F96531" w:rsidP="00F96531">
      <w:r>
        <w:t>260.7396</w:t>
      </w:r>
      <w:r>
        <w:tab/>
        <w:t>1.013e0</w:t>
      </w:r>
    </w:p>
    <w:p w:rsidR="00F96531" w:rsidRDefault="00F96531" w:rsidP="00F96531">
      <w:r>
        <w:t>260.7603</w:t>
      </w:r>
      <w:r>
        <w:tab/>
        <w:t>2.025e0</w:t>
      </w:r>
    </w:p>
    <w:p w:rsidR="00F96531" w:rsidRDefault="00F96531" w:rsidP="00F96531">
      <w:r>
        <w:t>260.7663</w:t>
      </w:r>
      <w:r>
        <w:tab/>
        <w:t>1.013e0</w:t>
      </w:r>
    </w:p>
    <w:p w:rsidR="00F96531" w:rsidRDefault="00F96531" w:rsidP="00F96531">
      <w:r>
        <w:t>260.7890</w:t>
      </w:r>
      <w:r>
        <w:tab/>
        <w:t>1.013e0</w:t>
      </w:r>
    </w:p>
    <w:p w:rsidR="00F96531" w:rsidRDefault="00F96531" w:rsidP="00F96531">
      <w:r>
        <w:t>260.7950</w:t>
      </w:r>
      <w:r>
        <w:tab/>
        <w:t>2.025e0</w:t>
      </w:r>
    </w:p>
    <w:p w:rsidR="00F96531" w:rsidRDefault="00F96531" w:rsidP="00F96531">
      <w:r>
        <w:t>260.8049</w:t>
      </w:r>
      <w:r>
        <w:tab/>
        <w:t>1.013e0</w:t>
      </w:r>
    </w:p>
    <w:p w:rsidR="00F96531" w:rsidRDefault="00F96531" w:rsidP="00F96531">
      <w:r>
        <w:t>260.8265</w:t>
      </w:r>
      <w:r>
        <w:tab/>
        <w:t>1.013e0</w:t>
      </w:r>
    </w:p>
    <w:p w:rsidR="00F96531" w:rsidRDefault="00F96531" w:rsidP="00F96531">
      <w:r>
        <w:t>260.8395</w:t>
      </w:r>
      <w:r>
        <w:tab/>
        <w:t>1.013e0</w:t>
      </w:r>
    </w:p>
    <w:p w:rsidR="00F96531" w:rsidRDefault="00F96531" w:rsidP="00F96531">
      <w:r>
        <w:t>260.8770</w:t>
      </w:r>
      <w:r>
        <w:tab/>
        <w:t>1.013e0</w:t>
      </w:r>
    </w:p>
    <w:p w:rsidR="00F96531" w:rsidRDefault="00F96531" w:rsidP="00F96531">
      <w:r>
        <w:t>260.8900</w:t>
      </w:r>
      <w:r>
        <w:tab/>
        <w:t>2.025e0</w:t>
      </w:r>
    </w:p>
    <w:p w:rsidR="00F96531" w:rsidRDefault="00F96531" w:rsidP="00F96531">
      <w:r>
        <w:t>260.8954</w:t>
      </w:r>
      <w:r>
        <w:tab/>
        <w:t>3.038e0</w:t>
      </w:r>
    </w:p>
    <w:p w:rsidR="00F96531" w:rsidRDefault="00F96531" w:rsidP="00F96531">
      <w:r>
        <w:t>260.9619</w:t>
      </w:r>
      <w:r>
        <w:tab/>
        <w:t>3.038e0</w:t>
      </w:r>
    </w:p>
    <w:p w:rsidR="00F96531" w:rsidRDefault="00F96531" w:rsidP="00F96531">
      <w:r>
        <w:t>260.9756</w:t>
      </w:r>
      <w:r>
        <w:tab/>
        <w:t>3.038e0</w:t>
      </w:r>
    </w:p>
    <w:p w:rsidR="00F96531" w:rsidRDefault="00F96531" w:rsidP="00F96531">
      <w:r>
        <w:t>260.9795</w:t>
      </w:r>
      <w:r>
        <w:tab/>
        <w:t>5.063e0</w:t>
      </w:r>
    </w:p>
    <w:p w:rsidR="00F96531" w:rsidRDefault="00F96531" w:rsidP="00F96531">
      <w:r>
        <w:lastRenderedPageBreak/>
        <w:t>260.9824</w:t>
      </w:r>
      <w:r>
        <w:tab/>
        <w:t>3.038e0</w:t>
      </w:r>
    </w:p>
    <w:p w:rsidR="00F96531" w:rsidRDefault="00F96531" w:rsidP="00F96531">
      <w:r>
        <w:t>260.9844</w:t>
      </w:r>
      <w:r>
        <w:tab/>
        <w:t>4.051e0</w:t>
      </w:r>
    </w:p>
    <w:p w:rsidR="00F96531" w:rsidRDefault="00F96531" w:rsidP="00F96531">
      <w:r>
        <w:t>260.9927</w:t>
      </w:r>
      <w:r>
        <w:tab/>
        <w:t>1.077e1</w:t>
      </w:r>
    </w:p>
    <w:p w:rsidR="00F96531" w:rsidRDefault="00F96531" w:rsidP="00F96531">
      <w:r>
        <w:t>261.0009</w:t>
      </w:r>
      <w:r>
        <w:tab/>
        <w:t>6.076e0</w:t>
      </w:r>
    </w:p>
    <w:p w:rsidR="00F96531" w:rsidRDefault="00F96531" w:rsidP="00F96531">
      <w:r>
        <w:t>261.0052</w:t>
      </w:r>
      <w:r>
        <w:tab/>
        <w:t>4.051e0</w:t>
      </w:r>
    </w:p>
    <w:p w:rsidR="00F96531" w:rsidRDefault="00F96531" w:rsidP="00F96531">
      <w:r>
        <w:t>261.0065</w:t>
      </w:r>
      <w:r>
        <w:tab/>
        <w:t>4.051e0</w:t>
      </w:r>
    </w:p>
    <w:p w:rsidR="00F96531" w:rsidRDefault="00F96531" w:rsidP="00F96531">
      <w:r>
        <w:t>261.0287</w:t>
      </w:r>
      <w:r>
        <w:tab/>
        <w:t>1.013e0</w:t>
      </w:r>
    </w:p>
    <w:p w:rsidR="00F96531" w:rsidRDefault="00F96531" w:rsidP="00F96531">
      <w:r>
        <w:t>261.0562</w:t>
      </w:r>
      <w:r>
        <w:tab/>
        <w:t>3.392e0</w:t>
      </w:r>
    </w:p>
    <w:p w:rsidR="00F96531" w:rsidRDefault="00F96531" w:rsidP="00F96531">
      <w:r>
        <w:t>261.0583</w:t>
      </w:r>
      <w:r>
        <w:tab/>
        <w:t>1.013e0</w:t>
      </w:r>
    </w:p>
    <w:p w:rsidR="00F96531" w:rsidRDefault="00F96531" w:rsidP="00F96531">
      <w:r>
        <w:t>261.0634</w:t>
      </w:r>
      <w:r>
        <w:tab/>
        <w:t>2.025e0</w:t>
      </w:r>
    </w:p>
    <w:p w:rsidR="00F96531" w:rsidRDefault="00F96531" w:rsidP="00F96531">
      <w:r>
        <w:t>261.0767</w:t>
      </w:r>
      <w:r>
        <w:tab/>
        <w:t>2.025e0</w:t>
      </w:r>
    </w:p>
    <w:p w:rsidR="00F96531" w:rsidRDefault="00F96531" w:rsidP="00F96531">
      <w:r>
        <w:t>261.0970</w:t>
      </w:r>
      <w:r>
        <w:tab/>
        <w:t>1.013e0</w:t>
      </w:r>
    </w:p>
    <w:p w:rsidR="00F96531" w:rsidRDefault="00F96531" w:rsidP="00F96531">
      <w:r>
        <w:t>261.1080</w:t>
      </w:r>
      <w:r>
        <w:tab/>
        <w:t>2.025e0</w:t>
      </w:r>
    </w:p>
    <w:p w:rsidR="00F96531" w:rsidRDefault="00F96531" w:rsidP="00F96531">
      <w:r>
        <w:t>261.1265</w:t>
      </w:r>
      <w:r>
        <w:tab/>
        <w:t>6.076e0</w:t>
      </w:r>
    </w:p>
    <w:p w:rsidR="00F96531" w:rsidRDefault="00F96531" w:rsidP="00F96531">
      <w:r>
        <w:t>261.1297</w:t>
      </w:r>
      <w:r>
        <w:tab/>
        <w:t>7.089e0</w:t>
      </w:r>
    </w:p>
    <w:p w:rsidR="00F96531" w:rsidRDefault="00F96531" w:rsidP="00F96531">
      <w:r>
        <w:t>261.1307</w:t>
      </w:r>
      <w:r>
        <w:tab/>
        <w:t>7.089e0</w:t>
      </w:r>
    </w:p>
    <w:p w:rsidR="00F96531" w:rsidRDefault="00F96531" w:rsidP="00F96531">
      <w:r>
        <w:t>261.1326</w:t>
      </w:r>
      <w:r>
        <w:tab/>
        <w:t>1.149e1</w:t>
      </w:r>
    </w:p>
    <w:p w:rsidR="00F96531" w:rsidRDefault="00F96531" w:rsidP="00F96531">
      <w:r>
        <w:t>261.1487</w:t>
      </w:r>
      <w:r>
        <w:tab/>
        <w:t>1.013e0</w:t>
      </w:r>
    </w:p>
    <w:p w:rsidR="00F96531" w:rsidRDefault="00F96531" w:rsidP="00F96531">
      <w:r>
        <w:t>261.1535</w:t>
      </w:r>
      <w:r>
        <w:tab/>
        <w:t>7.089e0</w:t>
      </w:r>
    </w:p>
    <w:p w:rsidR="00F96531" w:rsidRDefault="00F96531" w:rsidP="00F96531">
      <w:r>
        <w:lastRenderedPageBreak/>
        <w:t>261.1580</w:t>
      </w:r>
      <w:r>
        <w:tab/>
        <w:t>2.025e0</w:t>
      </w:r>
    </w:p>
    <w:p w:rsidR="00F96531" w:rsidRDefault="00F96531" w:rsidP="00F96531">
      <w:r>
        <w:t>261.1710</w:t>
      </w:r>
      <w:r>
        <w:tab/>
        <w:t>4.051e0</w:t>
      </w:r>
    </w:p>
    <w:p w:rsidR="00F96531" w:rsidRDefault="00F96531" w:rsidP="00F96531">
      <w:r>
        <w:t>261.1952</w:t>
      </w:r>
      <w:r>
        <w:tab/>
        <w:t>1.013e0</w:t>
      </w:r>
    </w:p>
    <w:p w:rsidR="00F96531" w:rsidRDefault="00F96531" w:rsidP="00F96531">
      <w:r>
        <w:t>261.1985</w:t>
      </w:r>
      <w:r>
        <w:tab/>
        <w:t>1.013e0</w:t>
      </w:r>
    </w:p>
    <w:p w:rsidR="00F96531" w:rsidRDefault="00F96531" w:rsidP="00F96531">
      <w:r>
        <w:t>261.2208</w:t>
      </w:r>
      <w:r>
        <w:tab/>
        <w:t>1.013e0</w:t>
      </w:r>
    </w:p>
    <w:p w:rsidR="00F96531" w:rsidRDefault="00F96531" w:rsidP="00F96531">
      <w:r>
        <w:t>261.2463</w:t>
      </w:r>
      <w:r>
        <w:tab/>
        <w:t>2.025e0</w:t>
      </w:r>
    </w:p>
    <w:p w:rsidR="00F96531" w:rsidRDefault="00F96531" w:rsidP="00F96531">
      <w:r>
        <w:t>261.2528</w:t>
      </w:r>
      <w:r>
        <w:tab/>
        <w:t>1.013e0</w:t>
      </w:r>
    </w:p>
    <w:p w:rsidR="00F96531" w:rsidRDefault="00F96531" w:rsidP="00F96531">
      <w:r>
        <w:t>261.2725</w:t>
      </w:r>
      <w:r>
        <w:tab/>
        <w:t>1.013e0</w:t>
      </w:r>
    </w:p>
    <w:p w:rsidR="00F96531" w:rsidRDefault="00F96531" w:rsidP="00F96531">
      <w:r>
        <w:t>261.2770</w:t>
      </w:r>
      <w:r>
        <w:tab/>
        <w:t>1.013e0</w:t>
      </w:r>
    </w:p>
    <w:p w:rsidR="00F96531" w:rsidRDefault="00F96531" w:rsidP="00F96531">
      <w:r>
        <w:t>261.3640</w:t>
      </w:r>
      <w:r>
        <w:tab/>
        <w:t>1.013e0</w:t>
      </w:r>
    </w:p>
    <w:p w:rsidR="00F96531" w:rsidRDefault="00F96531" w:rsidP="00F96531">
      <w:r>
        <w:t>261.3688</w:t>
      </w:r>
      <w:r>
        <w:tab/>
        <w:t>1.013e0</w:t>
      </w:r>
    </w:p>
    <w:p w:rsidR="00F96531" w:rsidRDefault="00F96531" w:rsidP="00F96531">
      <w:r>
        <w:t>261.3911</w:t>
      </w:r>
      <w:r>
        <w:tab/>
        <w:t>2.025e0</w:t>
      </w:r>
    </w:p>
    <w:p w:rsidR="00F96531" w:rsidRDefault="00F96531" w:rsidP="00F96531">
      <w:r>
        <w:t>261.4027</w:t>
      </w:r>
      <w:r>
        <w:tab/>
        <w:t>2.025e0</w:t>
      </w:r>
    </w:p>
    <w:p w:rsidR="00F96531" w:rsidRDefault="00F96531" w:rsidP="00F96531">
      <w:r>
        <w:t>261.4306</w:t>
      </w:r>
      <w:r>
        <w:tab/>
        <w:t>1.013e0</w:t>
      </w:r>
    </w:p>
    <w:p w:rsidR="00F96531" w:rsidRDefault="00F96531" w:rsidP="00F96531">
      <w:r>
        <w:t>261.4579</w:t>
      </w:r>
      <w:r>
        <w:tab/>
        <w:t>1.013e0</w:t>
      </w:r>
    </w:p>
    <w:p w:rsidR="00F96531" w:rsidRDefault="00F96531" w:rsidP="00F96531">
      <w:r>
        <w:t>261.4658</w:t>
      </w:r>
      <w:r>
        <w:tab/>
        <w:t>3.038e0</w:t>
      </w:r>
    </w:p>
    <w:p w:rsidR="00F96531" w:rsidRDefault="00F96531" w:rsidP="00F96531">
      <w:r>
        <w:t>261.4704</w:t>
      </w:r>
      <w:r>
        <w:tab/>
        <w:t>1.013e0</w:t>
      </w:r>
    </w:p>
    <w:p w:rsidR="00F96531" w:rsidRDefault="00F96531" w:rsidP="00F96531">
      <w:r>
        <w:t>261.5222</w:t>
      </w:r>
      <w:r>
        <w:tab/>
        <w:t>1.013e0</w:t>
      </w:r>
    </w:p>
    <w:p w:rsidR="00F96531" w:rsidRDefault="00F96531" w:rsidP="00F96531">
      <w:r>
        <w:t>261.5272</w:t>
      </w:r>
      <w:r>
        <w:tab/>
        <w:t>1.013e0</w:t>
      </w:r>
    </w:p>
    <w:p w:rsidR="00F96531" w:rsidRDefault="00F96531" w:rsidP="00F96531">
      <w:r>
        <w:lastRenderedPageBreak/>
        <w:t>261.5515</w:t>
      </w:r>
      <w:r>
        <w:tab/>
        <w:t>1.013e0</w:t>
      </w:r>
    </w:p>
    <w:p w:rsidR="00F96531" w:rsidRDefault="00F96531" w:rsidP="00F96531">
      <w:r>
        <w:t>261.5527</w:t>
      </w:r>
      <w:r>
        <w:tab/>
        <w:t>1.013e0</w:t>
      </w:r>
    </w:p>
    <w:p w:rsidR="00F96531" w:rsidRDefault="00F96531" w:rsidP="00F96531">
      <w:r>
        <w:t>261.5739</w:t>
      </w:r>
      <w:r>
        <w:tab/>
        <w:t>1.013e0</w:t>
      </w:r>
    </w:p>
    <w:p w:rsidR="00F96531" w:rsidRDefault="00F96531" w:rsidP="00F96531">
      <w:r>
        <w:t>261.5779</w:t>
      </w:r>
      <w:r>
        <w:tab/>
        <w:t>2.025e0</w:t>
      </w:r>
    </w:p>
    <w:p w:rsidR="00F96531" w:rsidRDefault="00F96531" w:rsidP="00F96531">
      <w:r>
        <w:t>261.5817</w:t>
      </w:r>
      <w:r>
        <w:tab/>
        <w:t>1.013e0</w:t>
      </w:r>
    </w:p>
    <w:p w:rsidR="00F96531" w:rsidRDefault="00F96531" w:rsidP="00F96531">
      <w:r>
        <w:t>261.5899</w:t>
      </w:r>
      <w:r>
        <w:tab/>
        <w:t>4.051e0</w:t>
      </w:r>
    </w:p>
    <w:p w:rsidR="00F96531" w:rsidRDefault="00F96531" w:rsidP="00F96531">
      <w:r>
        <w:t>261.5951</w:t>
      </w:r>
      <w:r>
        <w:tab/>
        <w:t>1.013e0</w:t>
      </w:r>
    </w:p>
    <w:p w:rsidR="00F96531" w:rsidRDefault="00F96531" w:rsidP="00F96531">
      <w:r>
        <w:t>261.6074</w:t>
      </w:r>
      <w:r>
        <w:tab/>
        <w:t>1.013e0</w:t>
      </w:r>
    </w:p>
    <w:p w:rsidR="00F96531" w:rsidRDefault="00F96531" w:rsidP="00F96531">
      <w:r>
        <w:t>261.6301</w:t>
      </w:r>
      <w:r>
        <w:tab/>
        <w:t>1.013e0</w:t>
      </w:r>
    </w:p>
    <w:p w:rsidR="00F96531" w:rsidRDefault="00F96531" w:rsidP="00F96531">
      <w:r>
        <w:t>261.6316</w:t>
      </w:r>
      <w:r>
        <w:tab/>
        <w:t>2.025e0</w:t>
      </w:r>
    </w:p>
    <w:p w:rsidR="00F96531" w:rsidRDefault="00F96531" w:rsidP="00F96531">
      <w:r>
        <w:t>261.6382</w:t>
      </w:r>
      <w:r>
        <w:tab/>
        <w:t>1.013e0</w:t>
      </w:r>
    </w:p>
    <w:p w:rsidR="00F96531" w:rsidRDefault="00F96531" w:rsidP="00F96531">
      <w:r>
        <w:t>261.6414</w:t>
      </w:r>
      <w:r>
        <w:tab/>
        <w:t>2.025e0</w:t>
      </w:r>
    </w:p>
    <w:p w:rsidR="00F96531" w:rsidRDefault="00F96531" w:rsidP="00F96531">
      <w:r>
        <w:t>261.6432</w:t>
      </w:r>
      <w:r>
        <w:tab/>
        <w:t>1.013e0</w:t>
      </w:r>
    </w:p>
    <w:p w:rsidR="00F96531" w:rsidRDefault="00F96531" w:rsidP="00F96531">
      <w:r>
        <w:t>261.6640</w:t>
      </w:r>
      <w:r>
        <w:tab/>
        <w:t>1.013e0</w:t>
      </w:r>
    </w:p>
    <w:p w:rsidR="00F96531" w:rsidRDefault="00F96531" w:rsidP="00F96531">
      <w:r>
        <w:t>261.6689</w:t>
      </w:r>
      <w:r>
        <w:tab/>
        <w:t>1.013e0</w:t>
      </w:r>
    </w:p>
    <w:p w:rsidR="00F96531" w:rsidRDefault="00F96531" w:rsidP="00F96531">
      <w:r>
        <w:t>261.6801</w:t>
      </w:r>
      <w:r>
        <w:tab/>
        <w:t>2.173e0</w:t>
      </w:r>
    </w:p>
    <w:p w:rsidR="00F96531" w:rsidRDefault="00F96531" w:rsidP="00F96531">
      <w:r>
        <w:t>261.6819</w:t>
      </w:r>
      <w:r>
        <w:tab/>
        <w:t>1.013e0</w:t>
      </w:r>
    </w:p>
    <w:p w:rsidR="00F96531" w:rsidRDefault="00F96531" w:rsidP="00F96531">
      <w:r>
        <w:t>261.7065</w:t>
      </w:r>
      <w:r>
        <w:tab/>
        <w:t>1.013e0</w:t>
      </w:r>
    </w:p>
    <w:p w:rsidR="00F96531" w:rsidRDefault="00F96531" w:rsidP="00F96531">
      <w:r>
        <w:t>261.7286</w:t>
      </w:r>
      <w:r>
        <w:tab/>
        <w:t>2.025e0</w:t>
      </w:r>
    </w:p>
    <w:p w:rsidR="00F96531" w:rsidRDefault="00F96531" w:rsidP="00F96531">
      <w:r>
        <w:lastRenderedPageBreak/>
        <w:t>261.7325</w:t>
      </w:r>
      <w:r>
        <w:tab/>
        <w:t>1.013e0</w:t>
      </w:r>
    </w:p>
    <w:p w:rsidR="00F96531" w:rsidRDefault="00F96531" w:rsidP="00F96531">
      <w:r>
        <w:t>261.7366</w:t>
      </w:r>
      <w:r>
        <w:tab/>
        <w:t>1.013e0</w:t>
      </w:r>
    </w:p>
    <w:p w:rsidR="00F96531" w:rsidRDefault="00F96531" w:rsidP="00F96531">
      <w:r>
        <w:t>261.7553</w:t>
      </w:r>
      <w:r>
        <w:tab/>
        <w:t>1.013e0</w:t>
      </w:r>
    </w:p>
    <w:p w:rsidR="00F96531" w:rsidRDefault="00F96531" w:rsidP="00F96531">
      <w:r>
        <w:t>261.7888</w:t>
      </w:r>
      <w:r>
        <w:tab/>
        <w:t>1.013e0</w:t>
      </w:r>
    </w:p>
    <w:p w:rsidR="00F96531" w:rsidRDefault="00F96531" w:rsidP="00F96531">
      <w:r>
        <w:t>261.8048</w:t>
      </w:r>
      <w:r>
        <w:tab/>
        <w:t>1.013e0</w:t>
      </w:r>
    </w:p>
    <w:p w:rsidR="00F96531" w:rsidRDefault="00F96531" w:rsidP="00F96531">
      <w:r>
        <w:t>261.8275</w:t>
      </w:r>
      <w:r>
        <w:tab/>
        <w:t>1.013e0</w:t>
      </w:r>
    </w:p>
    <w:p w:rsidR="00F96531" w:rsidRDefault="00F96531" w:rsidP="00F96531">
      <w:r>
        <w:t>261.8293</w:t>
      </w:r>
      <w:r>
        <w:tab/>
        <w:t>2.025e0</w:t>
      </w:r>
    </w:p>
    <w:p w:rsidR="00F96531" w:rsidRDefault="00F96531" w:rsidP="00F96531">
      <w:r>
        <w:t>261.8529</w:t>
      </w:r>
      <w:r>
        <w:tab/>
        <w:t>1.013e0</w:t>
      </w:r>
    </w:p>
    <w:p w:rsidR="00F96531" w:rsidRDefault="00F96531" w:rsidP="00F96531">
      <w:r>
        <w:t>261.8587</w:t>
      </w:r>
      <w:r>
        <w:tab/>
        <w:t>2.025e0</w:t>
      </w:r>
    </w:p>
    <w:p w:rsidR="00F96531" w:rsidRDefault="00F96531" w:rsidP="00F96531">
      <w:r>
        <w:t>261.8793</w:t>
      </w:r>
      <w:r>
        <w:tab/>
        <w:t>1.013e0</w:t>
      </w:r>
    </w:p>
    <w:p w:rsidR="00F96531" w:rsidRDefault="00F96531" w:rsidP="00F96531">
      <w:r>
        <w:t>261.9062</w:t>
      </w:r>
      <w:r>
        <w:tab/>
        <w:t>1.013e0</w:t>
      </w:r>
    </w:p>
    <w:p w:rsidR="00F96531" w:rsidRDefault="00F96531" w:rsidP="00F96531">
      <w:r>
        <w:t>261.9304</w:t>
      </w:r>
      <w:r>
        <w:tab/>
        <w:t>1.013e0</w:t>
      </w:r>
    </w:p>
    <w:p w:rsidR="00F96531" w:rsidRDefault="00F96531" w:rsidP="00F96531">
      <w:r>
        <w:t>261.9352</w:t>
      </w:r>
      <w:r>
        <w:tab/>
        <w:t>1.013e0</w:t>
      </w:r>
    </w:p>
    <w:p w:rsidR="00F96531" w:rsidRDefault="00F96531" w:rsidP="00F96531">
      <w:r>
        <w:t>261.9475</w:t>
      </w:r>
      <w:r>
        <w:tab/>
        <w:t>2.025e0</w:t>
      </w:r>
    </w:p>
    <w:p w:rsidR="00F96531" w:rsidRDefault="00F96531" w:rsidP="00F96531">
      <w:r>
        <w:t>261.9645</w:t>
      </w:r>
      <w:r>
        <w:tab/>
        <w:t>1.013e0</w:t>
      </w:r>
    </w:p>
    <w:p w:rsidR="00F96531" w:rsidRDefault="00F96531" w:rsidP="00F96531">
      <w:r>
        <w:t>261.9692</w:t>
      </w:r>
      <w:r>
        <w:tab/>
        <w:t>1.013e0</w:t>
      </w:r>
    </w:p>
    <w:p w:rsidR="00F96531" w:rsidRDefault="00F96531" w:rsidP="00F96531">
      <w:r>
        <w:t>261.9726</w:t>
      </w:r>
      <w:r>
        <w:tab/>
        <w:t>5.063e0</w:t>
      </w:r>
    </w:p>
    <w:p w:rsidR="00F96531" w:rsidRDefault="00F96531" w:rsidP="00F96531">
      <w:r>
        <w:t>261.9789</w:t>
      </w:r>
      <w:r>
        <w:tab/>
        <w:t>1.013e0</w:t>
      </w:r>
    </w:p>
    <w:p w:rsidR="00F96531" w:rsidRDefault="00F96531" w:rsidP="00F96531">
      <w:r>
        <w:t>261.9993</w:t>
      </w:r>
      <w:r>
        <w:tab/>
        <w:t>1.013e0</w:t>
      </w:r>
    </w:p>
    <w:p w:rsidR="00F96531" w:rsidRDefault="00F96531" w:rsidP="00F96531">
      <w:r>
        <w:lastRenderedPageBreak/>
        <w:t>262.0094</w:t>
      </w:r>
      <w:r>
        <w:tab/>
        <w:t>2.025e0</w:t>
      </w:r>
    </w:p>
    <w:p w:rsidR="00F96531" w:rsidRDefault="00F96531" w:rsidP="00F96531">
      <w:r>
        <w:t>262.0195</w:t>
      </w:r>
      <w:r>
        <w:tab/>
        <w:t>2.025e0</w:t>
      </w:r>
    </w:p>
    <w:p w:rsidR="00F96531" w:rsidRDefault="00F96531" w:rsidP="00F96531">
      <w:r>
        <w:t>262.0220</w:t>
      </w:r>
      <w:r>
        <w:tab/>
        <w:t>2.565e0</w:t>
      </w:r>
    </w:p>
    <w:p w:rsidR="00F96531" w:rsidRDefault="00F96531" w:rsidP="00F96531">
      <w:r>
        <w:t>262.0245</w:t>
      </w:r>
      <w:r>
        <w:tab/>
        <w:t>3.038e0</w:t>
      </w:r>
    </w:p>
    <w:p w:rsidR="00F96531" w:rsidRDefault="00F96531" w:rsidP="00F96531">
      <w:r>
        <w:t>262.0260</w:t>
      </w:r>
      <w:r>
        <w:tab/>
        <w:t>2.025e0</w:t>
      </w:r>
    </w:p>
    <w:p w:rsidR="00F96531" w:rsidRDefault="00F96531" w:rsidP="00F96531">
      <w:r>
        <w:t>262.0329</w:t>
      </w:r>
      <w:r>
        <w:tab/>
        <w:t>1.013e0</w:t>
      </w:r>
    </w:p>
    <w:p w:rsidR="00F96531" w:rsidRDefault="00F96531" w:rsidP="00F96531">
      <w:r>
        <w:t>262.0481</w:t>
      </w:r>
      <w:r>
        <w:tab/>
        <w:t>2.025e0</w:t>
      </w:r>
    </w:p>
    <w:p w:rsidR="00F96531" w:rsidRDefault="00F96531" w:rsidP="00F96531">
      <w:r>
        <w:t>262.0587</w:t>
      </w:r>
      <w:r>
        <w:tab/>
        <w:t>3.038e0</w:t>
      </w:r>
    </w:p>
    <w:p w:rsidR="00F96531" w:rsidRDefault="00F96531" w:rsidP="00F96531">
      <w:r>
        <w:t>262.0636</w:t>
      </w:r>
      <w:r>
        <w:tab/>
        <w:t>2.025e0</w:t>
      </w:r>
    </w:p>
    <w:p w:rsidR="00F96531" w:rsidRDefault="00F96531" w:rsidP="00F96531">
      <w:r>
        <w:t>262.0668</w:t>
      </w:r>
      <w:r>
        <w:tab/>
        <w:t>2.025e0</w:t>
      </w:r>
    </w:p>
    <w:p w:rsidR="00F96531" w:rsidRDefault="00F96531" w:rsidP="00F96531">
      <w:r>
        <w:t>262.0727</w:t>
      </w:r>
      <w:r>
        <w:tab/>
        <w:t>1.013e0</w:t>
      </w:r>
    </w:p>
    <w:p w:rsidR="00F96531" w:rsidRDefault="00F96531" w:rsidP="00F96531">
      <w:r>
        <w:t>262.0855</w:t>
      </w:r>
      <w:r>
        <w:tab/>
        <w:t>2.025e0</w:t>
      </w:r>
    </w:p>
    <w:p w:rsidR="00F96531" w:rsidRDefault="00F96531" w:rsidP="00F96531">
      <w:r>
        <w:t>262.0869</w:t>
      </w:r>
      <w:r>
        <w:tab/>
        <w:t>4.051e0</w:t>
      </w:r>
    </w:p>
    <w:p w:rsidR="00F96531" w:rsidRDefault="00F96531" w:rsidP="00F96531">
      <w:r>
        <w:t>262.0904</w:t>
      </w:r>
      <w:r>
        <w:tab/>
        <w:t>1.013e0</w:t>
      </w:r>
    </w:p>
    <w:p w:rsidR="00F96531" w:rsidRDefault="00F96531" w:rsidP="00F96531">
      <w:r>
        <w:t>262.0965</w:t>
      </w:r>
      <w:r>
        <w:tab/>
        <w:t>4.051e0</w:t>
      </w:r>
    </w:p>
    <w:p w:rsidR="00F96531" w:rsidRDefault="00F96531" w:rsidP="00F96531">
      <w:r>
        <w:t>262.1136</w:t>
      </w:r>
      <w:r>
        <w:tab/>
        <w:t>2.025e0</w:t>
      </w:r>
    </w:p>
    <w:p w:rsidR="00F96531" w:rsidRDefault="00F96531" w:rsidP="00F96531">
      <w:r>
        <w:t>262.1154</w:t>
      </w:r>
      <w:r>
        <w:tab/>
        <w:t>1.013e0</w:t>
      </w:r>
    </w:p>
    <w:p w:rsidR="00F96531" w:rsidRDefault="00F96531" w:rsidP="00F96531">
      <w:r>
        <w:t>262.1183</w:t>
      </w:r>
      <w:r>
        <w:tab/>
        <w:t>1.013e0</w:t>
      </w:r>
    </w:p>
    <w:p w:rsidR="00F96531" w:rsidRDefault="00F96531" w:rsidP="00F96531">
      <w:r>
        <w:t>262.1243</w:t>
      </w:r>
      <w:r>
        <w:tab/>
        <w:t>1.013e0</w:t>
      </w:r>
    </w:p>
    <w:p w:rsidR="00F96531" w:rsidRDefault="00F96531" w:rsidP="00F96531">
      <w:r>
        <w:lastRenderedPageBreak/>
        <w:t>262.1370</w:t>
      </w:r>
      <w:r>
        <w:tab/>
        <w:t>2.025e0</w:t>
      </w:r>
    </w:p>
    <w:p w:rsidR="00F96531" w:rsidRDefault="00F96531" w:rsidP="00F96531">
      <w:r>
        <w:t>262.1386</w:t>
      </w:r>
      <w:r>
        <w:tab/>
        <w:t>4.051e0</w:t>
      </w:r>
    </w:p>
    <w:p w:rsidR="00F96531" w:rsidRDefault="00F96531" w:rsidP="00F96531">
      <w:r>
        <w:t>262.1430</w:t>
      </w:r>
      <w:r>
        <w:tab/>
        <w:t>2.025e0</w:t>
      </w:r>
    </w:p>
    <w:p w:rsidR="00F96531" w:rsidRDefault="00F96531" w:rsidP="00F96531">
      <w:r>
        <w:t>262.1571</w:t>
      </w:r>
      <w:r>
        <w:tab/>
        <w:t>2.166e0</w:t>
      </w:r>
    </w:p>
    <w:p w:rsidR="00F96531" w:rsidRDefault="00F96531" w:rsidP="00F96531">
      <w:r>
        <w:t>262.1770</w:t>
      </w:r>
      <w:r>
        <w:tab/>
        <w:t>7.089e0</w:t>
      </w:r>
    </w:p>
    <w:p w:rsidR="00F96531" w:rsidRDefault="00F96531" w:rsidP="00F96531">
      <w:r>
        <w:t>262.1801</w:t>
      </w:r>
      <w:r>
        <w:tab/>
        <w:t>3.038e0</w:t>
      </w:r>
    </w:p>
    <w:p w:rsidR="00F96531" w:rsidRDefault="00F96531" w:rsidP="00F96531">
      <w:r>
        <w:t>262.1836</w:t>
      </w:r>
      <w:r>
        <w:tab/>
        <w:t>5.063e0</w:t>
      </w:r>
    </w:p>
    <w:p w:rsidR="00F96531" w:rsidRDefault="00F96531" w:rsidP="00F96531">
      <w:r>
        <w:t>262.1846</w:t>
      </w:r>
      <w:r>
        <w:tab/>
        <w:t>6.076e0</w:t>
      </w:r>
    </w:p>
    <w:p w:rsidR="00F96531" w:rsidRDefault="00F96531" w:rsidP="00F96531">
      <w:r>
        <w:t>262.1902</w:t>
      </w:r>
      <w:r>
        <w:tab/>
        <w:t>3.038e0</w:t>
      </w:r>
    </w:p>
    <w:p w:rsidR="00F96531" w:rsidRDefault="00F96531" w:rsidP="00F96531">
      <w:r>
        <w:t>262.2031</w:t>
      </w:r>
      <w:r>
        <w:tab/>
        <w:t>2.025e0</w:t>
      </w:r>
    </w:p>
    <w:p w:rsidR="00F96531" w:rsidRDefault="00F96531" w:rsidP="00F96531">
      <w:r>
        <w:t>262.2104</w:t>
      </w:r>
      <w:r>
        <w:tab/>
        <w:t>1.013e0</w:t>
      </w:r>
    </w:p>
    <w:p w:rsidR="00F96531" w:rsidRDefault="00F96531" w:rsidP="00F96531">
      <w:r>
        <w:t>262.2155</w:t>
      </w:r>
      <w:r>
        <w:tab/>
        <w:t>1.013e0</w:t>
      </w:r>
    </w:p>
    <w:p w:rsidR="00F96531" w:rsidRDefault="00F96531" w:rsidP="00F96531">
      <w:r>
        <w:t>262.2283</w:t>
      </w:r>
      <w:r>
        <w:tab/>
        <w:t>2.025e0</w:t>
      </w:r>
    </w:p>
    <w:p w:rsidR="00F96531" w:rsidRDefault="00F96531" w:rsidP="00F96531">
      <w:r>
        <w:t>262.2512</w:t>
      </w:r>
      <w:r>
        <w:tab/>
        <w:t>2.025e0</w:t>
      </w:r>
    </w:p>
    <w:p w:rsidR="00F96531" w:rsidRDefault="00F96531" w:rsidP="00F96531">
      <w:r>
        <w:t>262.2700</w:t>
      </w:r>
      <w:r>
        <w:tab/>
        <w:t>1.013e0</w:t>
      </w:r>
    </w:p>
    <w:p w:rsidR="00F96531" w:rsidRDefault="00F96531" w:rsidP="00F96531">
      <w:r>
        <w:t>262.2917</w:t>
      </w:r>
      <w:r>
        <w:tab/>
        <w:t>1.013e0</w:t>
      </w:r>
    </w:p>
    <w:p w:rsidR="00F96531" w:rsidRDefault="00F96531" w:rsidP="00F96531">
      <w:r>
        <w:t>262.3049</w:t>
      </w:r>
      <w:r>
        <w:tab/>
        <w:t>2.025e0</w:t>
      </w:r>
    </w:p>
    <w:p w:rsidR="00F96531" w:rsidRDefault="00F96531" w:rsidP="00F96531">
      <w:r>
        <w:t>262.3265</w:t>
      </w:r>
      <w:r>
        <w:tab/>
        <w:t>1.013e0</w:t>
      </w:r>
    </w:p>
    <w:p w:rsidR="00F96531" w:rsidRDefault="00F96531" w:rsidP="00F96531">
      <w:r>
        <w:t>262.3396</w:t>
      </w:r>
      <w:r>
        <w:tab/>
        <w:t>1.013e0</w:t>
      </w:r>
    </w:p>
    <w:p w:rsidR="00F96531" w:rsidRDefault="00F96531" w:rsidP="00F96531">
      <w:r>
        <w:lastRenderedPageBreak/>
        <w:t>262.3571</w:t>
      </w:r>
      <w:r>
        <w:tab/>
        <w:t>2.025e0</w:t>
      </w:r>
    </w:p>
    <w:p w:rsidR="00F96531" w:rsidRDefault="00F96531" w:rsidP="00F96531">
      <w:r>
        <w:t>262.4348</w:t>
      </w:r>
      <w:r>
        <w:tab/>
        <w:t>2.025e0</w:t>
      </w:r>
    </w:p>
    <w:p w:rsidR="00F96531" w:rsidRDefault="00F96531" w:rsidP="00F96531">
      <w:r>
        <w:t>262.4396</w:t>
      </w:r>
      <w:r>
        <w:tab/>
        <w:t>1.013e0</w:t>
      </w:r>
    </w:p>
    <w:p w:rsidR="00F96531" w:rsidRDefault="00F96531" w:rsidP="00F96531">
      <w:r>
        <w:t>262.4596</w:t>
      </w:r>
      <w:r>
        <w:tab/>
        <w:t>1.013e0</w:t>
      </w:r>
    </w:p>
    <w:p w:rsidR="00F96531" w:rsidRDefault="00F96531" w:rsidP="00F96531">
      <w:r>
        <w:t>262.4852</w:t>
      </w:r>
      <w:r>
        <w:tab/>
        <w:t>1.013e0</w:t>
      </w:r>
    </w:p>
    <w:p w:rsidR="00F96531" w:rsidRDefault="00F96531" w:rsidP="00F96531">
      <w:r>
        <w:t>262.5027</w:t>
      </w:r>
      <w:r>
        <w:tab/>
        <w:t>1.013e0</w:t>
      </w:r>
    </w:p>
    <w:p w:rsidR="00F96531" w:rsidRDefault="00F96531" w:rsidP="00F96531">
      <w:r>
        <w:t>262.5320</w:t>
      </w:r>
      <w:r>
        <w:tab/>
        <w:t>1.013e0</w:t>
      </w:r>
    </w:p>
    <w:p w:rsidR="00F96531" w:rsidRDefault="00F96531" w:rsidP="00F96531">
      <w:r>
        <w:t>262.5464</w:t>
      </w:r>
      <w:r>
        <w:tab/>
        <w:t>1.013e0</w:t>
      </w:r>
    </w:p>
    <w:p w:rsidR="00F96531" w:rsidRDefault="00F96531" w:rsidP="00F96531">
      <w:r>
        <w:t>262.5890</w:t>
      </w:r>
      <w:r>
        <w:tab/>
        <w:t>1.013e0</w:t>
      </w:r>
    </w:p>
    <w:p w:rsidR="00F96531" w:rsidRDefault="00F96531" w:rsidP="00F96531">
      <w:r>
        <w:t>262.5985</w:t>
      </w:r>
      <w:r>
        <w:tab/>
        <w:t>1.013e0</w:t>
      </w:r>
    </w:p>
    <w:p w:rsidR="00F96531" w:rsidRDefault="00F96531" w:rsidP="00F96531">
      <w:r>
        <w:t>262.6054</w:t>
      </w:r>
      <w:r>
        <w:tab/>
        <w:t>1.013e0</w:t>
      </w:r>
    </w:p>
    <w:p w:rsidR="00F96531" w:rsidRDefault="00F96531" w:rsidP="00F96531">
      <w:r>
        <w:t>262.6333</w:t>
      </w:r>
      <w:r>
        <w:tab/>
        <w:t>1.013e0</w:t>
      </w:r>
    </w:p>
    <w:p w:rsidR="00F96531" w:rsidRDefault="00F96531" w:rsidP="00F96531">
      <w:r>
        <w:t>262.6678</w:t>
      </w:r>
      <w:r>
        <w:tab/>
        <w:t>1.013e0</w:t>
      </w:r>
    </w:p>
    <w:p w:rsidR="00F96531" w:rsidRDefault="00F96531" w:rsidP="00F96531">
      <w:r>
        <w:t>262.6921</w:t>
      </w:r>
      <w:r>
        <w:tab/>
        <w:t>1.013e0</w:t>
      </w:r>
    </w:p>
    <w:p w:rsidR="00F96531" w:rsidRDefault="00F96531" w:rsidP="00F96531">
      <w:r>
        <w:t>262.7736</w:t>
      </w:r>
      <w:r>
        <w:tab/>
        <w:t>1.013e0</w:t>
      </w:r>
    </w:p>
    <w:p w:rsidR="00F96531" w:rsidRDefault="00F96531" w:rsidP="00F96531">
      <w:r>
        <w:t>262.8308</w:t>
      </w:r>
      <w:r>
        <w:tab/>
        <w:t>1.013e0</w:t>
      </w:r>
    </w:p>
    <w:p w:rsidR="00F96531" w:rsidRDefault="00F96531" w:rsidP="00F96531">
      <w:r>
        <w:t>262.8348</w:t>
      </w:r>
      <w:r>
        <w:tab/>
        <w:t>1.013e0</w:t>
      </w:r>
    </w:p>
    <w:p w:rsidR="00F96531" w:rsidRDefault="00F96531" w:rsidP="00F96531">
      <w:r>
        <w:t>262.8643</w:t>
      </w:r>
      <w:r>
        <w:tab/>
        <w:t>1.013e0</w:t>
      </w:r>
    </w:p>
    <w:p w:rsidR="00F96531" w:rsidRDefault="00F96531" w:rsidP="00F96531">
      <w:r>
        <w:t>262.8724</w:t>
      </w:r>
      <w:r>
        <w:tab/>
        <w:t>1.013e0</w:t>
      </w:r>
    </w:p>
    <w:p w:rsidR="00F96531" w:rsidRDefault="00F96531" w:rsidP="00F96531">
      <w:r>
        <w:lastRenderedPageBreak/>
        <w:t>262.9003</w:t>
      </w:r>
      <w:r>
        <w:tab/>
        <w:t>1.013e0</w:t>
      </w:r>
    </w:p>
    <w:p w:rsidR="00F96531" w:rsidRDefault="00F96531" w:rsidP="00F96531">
      <w:r>
        <w:t>262.9111</w:t>
      </w:r>
      <w:r>
        <w:tab/>
        <w:t>1.013e0</w:t>
      </w:r>
    </w:p>
    <w:p w:rsidR="00F96531" w:rsidRDefault="00F96531" w:rsidP="00F96531">
      <w:r>
        <w:t>262.9390</w:t>
      </w:r>
      <w:r>
        <w:tab/>
        <w:t>1.013e0</w:t>
      </w:r>
    </w:p>
    <w:p w:rsidR="00F96531" w:rsidRDefault="00F96531" w:rsidP="00F96531">
      <w:r>
        <w:t>262.9458</w:t>
      </w:r>
      <w:r>
        <w:tab/>
        <w:t>1.013e0</w:t>
      </w:r>
    </w:p>
    <w:p w:rsidR="00F96531" w:rsidRDefault="00F96531" w:rsidP="00F96531">
      <w:r>
        <w:t>262.9643</w:t>
      </w:r>
      <w:r>
        <w:tab/>
        <w:t>1.013e0</w:t>
      </w:r>
    </w:p>
    <w:p w:rsidR="00F96531" w:rsidRDefault="00F96531" w:rsidP="00F96531">
      <w:r>
        <w:t>262.9745</w:t>
      </w:r>
      <w:r>
        <w:tab/>
        <w:t>2.025e0</w:t>
      </w:r>
    </w:p>
    <w:p w:rsidR="00F96531" w:rsidRDefault="00F96531" w:rsidP="00F96531">
      <w:r>
        <w:t>262.9817</w:t>
      </w:r>
      <w:r>
        <w:tab/>
        <w:t>1.013e0</w:t>
      </w:r>
    </w:p>
    <w:p w:rsidR="00F96531" w:rsidRDefault="00F96531" w:rsidP="00F96531">
      <w:r>
        <w:t>262.9857</w:t>
      </w:r>
      <w:r>
        <w:tab/>
        <w:t>1.013e0</w:t>
      </w:r>
    </w:p>
    <w:p w:rsidR="00F96531" w:rsidRDefault="00F96531" w:rsidP="00F96531">
      <w:r>
        <w:t>262.9935</w:t>
      </w:r>
      <w:r>
        <w:tab/>
        <w:t>1.013e0</w:t>
      </w:r>
    </w:p>
    <w:p w:rsidR="00F96531" w:rsidRDefault="00F96531" w:rsidP="00F96531">
      <w:r>
        <w:t>263.0019</w:t>
      </w:r>
      <w:r>
        <w:tab/>
        <w:t>1.552e0</w:t>
      </w:r>
    </w:p>
    <w:p w:rsidR="00F96531" w:rsidRDefault="00F96531" w:rsidP="00F96531">
      <w:r>
        <w:t>263.0073</w:t>
      </w:r>
      <w:r>
        <w:tab/>
        <w:t>4.051e0</w:t>
      </w:r>
    </w:p>
    <w:p w:rsidR="00F96531" w:rsidRDefault="00F96531" w:rsidP="00F96531">
      <w:r>
        <w:t>263.0119</w:t>
      </w:r>
      <w:r>
        <w:tab/>
        <w:t>3.038e0</w:t>
      </w:r>
    </w:p>
    <w:p w:rsidR="00F96531" w:rsidRDefault="00F96531" w:rsidP="00F96531">
      <w:r>
        <w:t>263.0164</w:t>
      </w:r>
      <w:r>
        <w:tab/>
        <w:t>1.013e0</w:t>
      </w:r>
    </w:p>
    <w:p w:rsidR="00F96531" w:rsidRDefault="00F96531" w:rsidP="00F96531">
      <w:r>
        <w:t>263.0361</w:t>
      </w:r>
      <w:r>
        <w:tab/>
        <w:t>1.013e0</w:t>
      </w:r>
    </w:p>
    <w:p w:rsidR="00F96531" w:rsidRDefault="00F96531" w:rsidP="00F96531">
      <w:r>
        <w:t>263.0418</w:t>
      </w:r>
      <w:r>
        <w:tab/>
        <w:t>2.025e0</w:t>
      </w:r>
    </w:p>
    <w:p w:rsidR="00F96531" w:rsidRDefault="00F96531" w:rsidP="00F96531">
      <w:r>
        <w:t>263.0450</w:t>
      </w:r>
      <w:r>
        <w:tab/>
        <w:t>1.890e0</w:t>
      </w:r>
    </w:p>
    <w:p w:rsidR="00F96531" w:rsidRDefault="00F96531" w:rsidP="00F96531">
      <w:r>
        <w:t>263.0500</w:t>
      </w:r>
      <w:r>
        <w:tab/>
        <w:t>1.013e0</w:t>
      </w:r>
    </w:p>
    <w:p w:rsidR="00F96531" w:rsidRDefault="00F96531" w:rsidP="00F96531">
      <w:r>
        <w:t>263.0591</w:t>
      </w:r>
      <w:r>
        <w:tab/>
        <w:t>3.038e0</w:t>
      </w:r>
    </w:p>
    <w:p w:rsidR="00F96531" w:rsidRDefault="00F96531" w:rsidP="00F96531">
      <w:r>
        <w:t>263.0729</w:t>
      </w:r>
      <w:r>
        <w:tab/>
        <w:t>2.025e0</w:t>
      </w:r>
    </w:p>
    <w:p w:rsidR="00F96531" w:rsidRDefault="00F96531" w:rsidP="00F96531">
      <w:r>
        <w:lastRenderedPageBreak/>
        <w:t>263.0842</w:t>
      </w:r>
      <w:r>
        <w:tab/>
        <w:t>5.063e0</w:t>
      </w:r>
    </w:p>
    <w:p w:rsidR="00F96531" w:rsidRDefault="00F96531" w:rsidP="00F96531">
      <w:r>
        <w:t>263.0859</w:t>
      </w:r>
      <w:r>
        <w:tab/>
        <w:t>1.013e0</w:t>
      </w:r>
    </w:p>
    <w:p w:rsidR="00F96531" w:rsidRDefault="00F96531" w:rsidP="00F96531">
      <w:r>
        <w:t>263.0967</w:t>
      </w:r>
      <w:r>
        <w:tab/>
        <w:t>1.013e0</w:t>
      </w:r>
    </w:p>
    <w:p w:rsidR="00F96531" w:rsidRDefault="00F96531" w:rsidP="00F96531">
      <w:r>
        <w:t>263.1058</w:t>
      </w:r>
      <w:r>
        <w:tab/>
        <w:t>1.013e0</w:t>
      </w:r>
    </w:p>
    <w:p w:rsidR="00F96531" w:rsidRDefault="00F96531" w:rsidP="00F96531">
      <w:r>
        <w:t>263.1226</w:t>
      </w:r>
      <w:r>
        <w:tab/>
        <w:t>2.025e0</w:t>
      </w:r>
    </w:p>
    <w:p w:rsidR="00F96531" w:rsidRDefault="00F96531" w:rsidP="00F96531">
      <w:r>
        <w:t>263.1278</w:t>
      </w:r>
      <w:r>
        <w:tab/>
        <w:t>3.038e0</w:t>
      </w:r>
    </w:p>
    <w:p w:rsidR="00F96531" w:rsidRDefault="00F96531" w:rsidP="00F96531">
      <w:r>
        <w:t>263.1355</w:t>
      </w:r>
      <w:r>
        <w:tab/>
        <w:t>2.025e0</w:t>
      </w:r>
    </w:p>
    <w:p w:rsidR="00F96531" w:rsidRDefault="00F96531" w:rsidP="00F96531">
      <w:r>
        <w:t>263.1631</w:t>
      </w:r>
      <w:r>
        <w:tab/>
        <w:t>4.051e0</w:t>
      </w:r>
    </w:p>
    <w:p w:rsidR="00F96531" w:rsidRDefault="00F96531" w:rsidP="00F96531">
      <w:r>
        <w:t>263.1662</w:t>
      </w:r>
      <w:r>
        <w:tab/>
        <w:t>1.013e0</w:t>
      </w:r>
    </w:p>
    <w:p w:rsidR="00F96531" w:rsidRDefault="00F96531" w:rsidP="00F96531">
      <w:r>
        <w:t>263.1673</w:t>
      </w:r>
      <w:r>
        <w:tab/>
        <w:t>1.013e0</w:t>
      </w:r>
    </w:p>
    <w:p w:rsidR="00F96531" w:rsidRDefault="00F96531" w:rsidP="00F96531">
      <w:r>
        <w:t>263.1734</w:t>
      </w:r>
      <w:r>
        <w:tab/>
        <w:t>4.051e0</w:t>
      </w:r>
    </w:p>
    <w:p w:rsidR="00F96531" w:rsidRDefault="00F96531" w:rsidP="00F96531">
      <w:r>
        <w:t>263.1749</w:t>
      </w:r>
      <w:r>
        <w:tab/>
        <w:t>4.051e0</w:t>
      </w:r>
    </w:p>
    <w:p w:rsidR="00F96531" w:rsidRDefault="00F96531" w:rsidP="00F96531">
      <w:r>
        <w:t>263.1805</w:t>
      </w:r>
      <w:r>
        <w:tab/>
        <w:t>4.051e0</w:t>
      </w:r>
    </w:p>
    <w:p w:rsidR="00F96531" w:rsidRDefault="00F96531" w:rsidP="00F96531">
      <w:r>
        <w:t>263.1820</w:t>
      </w:r>
      <w:r>
        <w:tab/>
        <w:t>1.013e0</w:t>
      </w:r>
    </w:p>
    <w:p w:rsidR="00F96531" w:rsidRDefault="00F96531" w:rsidP="00F96531">
      <w:r>
        <w:t>263.2019</w:t>
      </w:r>
      <w:r>
        <w:tab/>
        <w:t>3.038e0</w:t>
      </w:r>
    </w:p>
    <w:p w:rsidR="00F96531" w:rsidRDefault="00F96531" w:rsidP="00F96531">
      <w:r>
        <w:t>263.2167</w:t>
      </w:r>
      <w:r>
        <w:tab/>
        <w:t>4.051e0</w:t>
      </w:r>
    </w:p>
    <w:p w:rsidR="00F96531" w:rsidRDefault="00F96531" w:rsidP="00F96531">
      <w:r>
        <w:t>263.2221</w:t>
      </w:r>
      <w:r>
        <w:tab/>
        <w:t>1.013e0</w:t>
      </w:r>
    </w:p>
    <w:p w:rsidR="00F96531" w:rsidRDefault="00F96531" w:rsidP="00F96531">
      <w:r>
        <w:t>263.2367</w:t>
      </w:r>
      <w:r>
        <w:tab/>
        <w:t>1.013e0</w:t>
      </w:r>
    </w:p>
    <w:p w:rsidR="00F96531" w:rsidRDefault="00F96531" w:rsidP="00F96531">
      <w:r>
        <w:t>263.2397</w:t>
      </w:r>
      <w:r>
        <w:tab/>
        <w:t>1.013e0</w:t>
      </w:r>
    </w:p>
    <w:p w:rsidR="00F96531" w:rsidRDefault="00F96531" w:rsidP="00F96531">
      <w:r>
        <w:lastRenderedPageBreak/>
        <w:t>263.2784</w:t>
      </w:r>
      <w:r>
        <w:tab/>
        <w:t>1.013e0</w:t>
      </w:r>
    </w:p>
    <w:p w:rsidR="00F96531" w:rsidRDefault="00F96531" w:rsidP="00F96531">
      <w:r>
        <w:t>263.2916</w:t>
      </w:r>
      <w:r>
        <w:tab/>
        <w:t>1.013e0</w:t>
      </w:r>
    </w:p>
    <w:p w:rsidR="00F96531" w:rsidRDefault="00F96531" w:rsidP="00F96531">
      <w:r>
        <w:t>263.3133</w:t>
      </w:r>
      <w:r>
        <w:tab/>
        <w:t>1.013e0</w:t>
      </w:r>
    </w:p>
    <w:p w:rsidR="00F96531" w:rsidRDefault="00F96531" w:rsidP="00F96531">
      <w:r>
        <w:t>263.3389</w:t>
      </w:r>
      <w:r>
        <w:tab/>
        <w:t>2.025e0</w:t>
      </w:r>
    </w:p>
    <w:p w:rsidR="00F96531" w:rsidRDefault="00F96531" w:rsidP="00F96531">
      <w:r>
        <w:t>263.3526</w:t>
      </w:r>
      <w:r>
        <w:tab/>
        <w:t>2.025e0</w:t>
      </w:r>
    </w:p>
    <w:p w:rsidR="00F96531" w:rsidRDefault="00F96531" w:rsidP="00F96531">
      <w:r>
        <w:t>263.3610</w:t>
      </w:r>
      <w:r>
        <w:tab/>
        <w:t>1.013e0</w:t>
      </w:r>
    </w:p>
    <w:p w:rsidR="00F96531" w:rsidRDefault="00F96531" w:rsidP="00F96531">
      <w:r>
        <w:t>263.3719</w:t>
      </w:r>
      <w:r>
        <w:tab/>
        <w:t>1.013e0</w:t>
      </w:r>
    </w:p>
    <w:p w:rsidR="00F96531" w:rsidRDefault="00F96531" w:rsidP="00F96531">
      <w:r>
        <w:t>263.4254</w:t>
      </w:r>
      <w:r>
        <w:tab/>
        <w:t>1.013e0</w:t>
      </w:r>
    </w:p>
    <w:p w:rsidR="00F96531" w:rsidRDefault="00F96531" w:rsidP="00F96531">
      <w:r>
        <w:t>263.4266</w:t>
      </w:r>
      <w:r>
        <w:tab/>
        <w:t>1.013e0</w:t>
      </w:r>
    </w:p>
    <w:p w:rsidR="00F96531" w:rsidRDefault="00F96531" w:rsidP="00F96531">
      <w:r>
        <w:t>263.4333</w:t>
      </w:r>
      <w:r>
        <w:tab/>
        <w:t>1.013e0</w:t>
      </w:r>
    </w:p>
    <w:p w:rsidR="00F96531" w:rsidRDefault="00F96531" w:rsidP="00F96531">
      <w:r>
        <w:t>263.4414</w:t>
      </w:r>
      <w:r>
        <w:tab/>
        <w:t>1.013e0</w:t>
      </w:r>
    </w:p>
    <w:p w:rsidR="00F96531" w:rsidRDefault="00F96531" w:rsidP="00F96531">
      <w:r>
        <w:t>263.4721</w:t>
      </w:r>
      <w:r>
        <w:tab/>
        <w:t>1.013e0</w:t>
      </w:r>
    </w:p>
    <w:p w:rsidR="00F96531" w:rsidRDefault="00F96531" w:rsidP="00F96531">
      <w:r>
        <w:t>263.4761</w:t>
      </w:r>
      <w:r>
        <w:tab/>
        <w:t>2.025e0</w:t>
      </w:r>
    </w:p>
    <w:p w:rsidR="00F96531" w:rsidRDefault="00F96531" w:rsidP="00F96531">
      <w:r>
        <w:t>263.4773</w:t>
      </w:r>
      <w:r>
        <w:tab/>
        <w:t>1.013e0</w:t>
      </w:r>
    </w:p>
    <w:p w:rsidR="00F96531" w:rsidRDefault="00F96531" w:rsidP="00F96531">
      <w:r>
        <w:t>263.5068</w:t>
      </w:r>
      <w:r>
        <w:tab/>
        <w:t>1.013e0</w:t>
      </w:r>
    </w:p>
    <w:p w:rsidR="00F96531" w:rsidRDefault="00F96531" w:rsidP="00F96531">
      <w:r>
        <w:t>263.5188</w:t>
      </w:r>
      <w:r>
        <w:tab/>
        <w:t>1.013e0</w:t>
      </w:r>
    </w:p>
    <w:p w:rsidR="00F96531" w:rsidRDefault="00F96531" w:rsidP="00F96531">
      <w:r>
        <w:t>263.5200</w:t>
      </w:r>
      <w:r>
        <w:tab/>
        <w:t>1.013e0</w:t>
      </w:r>
    </w:p>
    <w:p w:rsidR="00F96531" w:rsidRDefault="00F96531" w:rsidP="00F96531">
      <w:r>
        <w:t>263.5337</w:t>
      </w:r>
      <w:r>
        <w:tab/>
        <w:t>1.013e0</w:t>
      </w:r>
    </w:p>
    <w:p w:rsidR="00F96531" w:rsidRDefault="00F96531" w:rsidP="00F96531">
      <w:r>
        <w:t>263.5508</w:t>
      </w:r>
      <w:r>
        <w:tab/>
        <w:t>1.013e0</w:t>
      </w:r>
    </w:p>
    <w:p w:rsidR="00F96531" w:rsidRDefault="00F96531" w:rsidP="00F96531">
      <w:r>
        <w:lastRenderedPageBreak/>
        <w:t>263.5613</w:t>
      </w:r>
      <w:r>
        <w:tab/>
        <w:t>3.038e0</w:t>
      </w:r>
    </w:p>
    <w:p w:rsidR="00F96531" w:rsidRDefault="00F96531" w:rsidP="00F96531">
      <w:r>
        <w:t>263.6019</w:t>
      </w:r>
      <w:r>
        <w:tab/>
        <w:t>1.013e0</w:t>
      </w:r>
    </w:p>
    <w:p w:rsidR="00F96531" w:rsidRDefault="00F96531" w:rsidP="00F96531">
      <w:r>
        <w:t>263.6311</w:t>
      </w:r>
      <w:r>
        <w:tab/>
        <w:t>2.025e0</w:t>
      </w:r>
    </w:p>
    <w:p w:rsidR="00F96531" w:rsidRDefault="00F96531" w:rsidP="00F96531">
      <w:r>
        <w:t>263.6323</w:t>
      </w:r>
      <w:r>
        <w:tab/>
        <w:t>1.013e0</w:t>
      </w:r>
    </w:p>
    <w:p w:rsidR="00F96531" w:rsidRDefault="00F96531" w:rsidP="00F96531">
      <w:r>
        <w:t>263.6578</w:t>
      </w:r>
      <w:r>
        <w:tab/>
        <w:t>1.013e0</w:t>
      </w:r>
    </w:p>
    <w:p w:rsidR="00F96531" w:rsidRDefault="00F96531" w:rsidP="00F96531">
      <w:r>
        <w:t>263.6750</w:t>
      </w:r>
      <w:r>
        <w:tab/>
        <w:t>1.013e0</w:t>
      </w:r>
    </w:p>
    <w:p w:rsidR="00F96531" w:rsidRDefault="00F96531" w:rsidP="00F96531">
      <w:r>
        <w:t>263.7140</w:t>
      </w:r>
      <w:r>
        <w:tab/>
        <w:t>1.013e0</w:t>
      </w:r>
    </w:p>
    <w:p w:rsidR="00F96531" w:rsidRDefault="00F96531" w:rsidP="00F96531">
      <w:r>
        <w:t>263.7394</w:t>
      </w:r>
      <w:r>
        <w:tab/>
        <w:t>1.013e0</w:t>
      </w:r>
    </w:p>
    <w:p w:rsidR="00F96531" w:rsidRDefault="00F96531" w:rsidP="00F96531">
      <w:r>
        <w:t>263.7530</w:t>
      </w:r>
      <w:r>
        <w:tab/>
        <w:t>1.013e0</w:t>
      </w:r>
    </w:p>
    <w:p w:rsidR="00F96531" w:rsidRDefault="00F96531" w:rsidP="00F96531">
      <w:r>
        <w:t>263.7616</w:t>
      </w:r>
      <w:r>
        <w:tab/>
        <w:t>1.013e0</w:t>
      </w:r>
    </w:p>
    <w:p w:rsidR="00F96531" w:rsidRDefault="00F96531" w:rsidP="00F96531">
      <w:r>
        <w:t>263.7955</w:t>
      </w:r>
      <w:r>
        <w:tab/>
        <w:t>2.025e0</w:t>
      </w:r>
    </w:p>
    <w:p w:rsidR="00F96531" w:rsidRDefault="00F96531" w:rsidP="00F96531">
      <w:r>
        <w:t>263.8100</w:t>
      </w:r>
      <w:r>
        <w:tab/>
        <w:t>1.013e0</w:t>
      </w:r>
    </w:p>
    <w:p w:rsidR="00F96531" w:rsidRDefault="00F96531" w:rsidP="00F96531">
      <w:r>
        <w:t>263.8220</w:t>
      </w:r>
      <w:r>
        <w:tab/>
        <w:t>1.013e0</w:t>
      </w:r>
    </w:p>
    <w:p w:rsidR="00F96531" w:rsidRDefault="00F96531" w:rsidP="00F96531">
      <w:r>
        <w:t>263.8408</w:t>
      </w:r>
      <w:r>
        <w:tab/>
        <w:t>1.013e0</w:t>
      </w:r>
    </w:p>
    <w:p w:rsidR="00F96531" w:rsidRDefault="00F96531" w:rsidP="00F96531">
      <w:r>
        <w:t>263.8528</w:t>
      </w:r>
      <w:r>
        <w:tab/>
        <w:t>1.013e0</w:t>
      </w:r>
    </w:p>
    <w:p w:rsidR="00F96531" w:rsidRDefault="00F96531" w:rsidP="00F96531">
      <w:r>
        <w:t>263.8640</w:t>
      </w:r>
      <w:r>
        <w:tab/>
        <w:t>1.013e0</w:t>
      </w:r>
    </w:p>
    <w:p w:rsidR="00F96531" w:rsidRDefault="00F96531" w:rsidP="00F96531">
      <w:r>
        <w:t>263.8749</w:t>
      </w:r>
      <w:r>
        <w:tab/>
        <w:t>1.013e0</w:t>
      </w:r>
    </w:p>
    <w:p w:rsidR="00F96531" w:rsidRDefault="00F96531" w:rsidP="00F96531">
      <w:r>
        <w:t>263.9292</w:t>
      </w:r>
      <w:r>
        <w:tab/>
        <w:t>1.013e0</w:t>
      </w:r>
    </w:p>
    <w:p w:rsidR="00F96531" w:rsidRDefault="00F96531" w:rsidP="00F96531">
      <w:r>
        <w:t>263.9304</w:t>
      </w:r>
      <w:r>
        <w:tab/>
        <w:t>1.013e0</w:t>
      </w:r>
    </w:p>
    <w:p w:rsidR="00F96531" w:rsidRDefault="00F96531" w:rsidP="00F96531">
      <w:r>
        <w:lastRenderedPageBreak/>
        <w:t>263.9518</w:t>
      </w:r>
      <w:r>
        <w:tab/>
        <w:t>1.013e0</w:t>
      </w:r>
    </w:p>
    <w:p w:rsidR="00F96531" w:rsidRDefault="00F96531" w:rsidP="00F96531">
      <w:r>
        <w:t>263.9530</w:t>
      </w:r>
      <w:r>
        <w:tab/>
        <w:t>1.013e0</w:t>
      </w:r>
    </w:p>
    <w:p w:rsidR="00F96531" w:rsidRDefault="00F96531" w:rsidP="00F96531">
      <w:r>
        <w:t>263.9599</w:t>
      </w:r>
      <w:r>
        <w:tab/>
        <w:t>1.013e0</w:t>
      </w:r>
    </w:p>
    <w:p w:rsidR="00F96531" w:rsidRDefault="00F96531" w:rsidP="00F96531">
      <w:r>
        <w:t>263.9611</w:t>
      </w:r>
      <w:r>
        <w:tab/>
        <w:t>1.013e0</w:t>
      </w:r>
    </w:p>
    <w:p w:rsidR="00F96531" w:rsidRDefault="00F96531" w:rsidP="00F96531">
      <w:r>
        <w:t>263.9822</w:t>
      </w:r>
      <w:r>
        <w:tab/>
        <w:t>1.013e0</w:t>
      </w:r>
    </w:p>
    <w:p w:rsidR="00F96531" w:rsidRDefault="00F96531" w:rsidP="00F96531">
      <w:r>
        <w:t>263.9911</w:t>
      </w:r>
      <w:r>
        <w:tab/>
        <w:t>2.025e0</w:t>
      </w:r>
    </w:p>
    <w:p w:rsidR="00F96531" w:rsidRDefault="00F96531" w:rsidP="00F96531">
      <w:r>
        <w:t>263.9921</w:t>
      </w:r>
      <w:r>
        <w:tab/>
        <w:t>4.051e0</w:t>
      </w:r>
    </w:p>
    <w:p w:rsidR="00F96531" w:rsidRDefault="00F96531" w:rsidP="00F96531">
      <w:r>
        <w:t>263.9979</w:t>
      </w:r>
      <w:r>
        <w:tab/>
        <w:t>2.025e0</w:t>
      </w:r>
    </w:p>
    <w:p w:rsidR="00F96531" w:rsidRDefault="00F96531" w:rsidP="00F96531">
      <w:r>
        <w:t>264.0027</w:t>
      </w:r>
      <w:r>
        <w:tab/>
        <w:t>1.351e0</w:t>
      </w:r>
    </w:p>
    <w:p w:rsidR="00F96531" w:rsidRDefault="00F96531" w:rsidP="00F96531">
      <w:r>
        <w:t>264.0096</w:t>
      </w:r>
      <w:r>
        <w:tab/>
        <w:t>6.076e0</w:t>
      </w:r>
    </w:p>
    <w:p w:rsidR="00F96531" w:rsidRDefault="00F96531" w:rsidP="00F96531">
      <w:r>
        <w:t>264.0154</w:t>
      </w:r>
      <w:r>
        <w:tab/>
        <w:t>3.038e0</w:t>
      </w:r>
    </w:p>
    <w:p w:rsidR="00F96531" w:rsidRDefault="00F96531" w:rsidP="00F96531">
      <w:r>
        <w:t>264.0177</w:t>
      </w:r>
      <w:r>
        <w:tab/>
        <w:t>2.025e0</w:t>
      </w:r>
    </w:p>
    <w:p w:rsidR="00F96531" w:rsidRDefault="00F96531" w:rsidP="00F96531">
      <w:r>
        <w:t>264.0286</w:t>
      </w:r>
      <w:r>
        <w:tab/>
        <w:t>3.511e0</w:t>
      </w:r>
    </w:p>
    <w:p w:rsidR="00F96531" w:rsidRDefault="00F96531" w:rsidP="00F96531">
      <w:r>
        <w:t>264.0466</w:t>
      </w:r>
      <w:r>
        <w:tab/>
        <w:t>1.013e0</w:t>
      </w:r>
    </w:p>
    <w:p w:rsidR="00F96531" w:rsidRDefault="00F96531" w:rsidP="00F96531">
      <w:r>
        <w:t>264.0505</w:t>
      </w:r>
      <w:r>
        <w:tab/>
        <w:t>1.013e0</w:t>
      </w:r>
    </w:p>
    <w:p w:rsidR="00F96531" w:rsidRDefault="00F96531" w:rsidP="00F96531">
      <w:r>
        <w:t>264.0589</w:t>
      </w:r>
      <w:r>
        <w:tab/>
        <w:t>2.025e0</w:t>
      </w:r>
    </w:p>
    <w:p w:rsidR="00F96531" w:rsidRDefault="00F96531" w:rsidP="00F96531">
      <w:r>
        <w:t>264.0603</w:t>
      </w:r>
      <w:r>
        <w:tab/>
        <w:t>2.683e0</w:t>
      </w:r>
    </w:p>
    <w:p w:rsidR="00F96531" w:rsidRDefault="00F96531" w:rsidP="00F96531">
      <w:r>
        <w:t>264.0659</w:t>
      </w:r>
      <w:r>
        <w:tab/>
        <w:t>2.025e0</w:t>
      </w:r>
    </w:p>
    <w:p w:rsidR="00F96531" w:rsidRDefault="00F96531" w:rsidP="00F96531">
      <w:r>
        <w:t>264.0734</w:t>
      </w:r>
      <w:r>
        <w:tab/>
        <w:t>1.013e0</w:t>
      </w:r>
    </w:p>
    <w:p w:rsidR="00F96531" w:rsidRDefault="00F96531" w:rsidP="00F96531">
      <w:r>
        <w:lastRenderedPageBreak/>
        <w:t>264.0817</w:t>
      </w:r>
      <w:r>
        <w:tab/>
        <w:t>3.038e0</w:t>
      </w:r>
    </w:p>
    <w:p w:rsidR="00F96531" w:rsidRDefault="00F96531" w:rsidP="00F96531">
      <w:r>
        <w:t>264.1010</w:t>
      </w:r>
      <w:r>
        <w:tab/>
        <w:t>3.038e0</w:t>
      </w:r>
    </w:p>
    <w:p w:rsidR="00F96531" w:rsidRDefault="00F96531" w:rsidP="00F96531">
      <w:r>
        <w:t>264.1100</w:t>
      </w:r>
      <w:r>
        <w:tab/>
        <w:t>3.038e0</w:t>
      </w:r>
    </w:p>
    <w:p w:rsidR="00F96531" w:rsidRDefault="00F96531" w:rsidP="00F96531">
      <w:r>
        <w:t>264.1212</w:t>
      </w:r>
      <w:r>
        <w:tab/>
        <w:t>3.038e0</w:t>
      </w:r>
    </w:p>
    <w:p w:rsidR="00F96531" w:rsidRDefault="00F96531" w:rsidP="00F96531">
      <w:r>
        <w:t>264.1267</w:t>
      </w:r>
      <w:r>
        <w:tab/>
        <w:t>2.025e0</w:t>
      </w:r>
    </w:p>
    <w:p w:rsidR="00F96531" w:rsidRDefault="00F96531" w:rsidP="00F96531">
      <w:r>
        <w:t>264.1315</w:t>
      </w:r>
      <w:r>
        <w:tab/>
        <w:t>5.063e0</w:t>
      </w:r>
    </w:p>
    <w:p w:rsidR="00F96531" w:rsidRDefault="00F96531" w:rsidP="00F96531">
      <w:r>
        <w:t>264.1335</w:t>
      </w:r>
      <w:r>
        <w:tab/>
        <w:t>1.013e0</w:t>
      </w:r>
    </w:p>
    <w:p w:rsidR="00F96531" w:rsidRDefault="00F96531" w:rsidP="00F96531">
      <w:r>
        <w:t>264.1469</w:t>
      </w:r>
      <w:r>
        <w:tab/>
        <w:t>1.013e0</w:t>
      </w:r>
    </w:p>
    <w:p w:rsidR="00F96531" w:rsidRDefault="00F96531" w:rsidP="00F96531">
      <w:r>
        <w:t>264.1609</w:t>
      </w:r>
      <w:r>
        <w:tab/>
        <w:t>2.025e0</w:t>
      </w:r>
    </w:p>
    <w:p w:rsidR="00F96531" w:rsidRDefault="00F96531" w:rsidP="00F96531">
      <w:r>
        <w:t>264.1675</w:t>
      </w:r>
      <w:r>
        <w:tab/>
        <w:t>2.025e0</w:t>
      </w:r>
    </w:p>
    <w:p w:rsidR="00F96531" w:rsidRDefault="00F96531" w:rsidP="00F96531">
      <w:r>
        <w:t>264.1726</w:t>
      </w:r>
      <w:r>
        <w:tab/>
        <w:t>1.013e0</w:t>
      </w:r>
    </w:p>
    <w:p w:rsidR="00F96531" w:rsidRDefault="00F96531" w:rsidP="00F96531">
      <w:r>
        <w:t>264.1744</w:t>
      </w:r>
      <w:r>
        <w:tab/>
        <w:t>3.038e0</w:t>
      </w:r>
    </w:p>
    <w:p w:rsidR="00F96531" w:rsidRDefault="00F96531" w:rsidP="00F96531">
      <w:r>
        <w:t>264.1799</w:t>
      </w:r>
      <w:r>
        <w:tab/>
        <w:t>4.051e0</w:t>
      </w:r>
    </w:p>
    <w:p w:rsidR="00F96531" w:rsidRDefault="00F96531" w:rsidP="00F96531">
      <w:r>
        <w:t>264.1965</w:t>
      </w:r>
      <w:r>
        <w:tab/>
        <w:t>1.013e0</w:t>
      </w:r>
    </w:p>
    <w:p w:rsidR="00F96531" w:rsidRDefault="00F96531" w:rsidP="00F96531">
      <w:r>
        <w:t>264.2116</w:t>
      </w:r>
      <w:r>
        <w:tab/>
        <w:t>1.013e0</w:t>
      </w:r>
    </w:p>
    <w:p w:rsidR="00F96531" w:rsidRDefault="00F96531" w:rsidP="00F96531">
      <w:r>
        <w:t>264.2206</w:t>
      </w:r>
      <w:r>
        <w:tab/>
        <w:t>1.013e0</w:t>
      </w:r>
    </w:p>
    <w:p w:rsidR="00F96531" w:rsidRDefault="00F96531" w:rsidP="00F96531">
      <w:r>
        <w:t>264.2274</w:t>
      </w:r>
      <w:r>
        <w:tab/>
        <w:t>1.013e0</w:t>
      </w:r>
    </w:p>
    <w:p w:rsidR="00F96531" w:rsidRDefault="00F96531" w:rsidP="00F96531">
      <w:r>
        <w:t>264.2447</w:t>
      </w:r>
      <w:r>
        <w:tab/>
        <w:t>1.013e0</w:t>
      </w:r>
    </w:p>
    <w:p w:rsidR="00F96531" w:rsidRDefault="00F96531" w:rsidP="00F96531">
      <w:r>
        <w:t>264.2458</w:t>
      </w:r>
      <w:r>
        <w:tab/>
        <w:t>2.025e0</w:t>
      </w:r>
    </w:p>
    <w:p w:rsidR="00F96531" w:rsidRDefault="00F96531" w:rsidP="00F96531">
      <w:r>
        <w:lastRenderedPageBreak/>
        <w:t>264.2788</w:t>
      </w:r>
      <w:r>
        <w:tab/>
        <w:t>1.013e0</w:t>
      </w:r>
    </w:p>
    <w:p w:rsidR="00F96531" w:rsidRDefault="00F96531" w:rsidP="00F96531">
      <w:r>
        <w:t>264.2800</w:t>
      </w:r>
      <w:r>
        <w:tab/>
        <w:t>1.013e0</w:t>
      </w:r>
    </w:p>
    <w:p w:rsidR="00F96531" w:rsidRDefault="00F96531" w:rsidP="00F96531">
      <w:r>
        <w:t>264.3050</w:t>
      </w:r>
      <w:r>
        <w:tab/>
        <w:t>1.013e0</w:t>
      </w:r>
    </w:p>
    <w:p w:rsidR="00F96531" w:rsidRDefault="00F96531" w:rsidP="00F96531">
      <w:r>
        <w:t>264.3061</w:t>
      </w:r>
      <w:r>
        <w:tab/>
        <w:t>1.013e0</w:t>
      </w:r>
    </w:p>
    <w:p w:rsidR="00F96531" w:rsidRDefault="00F96531" w:rsidP="00F96531">
      <w:r>
        <w:t>264.3417</w:t>
      </w:r>
      <w:r>
        <w:tab/>
        <w:t>2.025e0</w:t>
      </w:r>
    </w:p>
    <w:p w:rsidR="00F96531" w:rsidRDefault="00F96531" w:rsidP="00F96531">
      <w:r>
        <w:t>264.3548</w:t>
      </w:r>
      <w:r>
        <w:tab/>
        <w:t>2.025e0</w:t>
      </w:r>
    </w:p>
    <w:p w:rsidR="00F96531" w:rsidRDefault="00F96531" w:rsidP="00F96531">
      <w:r>
        <w:t>264.3630</w:t>
      </w:r>
      <w:r>
        <w:tab/>
        <w:t>1.013e0</w:t>
      </w:r>
    </w:p>
    <w:p w:rsidR="00F96531" w:rsidRDefault="00F96531" w:rsidP="00F96531">
      <w:r>
        <w:t>264.3825</w:t>
      </w:r>
      <w:r>
        <w:tab/>
        <w:t>1.013e0</w:t>
      </w:r>
    </w:p>
    <w:p w:rsidR="00F96531" w:rsidRDefault="00F96531" w:rsidP="00F96531">
      <w:r>
        <w:t>264.3912</w:t>
      </w:r>
      <w:r>
        <w:tab/>
        <w:t>1.013e0</w:t>
      </w:r>
    </w:p>
    <w:p w:rsidR="00F96531" w:rsidRDefault="00F96531" w:rsidP="00F96531">
      <w:r>
        <w:t>264.3972</w:t>
      </w:r>
      <w:r>
        <w:tab/>
        <w:t>1.013e0</w:t>
      </w:r>
    </w:p>
    <w:p w:rsidR="00F96531" w:rsidRDefault="00F96531" w:rsidP="00F96531">
      <w:r>
        <w:t>264.4065</w:t>
      </w:r>
      <w:r>
        <w:tab/>
        <w:t>1.013e0</w:t>
      </w:r>
    </w:p>
    <w:p w:rsidR="00F96531" w:rsidRDefault="00F96531" w:rsidP="00F96531">
      <w:r>
        <w:t>264.4173</w:t>
      </w:r>
      <w:r>
        <w:tab/>
        <w:t>1.013e0</w:t>
      </w:r>
    </w:p>
    <w:p w:rsidR="00F96531" w:rsidRDefault="00F96531" w:rsidP="00F96531">
      <w:r>
        <w:t>264.4532</w:t>
      </w:r>
      <w:r>
        <w:tab/>
        <w:t>1.013e0</w:t>
      </w:r>
    </w:p>
    <w:p w:rsidR="00F96531" w:rsidRDefault="00F96531" w:rsidP="00F96531">
      <w:r>
        <w:t>264.4656</w:t>
      </w:r>
      <w:r>
        <w:tab/>
        <w:t>1.013e0</w:t>
      </w:r>
    </w:p>
    <w:p w:rsidR="00F96531" w:rsidRDefault="00F96531" w:rsidP="00F96531">
      <w:r>
        <w:t>264.4868</w:t>
      </w:r>
      <w:r>
        <w:tab/>
        <w:t>1.013e0</w:t>
      </w:r>
    </w:p>
    <w:p w:rsidR="00F96531" w:rsidRDefault="00F96531" w:rsidP="00F96531">
      <w:r>
        <w:t>264.5117</w:t>
      </w:r>
      <w:r>
        <w:tab/>
        <w:t>2.025e0</w:t>
      </w:r>
    </w:p>
    <w:p w:rsidR="00F96531" w:rsidRDefault="00F96531" w:rsidP="00F96531">
      <w:r>
        <w:t>264.5268</w:t>
      </w:r>
      <w:r>
        <w:tab/>
        <w:t>1.013e0</w:t>
      </w:r>
    </w:p>
    <w:p w:rsidR="00F96531" w:rsidRDefault="00F96531" w:rsidP="00F96531">
      <w:r>
        <w:t>264.5427</w:t>
      </w:r>
      <w:r>
        <w:tab/>
        <w:t>2.025e0</w:t>
      </w:r>
    </w:p>
    <w:p w:rsidR="00F96531" w:rsidRDefault="00F96531" w:rsidP="00F96531">
      <w:r>
        <w:t>264.5438</w:t>
      </w:r>
      <w:r>
        <w:tab/>
        <w:t>1.013e0</w:t>
      </w:r>
    </w:p>
    <w:p w:rsidR="00F96531" w:rsidRDefault="00F96531" w:rsidP="00F96531">
      <w:r>
        <w:lastRenderedPageBreak/>
        <w:t>264.5952</w:t>
      </w:r>
      <w:r>
        <w:tab/>
        <w:t>1.013e0</w:t>
      </w:r>
    </w:p>
    <w:p w:rsidR="00F96531" w:rsidRDefault="00F96531" w:rsidP="00F96531">
      <w:r>
        <w:t>264.5992</w:t>
      </w:r>
      <w:r>
        <w:tab/>
        <w:t>1.013e0</w:t>
      </w:r>
    </w:p>
    <w:p w:rsidR="00F96531" w:rsidRDefault="00F96531" w:rsidP="00F96531">
      <w:r>
        <w:t>264.6122</w:t>
      </w:r>
      <w:r>
        <w:tab/>
        <w:t>1.013e0</w:t>
      </w:r>
    </w:p>
    <w:p w:rsidR="00F96531" w:rsidRDefault="00F96531" w:rsidP="00F96531">
      <w:r>
        <w:t>264.6514</w:t>
      </w:r>
      <w:r>
        <w:tab/>
        <w:t>1.013e0</w:t>
      </w:r>
    </w:p>
    <w:p w:rsidR="00F96531" w:rsidRDefault="00F96531" w:rsidP="00F96531">
      <w:r>
        <w:t>264.6660</w:t>
      </w:r>
      <w:r>
        <w:tab/>
        <w:t>2.025e0</w:t>
      </w:r>
    </w:p>
    <w:p w:rsidR="00F96531" w:rsidRDefault="00F96531" w:rsidP="00F96531">
      <w:r>
        <w:t>264.6688</w:t>
      </w:r>
      <w:r>
        <w:tab/>
        <w:t>1.013e0</w:t>
      </w:r>
    </w:p>
    <w:p w:rsidR="00F96531" w:rsidRDefault="00F96531" w:rsidP="00F96531">
      <w:r>
        <w:t>264.6858</w:t>
      </w:r>
      <w:r>
        <w:tab/>
        <w:t>1.013e0</w:t>
      </w:r>
    </w:p>
    <w:p w:rsidR="00F96531" w:rsidRDefault="00F96531" w:rsidP="00F96531">
      <w:r>
        <w:t>264.6893</w:t>
      </w:r>
      <w:r>
        <w:tab/>
        <w:t>1.013e0</w:t>
      </w:r>
    </w:p>
    <w:p w:rsidR="00F96531" w:rsidRDefault="00F96531" w:rsidP="00F96531">
      <w:r>
        <w:t>264.7087</w:t>
      </w:r>
      <w:r>
        <w:tab/>
        <w:t>1.013e0</w:t>
      </w:r>
    </w:p>
    <w:p w:rsidR="00F96531" w:rsidRDefault="00F96531" w:rsidP="00F96531">
      <w:r>
        <w:t>264.7504</w:t>
      </w:r>
      <w:r>
        <w:tab/>
        <w:t>1.013e0</w:t>
      </w:r>
    </w:p>
    <w:p w:rsidR="00F96531" w:rsidRDefault="00F96531" w:rsidP="00F96531">
      <w:r>
        <w:t>264.7516</w:t>
      </w:r>
      <w:r>
        <w:tab/>
        <w:t>1.013e0</w:t>
      </w:r>
    </w:p>
    <w:p w:rsidR="00F96531" w:rsidRDefault="00F96531" w:rsidP="00F96531">
      <w:r>
        <w:t>264.7736</w:t>
      </w:r>
      <w:r>
        <w:tab/>
        <w:t>1.013e0</w:t>
      </w:r>
    </w:p>
    <w:p w:rsidR="00F96531" w:rsidRDefault="00F96531" w:rsidP="00F96531">
      <w:r>
        <w:t>264.7833</w:t>
      </w:r>
      <w:r>
        <w:tab/>
        <w:t>2.025e0</w:t>
      </w:r>
    </w:p>
    <w:p w:rsidR="00F96531" w:rsidRDefault="00F96531" w:rsidP="00F96531">
      <w:r>
        <w:t>264.8079</w:t>
      </w:r>
      <w:r>
        <w:tab/>
        <w:t>1.013e0</w:t>
      </w:r>
    </w:p>
    <w:p w:rsidR="00F96531" w:rsidRDefault="00F96531" w:rsidP="00F96531">
      <w:r>
        <w:t>264.8361</w:t>
      </w:r>
      <w:r>
        <w:tab/>
        <w:t>1.013e0</w:t>
      </w:r>
    </w:p>
    <w:p w:rsidR="00F96531" w:rsidRDefault="00F96531" w:rsidP="00F96531">
      <w:r>
        <w:t>264.8410</w:t>
      </w:r>
      <w:r>
        <w:tab/>
        <w:t>1.013e0</w:t>
      </w:r>
    </w:p>
    <w:p w:rsidR="00F96531" w:rsidRDefault="00F96531" w:rsidP="00F96531">
      <w:r>
        <w:t>264.8519</w:t>
      </w:r>
      <w:r>
        <w:tab/>
        <w:t>1.013e0</w:t>
      </w:r>
    </w:p>
    <w:p w:rsidR="00F96531" w:rsidRDefault="00F96531" w:rsidP="00F96531">
      <w:r>
        <w:t>264.8640</w:t>
      </w:r>
      <w:r>
        <w:tab/>
        <w:t>1.013e0</w:t>
      </w:r>
    </w:p>
    <w:p w:rsidR="00F96531" w:rsidRDefault="00F96531" w:rsidP="00F96531">
      <w:r>
        <w:t>264.8936</w:t>
      </w:r>
      <w:r>
        <w:tab/>
        <w:t>1.013e0</w:t>
      </w:r>
    </w:p>
    <w:p w:rsidR="00F96531" w:rsidRDefault="00F96531" w:rsidP="00F96531">
      <w:r>
        <w:lastRenderedPageBreak/>
        <w:t>264.9028</w:t>
      </w:r>
      <w:r>
        <w:tab/>
        <w:t>1.013e0</w:t>
      </w:r>
    </w:p>
    <w:p w:rsidR="00F96531" w:rsidRDefault="00F96531" w:rsidP="00F96531">
      <w:r>
        <w:t>264.9106</w:t>
      </w:r>
      <w:r>
        <w:tab/>
        <w:t>1.013e0</w:t>
      </w:r>
    </w:p>
    <w:p w:rsidR="00F96531" w:rsidRDefault="00F96531" w:rsidP="00F96531">
      <w:r>
        <w:t>264.9498</w:t>
      </w:r>
      <w:r>
        <w:tab/>
        <w:t>1.013e0</w:t>
      </w:r>
    </w:p>
    <w:p w:rsidR="00F96531" w:rsidRDefault="00F96531" w:rsidP="00F96531">
      <w:r>
        <w:t>264.9601</w:t>
      </w:r>
      <w:r>
        <w:tab/>
        <w:t>3.038e0</w:t>
      </w:r>
    </w:p>
    <w:p w:rsidR="00F96531" w:rsidRDefault="00F96531" w:rsidP="00F96531">
      <w:r>
        <w:t>264.9712</w:t>
      </w:r>
      <w:r>
        <w:tab/>
        <w:t>1.013e0</w:t>
      </w:r>
    </w:p>
    <w:p w:rsidR="00F96531" w:rsidRDefault="00F96531" w:rsidP="00F96531">
      <w:r>
        <w:t>264.9850</w:t>
      </w:r>
      <w:r>
        <w:tab/>
        <w:t>2.025e0</w:t>
      </w:r>
    </w:p>
    <w:p w:rsidR="00F96531" w:rsidRDefault="00F96531" w:rsidP="00F96531">
      <w:r>
        <w:t>264.9901</w:t>
      </w:r>
      <w:r>
        <w:tab/>
        <w:t>1.486e0</w:t>
      </w:r>
    </w:p>
    <w:p w:rsidR="00F96531" w:rsidRDefault="00F96531" w:rsidP="00F96531">
      <w:r>
        <w:t>264.9916</w:t>
      </w:r>
      <w:r>
        <w:tab/>
        <w:t>2.025e0</w:t>
      </w:r>
    </w:p>
    <w:p w:rsidR="00F96531" w:rsidRDefault="00F96531" w:rsidP="00F96531">
      <w:r>
        <w:t>264.9926</w:t>
      </w:r>
      <w:r>
        <w:tab/>
        <w:t>2.025e0</w:t>
      </w:r>
    </w:p>
    <w:p w:rsidR="00F96531" w:rsidRDefault="00F96531" w:rsidP="00F96531">
      <w:r>
        <w:t>264.9956</w:t>
      </w:r>
      <w:r>
        <w:tab/>
        <w:t>4.051e0</w:t>
      </w:r>
    </w:p>
    <w:p w:rsidR="00F96531" w:rsidRDefault="00F96531" w:rsidP="00F96531">
      <w:r>
        <w:t>265.0052</w:t>
      </w:r>
      <w:r>
        <w:tab/>
        <w:t>2.025e0</w:t>
      </w:r>
    </w:p>
    <w:p w:rsidR="00F96531" w:rsidRDefault="00F96531" w:rsidP="00F96531">
      <w:r>
        <w:t>265.0112</w:t>
      </w:r>
      <w:r>
        <w:tab/>
        <w:t>1.013e0</w:t>
      </w:r>
    </w:p>
    <w:p w:rsidR="00F96531" w:rsidRDefault="00F96531" w:rsidP="00F96531">
      <w:r>
        <w:t>265.0211</w:t>
      </w:r>
      <w:r>
        <w:tab/>
        <w:t>3.038e0</w:t>
      </w:r>
    </w:p>
    <w:p w:rsidR="00F96531" w:rsidRDefault="00F96531" w:rsidP="00F96531">
      <w:r>
        <w:t>265.0409</w:t>
      </w:r>
      <w:r>
        <w:tab/>
        <w:t>2.025e0</w:t>
      </w:r>
    </w:p>
    <w:p w:rsidR="00F96531" w:rsidRDefault="00F96531" w:rsidP="00F96531">
      <w:r>
        <w:t>265.0460</w:t>
      </w:r>
      <w:r>
        <w:tab/>
        <w:t>1.013e0</w:t>
      </w:r>
    </w:p>
    <w:p w:rsidR="00F96531" w:rsidRDefault="00F96531" w:rsidP="00F96531">
      <w:r>
        <w:t>265.0508</w:t>
      </w:r>
      <w:r>
        <w:tab/>
        <w:t>1.890e0</w:t>
      </w:r>
    </w:p>
    <w:p w:rsidR="00F96531" w:rsidRDefault="00F96531" w:rsidP="00F96531">
      <w:r>
        <w:t>265.0529</w:t>
      </w:r>
      <w:r>
        <w:tab/>
        <w:t>1.013e0</w:t>
      </w:r>
    </w:p>
    <w:p w:rsidR="00F96531" w:rsidRDefault="00F96531" w:rsidP="00F96531">
      <w:r>
        <w:t>265.0993</w:t>
      </w:r>
      <w:r>
        <w:tab/>
        <w:t>2.025e0</w:t>
      </w:r>
    </w:p>
    <w:p w:rsidR="00F96531" w:rsidRDefault="00F96531" w:rsidP="00F96531">
      <w:r>
        <w:t>265.1020</w:t>
      </w:r>
      <w:r>
        <w:tab/>
        <w:t>3.038e0</w:t>
      </w:r>
    </w:p>
    <w:p w:rsidR="00F96531" w:rsidRDefault="00F96531" w:rsidP="00F96531">
      <w:r>
        <w:lastRenderedPageBreak/>
        <w:t>265.1113</w:t>
      </w:r>
      <w:r>
        <w:tab/>
        <w:t>1.013e0</w:t>
      </w:r>
    </w:p>
    <w:p w:rsidR="00F96531" w:rsidRDefault="00F96531" w:rsidP="00F96531">
      <w:r>
        <w:t>265.1284</w:t>
      </w:r>
      <w:r>
        <w:tab/>
        <w:t>4.051e0</w:t>
      </w:r>
    </w:p>
    <w:p w:rsidR="00F96531" w:rsidRDefault="00F96531" w:rsidP="00F96531">
      <w:r>
        <w:t>265.1363</w:t>
      </w:r>
      <w:r>
        <w:tab/>
        <w:t>3.038e0</w:t>
      </w:r>
    </w:p>
    <w:p w:rsidR="00F96531" w:rsidRDefault="00F96531" w:rsidP="00F96531">
      <w:r>
        <w:t>265.1569</w:t>
      </w:r>
      <w:r>
        <w:tab/>
        <w:t>6.188e0</w:t>
      </w:r>
    </w:p>
    <w:p w:rsidR="00F96531" w:rsidRDefault="00F96531" w:rsidP="00F96531">
      <w:r>
        <w:t>265.1584</w:t>
      </w:r>
      <w:r>
        <w:tab/>
        <w:t>1.013e0</w:t>
      </w:r>
    </w:p>
    <w:p w:rsidR="00F96531" w:rsidRDefault="00F96531" w:rsidP="00F96531">
      <w:r>
        <w:t>265.1653</w:t>
      </w:r>
      <w:r>
        <w:tab/>
        <w:t>1.013e0</w:t>
      </w:r>
    </w:p>
    <w:p w:rsidR="00F96531" w:rsidRDefault="00F96531" w:rsidP="00F96531">
      <w:r>
        <w:t>265.1796</w:t>
      </w:r>
      <w:r>
        <w:tab/>
        <w:t>4.051e0</w:t>
      </w:r>
    </w:p>
    <w:p w:rsidR="00F96531" w:rsidRDefault="00F96531" w:rsidP="00F96531">
      <w:r>
        <w:t>265.1814</w:t>
      </w:r>
      <w:r>
        <w:tab/>
        <w:t>3.038e0</w:t>
      </w:r>
    </w:p>
    <w:p w:rsidR="00F96531" w:rsidRDefault="00F96531" w:rsidP="00F96531">
      <w:r>
        <w:t>265.1848</w:t>
      </w:r>
      <w:r>
        <w:tab/>
        <w:t>1.013e0</w:t>
      </w:r>
    </w:p>
    <w:p w:rsidR="00F96531" w:rsidRDefault="00F96531" w:rsidP="00F96531">
      <w:r>
        <w:t>265.1873</w:t>
      </w:r>
      <w:r>
        <w:tab/>
        <w:t>2.025e0</w:t>
      </w:r>
    </w:p>
    <w:p w:rsidR="00F96531" w:rsidRDefault="00F96531" w:rsidP="00F96531">
      <w:r>
        <w:t>265.1888</w:t>
      </w:r>
      <w:r>
        <w:tab/>
        <w:t>2.025e0</w:t>
      </w:r>
    </w:p>
    <w:p w:rsidR="00F96531" w:rsidRDefault="00F96531" w:rsidP="00F96531">
      <w:r>
        <w:t>265.1901</w:t>
      </w:r>
      <w:r>
        <w:tab/>
        <w:t>2.025e0</w:t>
      </w:r>
    </w:p>
    <w:p w:rsidR="00F96531" w:rsidRDefault="00F96531" w:rsidP="00F96531">
      <w:r>
        <w:t>265.2001</w:t>
      </w:r>
      <w:r>
        <w:tab/>
        <w:t>1.013e0</w:t>
      </w:r>
    </w:p>
    <w:p w:rsidR="00F96531" w:rsidRDefault="00F96531" w:rsidP="00F96531">
      <w:r>
        <w:t>265.2191</w:t>
      </w:r>
      <w:r>
        <w:tab/>
        <w:t>1.013e0</w:t>
      </w:r>
    </w:p>
    <w:p w:rsidR="00F96531" w:rsidRDefault="00F96531" w:rsidP="00F96531">
      <w:r>
        <w:t>265.2440</w:t>
      </w:r>
      <w:r>
        <w:tab/>
        <w:t>1.013e0</w:t>
      </w:r>
    </w:p>
    <w:p w:rsidR="00F96531" w:rsidRDefault="00F96531" w:rsidP="00F96531">
      <w:r>
        <w:t>265.2473</w:t>
      </w:r>
      <w:r>
        <w:tab/>
        <w:t>2.025e0</w:t>
      </w:r>
    </w:p>
    <w:p w:rsidR="00F96531" w:rsidRDefault="00F96531" w:rsidP="00F96531">
      <w:r>
        <w:t>265.2975</w:t>
      </w:r>
      <w:r>
        <w:tab/>
        <w:t>1.013e0</w:t>
      </w:r>
    </w:p>
    <w:p w:rsidR="00F96531" w:rsidRDefault="00F96531" w:rsidP="00F96531">
      <w:r>
        <w:t>265.3086</w:t>
      </w:r>
      <w:r>
        <w:tab/>
        <w:t>1.013e0</w:t>
      </w:r>
    </w:p>
    <w:p w:rsidR="00F96531" w:rsidRDefault="00F96531" w:rsidP="00F96531">
      <w:r>
        <w:t>265.3097</w:t>
      </w:r>
      <w:r>
        <w:tab/>
        <w:t>1.013e0</w:t>
      </w:r>
    </w:p>
    <w:p w:rsidR="00F96531" w:rsidRDefault="00F96531" w:rsidP="00F96531">
      <w:r>
        <w:lastRenderedPageBreak/>
        <w:t>265.3138</w:t>
      </w:r>
      <w:r>
        <w:tab/>
        <w:t>1.013e0</w:t>
      </w:r>
    </w:p>
    <w:p w:rsidR="00F96531" w:rsidRDefault="00F96531" w:rsidP="00F96531">
      <w:r>
        <w:t>265.3661</w:t>
      </w:r>
      <w:r>
        <w:tab/>
        <w:t>1.013e0</w:t>
      </w:r>
    </w:p>
    <w:p w:rsidR="00F96531" w:rsidRDefault="00F96531" w:rsidP="00F96531">
      <w:r>
        <w:t>265.4004</w:t>
      </w:r>
      <w:r>
        <w:tab/>
        <w:t>1.013e0</w:t>
      </w:r>
    </w:p>
    <w:p w:rsidR="00F96531" w:rsidRDefault="00F96531" w:rsidP="00F96531">
      <w:r>
        <w:t>265.4053</w:t>
      </w:r>
      <w:r>
        <w:tab/>
        <w:t>1.013e0</w:t>
      </w:r>
    </w:p>
    <w:p w:rsidR="00F96531" w:rsidRDefault="00F96531" w:rsidP="00F96531">
      <w:r>
        <w:t>265.4262</w:t>
      </w:r>
      <w:r>
        <w:tab/>
        <w:t>1.013e0</w:t>
      </w:r>
    </w:p>
    <w:p w:rsidR="00F96531" w:rsidRDefault="00F96531" w:rsidP="00F96531">
      <w:r>
        <w:t>265.4530</w:t>
      </w:r>
      <w:r>
        <w:tab/>
        <w:t>1.013e0</w:t>
      </w:r>
    </w:p>
    <w:p w:rsidR="00F96531" w:rsidRDefault="00F96531" w:rsidP="00F96531">
      <w:r>
        <w:t>265.4570</w:t>
      </w:r>
      <w:r>
        <w:tab/>
        <w:t>1.013e0</w:t>
      </w:r>
    </w:p>
    <w:p w:rsidR="00F96531" w:rsidRDefault="00F96531" w:rsidP="00F96531">
      <w:r>
        <w:t>265.4632</w:t>
      </w:r>
      <w:r>
        <w:tab/>
        <w:t>2.025e0</w:t>
      </w:r>
    </w:p>
    <w:p w:rsidR="00F96531" w:rsidRDefault="00F96531" w:rsidP="00F96531">
      <w:r>
        <w:t>265.4867</w:t>
      </w:r>
      <w:r>
        <w:tab/>
        <w:t>1.013e0</w:t>
      </w:r>
    </w:p>
    <w:p w:rsidR="00F96531" w:rsidRDefault="00F96531" w:rsidP="00F96531">
      <w:r>
        <w:t>265.4896</w:t>
      </w:r>
      <w:r>
        <w:tab/>
        <w:t>2.025e0</w:t>
      </w:r>
    </w:p>
    <w:p w:rsidR="00F96531" w:rsidRDefault="00F96531" w:rsidP="00F96531">
      <w:r>
        <w:t>265.5228</w:t>
      </w:r>
      <w:r>
        <w:tab/>
        <w:t>1.013e0</w:t>
      </w:r>
    </w:p>
    <w:p w:rsidR="00F96531" w:rsidRDefault="00F96531" w:rsidP="00F96531">
      <w:r>
        <w:t>265.5306</w:t>
      </w:r>
      <w:r>
        <w:tab/>
        <w:t>1.013e0</w:t>
      </w:r>
    </w:p>
    <w:p w:rsidR="00F96531" w:rsidRDefault="00F96531" w:rsidP="00F96531">
      <w:r>
        <w:t>265.5375</w:t>
      </w:r>
      <w:r>
        <w:tab/>
        <w:t>2.025e0</w:t>
      </w:r>
    </w:p>
    <w:p w:rsidR="00F96531" w:rsidRDefault="00F96531" w:rsidP="00F96531">
      <w:r>
        <w:t>265.5768</w:t>
      </w:r>
      <w:r>
        <w:tab/>
        <w:t>3.038e0</w:t>
      </w:r>
    </w:p>
    <w:p w:rsidR="00F96531" w:rsidRDefault="00F96531" w:rsidP="00F96531">
      <w:r>
        <w:t>265.6043</w:t>
      </w:r>
      <w:r>
        <w:tab/>
        <w:t>1.013e0</w:t>
      </w:r>
    </w:p>
    <w:p w:rsidR="00F96531" w:rsidRDefault="00F96531" w:rsidP="00F96531">
      <w:r>
        <w:t>265.6150</w:t>
      </w:r>
      <w:r>
        <w:tab/>
        <w:t>1.013e0</w:t>
      </w:r>
    </w:p>
    <w:p w:rsidR="00F96531" w:rsidRDefault="00F96531" w:rsidP="00F96531">
      <w:r>
        <w:t>265.6511</w:t>
      </w:r>
      <w:r>
        <w:tab/>
        <w:t>1.013e0</w:t>
      </w:r>
    </w:p>
    <w:p w:rsidR="00F96531" w:rsidRDefault="00F96531" w:rsidP="00F96531">
      <w:r>
        <w:t>265.6603</w:t>
      </w:r>
      <w:r>
        <w:tab/>
        <w:t>1.013e0</w:t>
      </w:r>
    </w:p>
    <w:p w:rsidR="00F96531" w:rsidRDefault="00F96531" w:rsidP="00F96531">
      <w:r>
        <w:t>265.6820</w:t>
      </w:r>
      <w:r>
        <w:tab/>
        <w:t>1.013e0</w:t>
      </w:r>
    </w:p>
    <w:p w:rsidR="00F96531" w:rsidRDefault="00F96531" w:rsidP="00F96531">
      <w:r>
        <w:lastRenderedPageBreak/>
        <w:t>265.6848</w:t>
      </w:r>
      <w:r>
        <w:tab/>
        <w:t>1.013e0</w:t>
      </w:r>
    </w:p>
    <w:p w:rsidR="00F96531" w:rsidRDefault="00F96531" w:rsidP="00F96531">
      <w:r>
        <w:t>265.7116</w:t>
      </w:r>
      <w:r>
        <w:tab/>
        <w:t>1.013e0</w:t>
      </w:r>
    </w:p>
    <w:p w:rsidR="00F96531" w:rsidRDefault="00F96531" w:rsidP="00F96531">
      <w:r>
        <w:t>265.7209</w:t>
      </w:r>
      <w:r>
        <w:tab/>
        <w:t>1.013e0</w:t>
      </w:r>
    </w:p>
    <w:p w:rsidR="00F96531" w:rsidRDefault="00F96531" w:rsidP="00F96531">
      <w:r>
        <w:t>265.7376</w:t>
      </w:r>
      <w:r>
        <w:tab/>
        <w:t>1.013e0</w:t>
      </w:r>
    </w:p>
    <w:p w:rsidR="00F96531" w:rsidRDefault="00F96531" w:rsidP="00F96531">
      <w:r>
        <w:t>265.7388</w:t>
      </w:r>
      <w:r>
        <w:tab/>
        <w:t>1.013e0</w:t>
      </w:r>
    </w:p>
    <w:p w:rsidR="00F96531" w:rsidRDefault="00F96531" w:rsidP="00F96531">
      <w:r>
        <w:t>265.7545</w:t>
      </w:r>
      <w:r>
        <w:tab/>
        <w:t>1.013e0</w:t>
      </w:r>
    </w:p>
    <w:p w:rsidR="00F96531" w:rsidRDefault="00F96531" w:rsidP="00F96531">
      <w:r>
        <w:t>265.7689</w:t>
      </w:r>
      <w:r>
        <w:tab/>
        <w:t>2.025e0</w:t>
      </w:r>
    </w:p>
    <w:p w:rsidR="00F96531" w:rsidRDefault="00F96531" w:rsidP="00F96531">
      <w:r>
        <w:t>265.7781</w:t>
      </w:r>
      <w:r>
        <w:tab/>
        <w:t>1.013e0</w:t>
      </w:r>
    </w:p>
    <w:p w:rsidR="00F96531" w:rsidRDefault="00F96531" w:rsidP="00F96531">
      <w:r>
        <w:t>265.7905</w:t>
      </w:r>
      <w:r>
        <w:tab/>
        <w:t>1.013e0</w:t>
      </w:r>
    </w:p>
    <w:p w:rsidR="00F96531" w:rsidRDefault="00F96531" w:rsidP="00F96531">
      <w:r>
        <w:t>265.8124</w:t>
      </w:r>
      <w:r>
        <w:tab/>
        <w:t>1.013e0</w:t>
      </w:r>
    </w:p>
    <w:p w:rsidR="00F96531" w:rsidRDefault="00F96531" w:rsidP="00F96531">
      <w:r>
        <w:t>265.8162</w:t>
      </w:r>
      <w:r>
        <w:tab/>
        <w:t>1.013e0</w:t>
      </w:r>
    </w:p>
    <w:p w:rsidR="00F96531" w:rsidRDefault="00F96531" w:rsidP="00F96531">
      <w:r>
        <w:t>265.8722</w:t>
      </w:r>
      <w:r>
        <w:tab/>
        <w:t>1.013e0</w:t>
      </w:r>
    </w:p>
    <w:p w:rsidR="00F96531" w:rsidRDefault="00F96531" w:rsidP="00F96531">
      <w:r>
        <w:t>265.8860</w:t>
      </w:r>
      <w:r>
        <w:tab/>
        <w:t>1.013e0</w:t>
      </w:r>
    </w:p>
    <w:p w:rsidR="00F96531" w:rsidRDefault="00F96531" w:rsidP="00F96531">
      <w:r>
        <w:t>265.8978</w:t>
      </w:r>
      <w:r>
        <w:tab/>
        <w:t>1.013e0</w:t>
      </w:r>
    </w:p>
    <w:p w:rsidR="00F96531" w:rsidRDefault="00F96531" w:rsidP="00F96531">
      <w:r>
        <w:t>265.9447</w:t>
      </w:r>
      <w:r>
        <w:tab/>
        <w:t>1.013e0</w:t>
      </w:r>
    </w:p>
    <w:p w:rsidR="00F96531" w:rsidRDefault="00F96531" w:rsidP="00F96531">
      <w:r>
        <w:t>265.9635</w:t>
      </w:r>
      <w:r>
        <w:tab/>
        <w:t>1.013e0</w:t>
      </w:r>
    </w:p>
    <w:p w:rsidR="00F96531" w:rsidRDefault="00F96531" w:rsidP="00F96531">
      <w:r>
        <w:t>266.0008</w:t>
      </w:r>
      <w:r>
        <w:tab/>
        <w:t>3.038e0</w:t>
      </w:r>
    </w:p>
    <w:p w:rsidR="00F96531" w:rsidRDefault="00F96531" w:rsidP="00F96531">
      <w:r>
        <w:t>266.0020</w:t>
      </w:r>
      <w:r>
        <w:tab/>
        <w:t>2.228e0</w:t>
      </w:r>
    </w:p>
    <w:p w:rsidR="00F96531" w:rsidRDefault="00F96531" w:rsidP="00F96531">
      <w:r>
        <w:t>266.0081</w:t>
      </w:r>
      <w:r>
        <w:tab/>
        <w:t>4.051e0</w:t>
      </w:r>
    </w:p>
    <w:p w:rsidR="00F96531" w:rsidRDefault="00F96531" w:rsidP="00F96531">
      <w:r>
        <w:lastRenderedPageBreak/>
        <w:t>266.0363</w:t>
      </w:r>
      <w:r>
        <w:tab/>
        <w:t>2.025e0</w:t>
      </w:r>
    </w:p>
    <w:p w:rsidR="00F96531" w:rsidRDefault="00F96531" w:rsidP="00F96531">
      <w:r>
        <w:t>266.0405</w:t>
      </w:r>
      <w:r>
        <w:tab/>
        <w:t>1.620e0</w:t>
      </w:r>
    </w:p>
    <w:p w:rsidR="00F96531" w:rsidRDefault="00F96531" w:rsidP="00F96531">
      <w:r>
        <w:t>266.0464</w:t>
      </w:r>
      <w:r>
        <w:tab/>
        <w:t>2.025e0</w:t>
      </w:r>
    </w:p>
    <w:p w:rsidR="00F96531" w:rsidRDefault="00F96531" w:rsidP="00F96531">
      <w:r>
        <w:t>266.0666</w:t>
      </w:r>
      <w:r>
        <w:tab/>
        <w:t>1.013e0</w:t>
      </w:r>
    </w:p>
    <w:p w:rsidR="00F96531" w:rsidRDefault="00F96531" w:rsidP="00F96531">
      <w:r>
        <w:t>266.0685</w:t>
      </w:r>
      <w:r>
        <w:tab/>
        <w:t>2.025e0</w:t>
      </w:r>
    </w:p>
    <w:p w:rsidR="00F96531" w:rsidRDefault="00F96531" w:rsidP="00F96531">
      <w:r>
        <w:t>266.0921</w:t>
      </w:r>
      <w:r>
        <w:tab/>
        <w:t>1.013e0</w:t>
      </w:r>
    </w:p>
    <w:p w:rsidR="00F96531" w:rsidRDefault="00F96531" w:rsidP="00F96531">
      <w:r>
        <w:t>266.0961</w:t>
      </w:r>
      <w:r>
        <w:tab/>
        <w:t>1.013e0</w:t>
      </w:r>
    </w:p>
    <w:p w:rsidR="00F96531" w:rsidRDefault="00F96531" w:rsidP="00F96531">
      <w:r>
        <w:t>266.0972</w:t>
      </w:r>
      <w:r>
        <w:tab/>
        <w:t>1.013e0</w:t>
      </w:r>
    </w:p>
    <w:p w:rsidR="00F96531" w:rsidRDefault="00F96531" w:rsidP="00F96531">
      <w:r>
        <w:t>266.1120</w:t>
      </w:r>
      <w:r>
        <w:tab/>
        <w:t>2.310e0</w:t>
      </w:r>
    </w:p>
    <w:p w:rsidR="00F96531" w:rsidRDefault="00F96531" w:rsidP="00F96531">
      <w:r>
        <w:t>266.1282</w:t>
      </w:r>
      <w:r>
        <w:tab/>
        <w:t>1.013e0</w:t>
      </w:r>
    </w:p>
    <w:p w:rsidR="00F96531" w:rsidRDefault="00F96531" w:rsidP="00F96531">
      <w:r>
        <w:t>266.1309</w:t>
      </w:r>
      <w:r>
        <w:tab/>
        <w:t>1.013e0</w:t>
      </w:r>
    </w:p>
    <w:p w:rsidR="00F96531" w:rsidRDefault="00F96531" w:rsidP="00F96531">
      <w:r>
        <w:t>266.1345</w:t>
      </w:r>
      <w:r>
        <w:tab/>
        <w:t>2.025e0</w:t>
      </w:r>
    </w:p>
    <w:p w:rsidR="00F96531" w:rsidRDefault="00F96531" w:rsidP="00F96531">
      <w:r>
        <w:t>266.1365</w:t>
      </w:r>
      <w:r>
        <w:tab/>
        <w:t>3.038e0</w:t>
      </w:r>
    </w:p>
    <w:p w:rsidR="00F96531" w:rsidRDefault="00F96531" w:rsidP="00F96531">
      <w:r>
        <w:t>266.1394</w:t>
      </w:r>
      <w:r>
        <w:tab/>
        <w:t>3.038e0</w:t>
      </w:r>
    </w:p>
    <w:p w:rsidR="00F96531" w:rsidRDefault="00F96531" w:rsidP="00F96531">
      <w:r>
        <w:t>266.1606</w:t>
      </w:r>
      <w:r>
        <w:tab/>
        <w:t>2.850e0</w:t>
      </w:r>
    </w:p>
    <w:p w:rsidR="00F96531" w:rsidRDefault="00F96531" w:rsidP="00F96531">
      <w:r>
        <w:t>266.1700</w:t>
      </w:r>
      <w:r>
        <w:tab/>
        <w:t>3.038e0</w:t>
      </w:r>
    </w:p>
    <w:p w:rsidR="00F96531" w:rsidRDefault="00F96531" w:rsidP="00F96531">
      <w:r>
        <w:t>266.1734</w:t>
      </w:r>
      <w:r>
        <w:tab/>
        <w:t>4.051e0</w:t>
      </w:r>
    </w:p>
    <w:p w:rsidR="00F96531" w:rsidRDefault="00F96531" w:rsidP="00F96531">
      <w:r>
        <w:t>266.1747</w:t>
      </w:r>
      <w:r>
        <w:tab/>
        <w:t>4.051e0</w:t>
      </w:r>
    </w:p>
    <w:p w:rsidR="00F96531" w:rsidRDefault="00F96531" w:rsidP="00F96531">
      <w:r>
        <w:t>266.1770</w:t>
      </w:r>
      <w:r>
        <w:tab/>
        <w:t>5.063e0</w:t>
      </w:r>
    </w:p>
    <w:p w:rsidR="00F96531" w:rsidRDefault="00F96531" w:rsidP="00F96531">
      <w:r>
        <w:lastRenderedPageBreak/>
        <w:t>266.1896</w:t>
      </w:r>
      <w:r>
        <w:tab/>
        <w:t>2.025e0</w:t>
      </w:r>
    </w:p>
    <w:p w:rsidR="00F96531" w:rsidRDefault="00F96531" w:rsidP="00F96531">
      <w:r>
        <w:t>266.1967</w:t>
      </w:r>
      <w:r>
        <w:tab/>
        <w:t>1.013e0</w:t>
      </w:r>
    </w:p>
    <w:p w:rsidR="00F96531" w:rsidRDefault="00F96531" w:rsidP="00F96531">
      <w:r>
        <w:t>266.1978</w:t>
      </w:r>
      <w:r>
        <w:tab/>
        <w:t>1.013e0</w:t>
      </w:r>
    </w:p>
    <w:p w:rsidR="00F96531" w:rsidRDefault="00F96531" w:rsidP="00F96531">
      <w:r>
        <w:t>266.2175</w:t>
      </w:r>
      <w:r>
        <w:tab/>
        <w:t>2.025e0</w:t>
      </w:r>
    </w:p>
    <w:p w:rsidR="00F96531" w:rsidRDefault="00F96531" w:rsidP="00F96531">
      <w:r>
        <w:t>266.2187</w:t>
      </w:r>
      <w:r>
        <w:tab/>
        <w:t>5.063e0</w:t>
      </w:r>
    </w:p>
    <w:p w:rsidR="00F96531" w:rsidRDefault="00F96531" w:rsidP="00F96531">
      <w:r>
        <w:t>266.2201</w:t>
      </w:r>
      <w:r>
        <w:tab/>
        <w:t>1.013e0</w:t>
      </w:r>
    </w:p>
    <w:p w:rsidR="00F96531" w:rsidRDefault="00F96531" w:rsidP="00F96531">
      <w:r>
        <w:t>266.2241</w:t>
      </w:r>
      <w:r>
        <w:tab/>
        <w:t>2.025e0</w:t>
      </w:r>
    </w:p>
    <w:p w:rsidR="00F96531" w:rsidRDefault="00F96531" w:rsidP="00F96531">
      <w:r>
        <w:t>266.2276</w:t>
      </w:r>
      <w:r>
        <w:tab/>
        <w:t>2.025e0</w:t>
      </w:r>
    </w:p>
    <w:p w:rsidR="00F96531" w:rsidRDefault="00F96531" w:rsidP="00F96531">
      <w:r>
        <w:t>266.2546</w:t>
      </w:r>
      <w:r>
        <w:tab/>
        <w:t>2.025e0</w:t>
      </w:r>
    </w:p>
    <w:p w:rsidR="00F96531" w:rsidRDefault="00F96531" w:rsidP="00F96531">
      <w:r>
        <w:t>266.2563</w:t>
      </w:r>
      <w:r>
        <w:tab/>
        <w:t>2.025e0</w:t>
      </w:r>
    </w:p>
    <w:p w:rsidR="00F96531" w:rsidRDefault="00F96531" w:rsidP="00F96531">
      <w:r>
        <w:t>266.3271</w:t>
      </w:r>
      <w:r>
        <w:tab/>
        <w:t>1.013e0</w:t>
      </w:r>
    </w:p>
    <w:p w:rsidR="00F96531" w:rsidRDefault="00F96531" w:rsidP="00F96531">
      <w:r>
        <w:t>266.3412</w:t>
      </w:r>
      <w:r>
        <w:tab/>
        <w:t>1.013e0</w:t>
      </w:r>
    </w:p>
    <w:p w:rsidR="00F96531" w:rsidRDefault="00F96531" w:rsidP="00F96531">
      <w:r>
        <w:t>266.3493</w:t>
      </w:r>
      <w:r>
        <w:tab/>
        <w:t>1.013e0</w:t>
      </w:r>
    </w:p>
    <w:p w:rsidR="00F96531" w:rsidRDefault="00F96531" w:rsidP="00F96531">
      <w:r>
        <w:t>266.3733</w:t>
      </w:r>
      <w:r>
        <w:tab/>
        <w:t>2.025e0</w:t>
      </w:r>
    </w:p>
    <w:p w:rsidR="00F96531" w:rsidRDefault="00F96531" w:rsidP="00F96531">
      <w:r>
        <w:t>266.3832</w:t>
      </w:r>
      <w:r>
        <w:tab/>
        <w:t>2.025e0</w:t>
      </w:r>
    </w:p>
    <w:p w:rsidR="00F96531" w:rsidRDefault="00F96531" w:rsidP="00F96531">
      <w:r>
        <w:t>266.4138</w:t>
      </w:r>
      <w:r>
        <w:tab/>
        <w:t>2.025e0</w:t>
      </w:r>
    </w:p>
    <w:p w:rsidR="00F96531" w:rsidRDefault="00F96531" w:rsidP="00F96531">
      <w:r>
        <w:t>266.4402</w:t>
      </w:r>
      <w:r>
        <w:tab/>
        <w:t>1.013e0</w:t>
      </w:r>
    </w:p>
    <w:p w:rsidR="00F96531" w:rsidRDefault="00F96531" w:rsidP="00F96531">
      <w:r>
        <w:t>266.4487</w:t>
      </w:r>
      <w:r>
        <w:tab/>
        <w:t>1.013e0</w:t>
      </w:r>
    </w:p>
    <w:p w:rsidR="00F96531" w:rsidRDefault="00F96531" w:rsidP="00F96531">
      <w:r>
        <w:t>266.4579</w:t>
      </w:r>
      <w:r>
        <w:tab/>
        <w:t>1.013e0</w:t>
      </w:r>
    </w:p>
    <w:p w:rsidR="00F96531" w:rsidRDefault="00F96531" w:rsidP="00F96531">
      <w:r>
        <w:lastRenderedPageBreak/>
        <w:t>266.4758</w:t>
      </w:r>
      <w:r>
        <w:tab/>
        <w:t>2.025e0</w:t>
      </w:r>
    </w:p>
    <w:p w:rsidR="00F96531" w:rsidRDefault="00F96531" w:rsidP="00F96531">
      <w:r>
        <w:t>266.4807</w:t>
      </w:r>
      <w:r>
        <w:tab/>
        <w:t>1.013e0</w:t>
      </w:r>
    </w:p>
    <w:p w:rsidR="00F96531" w:rsidRDefault="00F96531" w:rsidP="00F96531">
      <w:r>
        <w:t>266.5143</w:t>
      </w:r>
      <w:r>
        <w:tab/>
        <w:t>3.038e0</w:t>
      </w:r>
    </w:p>
    <w:p w:rsidR="00F96531" w:rsidRDefault="00F96531" w:rsidP="00F96531">
      <w:r>
        <w:t>266.5224</w:t>
      </w:r>
      <w:r>
        <w:tab/>
        <w:t>1.013e0</w:t>
      </w:r>
    </w:p>
    <w:p w:rsidR="00F96531" w:rsidRDefault="00F96531" w:rsidP="00F96531">
      <w:r>
        <w:t>266.5257</w:t>
      </w:r>
      <w:r>
        <w:tab/>
        <w:t>2.025e0</w:t>
      </w:r>
    </w:p>
    <w:p w:rsidR="00F96531" w:rsidRDefault="00F96531" w:rsidP="00F96531">
      <w:r>
        <w:t>266.5305</w:t>
      </w:r>
      <w:r>
        <w:tab/>
        <w:t>2.025e0</w:t>
      </w:r>
    </w:p>
    <w:p w:rsidR="00F96531" w:rsidRDefault="00F96531" w:rsidP="00F96531">
      <w:r>
        <w:t>266.5541</w:t>
      </w:r>
      <w:r>
        <w:tab/>
        <w:t>3.038e0</w:t>
      </w:r>
    </w:p>
    <w:p w:rsidR="00F96531" w:rsidRDefault="00F96531" w:rsidP="00F96531">
      <w:r>
        <w:t>266.5743</w:t>
      </w:r>
      <w:r>
        <w:tab/>
        <w:t>1.013e0</w:t>
      </w:r>
    </w:p>
    <w:p w:rsidR="00F96531" w:rsidRDefault="00F96531" w:rsidP="00F96531">
      <w:r>
        <w:t>266.5779</w:t>
      </w:r>
      <w:r>
        <w:tab/>
        <w:t>1.013e0</w:t>
      </w:r>
    </w:p>
    <w:p w:rsidR="00F96531" w:rsidRDefault="00F96531" w:rsidP="00F96531">
      <w:r>
        <w:t>266.5829</w:t>
      </w:r>
      <w:r>
        <w:tab/>
        <w:t>1.013e0</w:t>
      </w:r>
    </w:p>
    <w:p w:rsidR="00F96531" w:rsidRDefault="00F96531" w:rsidP="00F96531">
      <w:r>
        <w:t>266.5840</w:t>
      </w:r>
      <w:r>
        <w:tab/>
        <w:t>1.013e0</w:t>
      </w:r>
    </w:p>
    <w:p w:rsidR="00F96531" w:rsidRDefault="00F96531" w:rsidP="00F96531">
      <w:r>
        <w:t>266.5973</w:t>
      </w:r>
      <w:r>
        <w:tab/>
        <w:t>1.013e0</w:t>
      </w:r>
    </w:p>
    <w:p w:rsidR="00F96531" w:rsidRDefault="00F96531" w:rsidP="00F96531">
      <w:r>
        <w:t>266.6054</w:t>
      </w:r>
      <w:r>
        <w:tab/>
        <w:t>1.013e0</w:t>
      </w:r>
    </w:p>
    <w:p w:rsidR="00F96531" w:rsidRDefault="00F96531" w:rsidP="00F96531">
      <w:r>
        <w:t>266.6173</w:t>
      </w:r>
      <w:r>
        <w:tab/>
        <w:t>1.013e0</w:t>
      </w:r>
    </w:p>
    <w:p w:rsidR="00F96531" w:rsidRDefault="00F96531" w:rsidP="00F96531">
      <w:r>
        <w:t>266.6862</w:t>
      </w:r>
      <w:r>
        <w:tab/>
        <w:t>1.013e0</w:t>
      </w:r>
    </w:p>
    <w:p w:rsidR="00F96531" w:rsidRDefault="00F96531" w:rsidP="00F96531">
      <w:r>
        <w:t>266.6972</w:t>
      </w:r>
      <w:r>
        <w:tab/>
        <w:t>1.013e0</w:t>
      </w:r>
    </w:p>
    <w:p w:rsidR="00F96531" w:rsidRDefault="00F96531" w:rsidP="00F96531">
      <w:r>
        <w:t>266.7186</w:t>
      </w:r>
      <w:r>
        <w:tab/>
        <w:t>3.038e0</w:t>
      </w:r>
    </w:p>
    <w:p w:rsidR="00F96531" w:rsidRDefault="00F96531" w:rsidP="00F96531">
      <w:r>
        <w:t>266.7488</w:t>
      </w:r>
      <w:r>
        <w:tab/>
        <w:t>1.013e0</w:t>
      </w:r>
    </w:p>
    <w:p w:rsidR="00F96531" w:rsidRDefault="00F96531" w:rsidP="00F96531">
      <w:r>
        <w:t>266.7917</w:t>
      </w:r>
      <w:r>
        <w:tab/>
        <w:t>1.013e0</w:t>
      </w:r>
    </w:p>
    <w:p w:rsidR="00F96531" w:rsidRDefault="00F96531" w:rsidP="00F96531">
      <w:r>
        <w:lastRenderedPageBreak/>
        <w:t>266.8105</w:t>
      </w:r>
      <w:r>
        <w:tab/>
        <w:t>1.013e0</w:t>
      </w:r>
    </w:p>
    <w:p w:rsidR="00F96531" w:rsidRDefault="00F96531" w:rsidP="00F96531">
      <w:r>
        <w:t>266.8438</w:t>
      </w:r>
      <w:r>
        <w:tab/>
        <w:t>1.013e0</w:t>
      </w:r>
    </w:p>
    <w:p w:rsidR="00F96531" w:rsidRDefault="00F96531" w:rsidP="00F96531">
      <w:r>
        <w:t>266.8449</w:t>
      </w:r>
      <w:r>
        <w:tab/>
        <w:t>1.013e0</w:t>
      </w:r>
    </w:p>
    <w:p w:rsidR="00F96531" w:rsidRDefault="00F96531" w:rsidP="00F96531">
      <w:r>
        <w:t>266.8523</w:t>
      </w:r>
      <w:r>
        <w:tab/>
        <w:t>1.013e0</w:t>
      </w:r>
    </w:p>
    <w:p w:rsidR="00F96531" w:rsidRDefault="00F96531" w:rsidP="00F96531">
      <w:r>
        <w:t>266.8794</w:t>
      </w:r>
      <w:r>
        <w:tab/>
        <w:t>1.013e0</w:t>
      </w:r>
    </w:p>
    <w:p w:rsidR="00F96531" w:rsidRDefault="00F96531" w:rsidP="00F96531">
      <w:r>
        <w:t>266.9272</w:t>
      </w:r>
      <w:r>
        <w:tab/>
        <w:t>2.025e0</w:t>
      </w:r>
    </w:p>
    <w:p w:rsidR="00F96531" w:rsidRDefault="00F96531" w:rsidP="00F96531">
      <w:r>
        <w:t>266.9356</w:t>
      </w:r>
      <w:r>
        <w:tab/>
        <w:t>3.038e0</w:t>
      </w:r>
    </w:p>
    <w:p w:rsidR="00F96531" w:rsidRDefault="00F96531" w:rsidP="00F96531">
      <w:r>
        <w:t>266.9409</w:t>
      </w:r>
      <w:r>
        <w:tab/>
        <w:t>3.038e0</w:t>
      </w:r>
    </w:p>
    <w:p w:rsidR="00F96531" w:rsidRDefault="00F96531" w:rsidP="00F96531">
      <w:r>
        <w:t>266.9435</w:t>
      </w:r>
      <w:r>
        <w:tab/>
        <w:t>2.025e0</w:t>
      </w:r>
    </w:p>
    <w:p w:rsidR="00F96531" w:rsidRDefault="00F96531" w:rsidP="00F96531">
      <w:r>
        <w:t>266.9472</w:t>
      </w:r>
      <w:r>
        <w:tab/>
        <w:t>1.013e0</w:t>
      </w:r>
    </w:p>
    <w:p w:rsidR="00F96531" w:rsidRDefault="00F96531" w:rsidP="00F96531">
      <w:r>
        <w:t>266.9763</w:t>
      </w:r>
      <w:r>
        <w:tab/>
        <w:t>2.025e0</w:t>
      </w:r>
    </w:p>
    <w:p w:rsidR="00F96531" w:rsidRDefault="00F96531" w:rsidP="00F96531">
      <w:r>
        <w:t>266.9840</w:t>
      </w:r>
      <w:r>
        <w:tab/>
        <w:t>1.818e0</w:t>
      </w:r>
    </w:p>
    <w:p w:rsidR="00F96531" w:rsidRDefault="00F96531" w:rsidP="00F96531">
      <w:r>
        <w:t>266.9915</w:t>
      </w:r>
      <w:r>
        <w:tab/>
        <w:t>1.013e0</w:t>
      </w:r>
    </w:p>
    <w:p w:rsidR="00F96531" w:rsidRDefault="00F96531" w:rsidP="00F96531">
      <w:r>
        <w:t>266.9996</w:t>
      </w:r>
      <w:r>
        <w:tab/>
        <w:t>4.051e0</w:t>
      </w:r>
    </w:p>
    <w:p w:rsidR="00F96531" w:rsidRDefault="00F96531" w:rsidP="00F96531">
      <w:r>
        <w:t>267.0116</w:t>
      </w:r>
      <w:r>
        <w:tab/>
        <w:t>2.025e0</w:t>
      </w:r>
    </w:p>
    <w:p w:rsidR="00F96531" w:rsidRDefault="00F96531" w:rsidP="00F96531">
      <w:r>
        <w:t>267.0225</w:t>
      </w:r>
      <w:r>
        <w:tab/>
        <w:t>4.051e0</w:t>
      </w:r>
    </w:p>
    <w:p w:rsidR="00F96531" w:rsidRDefault="00F96531" w:rsidP="00F96531">
      <w:r>
        <w:t>267.0387</w:t>
      </w:r>
      <w:r>
        <w:tab/>
        <w:t>1.013e0</w:t>
      </w:r>
    </w:p>
    <w:p w:rsidR="00F96531" w:rsidRDefault="00F96531" w:rsidP="00F96531">
      <w:r>
        <w:t>267.0568</w:t>
      </w:r>
      <w:r>
        <w:tab/>
        <w:t>1.013e0</w:t>
      </w:r>
    </w:p>
    <w:p w:rsidR="00F96531" w:rsidRDefault="00F96531" w:rsidP="00F96531">
      <w:r>
        <w:t>267.0636</w:t>
      </w:r>
      <w:r>
        <w:tab/>
        <w:t>3.038e0</w:t>
      </w:r>
    </w:p>
    <w:p w:rsidR="00F96531" w:rsidRDefault="00F96531" w:rsidP="00F96531">
      <w:r>
        <w:lastRenderedPageBreak/>
        <w:t>267.0748</w:t>
      </w:r>
      <w:r>
        <w:tab/>
        <w:t>3.056e0</w:t>
      </w:r>
    </w:p>
    <w:p w:rsidR="00F96531" w:rsidRDefault="00F96531" w:rsidP="00F96531">
      <w:r>
        <w:t>267.0788</w:t>
      </w:r>
      <w:r>
        <w:tab/>
        <w:t>1.013e0</w:t>
      </w:r>
    </w:p>
    <w:p w:rsidR="00F96531" w:rsidRDefault="00F96531" w:rsidP="00F96531">
      <w:r>
        <w:t>267.0833</w:t>
      </w:r>
      <w:r>
        <w:tab/>
        <w:t>4.989e0</w:t>
      </w:r>
    </w:p>
    <w:p w:rsidR="00F96531" w:rsidRDefault="00F96531" w:rsidP="00F96531">
      <w:r>
        <w:t>267.1028</w:t>
      </w:r>
      <w:r>
        <w:tab/>
        <w:t>7.089e0</w:t>
      </w:r>
    </w:p>
    <w:p w:rsidR="00F96531" w:rsidRDefault="00F96531" w:rsidP="00F96531">
      <w:r>
        <w:t>267.1217</w:t>
      </w:r>
      <w:r>
        <w:tab/>
        <w:t>9.119e0</w:t>
      </w:r>
    </w:p>
    <w:p w:rsidR="00F96531" w:rsidRDefault="00F96531" w:rsidP="00F96531">
      <w:r>
        <w:t>267.1519</w:t>
      </w:r>
      <w:r>
        <w:tab/>
        <w:t>3.584e1</w:t>
      </w:r>
    </w:p>
    <w:p w:rsidR="00F96531" w:rsidRDefault="00F96531" w:rsidP="00F96531">
      <w:r>
        <w:t>267.1568</w:t>
      </w:r>
      <w:r>
        <w:tab/>
        <w:t>5.328e1</w:t>
      </w:r>
    </w:p>
    <w:p w:rsidR="00F96531" w:rsidRDefault="00F96531" w:rsidP="00F96531">
      <w:r>
        <w:t>267.1584</w:t>
      </w:r>
      <w:r>
        <w:tab/>
        <w:t>1.858e1</w:t>
      </w:r>
    </w:p>
    <w:p w:rsidR="00F96531" w:rsidRDefault="00F96531" w:rsidP="00F96531">
      <w:r>
        <w:t>267.1981</w:t>
      </w:r>
      <w:r>
        <w:tab/>
        <w:t>3.038e0</w:t>
      </w:r>
    </w:p>
    <w:p w:rsidR="00F96531" w:rsidRDefault="00F96531" w:rsidP="00F96531">
      <w:r>
        <w:t>267.2032</w:t>
      </w:r>
      <w:r>
        <w:tab/>
        <w:t>2.025e0</w:t>
      </w:r>
    </w:p>
    <w:p w:rsidR="00F96531" w:rsidRDefault="00F96531" w:rsidP="00F96531">
      <w:r>
        <w:t>267.2096</w:t>
      </w:r>
      <w:r>
        <w:tab/>
        <w:t>1.013e0</w:t>
      </w:r>
    </w:p>
    <w:p w:rsidR="00F96531" w:rsidRDefault="00F96531" w:rsidP="00F96531">
      <w:r>
        <w:t>267.2134</w:t>
      </w:r>
      <w:r>
        <w:tab/>
        <w:t>1.013e0</w:t>
      </w:r>
    </w:p>
    <w:p w:rsidR="00F96531" w:rsidRDefault="00F96531" w:rsidP="00F96531">
      <w:r>
        <w:t>267.2184</w:t>
      </w:r>
      <w:r>
        <w:tab/>
        <w:t>1.013e0</w:t>
      </w:r>
    </w:p>
    <w:p w:rsidR="00F96531" w:rsidRDefault="00F96531" w:rsidP="00F96531">
      <w:r>
        <w:t>267.2343</w:t>
      </w:r>
      <w:r>
        <w:tab/>
        <w:t>1.013e0</w:t>
      </w:r>
    </w:p>
    <w:p w:rsidR="00F96531" w:rsidRDefault="00F96531" w:rsidP="00F96531">
      <w:r>
        <w:t>267.2405</w:t>
      </w:r>
      <w:r>
        <w:tab/>
        <w:t>3.474e0</w:t>
      </w:r>
    </w:p>
    <w:p w:rsidR="00F96531" w:rsidRDefault="00F96531" w:rsidP="00F96531">
      <w:r>
        <w:t>267.2491</w:t>
      </w:r>
      <w:r>
        <w:tab/>
        <w:t>1.013e0</w:t>
      </w:r>
    </w:p>
    <w:p w:rsidR="00F96531" w:rsidRDefault="00F96531" w:rsidP="00F96531">
      <w:r>
        <w:t>267.2642</w:t>
      </w:r>
      <w:r>
        <w:tab/>
        <w:t>1.013e0</w:t>
      </w:r>
    </w:p>
    <w:p w:rsidR="00F96531" w:rsidRDefault="00F96531" w:rsidP="00F96531">
      <w:r>
        <w:t>267.2812</w:t>
      </w:r>
      <w:r>
        <w:tab/>
        <w:t>2.025e0</w:t>
      </w:r>
    </w:p>
    <w:p w:rsidR="00F96531" w:rsidRDefault="00F96531" w:rsidP="00F96531">
      <w:r>
        <w:t>267.2824</w:t>
      </w:r>
      <w:r>
        <w:tab/>
        <w:t>1.013e0</w:t>
      </w:r>
    </w:p>
    <w:p w:rsidR="00F96531" w:rsidRDefault="00F96531" w:rsidP="00F96531">
      <w:r>
        <w:lastRenderedPageBreak/>
        <w:t>267.2993</w:t>
      </w:r>
      <w:r>
        <w:tab/>
        <w:t>3.038e0</w:t>
      </w:r>
    </w:p>
    <w:p w:rsidR="00F96531" w:rsidRDefault="00F96531" w:rsidP="00F96531">
      <w:r>
        <w:t>267.3299</w:t>
      </w:r>
      <w:r>
        <w:tab/>
        <w:t>1.013e0</w:t>
      </w:r>
    </w:p>
    <w:p w:rsidR="00F96531" w:rsidRDefault="00F96531" w:rsidP="00F96531">
      <w:r>
        <w:t>267.3379</w:t>
      </w:r>
      <w:r>
        <w:tab/>
        <w:t>1.013e0</w:t>
      </w:r>
    </w:p>
    <w:p w:rsidR="00F96531" w:rsidRDefault="00F96531" w:rsidP="00F96531">
      <w:r>
        <w:t>267.3700</w:t>
      </w:r>
      <w:r>
        <w:tab/>
        <w:t>1.013e0</w:t>
      </w:r>
    </w:p>
    <w:p w:rsidR="00F96531" w:rsidRDefault="00F96531" w:rsidP="00F96531">
      <w:r>
        <w:t>267.3800</w:t>
      </w:r>
      <w:r>
        <w:tab/>
        <w:t>3.038e0</w:t>
      </w:r>
    </w:p>
    <w:p w:rsidR="00F96531" w:rsidRDefault="00F96531" w:rsidP="00F96531">
      <w:r>
        <w:t>267.3997</w:t>
      </w:r>
      <w:r>
        <w:tab/>
        <w:t>1.013e0</w:t>
      </w:r>
    </w:p>
    <w:p w:rsidR="00F96531" w:rsidRDefault="00F96531" w:rsidP="00F96531">
      <w:r>
        <w:t>267.4156</w:t>
      </w:r>
      <w:r>
        <w:tab/>
        <w:t>2.025e0</w:t>
      </w:r>
    </w:p>
    <w:p w:rsidR="00F96531" w:rsidRDefault="00F96531" w:rsidP="00F96531">
      <w:r>
        <w:t>267.4266</w:t>
      </w:r>
      <w:r>
        <w:tab/>
        <w:t>1.013e0</w:t>
      </w:r>
    </w:p>
    <w:p w:rsidR="00F96531" w:rsidRDefault="00F96531" w:rsidP="00F96531">
      <w:r>
        <w:t>267.4367</w:t>
      </w:r>
      <w:r>
        <w:tab/>
        <w:t>2.025e0</w:t>
      </w:r>
    </w:p>
    <w:p w:rsidR="00F96531" w:rsidRDefault="00F96531" w:rsidP="00F96531">
      <w:r>
        <w:t>267.4517</w:t>
      </w:r>
      <w:r>
        <w:tab/>
        <w:t>2.025e0</w:t>
      </w:r>
    </w:p>
    <w:p w:rsidR="00F96531" w:rsidRDefault="00F96531" w:rsidP="00F96531">
      <w:r>
        <w:t>267.4735</w:t>
      </w:r>
      <w:r>
        <w:tab/>
        <w:t>1.013e0</w:t>
      </w:r>
    </w:p>
    <w:p w:rsidR="00F96531" w:rsidRDefault="00F96531" w:rsidP="00F96531">
      <w:r>
        <w:t>267.4946</w:t>
      </w:r>
      <w:r>
        <w:tab/>
        <w:t>1.013e0</w:t>
      </w:r>
    </w:p>
    <w:p w:rsidR="00F96531" w:rsidRDefault="00F96531" w:rsidP="00F96531">
      <w:r>
        <w:t>267.5079</w:t>
      </w:r>
      <w:r>
        <w:tab/>
        <w:t>2.025e0</w:t>
      </w:r>
    </w:p>
    <w:p w:rsidR="00F96531" w:rsidRDefault="00F96531" w:rsidP="00F96531">
      <w:r>
        <w:t>267.5201</w:t>
      </w:r>
      <w:r>
        <w:tab/>
        <w:t>3.038e0</w:t>
      </w:r>
    </w:p>
    <w:p w:rsidR="00F96531" w:rsidRDefault="00F96531" w:rsidP="00F96531">
      <w:r>
        <w:t>267.5390</w:t>
      </w:r>
      <w:r>
        <w:tab/>
        <w:t>1.013e0</w:t>
      </w:r>
    </w:p>
    <w:p w:rsidR="00F96531" w:rsidRDefault="00F96531" w:rsidP="00F96531">
      <w:r>
        <w:t>267.5698</w:t>
      </w:r>
      <w:r>
        <w:tab/>
        <w:t>1.013e0</w:t>
      </w:r>
    </w:p>
    <w:p w:rsidR="00F96531" w:rsidRDefault="00F96531" w:rsidP="00F96531">
      <w:r>
        <w:t>267.5738</w:t>
      </w:r>
      <w:r>
        <w:tab/>
        <w:t>4.051e0</w:t>
      </w:r>
    </w:p>
    <w:p w:rsidR="00F96531" w:rsidRDefault="00F96531" w:rsidP="00F96531">
      <w:r>
        <w:t>267.5862</w:t>
      </w:r>
      <w:r>
        <w:tab/>
        <w:t>1.013e0</w:t>
      </w:r>
    </w:p>
    <w:p w:rsidR="00F96531" w:rsidRDefault="00F96531" w:rsidP="00F96531">
      <w:r>
        <w:t>267.5982</w:t>
      </w:r>
      <w:r>
        <w:tab/>
        <w:t>1.013e0</w:t>
      </w:r>
    </w:p>
    <w:p w:rsidR="00F96531" w:rsidRDefault="00F96531" w:rsidP="00F96531">
      <w:r>
        <w:lastRenderedPageBreak/>
        <w:t>267.6031</w:t>
      </w:r>
      <w:r>
        <w:tab/>
        <w:t>1.013e0</w:t>
      </w:r>
    </w:p>
    <w:p w:rsidR="00F96531" w:rsidRDefault="00F96531" w:rsidP="00F96531">
      <w:r>
        <w:t>267.6130</w:t>
      </w:r>
      <w:r>
        <w:tab/>
        <w:t>1.013e0</w:t>
      </w:r>
    </w:p>
    <w:p w:rsidR="00F96531" w:rsidRDefault="00F96531" w:rsidP="00F96531">
      <w:r>
        <w:t>267.6533</w:t>
      </w:r>
      <w:r>
        <w:tab/>
        <w:t>1.013e0</w:t>
      </w:r>
    </w:p>
    <w:p w:rsidR="00F96531" w:rsidRDefault="00F96531" w:rsidP="00F96531">
      <w:r>
        <w:t>267.6641</w:t>
      </w:r>
      <w:r>
        <w:tab/>
        <w:t>1.013e0</w:t>
      </w:r>
    </w:p>
    <w:p w:rsidR="00F96531" w:rsidRDefault="00F96531" w:rsidP="00F96531">
      <w:r>
        <w:t>267.6688</w:t>
      </w:r>
      <w:r>
        <w:tab/>
        <w:t>4.051e0</w:t>
      </w:r>
    </w:p>
    <w:p w:rsidR="00F96531" w:rsidRDefault="00F96531" w:rsidP="00F96531">
      <w:r>
        <w:t>267.6735</w:t>
      </w:r>
      <w:r>
        <w:tab/>
        <w:t>2.025e0</w:t>
      </w:r>
    </w:p>
    <w:p w:rsidR="00F96531" w:rsidRDefault="00F96531" w:rsidP="00F96531">
      <w:r>
        <w:t>267.6784</w:t>
      </w:r>
      <w:r>
        <w:tab/>
        <w:t>1.013e0</w:t>
      </w:r>
    </w:p>
    <w:p w:rsidR="00F96531" w:rsidRDefault="00F96531" w:rsidP="00F96531">
      <w:r>
        <w:t>267.7167</w:t>
      </w:r>
      <w:r>
        <w:tab/>
        <w:t>1.013e0</w:t>
      </w:r>
    </w:p>
    <w:p w:rsidR="00F96531" w:rsidRDefault="00F96531" w:rsidP="00F96531">
      <w:r>
        <w:t>267.7271</w:t>
      </w:r>
      <w:r>
        <w:tab/>
        <w:t>1.013e0</w:t>
      </w:r>
    </w:p>
    <w:p w:rsidR="00F96531" w:rsidRDefault="00F96531" w:rsidP="00F96531">
      <w:r>
        <w:t>267.7464</w:t>
      </w:r>
      <w:r>
        <w:tab/>
        <w:t>1.013e0</w:t>
      </w:r>
    </w:p>
    <w:p w:rsidR="00F96531" w:rsidRDefault="00F96531" w:rsidP="00F96531">
      <w:r>
        <w:t>267.7475</w:t>
      </w:r>
      <w:r>
        <w:tab/>
        <w:t>1.013e0</w:t>
      </w:r>
    </w:p>
    <w:p w:rsidR="00F96531" w:rsidRDefault="00F96531" w:rsidP="00F96531">
      <w:r>
        <w:t>267.7919</w:t>
      </w:r>
      <w:r>
        <w:tab/>
        <w:t>2.025e0</w:t>
      </w:r>
    </w:p>
    <w:p w:rsidR="00F96531" w:rsidRDefault="00F96531" w:rsidP="00F96531">
      <w:r>
        <w:t>267.8156</w:t>
      </w:r>
      <w:r>
        <w:tab/>
        <w:t>1.013e0</w:t>
      </w:r>
    </w:p>
    <w:p w:rsidR="00F96531" w:rsidRDefault="00F96531" w:rsidP="00F96531">
      <w:r>
        <w:t>267.8427</w:t>
      </w:r>
      <w:r>
        <w:tab/>
        <w:t>1.013e0</w:t>
      </w:r>
    </w:p>
    <w:p w:rsidR="00F96531" w:rsidRDefault="00F96531" w:rsidP="00F96531">
      <w:r>
        <w:t>267.8612</w:t>
      </w:r>
      <w:r>
        <w:tab/>
        <w:t>2.025e0</w:t>
      </w:r>
    </w:p>
    <w:p w:rsidR="00F96531" w:rsidRDefault="00F96531" w:rsidP="00F96531">
      <w:r>
        <w:t>267.8708</w:t>
      </w:r>
      <w:r>
        <w:tab/>
        <w:t>1.013e0</w:t>
      </w:r>
    </w:p>
    <w:p w:rsidR="00F96531" w:rsidRDefault="00F96531" w:rsidP="00F96531">
      <w:r>
        <w:t>267.9391</w:t>
      </w:r>
      <w:r>
        <w:tab/>
        <w:t>1.013e0</w:t>
      </w:r>
    </w:p>
    <w:p w:rsidR="00F96531" w:rsidRDefault="00F96531" w:rsidP="00F96531">
      <w:r>
        <w:t>267.9835</w:t>
      </w:r>
      <w:r>
        <w:tab/>
        <w:t>1.013e0</w:t>
      </w:r>
    </w:p>
    <w:p w:rsidR="00F96531" w:rsidRDefault="00F96531" w:rsidP="00F96531">
      <w:r>
        <w:t>267.9875</w:t>
      </w:r>
      <w:r>
        <w:tab/>
        <w:t>1.013e0</w:t>
      </w:r>
    </w:p>
    <w:p w:rsidR="00F96531" w:rsidRDefault="00F96531" w:rsidP="00F96531">
      <w:r>
        <w:lastRenderedPageBreak/>
        <w:t>267.9995</w:t>
      </w:r>
      <w:r>
        <w:tab/>
        <w:t>1.755e0</w:t>
      </w:r>
    </w:p>
    <w:p w:rsidR="00F96531" w:rsidRDefault="00F96531" w:rsidP="00F96531">
      <w:r>
        <w:t>268.0029</w:t>
      </w:r>
      <w:r>
        <w:tab/>
        <w:t>4.051e0</w:t>
      </w:r>
    </w:p>
    <w:p w:rsidR="00F96531" w:rsidRDefault="00F96531" w:rsidP="00F96531">
      <w:r>
        <w:t>268.0132</w:t>
      </w:r>
      <w:r>
        <w:tab/>
        <w:t>1.013e0</w:t>
      </w:r>
    </w:p>
    <w:p w:rsidR="00F96531" w:rsidRDefault="00F96531" w:rsidP="00F96531">
      <w:r>
        <w:t>268.0253</w:t>
      </w:r>
      <w:r>
        <w:tab/>
        <w:t>1.013e0</w:t>
      </w:r>
    </w:p>
    <w:p w:rsidR="00F96531" w:rsidRDefault="00F96531" w:rsidP="00F96531">
      <w:r>
        <w:t>268.0322</w:t>
      </w:r>
      <w:r>
        <w:tab/>
        <w:t>5.063e0</w:t>
      </w:r>
    </w:p>
    <w:p w:rsidR="00F96531" w:rsidRDefault="00F96531" w:rsidP="00F96531">
      <w:r>
        <w:t>268.0343</w:t>
      </w:r>
      <w:r>
        <w:tab/>
        <w:t>1.013e0</w:t>
      </w:r>
    </w:p>
    <w:p w:rsidR="00F96531" w:rsidRDefault="00F96531" w:rsidP="00F96531">
      <w:r>
        <w:t>268.0391</w:t>
      </w:r>
      <w:r>
        <w:tab/>
        <w:t>1.013e0</w:t>
      </w:r>
    </w:p>
    <w:p w:rsidR="00F96531" w:rsidRDefault="00F96531" w:rsidP="00F96531">
      <w:r>
        <w:t>268.0453</w:t>
      </w:r>
      <w:r>
        <w:tab/>
        <w:t>4.305e0</w:t>
      </w:r>
    </w:p>
    <w:p w:rsidR="00F96531" w:rsidRDefault="00F96531" w:rsidP="00F96531">
      <w:r>
        <w:t>268.0654</w:t>
      </w:r>
      <w:r>
        <w:tab/>
        <w:t>1.013e0</w:t>
      </w:r>
    </w:p>
    <w:p w:rsidR="00F96531" w:rsidRDefault="00F96531" w:rsidP="00F96531">
      <w:r>
        <w:t>268.0864</w:t>
      </w:r>
      <w:r>
        <w:tab/>
        <w:t>3.038e0</w:t>
      </w:r>
    </w:p>
    <w:p w:rsidR="00F96531" w:rsidRDefault="00F96531" w:rsidP="00F96531">
      <w:r>
        <w:t>268.1046</w:t>
      </w:r>
      <w:r>
        <w:tab/>
        <w:t>4.051e0</w:t>
      </w:r>
    </w:p>
    <w:p w:rsidR="00F96531" w:rsidRDefault="00F96531" w:rsidP="00F96531">
      <w:r>
        <w:t>268.1072</w:t>
      </w:r>
      <w:r>
        <w:tab/>
        <w:t>1.013e0</w:t>
      </w:r>
    </w:p>
    <w:p w:rsidR="00F96531" w:rsidRDefault="00F96531" w:rsidP="00F96531">
      <w:r>
        <w:t>268.1105</w:t>
      </w:r>
      <w:r>
        <w:tab/>
        <w:t>2.025e0</w:t>
      </w:r>
    </w:p>
    <w:p w:rsidR="00F96531" w:rsidRDefault="00F96531" w:rsidP="00F96531">
      <w:r>
        <w:t>268.1121</w:t>
      </w:r>
      <w:r>
        <w:tab/>
        <w:t>1.013e0</w:t>
      </w:r>
    </w:p>
    <w:p w:rsidR="00F96531" w:rsidRDefault="00F96531" w:rsidP="00F96531">
      <w:r>
        <w:t>268.1359</w:t>
      </w:r>
      <w:r>
        <w:tab/>
        <w:t>4.009e0</w:t>
      </w:r>
    </w:p>
    <w:p w:rsidR="00F96531" w:rsidRDefault="00F96531" w:rsidP="00F96531">
      <w:r>
        <w:t>268.1537</w:t>
      </w:r>
      <w:r>
        <w:tab/>
        <w:t>7.089e0</w:t>
      </w:r>
    </w:p>
    <w:p w:rsidR="00F96531" w:rsidRDefault="00F96531" w:rsidP="00F96531">
      <w:r>
        <w:t>268.1587</w:t>
      </w:r>
      <w:r>
        <w:tab/>
        <w:t>3.038e0</w:t>
      </w:r>
    </w:p>
    <w:p w:rsidR="00F96531" w:rsidRDefault="00F96531" w:rsidP="00F96531">
      <w:r>
        <w:t>268.1615</w:t>
      </w:r>
      <w:r>
        <w:tab/>
        <w:t>9.114e0</w:t>
      </w:r>
    </w:p>
    <w:p w:rsidR="00F96531" w:rsidRDefault="00F96531" w:rsidP="00F96531">
      <w:r>
        <w:t>268.1685</w:t>
      </w:r>
      <w:r>
        <w:tab/>
        <w:t>4.051e0</w:t>
      </w:r>
    </w:p>
    <w:p w:rsidR="00F96531" w:rsidRDefault="00F96531" w:rsidP="00F96531">
      <w:r>
        <w:lastRenderedPageBreak/>
        <w:t>268.1710</w:t>
      </w:r>
      <w:r>
        <w:tab/>
        <w:t>4.154e0</w:t>
      </w:r>
    </w:p>
    <w:p w:rsidR="00F96531" w:rsidRDefault="00F96531" w:rsidP="00F96531">
      <w:r>
        <w:t>268.1786</w:t>
      </w:r>
      <w:r>
        <w:tab/>
        <w:t>2.025e0</w:t>
      </w:r>
    </w:p>
    <w:p w:rsidR="00F96531" w:rsidRDefault="00F96531" w:rsidP="00F96531">
      <w:r>
        <w:t>268.1929</w:t>
      </w:r>
      <w:r>
        <w:tab/>
        <w:t>4.051e0</w:t>
      </w:r>
    </w:p>
    <w:p w:rsidR="00F96531" w:rsidRDefault="00F96531" w:rsidP="00F96531">
      <w:r>
        <w:t>268.1964</w:t>
      </w:r>
      <w:r>
        <w:tab/>
        <w:t>2.025e0</w:t>
      </w:r>
    </w:p>
    <w:p w:rsidR="00F96531" w:rsidRDefault="00F96531" w:rsidP="00F96531">
      <w:r>
        <w:t>268.2091</w:t>
      </w:r>
      <w:r>
        <w:tab/>
        <w:t>1.013e0</w:t>
      </w:r>
    </w:p>
    <w:p w:rsidR="00F96531" w:rsidRDefault="00F96531" w:rsidP="00F96531">
      <w:r>
        <w:t>268.2153</w:t>
      </w:r>
      <w:r>
        <w:tab/>
        <w:t>2.025e0</w:t>
      </w:r>
    </w:p>
    <w:p w:rsidR="00F96531" w:rsidRDefault="00F96531" w:rsidP="00F96531">
      <w:r>
        <w:t>268.2270</w:t>
      </w:r>
      <w:r>
        <w:tab/>
        <w:t>3.038e0</w:t>
      </w:r>
    </w:p>
    <w:p w:rsidR="00F96531" w:rsidRDefault="00F96531" w:rsidP="00F96531">
      <w:r>
        <w:t>268.2308</w:t>
      </w:r>
      <w:r>
        <w:tab/>
        <w:t>1.013e0</w:t>
      </w:r>
    </w:p>
    <w:p w:rsidR="00F96531" w:rsidRDefault="00F96531" w:rsidP="00F96531">
      <w:r>
        <w:t>268.2337</w:t>
      </w:r>
      <w:r>
        <w:tab/>
        <w:t>2.025e0</w:t>
      </w:r>
    </w:p>
    <w:p w:rsidR="00F96531" w:rsidRDefault="00F96531" w:rsidP="00F96531">
      <w:r>
        <w:t>268.2440</w:t>
      </w:r>
      <w:r>
        <w:tab/>
        <w:t>1.013e0</w:t>
      </w:r>
    </w:p>
    <w:p w:rsidR="00F96531" w:rsidRDefault="00F96531" w:rsidP="00F96531">
      <w:r>
        <w:t>268.2507</w:t>
      </w:r>
      <w:r>
        <w:tab/>
        <w:t>1.013e0</w:t>
      </w:r>
    </w:p>
    <w:p w:rsidR="00F96531" w:rsidRDefault="00F96531" w:rsidP="00F96531">
      <w:r>
        <w:t>268.2519</w:t>
      </w:r>
      <w:r>
        <w:tab/>
        <w:t>1.013e0</w:t>
      </w:r>
    </w:p>
    <w:p w:rsidR="00F96531" w:rsidRDefault="00F96531" w:rsidP="00F96531">
      <w:r>
        <w:t>268.2582</w:t>
      </w:r>
      <w:r>
        <w:tab/>
        <w:t>2.025e0</w:t>
      </w:r>
    </w:p>
    <w:p w:rsidR="00F96531" w:rsidRDefault="00F96531" w:rsidP="00F96531">
      <w:r>
        <w:t>268.2789</w:t>
      </w:r>
      <w:r>
        <w:tab/>
        <w:t>2.025e0</w:t>
      </w:r>
    </w:p>
    <w:p w:rsidR="00F96531" w:rsidRDefault="00F96531" w:rsidP="00F96531">
      <w:r>
        <w:t>268.2902</w:t>
      </w:r>
      <w:r>
        <w:tab/>
        <w:t>1.013e0</w:t>
      </w:r>
    </w:p>
    <w:p w:rsidR="00F96531" w:rsidRDefault="00F96531" w:rsidP="00F96531">
      <w:r>
        <w:t>268.3221</w:t>
      </w:r>
      <w:r>
        <w:tab/>
        <w:t>2.025e0</w:t>
      </w:r>
    </w:p>
    <w:p w:rsidR="00F96531" w:rsidRDefault="00F96531" w:rsidP="00F96531">
      <w:r>
        <w:t>268.3508</w:t>
      </w:r>
      <w:r>
        <w:tab/>
        <w:t>2.025e0</w:t>
      </w:r>
    </w:p>
    <w:p w:rsidR="00F96531" w:rsidRDefault="00F96531" w:rsidP="00F96531">
      <w:r>
        <w:t>268.4399</w:t>
      </w:r>
      <w:r>
        <w:tab/>
        <w:t>1.013e0</w:t>
      </w:r>
    </w:p>
    <w:p w:rsidR="00F96531" w:rsidRDefault="00F96531" w:rsidP="00F96531">
      <w:r>
        <w:t>268.4525</w:t>
      </w:r>
      <w:r>
        <w:tab/>
        <w:t>1.013e0</w:t>
      </w:r>
    </w:p>
    <w:p w:rsidR="00F96531" w:rsidRDefault="00F96531" w:rsidP="00F96531">
      <w:r>
        <w:lastRenderedPageBreak/>
        <w:t>268.4564</w:t>
      </w:r>
      <w:r>
        <w:tab/>
        <w:t>1.013e0</w:t>
      </w:r>
    </w:p>
    <w:p w:rsidR="00F96531" w:rsidRDefault="00F96531" w:rsidP="00F96531">
      <w:r>
        <w:t>268.4645</w:t>
      </w:r>
      <w:r>
        <w:tab/>
        <w:t>1.013e0</w:t>
      </w:r>
    </w:p>
    <w:p w:rsidR="00F96531" w:rsidRDefault="00F96531" w:rsidP="00F96531">
      <w:r>
        <w:t>268.4795</w:t>
      </w:r>
      <w:r>
        <w:tab/>
        <w:t>1.013e0</w:t>
      </w:r>
    </w:p>
    <w:p w:rsidR="00F96531" w:rsidRDefault="00F96531" w:rsidP="00F96531">
      <w:r>
        <w:t>268.4891</w:t>
      </w:r>
      <w:r>
        <w:tab/>
        <w:t>2.025e0</w:t>
      </w:r>
    </w:p>
    <w:p w:rsidR="00F96531" w:rsidRDefault="00F96531" w:rsidP="00F96531">
      <w:r>
        <w:t>268.4995</w:t>
      </w:r>
      <w:r>
        <w:tab/>
        <w:t>1.013e0</w:t>
      </w:r>
    </w:p>
    <w:p w:rsidR="00F96531" w:rsidRDefault="00F96531" w:rsidP="00F96531">
      <w:r>
        <w:t>268.5130</w:t>
      </w:r>
      <w:r>
        <w:tab/>
        <w:t>1.013e0</w:t>
      </w:r>
    </w:p>
    <w:p w:rsidR="00F96531" w:rsidRDefault="00F96531" w:rsidP="00F96531">
      <w:r>
        <w:t>268.5141</w:t>
      </w:r>
      <w:r>
        <w:tab/>
        <w:t>3.038e0</w:t>
      </w:r>
    </w:p>
    <w:p w:rsidR="00F96531" w:rsidRDefault="00F96531" w:rsidP="00F96531">
      <w:r>
        <w:t>268.5236</w:t>
      </w:r>
      <w:r>
        <w:tab/>
        <w:t>1.013e0</w:t>
      </w:r>
    </w:p>
    <w:p w:rsidR="00F96531" w:rsidRDefault="00F96531" w:rsidP="00F96531">
      <w:r>
        <w:t>268.5383</w:t>
      </w:r>
      <w:r>
        <w:tab/>
        <w:t>1.013e0</w:t>
      </w:r>
    </w:p>
    <w:p w:rsidR="00F96531" w:rsidRDefault="00F96531" w:rsidP="00F96531">
      <w:r>
        <w:t>268.5624</w:t>
      </w:r>
      <w:r>
        <w:tab/>
        <w:t>1.013e0</w:t>
      </w:r>
    </w:p>
    <w:p w:rsidR="00F96531" w:rsidRDefault="00F96531" w:rsidP="00F96531">
      <w:r>
        <w:t>268.5835</w:t>
      </w:r>
      <w:r>
        <w:tab/>
        <w:t>1.013e0</w:t>
      </w:r>
    </w:p>
    <w:p w:rsidR="00F96531" w:rsidRDefault="00F96531" w:rsidP="00F96531">
      <w:r>
        <w:t>268.6062</w:t>
      </w:r>
      <w:r>
        <w:tab/>
        <w:t>2.025e0</w:t>
      </w:r>
    </w:p>
    <w:p w:rsidR="00F96531" w:rsidRDefault="00F96531" w:rsidP="00F96531">
      <w:r>
        <w:t>268.6121</w:t>
      </w:r>
      <w:r>
        <w:tab/>
        <w:t>1.013e0</w:t>
      </w:r>
    </w:p>
    <w:p w:rsidR="00F96531" w:rsidRDefault="00F96531" w:rsidP="00F96531">
      <w:r>
        <w:t>268.6432</w:t>
      </w:r>
      <w:r>
        <w:tab/>
        <w:t>1.013e0</w:t>
      </w:r>
    </w:p>
    <w:p w:rsidR="00F96531" w:rsidRDefault="00F96531" w:rsidP="00F96531">
      <w:r>
        <w:t>268.6528</w:t>
      </w:r>
      <w:r>
        <w:tab/>
        <w:t>1.013e0</w:t>
      </w:r>
    </w:p>
    <w:p w:rsidR="00F96531" w:rsidRDefault="00F96531" w:rsidP="00F96531">
      <w:r>
        <w:t>268.6628</w:t>
      </w:r>
      <w:r>
        <w:tab/>
        <w:t>1.013e0</w:t>
      </w:r>
    </w:p>
    <w:p w:rsidR="00F96531" w:rsidRDefault="00F96531" w:rsidP="00F96531">
      <w:r>
        <w:t>268.6741</w:t>
      </w:r>
      <w:r>
        <w:tab/>
        <w:t>2.025e0</w:t>
      </w:r>
    </w:p>
    <w:p w:rsidR="00F96531" w:rsidRDefault="00F96531" w:rsidP="00F96531">
      <w:r>
        <w:t>268.6753</w:t>
      </w:r>
      <w:r>
        <w:tab/>
        <w:t>1.013e0</w:t>
      </w:r>
    </w:p>
    <w:p w:rsidR="00F96531" w:rsidRDefault="00F96531" w:rsidP="00F96531">
      <w:r>
        <w:t>268.6782</w:t>
      </w:r>
      <w:r>
        <w:tab/>
        <w:t>1.013e0</w:t>
      </w:r>
    </w:p>
    <w:p w:rsidR="00F96531" w:rsidRDefault="00F96531" w:rsidP="00F96531">
      <w:r>
        <w:lastRenderedPageBreak/>
        <w:t>268.6875</w:t>
      </w:r>
      <w:r>
        <w:tab/>
        <w:t>1.013e0</w:t>
      </w:r>
    </w:p>
    <w:p w:rsidR="00F96531" w:rsidRDefault="00F96531" w:rsidP="00F96531">
      <w:r>
        <w:t>268.7024</w:t>
      </w:r>
      <w:r>
        <w:tab/>
        <w:t>1.013e0</w:t>
      </w:r>
    </w:p>
    <w:p w:rsidR="00F96531" w:rsidRDefault="00F96531" w:rsidP="00F96531">
      <w:r>
        <w:t>268.7260</w:t>
      </w:r>
      <w:r>
        <w:tab/>
        <w:t>2.025e0</w:t>
      </w:r>
    </w:p>
    <w:p w:rsidR="00F96531" w:rsidRDefault="00F96531" w:rsidP="00F96531">
      <w:r>
        <w:t>268.7412</w:t>
      </w:r>
      <w:r>
        <w:tab/>
        <w:t>1.013e0</w:t>
      </w:r>
    </w:p>
    <w:p w:rsidR="00F96531" w:rsidRDefault="00F96531" w:rsidP="00F96531">
      <w:r>
        <w:t>268.7567</w:t>
      </w:r>
      <w:r>
        <w:tab/>
        <w:t>2.025e0</w:t>
      </w:r>
    </w:p>
    <w:p w:rsidR="00F96531" w:rsidRDefault="00F96531" w:rsidP="00F96531">
      <w:r>
        <w:t>268.7618</w:t>
      </w:r>
      <w:r>
        <w:tab/>
        <w:t>1.013e0</w:t>
      </w:r>
    </w:p>
    <w:p w:rsidR="00F96531" w:rsidRDefault="00F96531" w:rsidP="00F96531">
      <w:r>
        <w:t>268.7965</w:t>
      </w:r>
      <w:r>
        <w:tab/>
        <w:t>1.013e0</w:t>
      </w:r>
    </w:p>
    <w:p w:rsidR="00F96531" w:rsidRDefault="00F96531" w:rsidP="00F96531">
      <w:r>
        <w:t>268.8271</w:t>
      </w:r>
      <w:r>
        <w:tab/>
        <w:t>1.013e0</w:t>
      </w:r>
    </w:p>
    <w:p w:rsidR="00F96531" w:rsidRDefault="00F96531" w:rsidP="00F96531">
      <w:r>
        <w:t>268.8312</w:t>
      </w:r>
      <w:r>
        <w:tab/>
        <w:t>1.013e0</w:t>
      </w:r>
    </w:p>
    <w:p w:rsidR="00F96531" w:rsidRDefault="00F96531" w:rsidP="00F96531">
      <w:r>
        <w:t>268.8424</w:t>
      </w:r>
      <w:r>
        <w:tab/>
        <w:t>3.038e0</w:t>
      </w:r>
    </w:p>
    <w:p w:rsidR="00F96531" w:rsidRDefault="00F96531" w:rsidP="00F96531">
      <w:r>
        <w:t>268.8648</w:t>
      </w:r>
      <w:r>
        <w:tab/>
        <w:t>1.013e0</w:t>
      </w:r>
    </w:p>
    <w:p w:rsidR="00F96531" w:rsidRDefault="00F96531" w:rsidP="00F96531">
      <w:r>
        <w:t>268.8723</w:t>
      </w:r>
      <w:r>
        <w:tab/>
        <w:t>2.025e0</w:t>
      </w:r>
    </w:p>
    <w:p w:rsidR="00F96531" w:rsidRDefault="00F96531" w:rsidP="00F96531">
      <w:r>
        <w:t>268.8878</w:t>
      </w:r>
      <w:r>
        <w:tab/>
        <w:t>1.013e0</w:t>
      </w:r>
    </w:p>
    <w:p w:rsidR="00F96531" w:rsidRDefault="00F96531" w:rsidP="00F96531">
      <w:r>
        <w:t>268.8971</w:t>
      </w:r>
      <w:r>
        <w:tab/>
        <w:t>1.013e0</w:t>
      </w:r>
    </w:p>
    <w:p w:rsidR="00F96531" w:rsidRDefault="00F96531" w:rsidP="00F96531">
      <w:r>
        <w:t>268.9044</w:t>
      </w:r>
      <w:r>
        <w:tab/>
        <w:t>1.013e0</w:t>
      </w:r>
    </w:p>
    <w:p w:rsidR="00F96531" w:rsidRDefault="00F96531" w:rsidP="00F96531">
      <w:r>
        <w:t>268.9056</w:t>
      </w:r>
      <w:r>
        <w:tab/>
        <w:t>1.013e0</w:t>
      </w:r>
    </w:p>
    <w:p w:rsidR="00F96531" w:rsidRDefault="00F96531" w:rsidP="00F96531">
      <w:r>
        <w:t>268.9228</w:t>
      </w:r>
      <w:r>
        <w:tab/>
        <w:t>1.013e0</w:t>
      </w:r>
    </w:p>
    <w:p w:rsidR="00F96531" w:rsidRDefault="00F96531" w:rsidP="00F96531">
      <w:r>
        <w:t>268.9268</w:t>
      </w:r>
      <w:r>
        <w:tab/>
        <w:t>1.013e0</w:t>
      </w:r>
    </w:p>
    <w:p w:rsidR="00F96531" w:rsidRDefault="00F96531" w:rsidP="00F96531">
      <w:r>
        <w:t>268.9280</w:t>
      </w:r>
      <w:r>
        <w:tab/>
        <w:t>1.013e0</w:t>
      </w:r>
    </w:p>
    <w:p w:rsidR="00F96531" w:rsidRDefault="00F96531" w:rsidP="00F96531">
      <w:r>
        <w:lastRenderedPageBreak/>
        <w:t>268.9473</w:t>
      </w:r>
      <w:r>
        <w:tab/>
        <w:t>2.025e0</w:t>
      </w:r>
    </w:p>
    <w:p w:rsidR="00F96531" w:rsidRDefault="00F96531" w:rsidP="00F96531">
      <w:r>
        <w:t>268.9674</w:t>
      </w:r>
      <w:r>
        <w:tab/>
        <w:t>4.051e0</w:t>
      </w:r>
    </w:p>
    <w:p w:rsidR="00F96531" w:rsidRDefault="00F96531" w:rsidP="00F96531">
      <w:r>
        <w:t>268.9698</w:t>
      </w:r>
      <w:r>
        <w:tab/>
        <w:t>1.013e0</w:t>
      </w:r>
    </w:p>
    <w:p w:rsidR="00F96531" w:rsidRDefault="00F96531" w:rsidP="00F96531">
      <w:r>
        <w:t>268.9838</w:t>
      </w:r>
      <w:r>
        <w:tab/>
        <w:t>1.013e0</w:t>
      </w:r>
    </w:p>
    <w:p w:rsidR="00F96531" w:rsidRDefault="00F96531" w:rsidP="00F96531">
      <w:r>
        <w:t>268.9968</w:t>
      </w:r>
      <w:r>
        <w:tab/>
        <w:t>2.025e0</w:t>
      </w:r>
    </w:p>
    <w:p w:rsidR="00F96531" w:rsidRDefault="00F96531" w:rsidP="00F96531">
      <w:r>
        <w:t>269.0407</w:t>
      </w:r>
      <w:r>
        <w:tab/>
        <w:t>4.670e2</w:t>
      </w:r>
    </w:p>
    <w:p w:rsidR="00F96531" w:rsidRDefault="00F96531" w:rsidP="00F96531">
      <w:r>
        <w:t>269.0424</w:t>
      </w:r>
      <w:r>
        <w:tab/>
        <w:t>1.763e2</w:t>
      </w:r>
    </w:p>
    <w:p w:rsidR="00F96531" w:rsidRDefault="00F96531" w:rsidP="00F96531">
      <w:r>
        <w:t>269.0443</w:t>
      </w:r>
      <w:r>
        <w:tab/>
        <w:t>1.823e1</w:t>
      </w:r>
    </w:p>
    <w:p w:rsidR="00F96531" w:rsidRDefault="00F96531" w:rsidP="00F96531">
      <w:r>
        <w:t>269.0759</w:t>
      </w:r>
      <w:r>
        <w:tab/>
        <w:t>2.025e0</w:t>
      </w:r>
    </w:p>
    <w:p w:rsidR="00F96531" w:rsidRDefault="00F96531" w:rsidP="00F96531">
      <w:r>
        <w:t>269.0990</w:t>
      </w:r>
      <w:r>
        <w:tab/>
        <w:t>1.013e0</w:t>
      </w:r>
    </w:p>
    <w:p w:rsidR="00F96531" w:rsidRDefault="00F96531" w:rsidP="00F96531">
      <w:r>
        <w:t>269.1331</w:t>
      </w:r>
      <w:r>
        <w:tab/>
        <w:t>4.051e0</w:t>
      </w:r>
    </w:p>
    <w:p w:rsidR="00F96531" w:rsidRDefault="00F96531" w:rsidP="00F96531">
      <w:r>
        <w:t>269.1347</w:t>
      </w:r>
      <w:r>
        <w:tab/>
        <w:t>3.038e0</w:t>
      </w:r>
    </w:p>
    <w:p w:rsidR="00F96531" w:rsidRDefault="00F96531" w:rsidP="00F96531">
      <w:r>
        <w:t>269.1382</w:t>
      </w:r>
      <w:r>
        <w:tab/>
        <w:t>6.076e0</w:t>
      </w:r>
    </w:p>
    <w:p w:rsidR="00F96531" w:rsidRDefault="00F96531" w:rsidP="00F96531">
      <w:r>
        <w:t>269.1458</w:t>
      </w:r>
      <w:r>
        <w:tab/>
        <w:t>3.038e0</w:t>
      </w:r>
    </w:p>
    <w:p w:rsidR="00F96531" w:rsidRDefault="00F96531" w:rsidP="00F96531">
      <w:r>
        <w:t>269.1602</w:t>
      </w:r>
      <w:r>
        <w:tab/>
        <w:t>3.038e0</w:t>
      </w:r>
    </w:p>
    <w:p w:rsidR="00F96531" w:rsidRDefault="00F96531" w:rsidP="00F96531">
      <w:r>
        <w:t>269.1670</w:t>
      </w:r>
      <w:r>
        <w:tab/>
        <w:t>7.398e0</w:t>
      </w:r>
    </w:p>
    <w:p w:rsidR="00F96531" w:rsidRDefault="00F96531" w:rsidP="00F96531">
      <w:r>
        <w:t>269.1681</w:t>
      </w:r>
      <w:r>
        <w:tab/>
        <w:t>2.025e0</w:t>
      </w:r>
    </w:p>
    <w:p w:rsidR="00F96531" w:rsidRDefault="00F96531" w:rsidP="00F96531">
      <w:r>
        <w:t>269.1726</w:t>
      </w:r>
      <w:r>
        <w:tab/>
        <w:t>6.246e0</w:t>
      </w:r>
    </w:p>
    <w:p w:rsidR="00F96531" w:rsidRDefault="00F96531" w:rsidP="00F96531">
      <w:r>
        <w:t>269.1876</w:t>
      </w:r>
      <w:r>
        <w:tab/>
        <w:t>7.055e0</w:t>
      </w:r>
    </w:p>
    <w:p w:rsidR="00F96531" w:rsidRDefault="00F96531" w:rsidP="00F96531">
      <w:r>
        <w:lastRenderedPageBreak/>
        <w:t>269.2036</w:t>
      </w:r>
      <w:r>
        <w:tab/>
        <w:t>3.038e0</w:t>
      </w:r>
    </w:p>
    <w:p w:rsidR="00F96531" w:rsidRDefault="00F96531" w:rsidP="00F96531">
      <w:r>
        <w:t>269.2062</w:t>
      </w:r>
      <w:r>
        <w:tab/>
        <w:t>8.101e0</w:t>
      </w:r>
    </w:p>
    <w:p w:rsidR="00F96531" w:rsidRDefault="00F96531" w:rsidP="00F96531">
      <w:r>
        <w:t>269.2103</w:t>
      </w:r>
      <w:r>
        <w:tab/>
        <w:t>4.051e0</w:t>
      </w:r>
    </w:p>
    <w:p w:rsidR="00F96531" w:rsidRDefault="00F96531" w:rsidP="00F96531">
      <w:r>
        <w:t>269.2141</w:t>
      </w:r>
      <w:r>
        <w:tab/>
        <w:t>4.051e0</w:t>
      </w:r>
    </w:p>
    <w:p w:rsidR="00F96531" w:rsidRDefault="00F96531" w:rsidP="00F96531">
      <w:r>
        <w:t>269.2428</w:t>
      </w:r>
      <w:r>
        <w:tab/>
        <w:t>1.013e0</w:t>
      </w:r>
    </w:p>
    <w:p w:rsidR="00F96531" w:rsidRDefault="00F96531" w:rsidP="00F96531">
      <w:r>
        <w:t>269.2495</w:t>
      </w:r>
      <w:r>
        <w:tab/>
        <w:t>1.013e0</w:t>
      </w:r>
    </w:p>
    <w:p w:rsidR="00F96531" w:rsidRDefault="00F96531" w:rsidP="00F96531">
      <w:r>
        <w:t>269.2587</w:t>
      </w:r>
      <w:r>
        <w:tab/>
        <w:t>1.013e0</w:t>
      </w:r>
    </w:p>
    <w:p w:rsidR="00F96531" w:rsidRDefault="00F96531" w:rsidP="00F96531">
      <w:r>
        <w:t>269.2657</w:t>
      </w:r>
      <w:r>
        <w:tab/>
        <w:t>6.076e0</w:t>
      </w:r>
    </w:p>
    <w:p w:rsidR="00F96531" w:rsidRDefault="00F96531" w:rsidP="00F96531">
      <w:r>
        <w:t>269.2670</w:t>
      </w:r>
      <w:r>
        <w:tab/>
        <w:t>2.025e0</w:t>
      </w:r>
    </w:p>
    <w:p w:rsidR="00F96531" w:rsidRDefault="00F96531" w:rsidP="00F96531">
      <w:r>
        <w:t>269.2727</w:t>
      </w:r>
      <w:r>
        <w:tab/>
        <w:t>1.013e0</w:t>
      </w:r>
    </w:p>
    <w:p w:rsidR="00F96531" w:rsidRDefault="00F96531" w:rsidP="00F96531">
      <w:r>
        <w:t>269.2856</w:t>
      </w:r>
      <w:r>
        <w:tab/>
        <w:t>1.013e0</w:t>
      </w:r>
    </w:p>
    <w:p w:rsidR="00F96531" w:rsidRDefault="00F96531" w:rsidP="00F96531">
      <w:r>
        <w:t>269.2931</w:t>
      </w:r>
      <w:r>
        <w:tab/>
        <w:t>3.038e0</w:t>
      </w:r>
    </w:p>
    <w:p w:rsidR="00F96531" w:rsidRDefault="00F96531" w:rsidP="00F96531">
      <w:r>
        <w:t>269.2964</w:t>
      </w:r>
      <w:r>
        <w:tab/>
        <w:t>1.013e0</w:t>
      </w:r>
    </w:p>
    <w:p w:rsidR="00F96531" w:rsidRDefault="00F96531" w:rsidP="00F96531">
      <w:r>
        <w:t>269.3041</w:t>
      </w:r>
      <w:r>
        <w:tab/>
        <w:t>2.025e0</w:t>
      </w:r>
    </w:p>
    <w:p w:rsidR="00F96531" w:rsidRDefault="00F96531" w:rsidP="00F96531">
      <w:r>
        <w:t>269.3167</w:t>
      </w:r>
      <w:r>
        <w:tab/>
        <w:t>1.013e0</w:t>
      </w:r>
    </w:p>
    <w:p w:rsidR="00F96531" w:rsidRDefault="00F96531" w:rsidP="00F96531">
      <w:r>
        <w:t>269.3235</w:t>
      </w:r>
      <w:r>
        <w:tab/>
        <w:t>1.013e0</w:t>
      </w:r>
    </w:p>
    <w:p w:rsidR="00F96531" w:rsidRDefault="00F96531" w:rsidP="00F96531">
      <w:r>
        <w:t>269.3325</w:t>
      </w:r>
      <w:r>
        <w:tab/>
        <w:t>1.013e0</w:t>
      </w:r>
    </w:p>
    <w:p w:rsidR="00F96531" w:rsidRDefault="00F96531" w:rsidP="00F96531">
      <w:r>
        <w:t>269.3369</w:t>
      </w:r>
      <w:r>
        <w:tab/>
        <w:t>3.038e0</w:t>
      </w:r>
    </w:p>
    <w:p w:rsidR="00F96531" w:rsidRDefault="00F96531" w:rsidP="00F96531">
      <w:r>
        <w:t>269.3596</w:t>
      </w:r>
      <w:r>
        <w:tab/>
        <w:t>1.013e0</w:t>
      </w:r>
    </w:p>
    <w:p w:rsidR="00F96531" w:rsidRDefault="00F96531" w:rsidP="00F96531">
      <w:r>
        <w:lastRenderedPageBreak/>
        <w:t>269.3720</w:t>
      </w:r>
      <w:r>
        <w:tab/>
        <w:t>1.013e0</w:t>
      </w:r>
    </w:p>
    <w:p w:rsidR="00F96531" w:rsidRDefault="00F96531" w:rsidP="00F96531">
      <w:r>
        <w:t>269.3758</w:t>
      </w:r>
      <w:r>
        <w:tab/>
        <w:t>2.025e0</w:t>
      </w:r>
    </w:p>
    <w:p w:rsidR="00F96531" w:rsidRDefault="00F96531" w:rsidP="00F96531">
      <w:r>
        <w:t>269.3808</w:t>
      </w:r>
      <w:r>
        <w:tab/>
        <w:t>1.013e0</w:t>
      </w:r>
    </w:p>
    <w:p w:rsidR="00F96531" w:rsidRDefault="00F96531" w:rsidP="00F96531">
      <w:r>
        <w:t>269.3867</w:t>
      </w:r>
      <w:r>
        <w:tab/>
        <w:t>1.013e0</w:t>
      </w:r>
    </w:p>
    <w:p w:rsidR="00F96531" w:rsidRDefault="00F96531" w:rsidP="00F96531">
      <w:r>
        <w:t>269.4106</w:t>
      </w:r>
      <w:r>
        <w:tab/>
        <w:t>1.013e0</w:t>
      </w:r>
    </w:p>
    <w:p w:rsidR="00F96531" w:rsidRDefault="00F96531" w:rsidP="00F96531">
      <w:r>
        <w:t>269.4205</w:t>
      </w:r>
      <w:r>
        <w:tab/>
        <w:t>1.013e0</w:t>
      </w:r>
    </w:p>
    <w:p w:rsidR="00F96531" w:rsidRDefault="00F96531" w:rsidP="00F96531">
      <w:r>
        <w:t>269.4553</w:t>
      </w:r>
      <w:r>
        <w:tab/>
        <w:t>1.013e0</w:t>
      </w:r>
    </w:p>
    <w:p w:rsidR="00F96531" w:rsidRDefault="00F96531" w:rsidP="00F96531">
      <w:r>
        <w:t>269.4594</w:t>
      </w:r>
      <w:r>
        <w:tab/>
        <w:t>1.013e0</w:t>
      </w:r>
    </w:p>
    <w:p w:rsidR="00F96531" w:rsidRDefault="00F96531" w:rsidP="00F96531">
      <w:r>
        <w:t>269.4714</w:t>
      </w:r>
      <w:r>
        <w:tab/>
        <w:t>1.013e0</w:t>
      </w:r>
    </w:p>
    <w:p w:rsidR="00F96531" w:rsidRDefault="00F96531" w:rsidP="00F96531">
      <w:r>
        <w:t>269.4725</w:t>
      </w:r>
      <w:r>
        <w:tab/>
        <w:t>2.025e0</w:t>
      </w:r>
    </w:p>
    <w:p w:rsidR="00F96531" w:rsidRDefault="00F96531" w:rsidP="00F96531">
      <w:r>
        <w:t>269.4851</w:t>
      </w:r>
      <w:r>
        <w:tab/>
        <w:t>1.013e0</w:t>
      </w:r>
    </w:p>
    <w:p w:rsidR="00F96531" w:rsidRDefault="00F96531" w:rsidP="00F96531">
      <w:r>
        <w:t>269.5035</w:t>
      </w:r>
      <w:r>
        <w:tab/>
        <w:t>1.013e0</w:t>
      </w:r>
    </w:p>
    <w:p w:rsidR="00F96531" w:rsidRDefault="00F96531" w:rsidP="00F96531">
      <w:r>
        <w:t>269.5076</w:t>
      </w:r>
      <w:r>
        <w:tab/>
        <w:t>1.013e0</w:t>
      </w:r>
    </w:p>
    <w:p w:rsidR="00F96531" w:rsidRDefault="00F96531" w:rsidP="00F96531">
      <w:r>
        <w:t>269.5149</w:t>
      </w:r>
      <w:r>
        <w:tab/>
        <w:t>1.013e0</w:t>
      </w:r>
    </w:p>
    <w:p w:rsidR="00F96531" w:rsidRDefault="00F96531" w:rsidP="00F96531">
      <w:r>
        <w:t>269.5345</w:t>
      </w:r>
      <w:r>
        <w:tab/>
        <w:t>1.013e0</w:t>
      </w:r>
    </w:p>
    <w:p w:rsidR="00F96531" w:rsidRDefault="00F96531" w:rsidP="00F96531">
      <w:r>
        <w:t>269.5385</w:t>
      </w:r>
      <w:r>
        <w:tab/>
        <w:t>1.013e0</w:t>
      </w:r>
    </w:p>
    <w:p w:rsidR="00F96531" w:rsidRDefault="00F96531" w:rsidP="00F96531">
      <w:r>
        <w:t>269.5428</w:t>
      </w:r>
      <w:r>
        <w:tab/>
        <w:t>3.038e0</w:t>
      </w:r>
    </w:p>
    <w:p w:rsidR="00F96531" w:rsidRDefault="00F96531" w:rsidP="00F96531">
      <w:r>
        <w:t>269.5558</w:t>
      </w:r>
      <w:r>
        <w:tab/>
        <w:t>1.013e0</w:t>
      </w:r>
    </w:p>
    <w:p w:rsidR="00F96531" w:rsidRDefault="00F96531" w:rsidP="00F96531">
      <w:r>
        <w:t>269.5684</w:t>
      </w:r>
      <w:r>
        <w:tab/>
        <w:t>2.025e0</w:t>
      </w:r>
    </w:p>
    <w:p w:rsidR="00F96531" w:rsidRDefault="00F96531" w:rsidP="00F96531">
      <w:r>
        <w:lastRenderedPageBreak/>
        <w:t>269.5775</w:t>
      </w:r>
      <w:r>
        <w:tab/>
        <w:t>1.013e0</w:t>
      </w:r>
    </w:p>
    <w:p w:rsidR="00F96531" w:rsidRDefault="00F96531" w:rsidP="00F96531">
      <w:r>
        <w:t>269.5894</w:t>
      </w:r>
      <w:r>
        <w:tab/>
        <w:t>1.013e0</w:t>
      </w:r>
    </w:p>
    <w:p w:rsidR="00F96531" w:rsidRDefault="00F96531" w:rsidP="00F96531">
      <w:r>
        <w:t>269.5972</w:t>
      </w:r>
      <w:r>
        <w:tab/>
        <w:t>3.038e0</w:t>
      </w:r>
    </w:p>
    <w:p w:rsidR="00F96531" w:rsidRDefault="00F96531" w:rsidP="00F96531">
      <w:r>
        <w:t>269.6053</w:t>
      </w:r>
      <w:r>
        <w:tab/>
        <w:t>2.025e0</w:t>
      </w:r>
    </w:p>
    <w:p w:rsidR="00F96531" w:rsidRDefault="00F96531" w:rsidP="00F96531">
      <w:r>
        <w:t>269.6073</w:t>
      </w:r>
      <w:r>
        <w:tab/>
        <w:t>1.013e0</w:t>
      </w:r>
    </w:p>
    <w:p w:rsidR="00F96531" w:rsidRDefault="00F96531" w:rsidP="00F96531">
      <w:r>
        <w:t>269.6165</w:t>
      </w:r>
      <w:r>
        <w:tab/>
        <w:t>1.013e0</w:t>
      </w:r>
    </w:p>
    <w:p w:rsidR="00F96531" w:rsidRDefault="00F96531" w:rsidP="00F96531">
      <w:r>
        <w:t>269.6395</w:t>
      </w:r>
      <w:r>
        <w:tab/>
        <w:t>1.013e0</w:t>
      </w:r>
    </w:p>
    <w:p w:rsidR="00F96531" w:rsidRDefault="00F96531" w:rsidP="00F96531">
      <w:r>
        <w:t>269.6494</w:t>
      </w:r>
      <w:r>
        <w:tab/>
        <w:t>2.025e0</w:t>
      </w:r>
    </w:p>
    <w:p w:rsidR="00F96531" w:rsidRDefault="00F96531" w:rsidP="00F96531">
      <w:r>
        <w:t>269.6541</w:t>
      </w:r>
      <w:r>
        <w:tab/>
        <w:t>1.013e0</w:t>
      </w:r>
    </w:p>
    <w:p w:rsidR="00F96531" w:rsidRDefault="00F96531" w:rsidP="00F96531">
      <w:r>
        <w:t>269.6652</w:t>
      </w:r>
      <w:r>
        <w:tab/>
        <w:t>1.013e0</w:t>
      </w:r>
    </w:p>
    <w:p w:rsidR="00F96531" w:rsidRDefault="00F96531" w:rsidP="00F96531">
      <w:r>
        <w:t>269.6733</w:t>
      </w:r>
      <w:r>
        <w:tab/>
        <w:t>1.013e0</w:t>
      </w:r>
    </w:p>
    <w:p w:rsidR="00F96531" w:rsidRDefault="00F96531" w:rsidP="00F96531">
      <w:r>
        <w:t>269.6745</w:t>
      </w:r>
      <w:r>
        <w:tab/>
        <w:t>2.025e0</w:t>
      </w:r>
    </w:p>
    <w:p w:rsidR="00F96531" w:rsidRDefault="00F96531" w:rsidP="00F96531">
      <w:r>
        <w:t>269.6766</w:t>
      </w:r>
      <w:r>
        <w:tab/>
        <w:t>2.025e0</w:t>
      </w:r>
    </w:p>
    <w:p w:rsidR="00F96531" w:rsidRDefault="00F96531" w:rsidP="00F96531">
      <w:r>
        <w:t>269.7038</w:t>
      </w:r>
      <w:r>
        <w:tab/>
        <w:t>1.013e0</w:t>
      </w:r>
    </w:p>
    <w:p w:rsidR="00F96531" w:rsidRDefault="00F96531" w:rsidP="00F96531">
      <w:r>
        <w:t>269.7095</w:t>
      </w:r>
      <w:r>
        <w:tab/>
        <w:t>1.013e0</w:t>
      </w:r>
    </w:p>
    <w:p w:rsidR="00F96531" w:rsidRDefault="00F96531" w:rsidP="00F96531">
      <w:r>
        <w:t>269.7174</w:t>
      </w:r>
      <w:r>
        <w:tab/>
        <w:t>1.013e0</w:t>
      </w:r>
    </w:p>
    <w:p w:rsidR="00F96531" w:rsidRDefault="00F96531" w:rsidP="00F96531">
      <w:r>
        <w:t>269.7434</w:t>
      </w:r>
      <w:r>
        <w:tab/>
        <w:t>1.013e0</w:t>
      </w:r>
    </w:p>
    <w:p w:rsidR="00F96531" w:rsidRDefault="00F96531" w:rsidP="00F96531">
      <w:r>
        <w:t>269.7506</w:t>
      </w:r>
      <w:r>
        <w:tab/>
        <w:t>3.038e0</w:t>
      </w:r>
    </w:p>
    <w:p w:rsidR="00F96531" w:rsidRDefault="00F96531" w:rsidP="00F96531">
      <w:r>
        <w:t>269.7696</w:t>
      </w:r>
      <w:r>
        <w:tab/>
        <w:t>1.013e0</w:t>
      </w:r>
    </w:p>
    <w:p w:rsidR="00F96531" w:rsidRDefault="00F96531" w:rsidP="00F96531">
      <w:r>
        <w:lastRenderedPageBreak/>
        <w:t>269.8057</w:t>
      </w:r>
      <w:r>
        <w:tab/>
        <w:t>2.025e0</w:t>
      </w:r>
    </w:p>
    <w:p w:rsidR="00F96531" w:rsidRDefault="00F96531" w:rsidP="00F96531">
      <w:r>
        <w:t>269.8094</w:t>
      </w:r>
      <w:r>
        <w:tab/>
        <w:t>3.038e0</w:t>
      </w:r>
    </w:p>
    <w:p w:rsidR="00F96531" w:rsidRDefault="00F96531" w:rsidP="00F96531">
      <w:r>
        <w:t>269.8418</w:t>
      </w:r>
      <w:r>
        <w:tab/>
        <w:t>2.025e0</w:t>
      </w:r>
    </w:p>
    <w:p w:rsidR="00F96531" w:rsidRDefault="00F96531" w:rsidP="00F96531">
      <w:r>
        <w:t>269.8471</w:t>
      </w:r>
      <w:r>
        <w:tab/>
        <w:t>2.025e0</w:t>
      </w:r>
    </w:p>
    <w:p w:rsidR="00F96531" w:rsidRDefault="00F96531" w:rsidP="00F96531">
      <w:r>
        <w:t>269.8534</w:t>
      </w:r>
      <w:r>
        <w:tab/>
        <w:t>1.013e0</w:t>
      </w:r>
    </w:p>
    <w:p w:rsidR="00F96531" w:rsidRDefault="00F96531" w:rsidP="00F96531">
      <w:r>
        <w:t>269.8778</w:t>
      </w:r>
      <w:r>
        <w:tab/>
        <w:t>1.013e0</w:t>
      </w:r>
    </w:p>
    <w:p w:rsidR="00F96531" w:rsidRDefault="00F96531" w:rsidP="00F96531">
      <w:r>
        <w:t>269.9005</w:t>
      </w:r>
      <w:r>
        <w:tab/>
        <w:t>1.013e0</w:t>
      </w:r>
    </w:p>
    <w:p w:rsidR="00F96531" w:rsidRDefault="00F96531" w:rsidP="00F96531">
      <w:r>
        <w:t>269.9023</w:t>
      </w:r>
      <w:r>
        <w:tab/>
        <w:t>2.025e0</w:t>
      </w:r>
    </w:p>
    <w:p w:rsidR="00F96531" w:rsidRDefault="00F96531" w:rsidP="00F96531">
      <w:r>
        <w:t>269.9088</w:t>
      </w:r>
      <w:r>
        <w:tab/>
        <w:t>1.013e0</w:t>
      </w:r>
    </w:p>
    <w:p w:rsidR="00F96531" w:rsidRDefault="00F96531" w:rsidP="00F96531">
      <w:r>
        <w:t>269.9262</w:t>
      </w:r>
      <w:r>
        <w:tab/>
        <w:t>1.013e0</w:t>
      </w:r>
    </w:p>
    <w:p w:rsidR="00F96531" w:rsidRDefault="00F96531" w:rsidP="00F96531">
      <w:r>
        <w:t>269.9524</w:t>
      </w:r>
      <w:r>
        <w:tab/>
        <w:t>1.013e0</w:t>
      </w:r>
    </w:p>
    <w:p w:rsidR="00F96531" w:rsidRDefault="00F96531" w:rsidP="00F96531">
      <w:r>
        <w:t>269.9585</w:t>
      </w:r>
      <w:r>
        <w:tab/>
        <w:t>1.013e0</w:t>
      </w:r>
    </w:p>
    <w:p w:rsidR="00F96531" w:rsidRDefault="00F96531" w:rsidP="00F96531">
      <w:r>
        <w:t>269.9775</w:t>
      </w:r>
      <w:r>
        <w:tab/>
        <w:t>3.038e0</w:t>
      </w:r>
    </w:p>
    <w:p w:rsidR="00F96531" w:rsidRDefault="00F96531" w:rsidP="00F96531">
      <w:r>
        <w:t>269.9803</w:t>
      </w:r>
      <w:r>
        <w:tab/>
        <w:t>2.970e0</w:t>
      </w:r>
    </w:p>
    <w:p w:rsidR="00F96531" w:rsidRDefault="00F96531" w:rsidP="00F96531">
      <w:r>
        <w:t>269.9884</w:t>
      </w:r>
      <w:r>
        <w:tab/>
        <w:t>1.013e0</w:t>
      </w:r>
    </w:p>
    <w:p w:rsidR="00F96531" w:rsidRDefault="00F96531" w:rsidP="00F96531">
      <w:r>
        <w:t>269.9922</w:t>
      </w:r>
      <w:r>
        <w:tab/>
        <w:t>2.025e0</w:t>
      </w:r>
    </w:p>
    <w:p w:rsidR="00F96531" w:rsidRDefault="00F96531" w:rsidP="00F96531">
      <w:r>
        <w:t>270.0034</w:t>
      </w:r>
      <w:r>
        <w:tab/>
        <w:t>2.025e0</w:t>
      </w:r>
    </w:p>
    <w:p w:rsidR="00F96531" w:rsidRDefault="00F96531" w:rsidP="00F96531">
      <w:r>
        <w:t>270.0413</w:t>
      </w:r>
      <w:r>
        <w:tab/>
        <w:t>3.384e1</w:t>
      </w:r>
    </w:p>
    <w:p w:rsidR="00F96531" w:rsidRDefault="00F96531" w:rsidP="00F96531">
      <w:r>
        <w:t>270.0441</w:t>
      </w:r>
      <w:r>
        <w:tab/>
        <w:t>3.763e1</w:t>
      </w:r>
    </w:p>
    <w:p w:rsidR="00F96531" w:rsidRDefault="00F96531" w:rsidP="00F96531">
      <w:r>
        <w:lastRenderedPageBreak/>
        <w:t>270.0467</w:t>
      </w:r>
      <w:r>
        <w:tab/>
        <w:t>2.228e1</w:t>
      </w:r>
    </w:p>
    <w:p w:rsidR="00F96531" w:rsidRDefault="00F96531" w:rsidP="00F96531">
      <w:r>
        <w:t>270.0489</w:t>
      </w:r>
      <w:r>
        <w:tab/>
        <w:t>1.053e1</w:t>
      </w:r>
    </w:p>
    <w:p w:rsidR="00F96531" w:rsidRDefault="00F96531" w:rsidP="00F96531">
      <w:r>
        <w:t>270.0509</w:t>
      </w:r>
      <w:r>
        <w:tab/>
        <w:t>5.063e0</w:t>
      </w:r>
    </w:p>
    <w:p w:rsidR="00F96531" w:rsidRDefault="00F96531" w:rsidP="00F96531">
      <w:r>
        <w:t>270.1064</w:t>
      </w:r>
      <w:r>
        <w:tab/>
        <w:t>1.013e0</w:t>
      </w:r>
    </w:p>
    <w:p w:rsidR="00F96531" w:rsidRDefault="00F96531" w:rsidP="00F96531">
      <w:r>
        <w:t>270.1107</w:t>
      </w:r>
      <w:r>
        <w:tab/>
        <w:t>1.823e1</w:t>
      </w:r>
    </w:p>
    <w:p w:rsidR="00F96531" w:rsidRDefault="00F96531" w:rsidP="00F96531">
      <w:r>
        <w:t>270.1119</w:t>
      </w:r>
      <w:r>
        <w:tab/>
        <w:t>4.051e0</w:t>
      </w:r>
    </w:p>
    <w:p w:rsidR="00F96531" w:rsidRDefault="00F96531" w:rsidP="00F96531">
      <w:r>
        <w:t>270.1144</w:t>
      </w:r>
      <w:r>
        <w:tab/>
        <w:t>1.013e0</w:t>
      </w:r>
    </w:p>
    <w:p w:rsidR="00F96531" w:rsidRDefault="00F96531" w:rsidP="00F96531">
      <w:r>
        <w:t>270.1173</w:t>
      </w:r>
      <w:r>
        <w:tab/>
        <w:t>3.038e0</w:t>
      </w:r>
    </w:p>
    <w:p w:rsidR="00F96531" w:rsidRDefault="00F96531" w:rsidP="00F96531">
      <w:r>
        <w:t>270.1241</w:t>
      </w:r>
      <w:r>
        <w:tab/>
        <w:t>1.154e1</w:t>
      </w:r>
    </w:p>
    <w:p w:rsidR="00F96531" w:rsidRDefault="00F96531" w:rsidP="00F96531">
      <w:r>
        <w:t>270.1375</w:t>
      </w:r>
      <w:r>
        <w:tab/>
        <w:t>3.038e0</w:t>
      </w:r>
    </w:p>
    <w:p w:rsidR="00F96531" w:rsidRDefault="00F96531" w:rsidP="00F96531">
      <w:r>
        <w:t>270.1534</w:t>
      </w:r>
      <w:r>
        <w:tab/>
        <w:t>1.013e0</w:t>
      </w:r>
    </w:p>
    <w:p w:rsidR="00F96531" w:rsidRDefault="00F96531" w:rsidP="00F96531">
      <w:r>
        <w:t>270.1628</w:t>
      </w:r>
      <w:r>
        <w:tab/>
        <w:t>3.038e0</w:t>
      </w:r>
    </w:p>
    <w:p w:rsidR="00F96531" w:rsidRDefault="00F96531" w:rsidP="00F96531">
      <w:r>
        <w:t>270.1682</w:t>
      </w:r>
      <w:r>
        <w:tab/>
        <w:t>3.038e0</w:t>
      </w:r>
    </w:p>
    <w:p w:rsidR="00F96531" w:rsidRDefault="00F96531" w:rsidP="00F96531">
      <w:r>
        <w:t>270.1720</w:t>
      </w:r>
      <w:r>
        <w:tab/>
        <w:t>3.637e0</w:t>
      </w:r>
    </w:p>
    <w:p w:rsidR="00F96531" w:rsidRDefault="00F96531" w:rsidP="00F96531">
      <w:r>
        <w:t>270.1730</w:t>
      </w:r>
      <w:r>
        <w:tab/>
        <w:t>4.051e0</w:t>
      </w:r>
    </w:p>
    <w:p w:rsidR="00F96531" w:rsidRDefault="00F96531" w:rsidP="00F96531">
      <w:r>
        <w:t>270.1902</w:t>
      </w:r>
      <w:r>
        <w:tab/>
        <w:t>6.076e0</w:t>
      </w:r>
    </w:p>
    <w:p w:rsidR="00F96531" w:rsidRDefault="00F96531" w:rsidP="00F96531">
      <w:r>
        <w:t>270.2010</w:t>
      </w:r>
      <w:r>
        <w:tab/>
        <w:t>3.038e0</w:t>
      </w:r>
    </w:p>
    <w:p w:rsidR="00F96531" w:rsidRDefault="00F96531" w:rsidP="00F96531">
      <w:r>
        <w:t>270.2083</w:t>
      </w:r>
      <w:r>
        <w:tab/>
        <w:t>3.038e0</w:t>
      </w:r>
    </w:p>
    <w:p w:rsidR="00F96531" w:rsidRDefault="00F96531" w:rsidP="00F96531">
      <w:r>
        <w:t>270.2117</w:t>
      </w:r>
      <w:r>
        <w:tab/>
        <w:t>6.076e0</w:t>
      </w:r>
    </w:p>
    <w:p w:rsidR="00F96531" w:rsidRDefault="00F96531" w:rsidP="00F96531">
      <w:r>
        <w:lastRenderedPageBreak/>
        <w:t>270.2133</w:t>
      </w:r>
      <w:r>
        <w:tab/>
        <w:t>2.025e0</w:t>
      </w:r>
    </w:p>
    <w:p w:rsidR="00F96531" w:rsidRDefault="00F96531" w:rsidP="00F96531">
      <w:r>
        <w:t>270.2317</w:t>
      </w:r>
      <w:r>
        <w:tab/>
        <w:t>2.025e0</w:t>
      </w:r>
    </w:p>
    <w:p w:rsidR="00F96531" w:rsidRDefault="00F96531" w:rsidP="00F96531">
      <w:r>
        <w:t>270.2533</w:t>
      </w:r>
      <w:r>
        <w:tab/>
        <w:t>1.013e0</w:t>
      </w:r>
    </w:p>
    <w:p w:rsidR="00F96531" w:rsidRDefault="00F96531" w:rsidP="00F96531">
      <w:r>
        <w:t>270.2571</w:t>
      </w:r>
      <w:r>
        <w:tab/>
        <w:t>2.025e0</w:t>
      </w:r>
    </w:p>
    <w:p w:rsidR="00F96531" w:rsidRDefault="00F96531" w:rsidP="00F96531">
      <w:r>
        <w:t>270.2632</w:t>
      </w:r>
      <w:r>
        <w:tab/>
        <w:t>2.025e0</w:t>
      </w:r>
    </w:p>
    <w:p w:rsidR="00F96531" w:rsidRDefault="00F96531" w:rsidP="00F96531">
      <w:r>
        <w:t>270.2656</w:t>
      </w:r>
      <w:r>
        <w:tab/>
        <w:t>3.038e0</w:t>
      </w:r>
    </w:p>
    <w:p w:rsidR="00F96531" w:rsidRDefault="00F96531" w:rsidP="00F96531">
      <w:r>
        <w:t>270.2760</w:t>
      </w:r>
      <w:r>
        <w:tab/>
        <w:t>1.013e0</w:t>
      </w:r>
    </w:p>
    <w:p w:rsidR="00F96531" w:rsidRDefault="00F96531" w:rsidP="00F96531">
      <w:r>
        <w:t>270.2842</w:t>
      </w:r>
      <w:r>
        <w:tab/>
        <w:t>1.013e0</w:t>
      </w:r>
    </w:p>
    <w:p w:rsidR="00F96531" w:rsidRDefault="00F96531" w:rsidP="00F96531">
      <w:r>
        <w:t>270.2854</w:t>
      </w:r>
      <w:r>
        <w:tab/>
        <w:t>1.013e0</w:t>
      </w:r>
    </w:p>
    <w:p w:rsidR="00F96531" w:rsidRDefault="00F96531" w:rsidP="00F96531">
      <w:r>
        <w:t>270.3153</w:t>
      </w:r>
      <w:r>
        <w:tab/>
        <w:t>1.013e0</w:t>
      </w:r>
    </w:p>
    <w:p w:rsidR="00F96531" w:rsidRDefault="00F96531" w:rsidP="00F96531">
      <w:r>
        <w:t>270.3165</w:t>
      </w:r>
      <w:r>
        <w:tab/>
        <w:t>1.013e0</w:t>
      </w:r>
    </w:p>
    <w:p w:rsidR="00F96531" w:rsidRDefault="00F96531" w:rsidP="00F96531">
      <w:r>
        <w:t>270.3204</w:t>
      </w:r>
      <w:r>
        <w:tab/>
        <w:t>1.013e0</w:t>
      </w:r>
    </w:p>
    <w:p w:rsidR="00F96531" w:rsidRDefault="00F96531" w:rsidP="00F96531">
      <w:r>
        <w:t>270.3364</w:t>
      </w:r>
      <w:r>
        <w:tab/>
        <w:t>3.038e0</w:t>
      </w:r>
    </w:p>
    <w:p w:rsidR="00F96531" w:rsidRDefault="00F96531" w:rsidP="00F96531">
      <w:r>
        <w:t>270.3457</w:t>
      </w:r>
      <w:r>
        <w:tab/>
        <w:t>1.013e0</w:t>
      </w:r>
    </w:p>
    <w:p w:rsidR="00F96531" w:rsidRDefault="00F96531" w:rsidP="00F96531">
      <w:r>
        <w:t>270.3542</w:t>
      </w:r>
      <w:r>
        <w:tab/>
        <w:t>1.013e0</w:t>
      </w:r>
    </w:p>
    <w:p w:rsidR="00F96531" w:rsidRDefault="00F96531" w:rsidP="00F96531">
      <w:r>
        <w:t>270.3718</w:t>
      </w:r>
      <w:r>
        <w:tab/>
        <w:t>1.013e0</w:t>
      </w:r>
    </w:p>
    <w:p w:rsidR="00F96531" w:rsidRDefault="00F96531" w:rsidP="00F96531">
      <w:r>
        <w:t>270.3756</w:t>
      </w:r>
      <w:r>
        <w:tab/>
        <w:t>1.013e0</w:t>
      </w:r>
    </w:p>
    <w:p w:rsidR="00F96531" w:rsidRDefault="00F96531" w:rsidP="00F96531">
      <w:r>
        <w:t>270.3979</w:t>
      </w:r>
      <w:r>
        <w:tab/>
        <w:t>2.025e0</w:t>
      </w:r>
    </w:p>
    <w:p w:rsidR="00F96531" w:rsidRDefault="00F96531" w:rsidP="00F96531">
      <w:r>
        <w:t>270.4055</w:t>
      </w:r>
      <w:r>
        <w:tab/>
        <w:t>1.013e0</w:t>
      </w:r>
    </w:p>
    <w:p w:rsidR="00F96531" w:rsidRDefault="00F96531" w:rsidP="00F96531">
      <w:r>
        <w:lastRenderedPageBreak/>
        <w:t>270.4117</w:t>
      </w:r>
      <w:r>
        <w:tab/>
        <w:t>1.013e0</w:t>
      </w:r>
    </w:p>
    <w:p w:rsidR="00F96531" w:rsidRDefault="00F96531" w:rsidP="00F96531">
      <w:r>
        <w:t>270.4155</w:t>
      </w:r>
      <w:r>
        <w:tab/>
        <w:t>2.025e0</w:t>
      </w:r>
    </w:p>
    <w:p w:rsidR="00F96531" w:rsidRDefault="00F96531" w:rsidP="00F96531">
      <w:r>
        <w:t>270.4515</w:t>
      </w:r>
      <w:r>
        <w:tab/>
        <w:t>1.013e0</w:t>
      </w:r>
    </w:p>
    <w:p w:rsidR="00F96531" w:rsidRDefault="00F96531" w:rsidP="00F96531">
      <w:r>
        <w:t>270.4605</w:t>
      </w:r>
      <w:r>
        <w:tab/>
        <w:t>1.013e0</w:t>
      </w:r>
    </w:p>
    <w:p w:rsidR="00F96531" w:rsidRDefault="00F96531" w:rsidP="00F96531">
      <w:r>
        <w:t>270.4814</w:t>
      </w:r>
      <w:r>
        <w:tab/>
        <w:t>1.013e0</w:t>
      </w:r>
    </w:p>
    <w:p w:rsidR="00F96531" w:rsidRDefault="00F96531" w:rsidP="00F96531">
      <w:r>
        <w:t>270.4955</w:t>
      </w:r>
      <w:r>
        <w:tab/>
        <w:t>1.013e0</w:t>
      </w:r>
    </w:p>
    <w:p w:rsidR="00F96531" w:rsidRDefault="00F96531" w:rsidP="00F96531">
      <w:r>
        <w:t>270.5078</w:t>
      </w:r>
      <w:r>
        <w:tab/>
        <w:t>2.025e0</w:t>
      </w:r>
    </w:p>
    <w:p w:rsidR="00F96531" w:rsidRDefault="00F96531" w:rsidP="00F96531">
      <w:r>
        <w:t>270.5092</w:t>
      </w:r>
      <w:r>
        <w:tab/>
        <w:t>3.038e0</w:t>
      </w:r>
    </w:p>
    <w:p w:rsidR="00F96531" w:rsidRDefault="00F96531" w:rsidP="00F96531">
      <w:r>
        <w:t>270.5349</w:t>
      </w:r>
      <w:r>
        <w:tab/>
        <w:t>3.038e0</w:t>
      </w:r>
    </w:p>
    <w:p w:rsidR="00F96531" w:rsidRDefault="00F96531" w:rsidP="00F96531">
      <w:r>
        <w:t>270.5395</w:t>
      </w:r>
      <w:r>
        <w:tab/>
        <w:t>3.038e0</w:t>
      </w:r>
    </w:p>
    <w:p w:rsidR="00F96531" w:rsidRDefault="00F96531" w:rsidP="00F96531">
      <w:r>
        <w:t>270.5562</w:t>
      </w:r>
      <w:r>
        <w:tab/>
        <w:t>1.013e0</w:t>
      </w:r>
    </w:p>
    <w:p w:rsidR="00F96531" w:rsidRDefault="00F96531" w:rsidP="00F96531">
      <w:r>
        <w:t>270.5652</w:t>
      </w:r>
      <w:r>
        <w:tab/>
        <w:t>2.025e0</w:t>
      </w:r>
    </w:p>
    <w:p w:rsidR="00F96531" w:rsidRDefault="00F96531" w:rsidP="00F96531">
      <w:r>
        <w:t>270.5683</w:t>
      </w:r>
      <w:r>
        <w:tab/>
        <w:t>1.013e0</w:t>
      </w:r>
    </w:p>
    <w:p w:rsidR="00F96531" w:rsidRDefault="00F96531" w:rsidP="00F96531">
      <w:r>
        <w:t>270.5849</w:t>
      </w:r>
      <w:r>
        <w:tab/>
        <w:t>1.013e0</w:t>
      </w:r>
    </w:p>
    <w:p w:rsidR="00F96531" w:rsidRDefault="00F96531" w:rsidP="00F96531">
      <w:r>
        <w:t>270.5861</w:t>
      </w:r>
      <w:r>
        <w:tab/>
        <w:t>1.013e0</w:t>
      </w:r>
    </w:p>
    <w:p w:rsidR="00F96531" w:rsidRDefault="00F96531" w:rsidP="00F96531">
      <w:r>
        <w:t>270.5911</w:t>
      </w:r>
      <w:r>
        <w:tab/>
        <w:t>1.013e0</w:t>
      </w:r>
    </w:p>
    <w:p w:rsidR="00F96531" w:rsidRDefault="00F96531" w:rsidP="00F96531">
      <w:r>
        <w:t>270.6074</w:t>
      </w:r>
      <w:r>
        <w:tab/>
        <w:t>1.013e0</w:t>
      </w:r>
    </w:p>
    <w:p w:rsidR="00F96531" w:rsidRDefault="00F96531" w:rsidP="00F96531">
      <w:r>
        <w:t>270.6086</w:t>
      </w:r>
      <w:r>
        <w:tab/>
        <w:t>1.013e0</w:t>
      </w:r>
    </w:p>
    <w:p w:rsidR="00F96531" w:rsidRDefault="00F96531" w:rsidP="00F96531">
      <w:r>
        <w:t>270.6114</w:t>
      </w:r>
      <w:r>
        <w:tab/>
        <w:t>1.013e0</w:t>
      </w:r>
    </w:p>
    <w:p w:rsidR="00F96531" w:rsidRDefault="00F96531" w:rsidP="00F96531">
      <w:r>
        <w:lastRenderedPageBreak/>
        <w:t>270.6423</w:t>
      </w:r>
      <w:r>
        <w:tab/>
        <w:t>3.952e0</w:t>
      </w:r>
    </w:p>
    <w:p w:rsidR="00F96531" w:rsidRDefault="00F96531" w:rsidP="00F96531">
      <w:r>
        <w:t>270.6436</w:t>
      </w:r>
      <w:r>
        <w:tab/>
        <w:t>1.013e0</w:t>
      </w:r>
    </w:p>
    <w:p w:rsidR="00F96531" w:rsidRDefault="00F96531" w:rsidP="00F96531">
      <w:r>
        <w:t>270.6547</w:t>
      </w:r>
      <w:r>
        <w:tab/>
        <w:t>1.013e0</w:t>
      </w:r>
    </w:p>
    <w:p w:rsidR="00F96531" w:rsidRDefault="00F96531" w:rsidP="00F96531">
      <w:r>
        <w:t>270.6609</w:t>
      </w:r>
      <w:r>
        <w:tab/>
        <w:t>2.025e0</w:t>
      </w:r>
    </w:p>
    <w:p w:rsidR="00F96531" w:rsidRDefault="00F96531" w:rsidP="00F96531">
      <w:r>
        <w:t>270.6774</w:t>
      </w:r>
      <w:r>
        <w:tab/>
        <w:t>1.013e0</w:t>
      </w:r>
    </w:p>
    <w:p w:rsidR="00F96531" w:rsidRDefault="00F96531" w:rsidP="00F96531">
      <w:r>
        <w:t>270.6866</w:t>
      </w:r>
      <w:r>
        <w:tab/>
        <w:t>1.013e0</w:t>
      </w:r>
    </w:p>
    <w:p w:rsidR="00F96531" w:rsidRDefault="00F96531" w:rsidP="00F96531">
      <w:r>
        <w:t>270.6908</w:t>
      </w:r>
      <w:r>
        <w:tab/>
        <w:t>1.013e0</w:t>
      </w:r>
    </w:p>
    <w:p w:rsidR="00F96531" w:rsidRDefault="00F96531" w:rsidP="00F96531">
      <w:r>
        <w:t>270.6996</w:t>
      </w:r>
      <w:r>
        <w:tab/>
        <w:t>1.013e0</w:t>
      </w:r>
    </w:p>
    <w:p w:rsidR="00F96531" w:rsidRDefault="00F96531" w:rsidP="00F96531">
      <w:r>
        <w:t>270.7221</w:t>
      </w:r>
      <w:r>
        <w:tab/>
        <w:t>5.063e0</w:t>
      </w:r>
    </w:p>
    <w:p w:rsidR="00F96531" w:rsidRDefault="00F96531" w:rsidP="00F96531">
      <w:r>
        <w:t>270.7307</w:t>
      </w:r>
      <w:r>
        <w:tab/>
        <w:t>1.013e0</w:t>
      </w:r>
    </w:p>
    <w:p w:rsidR="00F96531" w:rsidRDefault="00F96531" w:rsidP="00F96531">
      <w:r>
        <w:t>270.7350</w:t>
      </w:r>
      <w:r>
        <w:tab/>
        <w:t>2.025e0</w:t>
      </w:r>
    </w:p>
    <w:p w:rsidR="00F96531" w:rsidRDefault="00F96531" w:rsidP="00F96531">
      <w:r>
        <w:t>270.7555</w:t>
      </w:r>
      <w:r>
        <w:tab/>
        <w:t>1.013e0</w:t>
      </w:r>
    </w:p>
    <w:p w:rsidR="00F96531" w:rsidRDefault="00F96531" w:rsidP="00F96531">
      <w:r>
        <w:t>270.7607</w:t>
      </w:r>
      <w:r>
        <w:tab/>
        <w:t>1.013e0</w:t>
      </w:r>
    </w:p>
    <w:p w:rsidR="00F96531" w:rsidRDefault="00F96531" w:rsidP="00F96531">
      <w:r>
        <w:t>270.7702</w:t>
      </w:r>
      <w:r>
        <w:tab/>
        <w:t>3.038e0</w:t>
      </w:r>
    </w:p>
    <w:p w:rsidR="00F96531" w:rsidRDefault="00F96531" w:rsidP="00F96531">
      <w:r>
        <w:t>270.8147</w:t>
      </w:r>
      <w:r>
        <w:tab/>
        <w:t>1.013e0</w:t>
      </w:r>
    </w:p>
    <w:p w:rsidR="00F96531" w:rsidRDefault="00F96531" w:rsidP="00F96531">
      <w:r>
        <w:t>270.8216</w:t>
      </w:r>
      <w:r>
        <w:tab/>
        <w:t>2.025e0</w:t>
      </w:r>
    </w:p>
    <w:p w:rsidR="00F96531" w:rsidRDefault="00F96531" w:rsidP="00F96531">
      <w:r>
        <w:t>270.8537</w:t>
      </w:r>
      <w:r>
        <w:tab/>
        <w:t>2.025e0</w:t>
      </w:r>
    </w:p>
    <w:p w:rsidR="00F96531" w:rsidRDefault="00F96531" w:rsidP="00F96531">
      <w:r>
        <w:t>270.8566</w:t>
      </w:r>
      <w:r>
        <w:tab/>
        <w:t>2.025e0</w:t>
      </w:r>
    </w:p>
    <w:p w:rsidR="00F96531" w:rsidRDefault="00F96531" w:rsidP="00F96531">
      <w:r>
        <w:t>270.8656</w:t>
      </w:r>
      <w:r>
        <w:tab/>
        <w:t>2.025e0</w:t>
      </w:r>
    </w:p>
    <w:p w:rsidR="00F96531" w:rsidRDefault="00F96531" w:rsidP="00F96531">
      <w:r>
        <w:lastRenderedPageBreak/>
        <w:t>270.9103</w:t>
      </w:r>
      <w:r>
        <w:tab/>
        <w:t>1.013e0</w:t>
      </w:r>
    </w:p>
    <w:p w:rsidR="00F96531" w:rsidRDefault="00F96531" w:rsidP="00F96531">
      <w:r>
        <w:t>270.9114</w:t>
      </w:r>
      <w:r>
        <w:tab/>
        <w:t>2.025e0</w:t>
      </w:r>
    </w:p>
    <w:p w:rsidR="00F96531" w:rsidRDefault="00F96531" w:rsidP="00F96531">
      <w:r>
        <w:t>270.9549</w:t>
      </w:r>
      <w:r>
        <w:tab/>
        <w:t>2.025e0</w:t>
      </w:r>
    </w:p>
    <w:p w:rsidR="00F96531" w:rsidRDefault="00F96531" w:rsidP="00F96531">
      <w:r>
        <w:t>270.9628</w:t>
      </w:r>
      <w:r>
        <w:tab/>
        <w:t>1.013e0</w:t>
      </w:r>
    </w:p>
    <w:p w:rsidR="00F96531" w:rsidRDefault="00F96531" w:rsidP="00F96531">
      <w:r>
        <w:t>270.9872</w:t>
      </w:r>
      <w:r>
        <w:tab/>
        <w:t>2.025e0</w:t>
      </w:r>
    </w:p>
    <w:p w:rsidR="00F96531" w:rsidRDefault="00F96531" w:rsidP="00F96531">
      <w:r>
        <w:t>271.0360</w:t>
      </w:r>
      <w:r>
        <w:tab/>
        <w:t>5.524e1</w:t>
      </w:r>
    </w:p>
    <w:p w:rsidR="00F96531" w:rsidRDefault="00F96531" w:rsidP="00F96531">
      <w:r>
        <w:t>271.0382</w:t>
      </w:r>
      <w:r>
        <w:tab/>
        <w:t>1.407e2</w:t>
      </w:r>
    </w:p>
    <w:p w:rsidR="00F96531" w:rsidRDefault="00F96531" w:rsidP="00F96531">
      <w:r>
        <w:t>271.0409</w:t>
      </w:r>
      <w:r>
        <w:tab/>
        <w:t>3.555e1</w:t>
      </w:r>
    </w:p>
    <w:p w:rsidR="00F96531" w:rsidRDefault="00F96531" w:rsidP="00F96531">
      <w:r>
        <w:t>271.0420</w:t>
      </w:r>
      <w:r>
        <w:tab/>
        <w:t>5.775e1</w:t>
      </w:r>
    </w:p>
    <w:p w:rsidR="00F96531" w:rsidRDefault="00F96531" w:rsidP="00F96531">
      <w:r>
        <w:t>271.0922</w:t>
      </w:r>
      <w:r>
        <w:tab/>
        <w:t>9.114e0</w:t>
      </w:r>
    </w:p>
    <w:p w:rsidR="00F96531" w:rsidRDefault="00F96531" w:rsidP="00F96531">
      <w:r>
        <w:t>271.1010</w:t>
      </w:r>
      <w:r>
        <w:tab/>
        <w:t>2.025e0</w:t>
      </w:r>
    </w:p>
    <w:p w:rsidR="00F96531" w:rsidRDefault="00F96531" w:rsidP="00F96531">
      <w:r>
        <w:t>271.1110</w:t>
      </w:r>
      <w:r>
        <w:tab/>
        <w:t>2.025e0</w:t>
      </w:r>
    </w:p>
    <w:p w:rsidR="00F96531" w:rsidRDefault="00F96531" w:rsidP="00F96531">
      <w:r>
        <w:t>271.1158</w:t>
      </w:r>
      <w:r>
        <w:tab/>
        <w:t>1.459e1</w:t>
      </w:r>
    </w:p>
    <w:p w:rsidR="00F96531" w:rsidRDefault="00F96531" w:rsidP="00F96531">
      <w:r>
        <w:t>271.1177</w:t>
      </w:r>
      <w:r>
        <w:tab/>
        <w:t>1.722e1</w:t>
      </w:r>
    </w:p>
    <w:p w:rsidR="00F96531" w:rsidRDefault="00F96531" w:rsidP="00F96531">
      <w:r>
        <w:t>271.1257</w:t>
      </w:r>
      <w:r>
        <w:tab/>
        <w:t>3.038e0</w:t>
      </w:r>
    </w:p>
    <w:p w:rsidR="00F96531" w:rsidRDefault="00F96531" w:rsidP="00F96531">
      <w:r>
        <w:t>271.1295</w:t>
      </w:r>
      <w:r>
        <w:tab/>
        <w:t>2.025e0</w:t>
      </w:r>
    </w:p>
    <w:p w:rsidR="00F96531" w:rsidRDefault="00F96531" w:rsidP="00F96531">
      <w:r>
        <w:t>271.1484</w:t>
      </w:r>
      <w:r>
        <w:tab/>
        <w:t>9.536e0</w:t>
      </w:r>
    </w:p>
    <w:p w:rsidR="00F96531" w:rsidRDefault="00F96531" w:rsidP="00F96531">
      <w:r>
        <w:t>271.1555</w:t>
      </w:r>
      <w:r>
        <w:tab/>
        <w:t>2.025e0</w:t>
      </w:r>
    </w:p>
    <w:p w:rsidR="00F96531" w:rsidRDefault="00F96531" w:rsidP="00F96531">
      <w:r>
        <w:t>271.1768</w:t>
      </w:r>
      <w:r>
        <w:tab/>
        <w:t>5.063e0</w:t>
      </w:r>
    </w:p>
    <w:p w:rsidR="00F96531" w:rsidRDefault="00F96531" w:rsidP="00F96531">
      <w:r>
        <w:lastRenderedPageBreak/>
        <w:t>271.1877</w:t>
      </w:r>
      <w:r>
        <w:tab/>
        <w:t>1.155e1</w:t>
      </w:r>
    </w:p>
    <w:p w:rsidR="00F96531" w:rsidRDefault="00F96531" w:rsidP="00F96531">
      <w:r>
        <w:t>271.1891</w:t>
      </w:r>
      <w:r>
        <w:tab/>
        <w:t>4.462e0</w:t>
      </w:r>
    </w:p>
    <w:p w:rsidR="00F96531" w:rsidRDefault="00F96531" w:rsidP="00F96531">
      <w:r>
        <w:t>271.1920</w:t>
      </w:r>
      <w:r>
        <w:tab/>
        <w:t>6.076e0</w:t>
      </w:r>
    </w:p>
    <w:p w:rsidR="00F96531" w:rsidRDefault="00F96531" w:rsidP="00F96531">
      <w:r>
        <w:t>271.1981</w:t>
      </w:r>
      <w:r>
        <w:tab/>
        <w:t>8.101e0</w:t>
      </w:r>
    </w:p>
    <w:p w:rsidR="00F96531" w:rsidRDefault="00F96531" w:rsidP="00F96531">
      <w:r>
        <w:t>271.2089</w:t>
      </w:r>
      <w:r>
        <w:tab/>
        <w:t>2.025e0</w:t>
      </w:r>
    </w:p>
    <w:p w:rsidR="00F96531" w:rsidRDefault="00F96531" w:rsidP="00F96531">
      <w:r>
        <w:t>271.2241</w:t>
      </w:r>
      <w:r>
        <w:tab/>
        <w:t>5.063e0</w:t>
      </w:r>
    </w:p>
    <w:p w:rsidR="00F96531" w:rsidRDefault="00F96531" w:rsidP="00F96531">
      <w:r>
        <w:t>271.2336</w:t>
      </w:r>
      <w:r>
        <w:tab/>
        <w:t>3.038e0</w:t>
      </w:r>
    </w:p>
    <w:p w:rsidR="00F96531" w:rsidRDefault="00F96531" w:rsidP="00F96531">
      <w:r>
        <w:t>271.2431</w:t>
      </w:r>
      <w:r>
        <w:tab/>
        <w:t>1.013e0</w:t>
      </w:r>
    </w:p>
    <w:p w:rsidR="00F96531" w:rsidRDefault="00F96531" w:rsidP="00F96531">
      <w:r>
        <w:t>271.2637</w:t>
      </w:r>
      <w:r>
        <w:tab/>
        <w:t>1.013e0</w:t>
      </w:r>
    </w:p>
    <w:p w:rsidR="00F96531" w:rsidRDefault="00F96531" w:rsidP="00F96531">
      <w:r>
        <w:t>271.2695</w:t>
      </w:r>
      <w:r>
        <w:tab/>
        <w:t>2.025e0</w:t>
      </w:r>
    </w:p>
    <w:p w:rsidR="00F96531" w:rsidRDefault="00F96531" w:rsidP="00F96531">
      <w:r>
        <w:t>271.2742</w:t>
      </w:r>
      <w:r>
        <w:tab/>
        <w:t>2.025e0</w:t>
      </w:r>
    </w:p>
    <w:p w:rsidR="00F96531" w:rsidRDefault="00F96531" w:rsidP="00F96531">
      <w:r>
        <w:t>271.3161</w:t>
      </w:r>
      <w:r>
        <w:tab/>
        <w:t>1.013e0</w:t>
      </w:r>
    </w:p>
    <w:p w:rsidR="00F96531" w:rsidRDefault="00F96531" w:rsidP="00F96531">
      <w:r>
        <w:t>271.3172</w:t>
      </w:r>
      <w:r>
        <w:tab/>
        <w:t>1.013e0</w:t>
      </w:r>
    </w:p>
    <w:p w:rsidR="00F96531" w:rsidRDefault="00F96531" w:rsidP="00F96531">
      <w:r>
        <w:t>271.3348</w:t>
      </w:r>
      <w:r>
        <w:tab/>
        <w:t>1.013e0</w:t>
      </w:r>
    </w:p>
    <w:p w:rsidR="00F96531" w:rsidRDefault="00F96531" w:rsidP="00F96531">
      <w:r>
        <w:t>271.3431</w:t>
      </w:r>
      <w:r>
        <w:tab/>
        <w:t>2.025e0</w:t>
      </w:r>
    </w:p>
    <w:p w:rsidR="00F96531" w:rsidRDefault="00F96531" w:rsidP="00F96531">
      <w:r>
        <w:t>271.3511</w:t>
      </w:r>
      <w:r>
        <w:tab/>
        <w:t>1.013e0</w:t>
      </w:r>
    </w:p>
    <w:p w:rsidR="00F96531" w:rsidRDefault="00F96531" w:rsidP="00F96531">
      <w:r>
        <w:t>271.3748</w:t>
      </w:r>
      <w:r>
        <w:tab/>
        <w:t>1.013e0</w:t>
      </w:r>
    </w:p>
    <w:p w:rsidR="00F96531" w:rsidRDefault="00F96531" w:rsidP="00F96531">
      <w:r>
        <w:t>271.3861</w:t>
      </w:r>
      <w:r>
        <w:tab/>
        <w:t>1.013e0</w:t>
      </w:r>
    </w:p>
    <w:p w:rsidR="00F96531" w:rsidRDefault="00F96531" w:rsidP="00F96531">
      <w:r>
        <w:t>271.3987</w:t>
      </w:r>
      <w:r>
        <w:tab/>
        <w:t>1.013e0</w:t>
      </w:r>
    </w:p>
    <w:p w:rsidR="00F96531" w:rsidRDefault="00F96531" w:rsidP="00F96531">
      <w:r>
        <w:lastRenderedPageBreak/>
        <w:t>271.3998</w:t>
      </w:r>
      <w:r>
        <w:tab/>
        <w:t>1.013e0</w:t>
      </w:r>
    </w:p>
    <w:p w:rsidR="00F96531" w:rsidRDefault="00F96531" w:rsidP="00F96531">
      <w:r>
        <w:t>271.4036</w:t>
      </w:r>
      <w:r>
        <w:tab/>
        <w:t>2.025e0</w:t>
      </w:r>
    </w:p>
    <w:p w:rsidR="00F96531" w:rsidRDefault="00F96531" w:rsidP="00F96531">
      <w:r>
        <w:t>271.4133</w:t>
      </w:r>
      <w:r>
        <w:tab/>
        <w:t>1.013e0</w:t>
      </w:r>
    </w:p>
    <w:p w:rsidR="00F96531" w:rsidRDefault="00F96531" w:rsidP="00F96531">
      <w:r>
        <w:t>271.4336</w:t>
      </w:r>
      <w:r>
        <w:tab/>
        <w:t>1.013e0</w:t>
      </w:r>
    </w:p>
    <w:p w:rsidR="00F96531" w:rsidRDefault="00F96531" w:rsidP="00F96531">
      <w:r>
        <w:t>271.4398</w:t>
      </w:r>
      <w:r>
        <w:tab/>
        <w:t>1.013e0</w:t>
      </w:r>
    </w:p>
    <w:p w:rsidR="00F96531" w:rsidRDefault="00F96531" w:rsidP="00F96531">
      <w:r>
        <w:t>271.4562</w:t>
      </w:r>
      <w:r>
        <w:tab/>
        <w:t>1.013e0</w:t>
      </w:r>
    </w:p>
    <w:p w:rsidR="00F96531" w:rsidRDefault="00F96531" w:rsidP="00F96531">
      <w:r>
        <w:t>271.4611</w:t>
      </w:r>
      <w:r>
        <w:tab/>
        <w:t>2.025e0</w:t>
      </w:r>
    </w:p>
    <w:p w:rsidR="00F96531" w:rsidRDefault="00F96531" w:rsidP="00F96531">
      <w:r>
        <w:t>271.4925</w:t>
      </w:r>
      <w:r>
        <w:tab/>
        <w:t>2.025e0</w:t>
      </w:r>
    </w:p>
    <w:p w:rsidR="00F96531" w:rsidRDefault="00F96531" w:rsidP="00F96531">
      <w:r>
        <w:t>271.4953</w:t>
      </w:r>
      <w:r>
        <w:tab/>
        <w:t>1.013e0</w:t>
      </w:r>
    </w:p>
    <w:p w:rsidR="00F96531" w:rsidRDefault="00F96531" w:rsidP="00F96531">
      <w:r>
        <w:t>271.5196</w:t>
      </w:r>
      <w:r>
        <w:tab/>
        <w:t>1.013e0</w:t>
      </w:r>
    </w:p>
    <w:p w:rsidR="00F96531" w:rsidRDefault="00F96531" w:rsidP="00F96531">
      <w:r>
        <w:t>271.5275</w:t>
      </w:r>
      <w:r>
        <w:tab/>
        <w:t>1.013e0</w:t>
      </w:r>
    </w:p>
    <w:p w:rsidR="00F96531" w:rsidRDefault="00F96531" w:rsidP="00F96531">
      <w:r>
        <w:t>271.5316</w:t>
      </w:r>
      <w:r>
        <w:tab/>
        <w:t>1.013e0</w:t>
      </w:r>
    </w:p>
    <w:p w:rsidR="00F96531" w:rsidRDefault="00F96531" w:rsidP="00F96531">
      <w:r>
        <w:t>271.5436</w:t>
      </w:r>
      <w:r>
        <w:tab/>
        <w:t>1.013e0</w:t>
      </w:r>
    </w:p>
    <w:p w:rsidR="00F96531" w:rsidRDefault="00F96531" w:rsidP="00F96531">
      <w:r>
        <w:t>271.5486</w:t>
      </w:r>
      <w:r>
        <w:tab/>
        <w:t>1.013e0</w:t>
      </w:r>
    </w:p>
    <w:p w:rsidR="00F96531" w:rsidRDefault="00F96531" w:rsidP="00F96531">
      <w:r>
        <w:t>271.5547</w:t>
      </w:r>
      <w:r>
        <w:tab/>
        <w:t>1.013e0</w:t>
      </w:r>
    </w:p>
    <w:p w:rsidR="00F96531" w:rsidRDefault="00F96531" w:rsidP="00F96531">
      <w:r>
        <w:t>271.5798</w:t>
      </w:r>
      <w:r>
        <w:tab/>
        <w:t>1.013e0</w:t>
      </w:r>
    </w:p>
    <w:p w:rsidR="00F96531" w:rsidRDefault="00F96531" w:rsidP="00F96531">
      <w:r>
        <w:t>271.5836</w:t>
      </w:r>
      <w:r>
        <w:tab/>
        <w:t>2.025e0</w:t>
      </w:r>
    </w:p>
    <w:p w:rsidR="00F96531" w:rsidRDefault="00F96531" w:rsidP="00F96531">
      <w:r>
        <w:t>271.5848</w:t>
      </w:r>
      <w:r>
        <w:tab/>
        <w:t>1.013e0</w:t>
      </w:r>
    </w:p>
    <w:p w:rsidR="00F96531" w:rsidRDefault="00F96531" w:rsidP="00F96531">
      <w:r>
        <w:t>271.5886</w:t>
      </w:r>
      <w:r>
        <w:tab/>
        <w:t>1.013e0</w:t>
      </w:r>
    </w:p>
    <w:p w:rsidR="00F96531" w:rsidRDefault="00F96531" w:rsidP="00F96531">
      <w:r>
        <w:lastRenderedPageBreak/>
        <w:t>271.5984</w:t>
      </w:r>
      <w:r>
        <w:tab/>
        <w:t>3.038e0</w:t>
      </w:r>
    </w:p>
    <w:p w:rsidR="00F96531" w:rsidRDefault="00F96531" w:rsidP="00F96531">
      <w:r>
        <w:t>271.5996</w:t>
      </w:r>
      <w:r>
        <w:tab/>
        <w:t>2.025e0</w:t>
      </w:r>
    </w:p>
    <w:p w:rsidR="00F96531" w:rsidRDefault="00F96531" w:rsidP="00F96531">
      <w:r>
        <w:t>271.6204</w:t>
      </w:r>
      <w:r>
        <w:tab/>
        <w:t>2.287e0</w:t>
      </w:r>
    </w:p>
    <w:p w:rsidR="00F96531" w:rsidRDefault="00F96531" w:rsidP="00F96531">
      <w:r>
        <w:t>271.6448</w:t>
      </w:r>
      <w:r>
        <w:tab/>
        <w:t>1.013e0</w:t>
      </w:r>
    </w:p>
    <w:p w:rsidR="00F96531" w:rsidRDefault="00F96531" w:rsidP="00F96531">
      <w:r>
        <w:t>271.6503</w:t>
      </w:r>
      <w:r>
        <w:tab/>
        <w:t>2.025e0</w:t>
      </w:r>
    </w:p>
    <w:p w:rsidR="00F96531" w:rsidRDefault="00F96531" w:rsidP="00F96531">
      <w:r>
        <w:t>271.6548</w:t>
      </w:r>
      <w:r>
        <w:tab/>
        <w:t>1.013e0</w:t>
      </w:r>
    </w:p>
    <w:p w:rsidR="00F96531" w:rsidRDefault="00F96531" w:rsidP="00F96531">
      <w:r>
        <w:t>271.6625</w:t>
      </w:r>
      <w:r>
        <w:tab/>
        <w:t>1.013e0</w:t>
      </w:r>
    </w:p>
    <w:p w:rsidR="00F96531" w:rsidRDefault="00F96531" w:rsidP="00F96531">
      <w:r>
        <w:t>271.6646</w:t>
      </w:r>
      <w:r>
        <w:tab/>
        <w:t>2.025e0</w:t>
      </w:r>
    </w:p>
    <w:p w:rsidR="00F96531" w:rsidRDefault="00F96531" w:rsidP="00F96531">
      <w:r>
        <w:t>271.6799</w:t>
      </w:r>
      <w:r>
        <w:tab/>
        <w:t>1.013e0</w:t>
      </w:r>
    </w:p>
    <w:p w:rsidR="00F96531" w:rsidRDefault="00F96531" w:rsidP="00F96531">
      <w:r>
        <w:t>271.6853</w:t>
      </w:r>
      <w:r>
        <w:tab/>
        <w:t>2.025e0</w:t>
      </w:r>
    </w:p>
    <w:p w:rsidR="00F96531" w:rsidRDefault="00F96531" w:rsidP="00F96531">
      <w:r>
        <w:t>271.7119</w:t>
      </w:r>
      <w:r>
        <w:tab/>
        <w:t>2.025e0</w:t>
      </w:r>
    </w:p>
    <w:p w:rsidR="00F96531" w:rsidRDefault="00F96531" w:rsidP="00F96531">
      <w:r>
        <w:t>271.7327</w:t>
      </w:r>
      <w:r>
        <w:tab/>
        <w:t>1.013e0</w:t>
      </w:r>
    </w:p>
    <w:p w:rsidR="00F96531" w:rsidRDefault="00F96531" w:rsidP="00F96531">
      <w:r>
        <w:t>271.7649</w:t>
      </w:r>
      <w:r>
        <w:tab/>
        <w:t>1.013e0</w:t>
      </w:r>
    </w:p>
    <w:p w:rsidR="00F96531" w:rsidRDefault="00F96531" w:rsidP="00F96531">
      <w:r>
        <w:t>271.7717</w:t>
      </w:r>
      <w:r>
        <w:tab/>
        <w:t>2.025e0</w:t>
      </w:r>
    </w:p>
    <w:p w:rsidR="00F96531" w:rsidRDefault="00F96531" w:rsidP="00F96531">
      <w:r>
        <w:t>271.7729</w:t>
      </w:r>
      <w:r>
        <w:tab/>
        <w:t>2.025e0</w:t>
      </w:r>
    </w:p>
    <w:p w:rsidR="00F96531" w:rsidRDefault="00F96531" w:rsidP="00F96531">
      <w:r>
        <w:t>271.7849</w:t>
      </w:r>
      <w:r>
        <w:tab/>
        <w:t>1.013e0</w:t>
      </w:r>
    </w:p>
    <w:p w:rsidR="00F96531" w:rsidRDefault="00F96531" w:rsidP="00F96531">
      <w:r>
        <w:t>271.8120</w:t>
      </w:r>
      <w:r>
        <w:tab/>
        <w:t>1.013e0</w:t>
      </w:r>
    </w:p>
    <w:p w:rsidR="00F96531" w:rsidRDefault="00F96531" w:rsidP="00F96531">
      <w:r>
        <w:t>271.8549</w:t>
      </w:r>
      <w:r>
        <w:tab/>
        <w:t>2.025e0</w:t>
      </w:r>
    </w:p>
    <w:p w:rsidR="00F96531" w:rsidRDefault="00F96531" w:rsidP="00F96531">
      <w:r>
        <w:t>271.8651</w:t>
      </w:r>
      <w:r>
        <w:tab/>
        <w:t>2.025e0</w:t>
      </w:r>
    </w:p>
    <w:p w:rsidR="00F96531" w:rsidRDefault="00F96531" w:rsidP="00F96531">
      <w:r>
        <w:lastRenderedPageBreak/>
        <w:t>271.8741</w:t>
      </w:r>
      <w:r>
        <w:tab/>
        <w:t>1.013e0</w:t>
      </w:r>
    </w:p>
    <w:p w:rsidR="00F96531" w:rsidRDefault="00F96531" w:rsidP="00F96531">
      <w:r>
        <w:t>271.8759</w:t>
      </w:r>
      <w:r>
        <w:tab/>
        <w:t>2.025e0</w:t>
      </w:r>
    </w:p>
    <w:p w:rsidR="00F96531" w:rsidRDefault="00F96531" w:rsidP="00F96531">
      <w:r>
        <w:t>271.8989</w:t>
      </w:r>
      <w:r>
        <w:tab/>
        <w:t>1.013e0</w:t>
      </w:r>
    </w:p>
    <w:p w:rsidR="00F96531" w:rsidRDefault="00F96531" w:rsidP="00F96531">
      <w:r>
        <w:t>271.9039</w:t>
      </w:r>
      <w:r>
        <w:tab/>
        <w:t>1.013e0</w:t>
      </w:r>
    </w:p>
    <w:p w:rsidR="00F96531" w:rsidRDefault="00F96531" w:rsidP="00F96531">
      <w:r>
        <w:t>271.9080</w:t>
      </w:r>
      <w:r>
        <w:tab/>
        <w:t>1.013e0</w:t>
      </w:r>
    </w:p>
    <w:p w:rsidR="00F96531" w:rsidRDefault="00F96531" w:rsidP="00F96531">
      <w:r>
        <w:t>271.9390</w:t>
      </w:r>
      <w:r>
        <w:tab/>
        <w:t>1.013e0</w:t>
      </w:r>
    </w:p>
    <w:p w:rsidR="00F96531" w:rsidRDefault="00F96531" w:rsidP="00F96531">
      <w:r>
        <w:t>271.9523</w:t>
      </w:r>
      <w:r>
        <w:tab/>
        <w:t>3.038e0</w:t>
      </w:r>
    </w:p>
    <w:p w:rsidR="00F96531" w:rsidRDefault="00F96531" w:rsidP="00F96531">
      <w:r>
        <w:t>271.9551</w:t>
      </w:r>
      <w:r>
        <w:tab/>
        <w:t>1.013e0</w:t>
      </w:r>
    </w:p>
    <w:p w:rsidR="00F96531" w:rsidRDefault="00F96531" w:rsidP="00F96531">
      <w:r>
        <w:t>271.9602</w:t>
      </w:r>
      <w:r>
        <w:tab/>
        <w:t>1.013e0</w:t>
      </w:r>
    </w:p>
    <w:p w:rsidR="00F96531" w:rsidRDefault="00F96531" w:rsidP="00F96531">
      <w:r>
        <w:t>271.9980</w:t>
      </w:r>
      <w:r>
        <w:tab/>
        <w:t>2.025e0</w:t>
      </w:r>
    </w:p>
    <w:p w:rsidR="00F96531" w:rsidRDefault="00F96531" w:rsidP="00F96531">
      <w:r>
        <w:t>272.0052</w:t>
      </w:r>
      <w:r>
        <w:tab/>
        <w:t>1.013e0</w:t>
      </w:r>
    </w:p>
    <w:p w:rsidR="00F96531" w:rsidRDefault="00F96531" w:rsidP="00F96531">
      <w:r>
        <w:t>272.0103</w:t>
      </w:r>
      <w:r>
        <w:tab/>
        <w:t>1.013e0</w:t>
      </w:r>
    </w:p>
    <w:p w:rsidR="00F96531" w:rsidRDefault="00F96531" w:rsidP="00F96531">
      <w:r>
        <w:t>272.0153</w:t>
      </w:r>
      <w:r>
        <w:tab/>
        <w:t>2.025e0</w:t>
      </w:r>
    </w:p>
    <w:p w:rsidR="00F96531" w:rsidRDefault="00F96531" w:rsidP="00F96531">
      <w:r>
        <w:t>272.0165</w:t>
      </w:r>
      <w:r>
        <w:tab/>
        <w:t>5.223e0</w:t>
      </w:r>
    </w:p>
    <w:p w:rsidR="00F96531" w:rsidRDefault="00F96531" w:rsidP="00F96531">
      <w:r>
        <w:t>272.0332</w:t>
      </w:r>
      <w:r>
        <w:tab/>
        <w:t>5.063e0</w:t>
      </w:r>
    </w:p>
    <w:p w:rsidR="00F96531" w:rsidRDefault="00F96531" w:rsidP="00F96531">
      <w:r>
        <w:t>272.0345</w:t>
      </w:r>
      <w:r>
        <w:tab/>
        <w:t>1.114e1</w:t>
      </w:r>
    </w:p>
    <w:p w:rsidR="00F96531" w:rsidRDefault="00F96531" w:rsidP="00F96531">
      <w:r>
        <w:t>272.0356</w:t>
      </w:r>
      <w:r>
        <w:tab/>
        <w:t>1.418e1</w:t>
      </w:r>
    </w:p>
    <w:p w:rsidR="00F96531" w:rsidRDefault="00F96531" w:rsidP="00F96531">
      <w:r>
        <w:t>272.0401</w:t>
      </w:r>
      <w:r>
        <w:tab/>
        <w:t>3.038e0</w:t>
      </w:r>
    </w:p>
    <w:p w:rsidR="00F96531" w:rsidRDefault="00F96531" w:rsidP="00F96531">
      <w:r>
        <w:t>272.0440</w:t>
      </w:r>
      <w:r>
        <w:tab/>
        <w:t>9.114e0</w:t>
      </w:r>
    </w:p>
    <w:p w:rsidR="00F96531" w:rsidRDefault="00F96531" w:rsidP="00F96531">
      <w:r>
        <w:lastRenderedPageBreak/>
        <w:t>272.0487</w:t>
      </w:r>
      <w:r>
        <w:tab/>
        <w:t>4.051e0</w:t>
      </w:r>
    </w:p>
    <w:p w:rsidR="00F96531" w:rsidRDefault="00F96531" w:rsidP="00F96531">
      <w:r>
        <w:t>272.0524</w:t>
      </w:r>
      <w:r>
        <w:tab/>
        <w:t>6.076e0</w:t>
      </w:r>
    </w:p>
    <w:p w:rsidR="00F96531" w:rsidRDefault="00F96531" w:rsidP="00F96531">
      <w:r>
        <w:t>272.0704</w:t>
      </w:r>
      <w:r>
        <w:tab/>
        <w:t>1.013e0</w:t>
      </w:r>
    </w:p>
    <w:p w:rsidR="00F96531" w:rsidRDefault="00F96531" w:rsidP="00F96531">
      <w:r>
        <w:t>272.0892</w:t>
      </w:r>
      <w:r>
        <w:tab/>
        <w:t>4.051e0</w:t>
      </w:r>
    </w:p>
    <w:p w:rsidR="00F96531" w:rsidRDefault="00F96531" w:rsidP="00F96531">
      <w:r>
        <w:t>272.1032</w:t>
      </w:r>
      <w:r>
        <w:tab/>
        <w:t>2.025e0</w:t>
      </w:r>
    </w:p>
    <w:p w:rsidR="00F96531" w:rsidRDefault="00F96531" w:rsidP="00F96531">
      <w:r>
        <w:t>272.1217</w:t>
      </w:r>
      <w:r>
        <w:tab/>
        <w:t>2.025e0</w:t>
      </w:r>
    </w:p>
    <w:p w:rsidR="00F96531" w:rsidRDefault="00F96531" w:rsidP="00F96531">
      <w:r>
        <w:t>272.1295</w:t>
      </w:r>
      <w:r>
        <w:tab/>
        <w:t>3.038e0</w:t>
      </w:r>
    </w:p>
    <w:p w:rsidR="00F96531" w:rsidRDefault="00F96531" w:rsidP="00F96531">
      <w:r>
        <w:t>272.1443</w:t>
      </w:r>
      <w:r>
        <w:tab/>
        <w:t>1.013e0</w:t>
      </w:r>
    </w:p>
    <w:p w:rsidR="00F96531" w:rsidRDefault="00F96531" w:rsidP="00F96531">
      <w:r>
        <w:t>272.1455</w:t>
      </w:r>
      <w:r>
        <w:tab/>
        <w:t>1.013e0</w:t>
      </w:r>
    </w:p>
    <w:p w:rsidR="00F96531" w:rsidRDefault="00F96531" w:rsidP="00F96531">
      <w:r>
        <w:t>272.1568</w:t>
      </w:r>
      <w:r>
        <w:tab/>
        <w:t>2.025e0</w:t>
      </w:r>
    </w:p>
    <w:p w:rsidR="00F96531" w:rsidRDefault="00F96531" w:rsidP="00F96531">
      <w:r>
        <w:t>272.1595</w:t>
      </w:r>
      <w:r>
        <w:tab/>
        <w:t>2.025e0</w:t>
      </w:r>
    </w:p>
    <w:p w:rsidR="00F96531" w:rsidRDefault="00F96531" w:rsidP="00F96531">
      <w:r>
        <w:t>272.1874</w:t>
      </w:r>
      <w:r>
        <w:tab/>
        <w:t>3.038e0</w:t>
      </w:r>
    </w:p>
    <w:p w:rsidR="00F96531" w:rsidRDefault="00F96531" w:rsidP="00F96531">
      <w:r>
        <w:t>272.1914</w:t>
      </w:r>
      <w:r>
        <w:tab/>
        <w:t>3.038e0</w:t>
      </w:r>
    </w:p>
    <w:p w:rsidR="00F96531" w:rsidRDefault="00F96531" w:rsidP="00F96531">
      <w:r>
        <w:t>272.1959</w:t>
      </w:r>
      <w:r>
        <w:tab/>
        <w:t>4.051e0</w:t>
      </w:r>
    </w:p>
    <w:p w:rsidR="00F96531" w:rsidRDefault="00F96531" w:rsidP="00F96531">
      <w:r>
        <w:t>272.1978</w:t>
      </w:r>
      <w:r>
        <w:tab/>
        <w:t>1.013e0</w:t>
      </w:r>
    </w:p>
    <w:p w:rsidR="00F96531" w:rsidRDefault="00F96531" w:rsidP="00F96531">
      <w:r>
        <w:t>272.2014</w:t>
      </w:r>
      <w:r>
        <w:tab/>
        <w:t>1.114e1</w:t>
      </w:r>
    </w:p>
    <w:p w:rsidR="00F96531" w:rsidRDefault="00F96531" w:rsidP="00F96531">
      <w:r>
        <w:t>272.2057</w:t>
      </w:r>
      <w:r>
        <w:tab/>
        <w:t>3.038e0</w:t>
      </w:r>
    </w:p>
    <w:p w:rsidR="00F96531" w:rsidRDefault="00F96531" w:rsidP="00F96531">
      <w:r>
        <w:t>272.2277</w:t>
      </w:r>
      <w:r>
        <w:tab/>
        <w:t>2.025e0</w:t>
      </w:r>
    </w:p>
    <w:p w:rsidR="00F96531" w:rsidRDefault="00F96531" w:rsidP="00F96531">
      <w:r>
        <w:t>272.2386</w:t>
      </w:r>
      <w:r>
        <w:tab/>
        <w:t>3.038e0</w:t>
      </w:r>
    </w:p>
    <w:p w:rsidR="00F96531" w:rsidRDefault="00F96531" w:rsidP="00F96531">
      <w:r>
        <w:lastRenderedPageBreak/>
        <w:t>272.2446</w:t>
      </w:r>
      <w:r>
        <w:tab/>
        <w:t>1.013e0</w:t>
      </w:r>
    </w:p>
    <w:p w:rsidR="00F96531" w:rsidRDefault="00F96531" w:rsidP="00F96531">
      <w:r>
        <w:t>272.2483</w:t>
      </w:r>
      <w:r>
        <w:tab/>
        <w:t>2.025e0</w:t>
      </w:r>
    </w:p>
    <w:p w:rsidR="00F96531" w:rsidRDefault="00F96531" w:rsidP="00F96531">
      <w:r>
        <w:t>272.2558</w:t>
      </w:r>
      <w:r>
        <w:tab/>
        <w:t>1.013e0</w:t>
      </w:r>
    </w:p>
    <w:p w:rsidR="00F96531" w:rsidRDefault="00F96531" w:rsidP="00F96531">
      <w:r>
        <w:t>272.2632</w:t>
      </w:r>
      <w:r>
        <w:tab/>
        <w:t>3.038e0</w:t>
      </w:r>
    </w:p>
    <w:p w:rsidR="00F96531" w:rsidRDefault="00F96531" w:rsidP="00F96531">
      <w:r>
        <w:t>272.2686</w:t>
      </w:r>
      <w:r>
        <w:tab/>
        <w:t>2.025e0</w:t>
      </w:r>
    </w:p>
    <w:p w:rsidR="00F96531" w:rsidRDefault="00F96531" w:rsidP="00F96531">
      <w:r>
        <w:t>272.2808</w:t>
      </w:r>
      <w:r>
        <w:tab/>
        <w:t>2.025e0</w:t>
      </w:r>
    </w:p>
    <w:p w:rsidR="00F96531" w:rsidRDefault="00F96531" w:rsidP="00F96531">
      <w:r>
        <w:t>272.3097</w:t>
      </w:r>
      <w:r>
        <w:tab/>
        <w:t>1.013e0</w:t>
      </w:r>
    </w:p>
    <w:p w:rsidR="00F96531" w:rsidRDefault="00F96531" w:rsidP="00F96531">
      <w:r>
        <w:t>272.3421</w:t>
      </w:r>
      <w:r>
        <w:tab/>
        <w:t>1.013e0</w:t>
      </w:r>
    </w:p>
    <w:p w:rsidR="00F96531" w:rsidRDefault="00F96531" w:rsidP="00F96531">
      <w:r>
        <w:t>272.3460</w:t>
      </w:r>
      <w:r>
        <w:tab/>
        <w:t>1.013e0</w:t>
      </w:r>
    </w:p>
    <w:p w:rsidR="00F96531" w:rsidRDefault="00F96531" w:rsidP="00F96531">
      <w:r>
        <w:t>272.3499</w:t>
      </w:r>
      <w:r>
        <w:tab/>
        <w:t>1.013e0</w:t>
      </w:r>
    </w:p>
    <w:p w:rsidR="00F96531" w:rsidRDefault="00F96531" w:rsidP="00F96531">
      <w:r>
        <w:t>272.3651</w:t>
      </w:r>
      <w:r>
        <w:tab/>
        <w:t>2.025e0</w:t>
      </w:r>
    </w:p>
    <w:p w:rsidR="00F96531" w:rsidRDefault="00F96531" w:rsidP="00F96531">
      <w:r>
        <w:t>272.3849</w:t>
      </w:r>
      <w:r>
        <w:tab/>
        <w:t>1.013e0</w:t>
      </w:r>
    </w:p>
    <w:p w:rsidR="00F96531" w:rsidRDefault="00F96531" w:rsidP="00F96531">
      <w:r>
        <w:t>272.3900</w:t>
      </w:r>
      <w:r>
        <w:tab/>
        <w:t>1.013e0</w:t>
      </w:r>
    </w:p>
    <w:p w:rsidR="00F96531" w:rsidRDefault="00F96531" w:rsidP="00F96531">
      <w:r>
        <w:t>272.4042</w:t>
      </w:r>
      <w:r>
        <w:tab/>
        <w:t>1.013e0</w:t>
      </w:r>
    </w:p>
    <w:p w:rsidR="00F96531" w:rsidRDefault="00F96531" w:rsidP="00F96531">
      <w:r>
        <w:t>272.4150</w:t>
      </w:r>
      <w:r>
        <w:tab/>
        <w:t>1.013e0</w:t>
      </w:r>
    </w:p>
    <w:p w:rsidR="00F96531" w:rsidRDefault="00F96531" w:rsidP="00F96531">
      <w:r>
        <w:t>272.4434</w:t>
      </w:r>
      <w:r>
        <w:tab/>
        <w:t>1.013e0</w:t>
      </w:r>
    </w:p>
    <w:p w:rsidR="00F96531" w:rsidRDefault="00F96531" w:rsidP="00F96531">
      <w:r>
        <w:t>272.4563</w:t>
      </w:r>
      <w:r>
        <w:tab/>
        <w:t>1.013e0</w:t>
      </w:r>
    </w:p>
    <w:p w:rsidR="00F96531" w:rsidRDefault="00F96531" w:rsidP="00F96531">
      <w:r>
        <w:t>272.4773</w:t>
      </w:r>
      <w:r>
        <w:tab/>
        <w:t>1.013e0</w:t>
      </w:r>
    </w:p>
    <w:p w:rsidR="00F96531" w:rsidRDefault="00F96531" w:rsidP="00F96531">
      <w:r>
        <w:t>272.4785</w:t>
      </w:r>
      <w:r>
        <w:tab/>
        <w:t>1.013e0</w:t>
      </w:r>
    </w:p>
    <w:p w:rsidR="00F96531" w:rsidRDefault="00F96531" w:rsidP="00F96531">
      <w:r>
        <w:lastRenderedPageBreak/>
        <w:t>272.4864</w:t>
      </w:r>
      <w:r>
        <w:tab/>
        <w:t>1.013e0</w:t>
      </w:r>
    </w:p>
    <w:p w:rsidR="00F96531" w:rsidRDefault="00F96531" w:rsidP="00F96531">
      <w:r>
        <w:t>272.4903</w:t>
      </w:r>
      <w:r>
        <w:tab/>
        <w:t>1.013e0</w:t>
      </w:r>
    </w:p>
    <w:p w:rsidR="00F96531" w:rsidRDefault="00F96531" w:rsidP="00F96531">
      <w:r>
        <w:t>272.5015</w:t>
      </w:r>
      <w:r>
        <w:tab/>
        <w:t>1.013e0</w:t>
      </w:r>
    </w:p>
    <w:p w:rsidR="00F96531" w:rsidRDefault="00F96531" w:rsidP="00F96531">
      <w:r>
        <w:t>272.5055</w:t>
      </w:r>
      <w:r>
        <w:tab/>
        <w:t>1.013e0</w:t>
      </w:r>
    </w:p>
    <w:p w:rsidR="00F96531" w:rsidRDefault="00F96531" w:rsidP="00F96531">
      <w:r>
        <w:t>272.5135</w:t>
      </w:r>
      <w:r>
        <w:tab/>
        <w:t>1.013e0</w:t>
      </w:r>
    </w:p>
    <w:p w:rsidR="00F96531" w:rsidRDefault="00F96531" w:rsidP="00F96531">
      <w:r>
        <w:t>272.5204</w:t>
      </w:r>
      <w:r>
        <w:tab/>
        <w:t>1.013e0</w:t>
      </w:r>
    </w:p>
    <w:p w:rsidR="00F96531" w:rsidRDefault="00F96531" w:rsidP="00F96531">
      <w:r>
        <w:t>272.5388</w:t>
      </w:r>
      <w:r>
        <w:tab/>
        <w:t>3.038e0</w:t>
      </w:r>
    </w:p>
    <w:p w:rsidR="00F96531" w:rsidRDefault="00F96531" w:rsidP="00F96531">
      <w:r>
        <w:t>272.5514</w:t>
      </w:r>
      <w:r>
        <w:tab/>
        <w:t>2.025e0</w:t>
      </w:r>
    </w:p>
    <w:p w:rsidR="00F96531" w:rsidRDefault="00F96531" w:rsidP="00F96531">
      <w:r>
        <w:t>272.5526</w:t>
      </w:r>
      <w:r>
        <w:tab/>
        <w:t>1.013e0</w:t>
      </w:r>
    </w:p>
    <w:p w:rsidR="00F96531" w:rsidRDefault="00F96531" w:rsidP="00F96531">
      <w:r>
        <w:t>272.5956</w:t>
      </w:r>
      <w:r>
        <w:tab/>
        <w:t>1.013e0</w:t>
      </w:r>
    </w:p>
    <w:p w:rsidR="00F96531" w:rsidRDefault="00F96531" w:rsidP="00F96531">
      <w:r>
        <w:t>272.5968</w:t>
      </w:r>
      <w:r>
        <w:tab/>
        <w:t>1.013e0</w:t>
      </w:r>
    </w:p>
    <w:p w:rsidR="00F96531" w:rsidRDefault="00F96531" w:rsidP="00F96531">
      <w:r>
        <w:t>272.6018</w:t>
      </w:r>
      <w:r>
        <w:tab/>
        <w:t>1.013e0</w:t>
      </w:r>
    </w:p>
    <w:p w:rsidR="00F96531" w:rsidRDefault="00F96531" w:rsidP="00F96531">
      <w:r>
        <w:t>272.6033</w:t>
      </w:r>
      <w:r>
        <w:tab/>
        <w:t>2.025e0</w:t>
      </w:r>
    </w:p>
    <w:p w:rsidR="00F96531" w:rsidRDefault="00F96531" w:rsidP="00F96531">
      <w:r>
        <w:t>272.6446</w:t>
      </w:r>
      <w:r>
        <w:tab/>
        <w:t>1.013e0</w:t>
      </w:r>
    </w:p>
    <w:p w:rsidR="00F96531" w:rsidRDefault="00F96531" w:rsidP="00F96531">
      <w:r>
        <w:t>272.7265</w:t>
      </w:r>
      <w:r>
        <w:tab/>
        <w:t>2.025e0</w:t>
      </w:r>
    </w:p>
    <w:p w:rsidR="00F96531" w:rsidRDefault="00F96531" w:rsidP="00F96531">
      <w:r>
        <w:t>272.7499</w:t>
      </w:r>
      <w:r>
        <w:tab/>
        <w:t>1.013e0</w:t>
      </w:r>
    </w:p>
    <w:p w:rsidR="00F96531" w:rsidRDefault="00F96531" w:rsidP="00F96531">
      <w:r>
        <w:t>272.7511</w:t>
      </w:r>
      <w:r>
        <w:tab/>
        <w:t>1.013e0</w:t>
      </w:r>
    </w:p>
    <w:p w:rsidR="00F96531" w:rsidRDefault="00F96531" w:rsidP="00F96531">
      <w:r>
        <w:t>272.7592</w:t>
      </w:r>
      <w:r>
        <w:tab/>
        <w:t>2.025e0</w:t>
      </w:r>
    </w:p>
    <w:p w:rsidR="00F96531" w:rsidRDefault="00F96531" w:rsidP="00F96531">
      <w:r>
        <w:t>272.7663</w:t>
      </w:r>
      <w:r>
        <w:tab/>
        <w:t>1.013e0</w:t>
      </w:r>
    </w:p>
    <w:p w:rsidR="00F96531" w:rsidRDefault="00F96531" w:rsidP="00F96531">
      <w:r>
        <w:lastRenderedPageBreak/>
        <w:t>272.7775</w:t>
      </w:r>
      <w:r>
        <w:tab/>
        <w:t>1.013e0</w:t>
      </w:r>
    </w:p>
    <w:p w:rsidR="00F96531" w:rsidRDefault="00F96531" w:rsidP="00F96531">
      <w:r>
        <w:t>272.7970</w:t>
      </w:r>
      <w:r>
        <w:tab/>
        <w:t>1.013e0</w:t>
      </w:r>
    </w:p>
    <w:p w:rsidR="00F96531" w:rsidRDefault="00F96531" w:rsidP="00F96531">
      <w:r>
        <w:t>272.8115</w:t>
      </w:r>
      <w:r>
        <w:tab/>
        <w:t>1.013e0</w:t>
      </w:r>
    </w:p>
    <w:p w:rsidR="00F96531" w:rsidRDefault="00F96531" w:rsidP="00F96531">
      <w:r>
        <w:t>272.8193</w:t>
      </w:r>
      <w:r>
        <w:tab/>
        <w:t>2.025e0</w:t>
      </w:r>
    </w:p>
    <w:p w:rsidR="00F96531" w:rsidRDefault="00F96531" w:rsidP="00F96531">
      <w:r>
        <w:t>272.8378</w:t>
      </w:r>
      <w:r>
        <w:tab/>
        <w:t>1.013e0</w:t>
      </w:r>
    </w:p>
    <w:p w:rsidR="00F96531" w:rsidRDefault="00F96531" w:rsidP="00F96531">
      <w:r>
        <w:t>272.9227</w:t>
      </w:r>
      <w:r>
        <w:tab/>
        <w:t>1.013e0</w:t>
      </w:r>
    </w:p>
    <w:p w:rsidR="00F96531" w:rsidRDefault="00F96531" w:rsidP="00F96531">
      <w:r>
        <w:t>272.9420</w:t>
      </w:r>
      <w:r>
        <w:tab/>
        <w:t>1.013e0</w:t>
      </w:r>
    </w:p>
    <w:p w:rsidR="00F96531" w:rsidRDefault="00F96531" w:rsidP="00F96531">
      <w:r>
        <w:t>272.9579</w:t>
      </w:r>
      <w:r>
        <w:tab/>
        <w:t>2.025e0</w:t>
      </w:r>
    </w:p>
    <w:p w:rsidR="00F96531" w:rsidRDefault="00F96531" w:rsidP="00F96531">
      <w:r>
        <w:t>272.9657</w:t>
      </w:r>
      <w:r>
        <w:tab/>
        <w:t>1.013e0</w:t>
      </w:r>
    </w:p>
    <w:p w:rsidR="00F96531" w:rsidRDefault="00F96531" w:rsidP="00F96531">
      <w:r>
        <w:t>272.9822</w:t>
      </w:r>
      <w:r>
        <w:tab/>
        <w:t>1.013e0</w:t>
      </w:r>
    </w:p>
    <w:p w:rsidR="00F96531" w:rsidRDefault="00F96531" w:rsidP="00F96531">
      <w:r>
        <w:t>272.9951</w:t>
      </w:r>
      <w:r>
        <w:tab/>
        <w:t>3.038e0</w:t>
      </w:r>
    </w:p>
    <w:p w:rsidR="00F96531" w:rsidRDefault="00F96531" w:rsidP="00F96531">
      <w:r>
        <w:t>273.0314</w:t>
      </w:r>
      <w:r>
        <w:tab/>
        <w:t>1.756e1</w:t>
      </w:r>
    </w:p>
    <w:p w:rsidR="00F96531" w:rsidRDefault="00F96531" w:rsidP="00F96531">
      <w:r>
        <w:t>273.0334</w:t>
      </w:r>
      <w:r>
        <w:tab/>
        <w:t>7.089e0</w:t>
      </w:r>
    </w:p>
    <w:p w:rsidR="00F96531" w:rsidRDefault="00F96531" w:rsidP="00F96531">
      <w:r>
        <w:t>273.0358</w:t>
      </w:r>
      <w:r>
        <w:tab/>
        <w:t>5.063e0</w:t>
      </w:r>
    </w:p>
    <w:p w:rsidR="00F96531" w:rsidRDefault="00F96531" w:rsidP="00F96531">
      <w:r>
        <w:t>273.0382</w:t>
      </w:r>
      <w:r>
        <w:tab/>
        <w:t>3.038e0</w:t>
      </w:r>
    </w:p>
    <w:p w:rsidR="00F96531" w:rsidRDefault="00F96531" w:rsidP="00F96531">
      <w:r>
        <w:t>273.0408</w:t>
      </w:r>
      <w:r>
        <w:tab/>
        <w:t>9.114e0</w:t>
      </w:r>
    </w:p>
    <w:p w:rsidR="00F96531" w:rsidRDefault="00F96531" w:rsidP="00F96531">
      <w:r>
        <w:t>273.0730</w:t>
      </w:r>
      <w:r>
        <w:tab/>
        <w:t>4.051e0</w:t>
      </w:r>
    </w:p>
    <w:p w:rsidR="00F96531" w:rsidRDefault="00F96531" w:rsidP="00F96531">
      <w:r>
        <w:t>273.0928</w:t>
      </w:r>
      <w:r>
        <w:tab/>
        <w:t>2.025e0</w:t>
      </w:r>
    </w:p>
    <w:p w:rsidR="00F96531" w:rsidRDefault="00F96531" w:rsidP="00F96531">
      <w:r>
        <w:t>273.0998</w:t>
      </w:r>
      <w:r>
        <w:tab/>
        <w:t>2.025e0</w:t>
      </w:r>
    </w:p>
    <w:p w:rsidR="00F96531" w:rsidRDefault="00F96531" w:rsidP="00F96531">
      <w:r>
        <w:lastRenderedPageBreak/>
        <w:t>273.1013</w:t>
      </w:r>
      <w:r>
        <w:tab/>
        <w:t>6.076e0</w:t>
      </w:r>
    </w:p>
    <w:p w:rsidR="00F96531" w:rsidRDefault="00F96531" w:rsidP="00F96531">
      <w:r>
        <w:t>273.1090</w:t>
      </w:r>
      <w:r>
        <w:tab/>
        <w:t>1.013e0</w:t>
      </w:r>
    </w:p>
    <w:p w:rsidR="00F96531" w:rsidRDefault="00F96531" w:rsidP="00F96531">
      <w:r>
        <w:t>273.1124</w:t>
      </w:r>
      <w:r>
        <w:tab/>
        <w:t>2.025e0</w:t>
      </w:r>
    </w:p>
    <w:p w:rsidR="00F96531" w:rsidRDefault="00F96531" w:rsidP="00F96531">
      <w:r>
        <w:t>273.1141</w:t>
      </w:r>
      <w:r>
        <w:tab/>
        <w:t>1.013e0</w:t>
      </w:r>
    </w:p>
    <w:p w:rsidR="00F96531" w:rsidRDefault="00F96531" w:rsidP="00F96531">
      <w:r>
        <w:t>273.1292</w:t>
      </w:r>
      <w:r>
        <w:tab/>
        <w:t>2.025e0</w:t>
      </w:r>
    </w:p>
    <w:p w:rsidR="00F96531" w:rsidRDefault="00F96531" w:rsidP="00F96531">
      <w:r>
        <w:t>273.1476</w:t>
      </w:r>
      <w:r>
        <w:tab/>
        <w:t>2.025e0</w:t>
      </w:r>
    </w:p>
    <w:p w:rsidR="00F96531" w:rsidRDefault="00F96531" w:rsidP="00F96531">
      <w:r>
        <w:t>273.1515</w:t>
      </w:r>
      <w:r>
        <w:tab/>
        <w:t>2.237e0</w:t>
      </w:r>
    </w:p>
    <w:p w:rsidR="00F96531" w:rsidRDefault="00F96531" w:rsidP="00F96531">
      <w:r>
        <w:t>273.1555</w:t>
      </w:r>
      <w:r>
        <w:tab/>
        <w:t>4.051e0</w:t>
      </w:r>
    </w:p>
    <w:p w:rsidR="00F96531" w:rsidRDefault="00F96531" w:rsidP="00F96531">
      <w:r>
        <w:t>273.1580</w:t>
      </w:r>
      <w:r>
        <w:tab/>
        <w:t>3.038e0</w:t>
      </w:r>
    </w:p>
    <w:p w:rsidR="00F96531" w:rsidRDefault="00F96531" w:rsidP="00F96531">
      <w:r>
        <w:t>273.1655</w:t>
      </w:r>
      <w:r>
        <w:tab/>
        <w:t>4.051e0</w:t>
      </w:r>
    </w:p>
    <w:p w:rsidR="00F96531" w:rsidRDefault="00F96531" w:rsidP="00F96531">
      <w:r>
        <w:t>273.1764</w:t>
      </w:r>
      <w:r>
        <w:tab/>
        <w:t>2.025e0</w:t>
      </w:r>
    </w:p>
    <w:p w:rsidR="00F96531" w:rsidRDefault="00F96531" w:rsidP="00F96531">
      <w:r>
        <w:t>273.1842</w:t>
      </w:r>
      <w:r>
        <w:tab/>
        <w:t>2.972e0</w:t>
      </w:r>
    </w:p>
    <w:p w:rsidR="00F96531" w:rsidRDefault="00F96531" w:rsidP="00F96531">
      <w:r>
        <w:t>273.1920</w:t>
      </w:r>
      <w:r>
        <w:tab/>
        <w:t>1.013e1</w:t>
      </w:r>
    </w:p>
    <w:p w:rsidR="00F96531" w:rsidRDefault="00F96531" w:rsidP="00F96531">
      <w:r>
        <w:t>273.2061</w:t>
      </w:r>
      <w:r>
        <w:tab/>
        <w:t>3.038e0</w:t>
      </w:r>
    </w:p>
    <w:p w:rsidR="00F96531" w:rsidRDefault="00F96531" w:rsidP="00F96531">
      <w:r>
        <w:t>273.2074</w:t>
      </w:r>
      <w:r>
        <w:tab/>
        <w:t>1.013e0</w:t>
      </w:r>
    </w:p>
    <w:p w:rsidR="00F96531" w:rsidRDefault="00F96531" w:rsidP="00F96531">
      <w:r>
        <w:t>273.2185</w:t>
      </w:r>
      <w:r>
        <w:tab/>
        <w:t>1.013e0</w:t>
      </w:r>
    </w:p>
    <w:p w:rsidR="00F96531" w:rsidRDefault="00F96531" w:rsidP="00F96531">
      <w:r>
        <w:t>273.2260</w:t>
      </w:r>
      <w:r>
        <w:tab/>
        <w:t>2.025e0</w:t>
      </w:r>
    </w:p>
    <w:p w:rsidR="00F96531" w:rsidRDefault="00F96531" w:rsidP="00F96531">
      <w:r>
        <w:t>273.2374</w:t>
      </w:r>
      <w:r>
        <w:tab/>
        <w:t>1.013e0</w:t>
      </w:r>
    </w:p>
    <w:p w:rsidR="00F96531" w:rsidRDefault="00F96531" w:rsidP="00F96531">
      <w:r>
        <w:t>273.2435</w:t>
      </w:r>
      <w:r>
        <w:tab/>
        <w:t>3.038e0</w:t>
      </w:r>
    </w:p>
    <w:p w:rsidR="00F96531" w:rsidRDefault="00F96531" w:rsidP="00F96531">
      <w:r>
        <w:lastRenderedPageBreak/>
        <w:t>273.2506</w:t>
      </w:r>
      <w:r>
        <w:tab/>
        <w:t>1.013e0</w:t>
      </w:r>
    </w:p>
    <w:p w:rsidR="00F96531" w:rsidRDefault="00F96531" w:rsidP="00F96531">
      <w:r>
        <w:t>273.2537</w:t>
      </w:r>
      <w:r>
        <w:tab/>
        <w:t>1.013e0</w:t>
      </w:r>
    </w:p>
    <w:p w:rsidR="00F96531" w:rsidRDefault="00F96531" w:rsidP="00F96531">
      <w:r>
        <w:t>273.2686</w:t>
      </w:r>
      <w:r>
        <w:tab/>
        <w:t>2.025e0</w:t>
      </w:r>
    </w:p>
    <w:p w:rsidR="00F96531" w:rsidRDefault="00F96531" w:rsidP="00F96531">
      <w:r>
        <w:t>273.2725</w:t>
      </w:r>
      <w:r>
        <w:tab/>
        <w:t>1.013e0</w:t>
      </w:r>
    </w:p>
    <w:p w:rsidR="00F96531" w:rsidRDefault="00F96531" w:rsidP="00F96531">
      <w:r>
        <w:t>273.2817</w:t>
      </w:r>
      <w:r>
        <w:tab/>
        <w:t>1.013e0</w:t>
      </w:r>
    </w:p>
    <w:p w:rsidR="00F96531" w:rsidRDefault="00F96531" w:rsidP="00F96531">
      <w:r>
        <w:t>273.2857</w:t>
      </w:r>
      <w:r>
        <w:tab/>
        <w:t>1.013e0</w:t>
      </w:r>
    </w:p>
    <w:p w:rsidR="00F96531" w:rsidRDefault="00F96531" w:rsidP="00F96531">
      <w:r>
        <w:t>273.3175</w:t>
      </w:r>
      <w:r>
        <w:tab/>
        <w:t>4.051e0</w:t>
      </w:r>
    </w:p>
    <w:p w:rsidR="00F96531" w:rsidRDefault="00F96531" w:rsidP="00F96531">
      <w:r>
        <w:t>273.3547</w:t>
      </w:r>
      <w:r>
        <w:tab/>
        <w:t>1.013e0</w:t>
      </w:r>
    </w:p>
    <w:p w:rsidR="00F96531" w:rsidRDefault="00F96531" w:rsidP="00F96531">
      <w:r>
        <w:t>273.3605</w:t>
      </w:r>
      <w:r>
        <w:tab/>
        <w:t>2.025e0</w:t>
      </w:r>
    </w:p>
    <w:p w:rsidR="00F96531" w:rsidRDefault="00F96531" w:rsidP="00F96531">
      <w:r>
        <w:t>273.3859</w:t>
      </w:r>
      <w:r>
        <w:tab/>
        <w:t>1.013e0</w:t>
      </w:r>
    </w:p>
    <w:p w:rsidR="00F96531" w:rsidRDefault="00F96531" w:rsidP="00F96531">
      <w:r>
        <w:t>273.4102</w:t>
      </w:r>
      <w:r>
        <w:tab/>
        <w:t>1.013e0</w:t>
      </w:r>
    </w:p>
    <w:p w:rsidR="00F96531" w:rsidRDefault="00F96531" w:rsidP="00F96531">
      <w:r>
        <w:t>273.4468</w:t>
      </w:r>
      <w:r>
        <w:tab/>
        <w:t>2.025e0</w:t>
      </w:r>
    </w:p>
    <w:p w:rsidR="00F96531" w:rsidRDefault="00F96531" w:rsidP="00F96531">
      <w:r>
        <w:t>273.4639</w:t>
      </w:r>
      <w:r>
        <w:tab/>
        <w:t>2.025e0</w:t>
      </w:r>
    </w:p>
    <w:p w:rsidR="00F96531" w:rsidRDefault="00F96531" w:rsidP="00F96531">
      <w:r>
        <w:t>273.4820</w:t>
      </w:r>
      <w:r>
        <w:tab/>
        <w:t>2.025e0</w:t>
      </w:r>
    </w:p>
    <w:p w:rsidR="00F96531" w:rsidRDefault="00F96531" w:rsidP="00F96531">
      <w:r>
        <w:t>273.4867</w:t>
      </w:r>
      <w:r>
        <w:tab/>
        <w:t>3.038e0</w:t>
      </w:r>
    </w:p>
    <w:p w:rsidR="00F96531" w:rsidRDefault="00F96531" w:rsidP="00F96531">
      <w:r>
        <w:t>273.5052</w:t>
      </w:r>
      <w:r>
        <w:tab/>
        <w:t>1.013e0</w:t>
      </w:r>
    </w:p>
    <w:p w:rsidR="00F96531" w:rsidRDefault="00F96531" w:rsidP="00F96531">
      <w:r>
        <w:t>273.5064</w:t>
      </w:r>
      <w:r>
        <w:tab/>
        <w:t>1.013e0</w:t>
      </w:r>
    </w:p>
    <w:p w:rsidR="00F96531" w:rsidRDefault="00F96531" w:rsidP="00F96531">
      <w:r>
        <w:t>273.5275</w:t>
      </w:r>
      <w:r>
        <w:tab/>
        <w:t>1.013e0</w:t>
      </w:r>
    </w:p>
    <w:p w:rsidR="00F96531" w:rsidRDefault="00F96531" w:rsidP="00F96531">
      <w:r>
        <w:t>273.5404</w:t>
      </w:r>
      <w:r>
        <w:tab/>
        <w:t>1.013e0</w:t>
      </w:r>
    </w:p>
    <w:p w:rsidR="00F96531" w:rsidRDefault="00F96531" w:rsidP="00F96531">
      <w:r>
        <w:lastRenderedPageBreak/>
        <w:t>273.5494</w:t>
      </w:r>
      <w:r>
        <w:tab/>
        <w:t>1.013e0</w:t>
      </w:r>
    </w:p>
    <w:p w:rsidR="00F96531" w:rsidRDefault="00F96531" w:rsidP="00F96531">
      <w:r>
        <w:t>273.5555</w:t>
      </w:r>
      <w:r>
        <w:tab/>
        <w:t>2.025e0</w:t>
      </w:r>
    </w:p>
    <w:p w:rsidR="00F96531" w:rsidRDefault="00F96531" w:rsidP="00F96531">
      <w:r>
        <w:t>273.5587</w:t>
      </w:r>
      <w:r>
        <w:tab/>
        <w:t>1.013e0</w:t>
      </w:r>
    </w:p>
    <w:p w:rsidR="00F96531" w:rsidRDefault="00F96531" w:rsidP="00F96531">
      <w:r>
        <w:t>273.5656</w:t>
      </w:r>
      <w:r>
        <w:tab/>
        <w:t>1.013e0</w:t>
      </w:r>
    </w:p>
    <w:p w:rsidR="00F96531" w:rsidRDefault="00F96531" w:rsidP="00F96531">
      <w:r>
        <w:t>273.5857</w:t>
      </w:r>
      <w:r>
        <w:tab/>
        <w:t>1.013e0</w:t>
      </w:r>
    </w:p>
    <w:p w:rsidR="00F96531" w:rsidRDefault="00F96531" w:rsidP="00F96531">
      <w:r>
        <w:t>273.5938</w:t>
      </w:r>
      <w:r>
        <w:tab/>
        <w:t>1.013e0</w:t>
      </w:r>
    </w:p>
    <w:p w:rsidR="00F96531" w:rsidRDefault="00F96531" w:rsidP="00F96531">
      <w:r>
        <w:t>273.6237</w:t>
      </w:r>
      <w:r>
        <w:tab/>
        <w:t>2.025e0</w:t>
      </w:r>
    </w:p>
    <w:p w:rsidR="00F96531" w:rsidRDefault="00F96531" w:rsidP="00F96531">
      <w:r>
        <w:t>273.6407</w:t>
      </w:r>
      <w:r>
        <w:tab/>
        <w:t>2.025e0</w:t>
      </w:r>
    </w:p>
    <w:p w:rsidR="00F96531" w:rsidRDefault="00F96531" w:rsidP="00F96531">
      <w:r>
        <w:t>273.6509</w:t>
      </w:r>
      <w:r>
        <w:tab/>
        <w:t>1.013e0</w:t>
      </w:r>
    </w:p>
    <w:p w:rsidR="00F96531" w:rsidRDefault="00F96531" w:rsidP="00F96531">
      <w:r>
        <w:t>273.6668</w:t>
      </w:r>
      <w:r>
        <w:tab/>
        <w:t>2.025e0</w:t>
      </w:r>
    </w:p>
    <w:p w:rsidR="00F96531" w:rsidRDefault="00F96531" w:rsidP="00F96531">
      <w:r>
        <w:t>273.7128</w:t>
      </w:r>
      <w:r>
        <w:tab/>
        <w:t>1.013e0</w:t>
      </w:r>
    </w:p>
    <w:p w:rsidR="00F96531" w:rsidRDefault="00F96531" w:rsidP="00F96531">
      <w:r>
        <w:t>273.7331</w:t>
      </w:r>
      <w:r>
        <w:tab/>
        <w:t>1.013e0</w:t>
      </w:r>
    </w:p>
    <w:p w:rsidR="00F96531" w:rsidRDefault="00F96531" w:rsidP="00F96531">
      <w:r>
        <w:t>273.7382</w:t>
      </w:r>
      <w:r>
        <w:tab/>
        <w:t>1.013e0</w:t>
      </w:r>
    </w:p>
    <w:p w:rsidR="00F96531" w:rsidRDefault="00F96531" w:rsidP="00F96531">
      <w:r>
        <w:t>273.7901</w:t>
      </w:r>
      <w:r>
        <w:tab/>
        <w:t>2.025e0</w:t>
      </w:r>
    </w:p>
    <w:p w:rsidR="00F96531" w:rsidRDefault="00F96531" w:rsidP="00F96531">
      <w:r>
        <w:t>273.8174</w:t>
      </w:r>
      <w:r>
        <w:tab/>
        <w:t>1.013e0</w:t>
      </w:r>
    </w:p>
    <w:p w:rsidR="00F96531" w:rsidRDefault="00F96531" w:rsidP="00F96531">
      <w:r>
        <w:t>273.8589</w:t>
      </w:r>
      <w:r>
        <w:tab/>
        <w:t>1.013e0</w:t>
      </w:r>
    </w:p>
    <w:p w:rsidR="00F96531" w:rsidRDefault="00F96531" w:rsidP="00F96531">
      <w:r>
        <w:t>273.8767</w:t>
      </w:r>
      <w:r>
        <w:tab/>
        <w:t>2.025e0</w:t>
      </w:r>
    </w:p>
    <w:p w:rsidR="00F96531" w:rsidRDefault="00F96531" w:rsidP="00F96531">
      <w:r>
        <w:t>273.8815</w:t>
      </w:r>
      <w:r>
        <w:tab/>
        <w:t>2.025e0</w:t>
      </w:r>
    </w:p>
    <w:p w:rsidR="00F96531" w:rsidRDefault="00F96531" w:rsidP="00F96531">
      <w:r>
        <w:t>273.9007</w:t>
      </w:r>
      <w:r>
        <w:tab/>
        <w:t>2.025e0</w:t>
      </w:r>
    </w:p>
    <w:p w:rsidR="00F96531" w:rsidRDefault="00F96531" w:rsidP="00F96531">
      <w:r>
        <w:lastRenderedPageBreak/>
        <w:t>273.9411</w:t>
      </w:r>
      <w:r>
        <w:tab/>
        <w:t>3.038e0</w:t>
      </w:r>
    </w:p>
    <w:p w:rsidR="00F96531" w:rsidRDefault="00F96531" w:rsidP="00F96531">
      <w:r>
        <w:t>273.9534</w:t>
      </w:r>
      <w:r>
        <w:tab/>
        <w:t>2.025e0</w:t>
      </w:r>
    </w:p>
    <w:p w:rsidR="00F96531" w:rsidRDefault="00F96531" w:rsidP="00F96531">
      <w:r>
        <w:t>273.9631</w:t>
      </w:r>
      <w:r>
        <w:tab/>
        <w:t>1.013e0</w:t>
      </w:r>
    </w:p>
    <w:p w:rsidR="00F96531" w:rsidRDefault="00F96531" w:rsidP="00F96531">
      <w:r>
        <w:t>273.9643</w:t>
      </w:r>
      <w:r>
        <w:tab/>
        <w:t>1.013e0</w:t>
      </w:r>
    </w:p>
    <w:p w:rsidR="00F96531" w:rsidRDefault="00F96531" w:rsidP="00F96531">
      <w:r>
        <w:t>273.9722</w:t>
      </w:r>
      <w:r>
        <w:tab/>
        <w:t>1.013e0</w:t>
      </w:r>
    </w:p>
    <w:p w:rsidR="00F96531" w:rsidRDefault="00F96531" w:rsidP="00F96531">
      <w:r>
        <w:t>273.9938</w:t>
      </w:r>
      <w:r>
        <w:tab/>
        <w:t>2.025e0</w:t>
      </w:r>
    </w:p>
    <w:p w:rsidR="00F96531" w:rsidRDefault="00F96531" w:rsidP="00F96531">
      <w:r>
        <w:t>274.0033</w:t>
      </w:r>
      <w:r>
        <w:tab/>
        <w:t>1.013e0</w:t>
      </w:r>
    </w:p>
    <w:p w:rsidR="00F96531" w:rsidRDefault="00F96531" w:rsidP="00F96531">
      <w:r>
        <w:t>274.0182</w:t>
      </w:r>
      <w:r>
        <w:tab/>
        <w:t>3.038e0</w:t>
      </w:r>
    </w:p>
    <w:p w:rsidR="00F96531" w:rsidRDefault="00F96531" w:rsidP="00F96531">
      <w:r>
        <w:t>274.0209</w:t>
      </w:r>
      <w:r>
        <w:tab/>
        <w:t>3.038e0</w:t>
      </w:r>
    </w:p>
    <w:p w:rsidR="00F96531" w:rsidRDefault="00F96531" w:rsidP="00F96531">
      <w:r>
        <w:t>274.0237</w:t>
      </w:r>
      <w:r>
        <w:tab/>
        <w:t>4.051e0</w:t>
      </w:r>
    </w:p>
    <w:p w:rsidR="00F96531" w:rsidRDefault="00F96531" w:rsidP="00F96531">
      <w:r>
        <w:t>274.0291</w:t>
      </w:r>
      <w:r>
        <w:tab/>
        <w:t>1.013e0</w:t>
      </w:r>
    </w:p>
    <w:p w:rsidR="00F96531" w:rsidRDefault="00F96531" w:rsidP="00F96531">
      <w:r>
        <w:t>274.0328</w:t>
      </w:r>
      <w:r>
        <w:tab/>
        <w:t>3.218e0</w:t>
      </w:r>
    </w:p>
    <w:p w:rsidR="00F96531" w:rsidRDefault="00F96531" w:rsidP="00F96531">
      <w:r>
        <w:t>274.0384</w:t>
      </w:r>
      <w:r>
        <w:tab/>
        <w:t>1.013e0</w:t>
      </w:r>
    </w:p>
    <w:p w:rsidR="00F96531" w:rsidRDefault="00F96531" w:rsidP="00F96531">
      <w:r>
        <w:t>274.0661</w:t>
      </w:r>
      <w:r>
        <w:tab/>
        <w:t>2.025e0</w:t>
      </w:r>
    </w:p>
    <w:p w:rsidR="00F96531" w:rsidRDefault="00F96531" w:rsidP="00F96531">
      <w:r>
        <w:t>274.0816</w:t>
      </w:r>
      <w:r>
        <w:tab/>
        <w:t>2.025e0</w:t>
      </w:r>
    </w:p>
    <w:p w:rsidR="00F96531" w:rsidRDefault="00F96531" w:rsidP="00F96531">
      <w:r>
        <w:t>274.0837</w:t>
      </w:r>
      <w:r>
        <w:tab/>
        <w:t>3.038e0</w:t>
      </w:r>
    </w:p>
    <w:p w:rsidR="00F96531" w:rsidRDefault="00F96531" w:rsidP="00F96531">
      <w:r>
        <w:t>274.1116</w:t>
      </w:r>
      <w:r>
        <w:tab/>
        <w:t>1.013e0</w:t>
      </w:r>
    </w:p>
    <w:p w:rsidR="00F96531" w:rsidRDefault="00F96531" w:rsidP="00F96531">
      <w:r>
        <w:t>274.1150</w:t>
      </w:r>
      <w:r>
        <w:tab/>
        <w:t>3.038e0</w:t>
      </w:r>
    </w:p>
    <w:p w:rsidR="00F96531" w:rsidRDefault="00F96531" w:rsidP="00F96531">
      <w:r>
        <w:t>274.1170</w:t>
      </w:r>
      <w:r>
        <w:tab/>
        <w:t>2.025e0</w:t>
      </w:r>
    </w:p>
    <w:p w:rsidR="00F96531" w:rsidRDefault="00F96531" w:rsidP="00F96531">
      <w:r>
        <w:lastRenderedPageBreak/>
        <w:t>274.1360</w:t>
      </w:r>
      <w:r>
        <w:tab/>
        <w:t>1.013e0</w:t>
      </w:r>
    </w:p>
    <w:p w:rsidR="00F96531" w:rsidRDefault="00F96531" w:rsidP="00F96531">
      <w:r>
        <w:t>274.1370</w:t>
      </w:r>
      <w:r>
        <w:tab/>
        <w:t>1.992e0</w:t>
      </w:r>
    </w:p>
    <w:p w:rsidR="00F96531" w:rsidRDefault="00F96531" w:rsidP="00F96531">
      <w:r>
        <w:t>274.1387</w:t>
      </w:r>
      <w:r>
        <w:tab/>
        <w:t>1.013e0</w:t>
      </w:r>
    </w:p>
    <w:p w:rsidR="00F96531" w:rsidRDefault="00F96531" w:rsidP="00F96531">
      <w:r>
        <w:t>274.1551</w:t>
      </w:r>
      <w:r>
        <w:tab/>
        <w:t>3.038e0</w:t>
      </w:r>
    </w:p>
    <w:p w:rsidR="00F96531" w:rsidRDefault="00F96531" w:rsidP="00F96531">
      <w:r>
        <w:t>274.1563</w:t>
      </w:r>
      <w:r>
        <w:tab/>
        <w:t>1.013e0</w:t>
      </w:r>
    </w:p>
    <w:p w:rsidR="00F96531" w:rsidRDefault="00F96531" w:rsidP="00F96531">
      <w:r>
        <w:t>274.1683</w:t>
      </w:r>
      <w:r>
        <w:tab/>
        <w:t>2.025e0</w:t>
      </w:r>
    </w:p>
    <w:p w:rsidR="00F96531" w:rsidRDefault="00F96531" w:rsidP="00F96531">
      <w:r>
        <w:t>274.1718</w:t>
      </w:r>
      <w:r>
        <w:tab/>
        <w:t>1.926e0</w:t>
      </w:r>
    </w:p>
    <w:p w:rsidR="00F96531" w:rsidRDefault="00F96531" w:rsidP="00F96531">
      <w:r>
        <w:t>274.1844</w:t>
      </w:r>
      <w:r>
        <w:tab/>
        <w:t>4.051e0</w:t>
      </w:r>
    </w:p>
    <w:p w:rsidR="00F96531" w:rsidRDefault="00F96531" w:rsidP="00F96531">
      <w:r>
        <w:t>274.1881</w:t>
      </w:r>
      <w:r>
        <w:tab/>
        <w:t>3.038e0</w:t>
      </w:r>
    </w:p>
    <w:p w:rsidR="00F96531" w:rsidRDefault="00F96531" w:rsidP="00F96531">
      <w:r>
        <w:t>274.1980</w:t>
      </w:r>
      <w:r>
        <w:tab/>
        <w:t>5.063e0</w:t>
      </w:r>
    </w:p>
    <w:p w:rsidR="00F96531" w:rsidRDefault="00F96531" w:rsidP="00F96531">
      <w:r>
        <w:t>274.2036</w:t>
      </w:r>
      <w:r>
        <w:tab/>
        <w:t>2.025e0</w:t>
      </w:r>
    </w:p>
    <w:p w:rsidR="00F96531" w:rsidRDefault="00F96531" w:rsidP="00F96531">
      <w:r>
        <w:t>274.2102</w:t>
      </w:r>
      <w:r>
        <w:tab/>
        <w:t>3.038e0</w:t>
      </w:r>
    </w:p>
    <w:p w:rsidR="00F96531" w:rsidRDefault="00F96531" w:rsidP="00F96531">
      <w:r>
        <w:t>274.2170</w:t>
      </w:r>
      <w:r>
        <w:tab/>
        <w:t>1.013e0</w:t>
      </w:r>
    </w:p>
    <w:p w:rsidR="00F96531" w:rsidRDefault="00F96531" w:rsidP="00F96531">
      <w:r>
        <w:t>274.2257</w:t>
      </w:r>
      <w:r>
        <w:tab/>
        <w:t>1.013e0</w:t>
      </w:r>
    </w:p>
    <w:p w:rsidR="00F96531" w:rsidRDefault="00F96531" w:rsidP="00F96531">
      <w:r>
        <w:t>274.2572</w:t>
      </w:r>
      <w:r>
        <w:tab/>
        <w:t>1.013e0</w:t>
      </w:r>
    </w:p>
    <w:p w:rsidR="00F96531" w:rsidRDefault="00F96531" w:rsidP="00F96531">
      <w:r>
        <w:t>274.2610</w:t>
      </w:r>
      <w:r>
        <w:tab/>
        <w:t>2.025e0</w:t>
      </w:r>
    </w:p>
    <w:p w:rsidR="00F96531" w:rsidRDefault="00F96531" w:rsidP="00F96531">
      <w:r>
        <w:t>274.2873</w:t>
      </w:r>
      <w:r>
        <w:tab/>
        <w:t>1.013e0</w:t>
      </w:r>
    </w:p>
    <w:p w:rsidR="00F96531" w:rsidRDefault="00F96531" w:rsidP="00F96531">
      <w:r>
        <w:t>274.2925</w:t>
      </w:r>
      <w:r>
        <w:tab/>
        <w:t>1.013e0</w:t>
      </w:r>
    </w:p>
    <w:p w:rsidR="00F96531" w:rsidRDefault="00F96531" w:rsidP="00F96531">
      <w:r>
        <w:t>274.3548</w:t>
      </w:r>
      <w:r>
        <w:tab/>
        <w:t>1.013e0</w:t>
      </w:r>
    </w:p>
    <w:p w:rsidR="00F96531" w:rsidRDefault="00F96531" w:rsidP="00F96531">
      <w:r>
        <w:lastRenderedPageBreak/>
        <w:t>274.4023</w:t>
      </w:r>
      <w:r>
        <w:tab/>
        <w:t>1.013e0</w:t>
      </w:r>
    </w:p>
    <w:p w:rsidR="00F96531" w:rsidRDefault="00F96531" w:rsidP="00F96531">
      <w:r>
        <w:t>274.4119</w:t>
      </w:r>
      <w:r>
        <w:tab/>
        <w:t>1.013e0</w:t>
      </w:r>
    </w:p>
    <w:p w:rsidR="00F96531" w:rsidRDefault="00F96531" w:rsidP="00F96531">
      <w:r>
        <w:t>274.4482</w:t>
      </w:r>
      <w:r>
        <w:tab/>
        <w:t>1.013e0</w:t>
      </w:r>
    </w:p>
    <w:p w:rsidR="00F96531" w:rsidRDefault="00F96531" w:rsidP="00F96531">
      <w:r>
        <w:t>274.4691</w:t>
      </w:r>
      <w:r>
        <w:tab/>
        <w:t>1.013e0</w:t>
      </w:r>
    </w:p>
    <w:p w:rsidR="00F96531" w:rsidRDefault="00F96531" w:rsidP="00F96531">
      <w:r>
        <w:t>274.4780</w:t>
      </w:r>
      <w:r>
        <w:tab/>
        <w:t>1.013e0</w:t>
      </w:r>
    </w:p>
    <w:p w:rsidR="00F96531" w:rsidRDefault="00F96531" w:rsidP="00F96531">
      <w:r>
        <w:t>274.4795</w:t>
      </w:r>
      <w:r>
        <w:tab/>
        <w:t>4.051e0</w:t>
      </w:r>
    </w:p>
    <w:p w:rsidR="00F96531" w:rsidRDefault="00F96531" w:rsidP="00F96531">
      <w:r>
        <w:t>274.4942</w:t>
      </w:r>
      <w:r>
        <w:tab/>
        <w:t>1.013e0</w:t>
      </w:r>
    </w:p>
    <w:p w:rsidR="00F96531" w:rsidRDefault="00F96531" w:rsidP="00F96531">
      <w:r>
        <w:t>274.5095</w:t>
      </w:r>
      <w:r>
        <w:tab/>
        <w:t>1.013e0</w:t>
      </w:r>
    </w:p>
    <w:p w:rsidR="00F96531" w:rsidRDefault="00F96531" w:rsidP="00F96531">
      <w:r>
        <w:t>274.5437</w:t>
      </w:r>
      <w:r>
        <w:tab/>
        <w:t>1.013e0</w:t>
      </w:r>
    </w:p>
    <w:p w:rsidR="00F96531" w:rsidRDefault="00F96531" w:rsidP="00F96531">
      <w:r>
        <w:t>274.5473</w:t>
      </w:r>
      <w:r>
        <w:tab/>
        <w:t>3.038e0</w:t>
      </w:r>
    </w:p>
    <w:p w:rsidR="00F96531" w:rsidRDefault="00F96531" w:rsidP="00F96531">
      <w:r>
        <w:t>274.5498</w:t>
      </w:r>
      <w:r>
        <w:tab/>
        <w:t>1.013e0</w:t>
      </w:r>
    </w:p>
    <w:p w:rsidR="00F96531" w:rsidRDefault="00F96531" w:rsidP="00F96531">
      <w:r>
        <w:t>274.5536</w:t>
      </w:r>
      <w:r>
        <w:tab/>
        <w:t>1.013e0</w:t>
      </w:r>
    </w:p>
    <w:p w:rsidR="00F96531" w:rsidRDefault="00F96531" w:rsidP="00F96531">
      <w:r>
        <w:t>274.5740</w:t>
      </w:r>
      <w:r>
        <w:tab/>
        <w:t>2.025e0</w:t>
      </w:r>
    </w:p>
    <w:p w:rsidR="00F96531" w:rsidRDefault="00F96531" w:rsidP="00F96531">
      <w:r>
        <w:t>274.5776</w:t>
      </w:r>
      <w:r>
        <w:tab/>
        <w:t>3.038e0</w:t>
      </w:r>
    </w:p>
    <w:p w:rsidR="00F96531" w:rsidRDefault="00F96531" w:rsidP="00F96531">
      <w:r>
        <w:t>274.6144</w:t>
      </w:r>
      <w:r>
        <w:tab/>
        <w:t>1.013e0</w:t>
      </w:r>
    </w:p>
    <w:p w:rsidR="00F96531" w:rsidRDefault="00F96531" w:rsidP="00F96531">
      <w:r>
        <w:t>274.6268</w:t>
      </w:r>
      <w:r>
        <w:tab/>
        <w:t>2.025e0</w:t>
      </w:r>
    </w:p>
    <w:p w:rsidR="00F96531" w:rsidRDefault="00F96531" w:rsidP="00F96531">
      <w:r>
        <w:t>274.6396</w:t>
      </w:r>
      <w:r>
        <w:tab/>
        <w:t>1.013e0</w:t>
      </w:r>
    </w:p>
    <w:p w:rsidR="00F96531" w:rsidRDefault="00F96531" w:rsidP="00F96531">
      <w:r>
        <w:t>274.6408</w:t>
      </w:r>
      <w:r>
        <w:tab/>
        <w:t>1.013e0</w:t>
      </w:r>
    </w:p>
    <w:p w:rsidR="00F96531" w:rsidRDefault="00F96531" w:rsidP="00F96531">
      <w:r>
        <w:t>274.6497</w:t>
      </w:r>
      <w:r>
        <w:tab/>
        <w:t>1.013e0</w:t>
      </w:r>
    </w:p>
    <w:p w:rsidR="00F96531" w:rsidRDefault="00F96531" w:rsidP="00F96531">
      <w:r>
        <w:lastRenderedPageBreak/>
        <w:t>274.6672</w:t>
      </w:r>
      <w:r>
        <w:tab/>
        <w:t>3.038e0</w:t>
      </w:r>
    </w:p>
    <w:p w:rsidR="00F96531" w:rsidRDefault="00F96531" w:rsidP="00F96531">
      <w:r>
        <w:t>274.7065</w:t>
      </w:r>
      <w:r>
        <w:tab/>
        <w:t>2.025e0</w:t>
      </w:r>
    </w:p>
    <w:p w:rsidR="00F96531" w:rsidRDefault="00F96531" w:rsidP="00F96531">
      <w:r>
        <w:t>274.7275</w:t>
      </w:r>
      <w:r>
        <w:tab/>
        <w:t>2.025e0</w:t>
      </w:r>
    </w:p>
    <w:p w:rsidR="00F96531" w:rsidRDefault="00F96531" w:rsidP="00F96531">
      <w:r>
        <w:t>274.7436</w:t>
      </w:r>
      <w:r>
        <w:tab/>
        <w:t>2.025e0</w:t>
      </w:r>
    </w:p>
    <w:p w:rsidR="00F96531" w:rsidRDefault="00F96531" w:rsidP="00F96531">
      <w:r>
        <w:t>274.7906</w:t>
      </w:r>
      <w:r>
        <w:tab/>
        <w:t>1.013e0</w:t>
      </w:r>
    </w:p>
    <w:p w:rsidR="00F96531" w:rsidRDefault="00F96531" w:rsidP="00F96531">
      <w:r>
        <w:t>274.8077</w:t>
      </w:r>
      <w:r>
        <w:tab/>
        <w:t>1.013e0</w:t>
      </w:r>
    </w:p>
    <w:p w:rsidR="00F96531" w:rsidRDefault="00F96531" w:rsidP="00F96531">
      <w:r>
        <w:t>274.8114</w:t>
      </w:r>
      <w:r>
        <w:tab/>
        <w:t>1.013e0</w:t>
      </w:r>
    </w:p>
    <w:p w:rsidR="00F96531" w:rsidRDefault="00F96531" w:rsidP="00F96531">
      <w:r>
        <w:t>274.8297</w:t>
      </w:r>
      <w:r>
        <w:tab/>
        <w:t>1.013e0</w:t>
      </w:r>
    </w:p>
    <w:p w:rsidR="00F96531" w:rsidRDefault="00F96531" w:rsidP="00F96531">
      <w:r>
        <w:t>274.8837</w:t>
      </w:r>
      <w:r>
        <w:tab/>
        <w:t>2.025e0</w:t>
      </w:r>
    </w:p>
    <w:p w:rsidR="00F96531" w:rsidRDefault="00F96531" w:rsidP="00F96531">
      <w:r>
        <w:t>274.8884</w:t>
      </w:r>
      <w:r>
        <w:tab/>
        <w:t>1.013e0</w:t>
      </w:r>
    </w:p>
    <w:p w:rsidR="00F96531" w:rsidRDefault="00F96531" w:rsidP="00F96531">
      <w:r>
        <w:t>274.8894</w:t>
      </w:r>
      <w:r>
        <w:tab/>
        <w:t>2.025e0</w:t>
      </w:r>
    </w:p>
    <w:p w:rsidR="00F96531" w:rsidRDefault="00F96531" w:rsidP="00F96531">
      <w:r>
        <w:t>274.8961</w:t>
      </w:r>
      <w:r>
        <w:tab/>
        <w:t>1.013e0</w:t>
      </w:r>
    </w:p>
    <w:p w:rsidR="00F96531" w:rsidRDefault="00F96531" w:rsidP="00F96531">
      <w:r>
        <w:t>274.9444</w:t>
      </w:r>
      <w:r>
        <w:tab/>
        <w:t>1.013e0</w:t>
      </w:r>
    </w:p>
    <w:p w:rsidR="00F96531" w:rsidRDefault="00F96531" w:rsidP="00F96531">
      <w:r>
        <w:t>274.9795</w:t>
      </w:r>
      <w:r>
        <w:tab/>
        <w:t>1.013e0</w:t>
      </w:r>
    </w:p>
    <w:p w:rsidR="00F96531" w:rsidRDefault="00F96531" w:rsidP="00F96531">
      <w:r>
        <w:t>274.9878</w:t>
      </w:r>
      <w:r>
        <w:tab/>
        <w:t>1.428e0</w:t>
      </w:r>
    </w:p>
    <w:p w:rsidR="00F96531" w:rsidRDefault="00F96531" w:rsidP="00F96531">
      <w:r>
        <w:t>274.9934</w:t>
      </w:r>
      <w:r>
        <w:tab/>
        <w:t>2.025e0</w:t>
      </w:r>
    </w:p>
    <w:p w:rsidR="00F96531" w:rsidRDefault="00F96531" w:rsidP="00F96531">
      <w:r>
        <w:t>274.9946</w:t>
      </w:r>
      <w:r>
        <w:tab/>
        <w:t>1.013e0</w:t>
      </w:r>
    </w:p>
    <w:p w:rsidR="00F96531" w:rsidRDefault="00F96531" w:rsidP="00F96531">
      <w:r>
        <w:t>275.0227</w:t>
      </w:r>
      <w:r>
        <w:tab/>
        <w:t>3.038e0</w:t>
      </w:r>
    </w:p>
    <w:p w:rsidR="00F96531" w:rsidRDefault="00F96531" w:rsidP="00F96531">
      <w:r>
        <w:t>275.0248</w:t>
      </w:r>
      <w:r>
        <w:tab/>
        <w:t>9.114e0</w:t>
      </w:r>
    </w:p>
    <w:p w:rsidR="00F96531" w:rsidRDefault="00F96531" w:rsidP="00F96531">
      <w:r>
        <w:lastRenderedPageBreak/>
        <w:t>275.0303</w:t>
      </w:r>
      <w:r>
        <w:tab/>
        <w:t>1.001e1</w:t>
      </w:r>
    </w:p>
    <w:p w:rsidR="00F96531" w:rsidRDefault="00F96531" w:rsidP="00F96531">
      <w:r>
        <w:t>275.0344</w:t>
      </w:r>
      <w:r>
        <w:tab/>
        <w:t>8.101e0</w:t>
      </w:r>
    </w:p>
    <w:p w:rsidR="00F96531" w:rsidRDefault="00F96531" w:rsidP="00F96531">
      <w:r>
        <w:t>275.0383</w:t>
      </w:r>
      <w:r>
        <w:tab/>
        <w:t>1.954e1</w:t>
      </w:r>
    </w:p>
    <w:p w:rsidR="00F96531" w:rsidRDefault="00F96531" w:rsidP="00F96531">
      <w:r>
        <w:t>275.0467</w:t>
      </w:r>
      <w:r>
        <w:tab/>
        <w:t>1.076e1</w:t>
      </w:r>
    </w:p>
    <w:p w:rsidR="00F96531" w:rsidRDefault="00F96531" w:rsidP="00F96531">
      <w:r>
        <w:t>275.0547</w:t>
      </w:r>
      <w:r>
        <w:tab/>
        <w:t>6.492e0</w:t>
      </w:r>
    </w:p>
    <w:p w:rsidR="00F96531" w:rsidRDefault="00F96531" w:rsidP="00F96531">
      <w:r>
        <w:t>275.0753</w:t>
      </w:r>
      <w:r>
        <w:tab/>
        <w:t>1.695e0</w:t>
      </w:r>
    </w:p>
    <w:p w:rsidR="00F96531" w:rsidRDefault="00F96531" w:rsidP="00F96531">
      <w:r>
        <w:t>275.0950</w:t>
      </w:r>
      <w:r>
        <w:tab/>
        <w:t>2.025e0</w:t>
      </w:r>
    </w:p>
    <w:p w:rsidR="00F96531" w:rsidRDefault="00F96531" w:rsidP="00F96531">
      <w:r>
        <w:t>275.1043</w:t>
      </w:r>
      <w:r>
        <w:tab/>
        <w:t>1.013e0</w:t>
      </w:r>
    </w:p>
    <w:p w:rsidR="00F96531" w:rsidRDefault="00F96531" w:rsidP="00F96531">
      <w:r>
        <w:t>275.1198</w:t>
      </w:r>
      <w:r>
        <w:tab/>
        <w:t>1.013e0</w:t>
      </w:r>
    </w:p>
    <w:p w:rsidR="00F96531" w:rsidRDefault="00F96531" w:rsidP="00F96531">
      <w:r>
        <w:t>275.1331</w:t>
      </w:r>
      <w:r>
        <w:tab/>
        <w:t>3.038e0</w:t>
      </w:r>
    </w:p>
    <w:p w:rsidR="00F96531" w:rsidRDefault="00F96531" w:rsidP="00F96531">
      <w:r>
        <w:t>275.1458</w:t>
      </w:r>
      <w:r>
        <w:tab/>
        <w:t>4.051e0</w:t>
      </w:r>
    </w:p>
    <w:p w:rsidR="00F96531" w:rsidRDefault="00F96531" w:rsidP="00F96531">
      <w:r>
        <w:t>275.1476</w:t>
      </w:r>
      <w:r>
        <w:tab/>
        <w:t>1.013e0</w:t>
      </w:r>
    </w:p>
    <w:p w:rsidR="00F96531" w:rsidRDefault="00F96531" w:rsidP="00F96531">
      <w:r>
        <w:t>275.1514</w:t>
      </w:r>
      <w:r>
        <w:tab/>
        <w:t>1.013e0</w:t>
      </w:r>
    </w:p>
    <w:p w:rsidR="00F96531" w:rsidRDefault="00F96531" w:rsidP="00F96531">
      <w:r>
        <w:t>275.1537</w:t>
      </w:r>
      <w:r>
        <w:tab/>
        <w:t>7.089e0</w:t>
      </w:r>
    </w:p>
    <w:p w:rsidR="00F96531" w:rsidRDefault="00F96531" w:rsidP="00F96531">
      <w:r>
        <w:t>275.1656</w:t>
      </w:r>
      <w:r>
        <w:tab/>
        <w:t>2.900e0</w:t>
      </w:r>
    </w:p>
    <w:p w:rsidR="00F96531" w:rsidRDefault="00F96531" w:rsidP="00F96531">
      <w:r>
        <w:t>275.1787</w:t>
      </w:r>
      <w:r>
        <w:tab/>
        <w:t>1.013e0</w:t>
      </w:r>
    </w:p>
    <w:p w:rsidR="00F96531" w:rsidRDefault="00F96531" w:rsidP="00F96531">
      <w:r>
        <w:t>275.1822</w:t>
      </w:r>
      <w:r>
        <w:tab/>
        <w:t>3.038e0</w:t>
      </w:r>
    </w:p>
    <w:p w:rsidR="00F96531" w:rsidRDefault="00F96531" w:rsidP="00F96531">
      <w:r>
        <w:t>275.1977</w:t>
      </w:r>
      <w:r>
        <w:tab/>
        <w:t>2.002e0</w:t>
      </w:r>
    </w:p>
    <w:p w:rsidR="00F96531" w:rsidRDefault="00F96531" w:rsidP="00F96531">
      <w:r>
        <w:t>275.2009</w:t>
      </w:r>
      <w:r>
        <w:tab/>
        <w:t>2.025e0</w:t>
      </w:r>
    </w:p>
    <w:p w:rsidR="00F96531" w:rsidRDefault="00F96531" w:rsidP="00F96531">
      <w:r>
        <w:lastRenderedPageBreak/>
        <w:t>275.2099</w:t>
      </w:r>
      <w:r>
        <w:tab/>
        <w:t>3.038e0</w:t>
      </w:r>
    </w:p>
    <w:p w:rsidR="00F96531" w:rsidRDefault="00F96531" w:rsidP="00F96531">
      <w:r>
        <w:t>275.2192</w:t>
      </w:r>
      <w:r>
        <w:tab/>
        <w:t>2.025e0</w:t>
      </w:r>
    </w:p>
    <w:p w:rsidR="00F96531" w:rsidRDefault="00F96531" w:rsidP="00F96531">
      <w:r>
        <w:t>275.2323</w:t>
      </w:r>
      <w:r>
        <w:tab/>
        <w:t>1.013e0</w:t>
      </w:r>
    </w:p>
    <w:p w:rsidR="00F96531" w:rsidRDefault="00F96531" w:rsidP="00F96531">
      <w:r>
        <w:t>275.2371</w:t>
      </w:r>
      <w:r>
        <w:tab/>
        <w:t>1.013e0</w:t>
      </w:r>
    </w:p>
    <w:p w:rsidR="00F96531" w:rsidRDefault="00F96531" w:rsidP="00F96531">
      <w:r>
        <w:t>275.2398</w:t>
      </w:r>
      <w:r>
        <w:tab/>
        <w:t>1.013e0</w:t>
      </w:r>
    </w:p>
    <w:p w:rsidR="00F96531" w:rsidRDefault="00F96531" w:rsidP="00F96531">
      <w:r>
        <w:t>275.2518</w:t>
      </w:r>
      <w:r>
        <w:tab/>
        <w:t>1.013e0</w:t>
      </w:r>
    </w:p>
    <w:p w:rsidR="00F96531" w:rsidRDefault="00F96531" w:rsidP="00F96531">
      <w:r>
        <w:t>275.2678</w:t>
      </w:r>
      <w:r>
        <w:tab/>
        <w:t>1.013e0</w:t>
      </w:r>
    </w:p>
    <w:p w:rsidR="00F96531" w:rsidRDefault="00F96531" w:rsidP="00F96531">
      <w:r>
        <w:t>275.2750</w:t>
      </w:r>
      <w:r>
        <w:tab/>
        <w:t>1.013e0</w:t>
      </w:r>
    </w:p>
    <w:p w:rsidR="00F96531" w:rsidRDefault="00F96531" w:rsidP="00F96531">
      <w:r>
        <w:t>275.2831</w:t>
      </w:r>
      <w:r>
        <w:tab/>
        <w:t>1.013e0</w:t>
      </w:r>
    </w:p>
    <w:p w:rsidR="00F96531" w:rsidRDefault="00F96531" w:rsidP="00F96531">
      <w:r>
        <w:t>275.2941</w:t>
      </w:r>
      <w:r>
        <w:tab/>
        <w:t>2.025e0</w:t>
      </w:r>
    </w:p>
    <w:p w:rsidR="00F96531" w:rsidRDefault="00F96531" w:rsidP="00F96531">
      <w:r>
        <w:t>275.3113</w:t>
      </w:r>
      <w:r>
        <w:tab/>
        <w:t>1.013e0</w:t>
      </w:r>
    </w:p>
    <w:p w:rsidR="00F96531" w:rsidRDefault="00F96531" w:rsidP="00F96531">
      <w:r>
        <w:t>275.3182</w:t>
      </w:r>
      <w:r>
        <w:tab/>
        <w:t>1.013e0</w:t>
      </w:r>
    </w:p>
    <w:p w:rsidR="00F96531" w:rsidRDefault="00F96531" w:rsidP="00F96531">
      <w:r>
        <w:t>275.3494</w:t>
      </w:r>
      <w:r>
        <w:tab/>
        <w:t>1.013e0</w:t>
      </w:r>
    </w:p>
    <w:p w:rsidR="00F96531" w:rsidRDefault="00F96531" w:rsidP="00F96531">
      <w:r>
        <w:t>275.3506</w:t>
      </w:r>
      <w:r>
        <w:tab/>
        <w:t>2.025e0</w:t>
      </w:r>
    </w:p>
    <w:p w:rsidR="00F96531" w:rsidRDefault="00F96531" w:rsidP="00F96531">
      <w:r>
        <w:t>275.3765</w:t>
      </w:r>
      <w:r>
        <w:tab/>
        <w:t>1.013e0</w:t>
      </w:r>
    </w:p>
    <w:p w:rsidR="00F96531" w:rsidRDefault="00F96531" w:rsidP="00F96531">
      <w:r>
        <w:t>275.3817</w:t>
      </w:r>
      <w:r>
        <w:tab/>
        <w:t>1.013e0</w:t>
      </w:r>
    </w:p>
    <w:p w:rsidR="00F96531" w:rsidRDefault="00F96531" w:rsidP="00F96531">
      <w:r>
        <w:t>275.4236</w:t>
      </w:r>
      <w:r>
        <w:tab/>
        <w:t>1.013e0</w:t>
      </w:r>
    </w:p>
    <w:p w:rsidR="00F96531" w:rsidRDefault="00F96531" w:rsidP="00F96531">
      <w:r>
        <w:t>275.4248</w:t>
      </w:r>
      <w:r>
        <w:tab/>
        <w:t>1.013e0</w:t>
      </w:r>
    </w:p>
    <w:p w:rsidR="00F96531" w:rsidRDefault="00F96531" w:rsidP="00F96531">
      <w:r>
        <w:t>275.4358</w:t>
      </w:r>
      <w:r>
        <w:tab/>
        <w:t>2.025e0</w:t>
      </w:r>
    </w:p>
    <w:p w:rsidR="00F96531" w:rsidRDefault="00F96531" w:rsidP="00F96531">
      <w:r>
        <w:lastRenderedPageBreak/>
        <w:t>275.4561</w:t>
      </w:r>
      <w:r>
        <w:tab/>
        <w:t>1.013e0</w:t>
      </w:r>
    </w:p>
    <w:p w:rsidR="00F96531" w:rsidRDefault="00F96531" w:rsidP="00F96531">
      <w:r>
        <w:t>275.4833</w:t>
      </w:r>
      <w:r>
        <w:tab/>
        <w:t>2.025e0</w:t>
      </w:r>
    </w:p>
    <w:p w:rsidR="00F96531" w:rsidRDefault="00F96531" w:rsidP="00F96531">
      <w:r>
        <w:t>275.4901</w:t>
      </w:r>
      <w:r>
        <w:tab/>
        <w:t>2.025e0</w:t>
      </w:r>
    </w:p>
    <w:p w:rsidR="00F96531" w:rsidRDefault="00F96531" w:rsidP="00F96531">
      <w:r>
        <w:t>275.5226</w:t>
      </w:r>
      <w:r>
        <w:tab/>
        <w:t>1.091e0</w:t>
      </w:r>
    </w:p>
    <w:p w:rsidR="00F96531" w:rsidRDefault="00F96531" w:rsidP="00F96531">
      <w:r>
        <w:t>275.5265</w:t>
      </w:r>
      <w:r>
        <w:tab/>
        <w:t>1.013e0</w:t>
      </w:r>
    </w:p>
    <w:p w:rsidR="00F96531" w:rsidRDefault="00F96531" w:rsidP="00F96531">
      <w:r>
        <w:t>275.5349</w:t>
      </w:r>
      <w:r>
        <w:tab/>
        <w:t>1.013e0</w:t>
      </w:r>
    </w:p>
    <w:p w:rsidR="00F96531" w:rsidRDefault="00F96531" w:rsidP="00F96531">
      <w:r>
        <w:t>275.5487</w:t>
      </w:r>
      <w:r>
        <w:tab/>
        <w:t>2.025e0</w:t>
      </w:r>
    </w:p>
    <w:p w:rsidR="00F96531" w:rsidRDefault="00F96531" w:rsidP="00F96531">
      <w:r>
        <w:t>275.5537</w:t>
      </w:r>
      <w:r>
        <w:tab/>
        <w:t>1.013e0</w:t>
      </w:r>
    </w:p>
    <w:p w:rsidR="00F96531" w:rsidRDefault="00F96531" w:rsidP="00F96531">
      <w:r>
        <w:t>275.5634</w:t>
      </w:r>
      <w:r>
        <w:tab/>
        <w:t>2.025e0</w:t>
      </w:r>
    </w:p>
    <w:p w:rsidR="00F96531" w:rsidRDefault="00F96531" w:rsidP="00F96531">
      <w:r>
        <w:t>275.5653</w:t>
      </w:r>
      <w:r>
        <w:tab/>
        <w:t>1.013e0</w:t>
      </w:r>
    </w:p>
    <w:p w:rsidR="00F96531" w:rsidRDefault="00F96531" w:rsidP="00F96531">
      <w:r>
        <w:t>275.5968</w:t>
      </w:r>
      <w:r>
        <w:tab/>
        <w:t>2.025e0</w:t>
      </w:r>
    </w:p>
    <w:p w:rsidR="00F96531" w:rsidRDefault="00F96531" w:rsidP="00F96531">
      <w:r>
        <w:t>275.6148</w:t>
      </w:r>
      <w:r>
        <w:tab/>
        <w:t>1.013e0</w:t>
      </w:r>
    </w:p>
    <w:p w:rsidR="00F96531" w:rsidRDefault="00F96531" w:rsidP="00F96531">
      <w:r>
        <w:t>275.6168</w:t>
      </w:r>
      <w:r>
        <w:tab/>
        <w:t>2.025e0</w:t>
      </w:r>
    </w:p>
    <w:p w:rsidR="00F96531" w:rsidRDefault="00F96531" w:rsidP="00F96531">
      <w:r>
        <w:t>275.6200</w:t>
      </w:r>
      <w:r>
        <w:tab/>
        <w:t>1.013e0</w:t>
      </w:r>
    </w:p>
    <w:p w:rsidR="00F96531" w:rsidRDefault="00F96531" w:rsidP="00F96531">
      <w:r>
        <w:t>275.6324</w:t>
      </w:r>
      <w:r>
        <w:tab/>
        <w:t>1.013e0</w:t>
      </w:r>
    </w:p>
    <w:p w:rsidR="00F96531" w:rsidRDefault="00F96531" w:rsidP="00F96531">
      <w:r>
        <w:t>275.6480</w:t>
      </w:r>
      <w:r>
        <w:tab/>
        <w:t>2.025e0</w:t>
      </w:r>
    </w:p>
    <w:p w:rsidR="00F96531" w:rsidRDefault="00F96531" w:rsidP="00F96531">
      <w:r>
        <w:t>275.6552</w:t>
      </w:r>
      <w:r>
        <w:tab/>
        <w:t>1.013e0</w:t>
      </w:r>
    </w:p>
    <w:p w:rsidR="00F96531" w:rsidRDefault="00F96531" w:rsidP="00F96531">
      <w:r>
        <w:t>275.6632</w:t>
      </w:r>
      <w:r>
        <w:tab/>
        <w:t>1.013e0</w:t>
      </w:r>
    </w:p>
    <w:p w:rsidR="00F96531" w:rsidRDefault="00F96531" w:rsidP="00F96531">
      <w:r>
        <w:t>275.6678</w:t>
      </w:r>
      <w:r>
        <w:tab/>
        <w:t>1.013e0</w:t>
      </w:r>
    </w:p>
    <w:p w:rsidR="00F96531" w:rsidRDefault="00F96531" w:rsidP="00F96531">
      <w:r>
        <w:lastRenderedPageBreak/>
        <w:t>275.6992</w:t>
      </w:r>
      <w:r>
        <w:tab/>
        <w:t>2.654e0</w:t>
      </w:r>
    </w:p>
    <w:p w:rsidR="00F96531" w:rsidRDefault="00F96531" w:rsidP="00F96531">
      <w:r>
        <w:t>275.7033</w:t>
      </w:r>
      <w:r>
        <w:tab/>
        <w:t>1.013e0</w:t>
      </w:r>
    </w:p>
    <w:p w:rsidR="00F96531" w:rsidRDefault="00F96531" w:rsidP="00F96531">
      <w:r>
        <w:t>275.7085</w:t>
      </w:r>
      <w:r>
        <w:tab/>
        <w:t>2.025e0</w:t>
      </w:r>
    </w:p>
    <w:p w:rsidR="00F96531" w:rsidRDefault="00F96531" w:rsidP="00F96531">
      <w:r>
        <w:t>275.7490</w:t>
      </w:r>
      <w:r>
        <w:tab/>
        <w:t>1.013e0</w:t>
      </w:r>
    </w:p>
    <w:p w:rsidR="00F96531" w:rsidRDefault="00F96531" w:rsidP="00F96531">
      <w:r>
        <w:t>275.7868</w:t>
      </w:r>
      <w:r>
        <w:tab/>
        <w:t>1.013e0</w:t>
      </w:r>
    </w:p>
    <w:p w:rsidR="00F96531" w:rsidRDefault="00F96531" w:rsidP="00F96531">
      <w:r>
        <w:t>275.8390</w:t>
      </w:r>
      <w:r>
        <w:tab/>
        <w:t>1.013e0</w:t>
      </w:r>
    </w:p>
    <w:p w:rsidR="00F96531" w:rsidRDefault="00F96531" w:rsidP="00F96531">
      <w:r>
        <w:t>275.8503</w:t>
      </w:r>
      <w:r>
        <w:tab/>
        <w:t>1.013e0</w:t>
      </w:r>
    </w:p>
    <w:p w:rsidR="00F96531" w:rsidRDefault="00F96531" w:rsidP="00F96531">
      <w:r>
        <w:t>275.8544</w:t>
      </w:r>
      <w:r>
        <w:tab/>
        <w:t>1.013e0</w:t>
      </w:r>
    </w:p>
    <w:p w:rsidR="00F96531" w:rsidRDefault="00F96531" w:rsidP="00F96531">
      <w:r>
        <w:t>275.8808</w:t>
      </w:r>
      <w:r>
        <w:tab/>
        <w:t>1.013e0</w:t>
      </w:r>
    </w:p>
    <w:p w:rsidR="00F96531" w:rsidRDefault="00F96531" w:rsidP="00F96531">
      <w:r>
        <w:t>275.8905</w:t>
      </w:r>
      <w:r>
        <w:tab/>
        <w:t>2.025e0</w:t>
      </w:r>
    </w:p>
    <w:p w:rsidR="00F96531" w:rsidRDefault="00F96531" w:rsidP="00F96531">
      <w:r>
        <w:t>275.9049</w:t>
      </w:r>
      <w:r>
        <w:tab/>
        <w:t>1.013e0</w:t>
      </w:r>
    </w:p>
    <w:p w:rsidR="00F96531" w:rsidRDefault="00F96531" w:rsidP="00F96531">
      <w:r>
        <w:t>275.9209</w:t>
      </w:r>
      <w:r>
        <w:tab/>
        <w:t>1.013e0</w:t>
      </w:r>
    </w:p>
    <w:p w:rsidR="00F96531" w:rsidRDefault="00F96531" w:rsidP="00F96531">
      <w:r>
        <w:t>275.9226</w:t>
      </w:r>
      <w:r>
        <w:tab/>
        <w:t>2.025e0</w:t>
      </w:r>
    </w:p>
    <w:p w:rsidR="00F96531" w:rsidRDefault="00F96531" w:rsidP="00F96531">
      <w:r>
        <w:t>275.9289</w:t>
      </w:r>
      <w:r>
        <w:tab/>
        <w:t>1.013e0</w:t>
      </w:r>
    </w:p>
    <w:p w:rsidR="00F96531" w:rsidRDefault="00F96531" w:rsidP="00F96531">
      <w:r>
        <w:t>275.9561</w:t>
      </w:r>
      <w:r>
        <w:tab/>
        <w:t>1.013e0</w:t>
      </w:r>
    </w:p>
    <w:p w:rsidR="00F96531" w:rsidRDefault="00F96531" w:rsidP="00F96531">
      <w:r>
        <w:t>275.9600</w:t>
      </w:r>
      <w:r>
        <w:tab/>
        <w:t>1.013e0</w:t>
      </w:r>
    </w:p>
    <w:p w:rsidR="00F96531" w:rsidRDefault="00F96531" w:rsidP="00F96531">
      <w:r>
        <w:t>275.9629</w:t>
      </w:r>
      <w:r>
        <w:tab/>
        <w:t>1.013e0</w:t>
      </w:r>
    </w:p>
    <w:p w:rsidR="00F96531" w:rsidRDefault="00F96531" w:rsidP="00F96531">
      <w:r>
        <w:t>275.9681</w:t>
      </w:r>
      <w:r>
        <w:tab/>
        <w:t>1.013e0</w:t>
      </w:r>
    </w:p>
    <w:p w:rsidR="00F96531" w:rsidRDefault="00F96531" w:rsidP="00F96531">
      <w:r>
        <w:t>275.9700</w:t>
      </w:r>
      <w:r>
        <w:tab/>
        <w:t>4.051e0</w:t>
      </w:r>
    </w:p>
    <w:p w:rsidR="00F96531" w:rsidRDefault="00F96531" w:rsidP="00F96531">
      <w:r>
        <w:lastRenderedPageBreak/>
        <w:t>275.9752</w:t>
      </w:r>
      <w:r>
        <w:tab/>
        <w:t>3.038e0</w:t>
      </w:r>
    </w:p>
    <w:p w:rsidR="00F96531" w:rsidRDefault="00F96531" w:rsidP="00F96531">
      <w:r>
        <w:t>275.9873</w:t>
      </w:r>
      <w:r>
        <w:tab/>
        <w:t>1.013e0</w:t>
      </w:r>
    </w:p>
    <w:p w:rsidR="00F96531" w:rsidRDefault="00F96531" w:rsidP="00F96531">
      <w:r>
        <w:t>275.9991</w:t>
      </w:r>
      <w:r>
        <w:tab/>
        <w:t>4.051e0</w:t>
      </w:r>
    </w:p>
    <w:p w:rsidR="00F96531" w:rsidRDefault="00F96531" w:rsidP="00F96531">
      <w:r>
        <w:t>276.0012</w:t>
      </w:r>
      <w:r>
        <w:tab/>
        <w:t>2.025e0</w:t>
      </w:r>
    </w:p>
    <w:p w:rsidR="00F96531" w:rsidRDefault="00F96531" w:rsidP="00F96531">
      <w:r>
        <w:t>276.0117</w:t>
      </w:r>
      <w:r>
        <w:tab/>
        <w:t>2.025e0</w:t>
      </w:r>
    </w:p>
    <w:p w:rsidR="00F96531" w:rsidRDefault="00F96531" w:rsidP="00F96531">
      <w:r>
        <w:t>276.0234</w:t>
      </w:r>
      <w:r>
        <w:tab/>
        <w:t>1.663e0</w:t>
      </w:r>
    </w:p>
    <w:p w:rsidR="00F96531" w:rsidRDefault="00F96531" w:rsidP="00F96531">
      <w:r>
        <w:t>276.0282</w:t>
      </w:r>
      <w:r>
        <w:tab/>
        <w:t>3.038e0</w:t>
      </w:r>
    </w:p>
    <w:p w:rsidR="00F96531" w:rsidRDefault="00F96531" w:rsidP="00F96531">
      <w:r>
        <w:t>276.0305</w:t>
      </w:r>
      <w:r>
        <w:tab/>
        <w:t>3.038e0</w:t>
      </w:r>
    </w:p>
    <w:p w:rsidR="00F96531" w:rsidRDefault="00F96531" w:rsidP="00F96531">
      <w:r>
        <w:t>276.0496</w:t>
      </w:r>
      <w:r>
        <w:tab/>
        <w:t>4.051e0</w:t>
      </w:r>
    </w:p>
    <w:p w:rsidR="00F96531" w:rsidRDefault="00F96531" w:rsidP="00F96531">
      <w:r>
        <w:t>276.0572</w:t>
      </w:r>
      <w:r>
        <w:tab/>
        <w:t>2.025e0</w:t>
      </w:r>
    </w:p>
    <w:p w:rsidR="00F96531" w:rsidRDefault="00F96531" w:rsidP="00F96531">
      <w:r>
        <w:t>276.0608</w:t>
      </w:r>
      <w:r>
        <w:tab/>
        <w:t>4.051e0</w:t>
      </w:r>
    </w:p>
    <w:p w:rsidR="00F96531" w:rsidRDefault="00F96531" w:rsidP="00F96531">
      <w:r>
        <w:t>276.0645</w:t>
      </w:r>
      <w:r>
        <w:tab/>
        <w:t>1.013e0</w:t>
      </w:r>
    </w:p>
    <w:p w:rsidR="00F96531" w:rsidRDefault="00F96531" w:rsidP="00F96531">
      <w:r>
        <w:t>276.0657</w:t>
      </w:r>
      <w:r>
        <w:tab/>
        <w:t>2.025e0</w:t>
      </w:r>
    </w:p>
    <w:p w:rsidR="00F96531" w:rsidRDefault="00F96531" w:rsidP="00F96531">
      <w:r>
        <w:t>276.0794</w:t>
      </w:r>
      <w:r>
        <w:tab/>
        <w:t>2.025e0</w:t>
      </w:r>
    </w:p>
    <w:p w:rsidR="00F96531" w:rsidRDefault="00F96531" w:rsidP="00F96531">
      <w:r>
        <w:t>276.0905</w:t>
      </w:r>
      <w:r>
        <w:tab/>
        <w:t>2.025e0</w:t>
      </w:r>
    </w:p>
    <w:p w:rsidR="00F96531" w:rsidRDefault="00F96531" w:rsidP="00F96531">
      <w:r>
        <w:t>276.1002</w:t>
      </w:r>
      <w:r>
        <w:tab/>
        <w:t>2.025e0</w:t>
      </w:r>
    </w:p>
    <w:p w:rsidR="00F96531" w:rsidRDefault="00F96531" w:rsidP="00F96531">
      <w:r>
        <w:t>276.1280</w:t>
      </w:r>
      <w:r>
        <w:tab/>
        <w:t>1.013e0</w:t>
      </w:r>
    </w:p>
    <w:p w:rsidR="00F96531" w:rsidRDefault="00F96531" w:rsidP="00F96531">
      <w:r>
        <w:t>276.1331</w:t>
      </w:r>
      <w:r>
        <w:tab/>
        <w:t>3.985e0</w:t>
      </w:r>
    </w:p>
    <w:p w:rsidR="00F96531" w:rsidRDefault="00F96531" w:rsidP="00F96531">
      <w:r>
        <w:t>276.1446</w:t>
      </w:r>
      <w:r>
        <w:tab/>
        <w:t>1.013e0</w:t>
      </w:r>
    </w:p>
    <w:p w:rsidR="00F96531" w:rsidRDefault="00F96531" w:rsidP="00F96531">
      <w:r>
        <w:lastRenderedPageBreak/>
        <w:t>276.1503</w:t>
      </w:r>
      <w:r>
        <w:tab/>
        <w:t>5.063e0</w:t>
      </w:r>
    </w:p>
    <w:p w:rsidR="00F96531" w:rsidRDefault="00F96531" w:rsidP="00F96531">
      <w:r>
        <w:t>276.1587</w:t>
      </w:r>
      <w:r>
        <w:tab/>
        <w:t>7.089e0</w:t>
      </w:r>
    </w:p>
    <w:p w:rsidR="00F96531" w:rsidRDefault="00F96531" w:rsidP="00F96531">
      <w:r>
        <w:t>276.1702</w:t>
      </w:r>
      <w:r>
        <w:tab/>
        <w:t>4.051e0</w:t>
      </w:r>
    </w:p>
    <w:p w:rsidR="00F96531" w:rsidRDefault="00F96531" w:rsidP="00F96531">
      <w:r>
        <w:t>276.1808</w:t>
      </w:r>
      <w:r>
        <w:tab/>
        <w:t>2.025e0</w:t>
      </w:r>
    </w:p>
    <w:p w:rsidR="00F96531" w:rsidRDefault="00F96531" w:rsidP="00F96531">
      <w:r>
        <w:t>276.1847</w:t>
      </w:r>
      <w:r>
        <w:tab/>
        <w:t>5.063e0</w:t>
      </w:r>
    </w:p>
    <w:p w:rsidR="00F96531" w:rsidRDefault="00F96531" w:rsidP="00F96531">
      <w:r>
        <w:t>276.1945</w:t>
      </w:r>
      <w:r>
        <w:tab/>
        <w:t>1.013e0</w:t>
      </w:r>
    </w:p>
    <w:p w:rsidR="00F96531" w:rsidRDefault="00F96531" w:rsidP="00F96531">
      <w:r>
        <w:t>276.2094</w:t>
      </w:r>
      <w:r>
        <w:tab/>
        <w:t>1.013e0</w:t>
      </w:r>
    </w:p>
    <w:p w:rsidR="00F96531" w:rsidRDefault="00F96531" w:rsidP="00F96531">
      <w:r>
        <w:t>276.2325</w:t>
      </w:r>
      <w:r>
        <w:tab/>
        <w:t>2.025e0</w:t>
      </w:r>
    </w:p>
    <w:p w:rsidR="00F96531" w:rsidRDefault="00F96531" w:rsidP="00F96531">
      <w:r>
        <w:t>276.2608</w:t>
      </w:r>
      <w:r>
        <w:tab/>
        <w:t>2.025e0</w:t>
      </w:r>
    </w:p>
    <w:p w:rsidR="00F96531" w:rsidRDefault="00F96531" w:rsidP="00F96531">
      <w:r>
        <w:t>276.2636</w:t>
      </w:r>
      <w:r>
        <w:tab/>
        <w:t>1.013e0</w:t>
      </w:r>
    </w:p>
    <w:p w:rsidR="00F96531" w:rsidRDefault="00F96531" w:rsidP="00F96531">
      <w:r>
        <w:t>276.2791</w:t>
      </w:r>
      <w:r>
        <w:tab/>
        <w:t>2.025e0</w:t>
      </w:r>
    </w:p>
    <w:p w:rsidR="00F96531" w:rsidRDefault="00F96531" w:rsidP="00F96531">
      <w:r>
        <w:t>276.3000</w:t>
      </w:r>
      <w:r>
        <w:tab/>
        <w:t>1.013e0</w:t>
      </w:r>
    </w:p>
    <w:p w:rsidR="00F96531" w:rsidRDefault="00F96531" w:rsidP="00F96531">
      <w:r>
        <w:t>276.3231</w:t>
      </w:r>
      <w:r>
        <w:tab/>
        <w:t>2.025e0</w:t>
      </w:r>
    </w:p>
    <w:p w:rsidR="00F96531" w:rsidRDefault="00F96531" w:rsidP="00F96531">
      <w:r>
        <w:t>276.3273</w:t>
      </w:r>
      <w:r>
        <w:tab/>
        <w:t>1.013e0</w:t>
      </w:r>
    </w:p>
    <w:p w:rsidR="00F96531" w:rsidRDefault="00F96531" w:rsidP="00F96531">
      <w:r>
        <w:t>276.3614</w:t>
      </w:r>
      <w:r>
        <w:tab/>
        <w:t>1.013e0</w:t>
      </w:r>
    </w:p>
    <w:p w:rsidR="00F96531" w:rsidRDefault="00F96531" w:rsidP="00F96531">
      <w:r>
        <w:t>276.3626</w:t>
      </w:r>
      <w:r>
        <w:tab/>
        <w:t>1.013e0</w:t>
      </w:r>
    </w:p>
    <w:p w:rsidR="00F96531" w:rsidRDefault="00F96531" w:rsidP="00F96531">
      <w:r>
        <w:t>276.3832</w:t>
      </w:r>
      <w:r>
        <w:tab/>
        <w:t>1.013e0</w:t>
      </w:r>
    </w:p>
    <w:p w:rsidR="00F96531" w:rsidRDefault="00F96531" w:rsidP="00F96531">
      <w:r>
        <w:t>276.4058</w:t>
      </w:r>
      <w:r>
        <w:tab/>
        <w:t>1.013e0</w:t>
      </w:r>
    </w:p>
    <w:p w:rsidR="00F96531" w:rsidRDefault="00F96531" w:rsidP="00F96531">
      <w:r>
        <w:t>276.4238</w:t>
      </w:r>
      <w:r>
        <w:tab/>
        <w:t>1.013e0</w:t>
      </w:r>
    </w:p>
    <w:p w:rsidR="00F96531" w:rsidRDefault="00F96531" w:rsidP="00F96531">
      <w:r>
        <w:lastRenderedPageBreak/>
        <w:t>276.4398</w:t>
      </w:r>
      <w:r>
        <w:tab/>
        <w:t>1.013e0</w:t>
      </w:r>
    </w:p>
    <w:p w:rsidR="00F96531" w:rsidRDefault="00F96531" w:rsidP="00F96531">
      <w:r>
        <w:t>276.4438</w:t>
      </w:r>
      <w:r>
        <w:tab/>
        <w:t>1.013e0</w:t>
      </w:r>
    </w:p>
    <w:p w:rsidR="00F96531" w:rsidRDefault="00F96531" w:rsidP="00F96531">
      <w:r>
        <w:t>276.4982</w:t>
      </w:r>
      <w:r>
        <w:tab/>
        <w:t>1.013e0</w:t>
      </w:r>
    </w:p>
    <w:p w:rsidR="00F96531" w:rsidRDefault="00F96531" w:rsidP="00F96531">
      <w:r>
        <w:t>276.4995</w:t>
      </w:r>
      <w:r>
        <w:tab/>
        <w:t>1.013e0</w:t>
      </w:r>
    </w:p>
    <w:p w:rsidR="00F96531" w:rsidRDefault="00F96531" w:rsidP="00F96531">
      <w:r>
        <w:t>276.5293</w:t>
      </w:r>
      <w:r>
        <w:tab/>
        <w:t>1.013e0</w:t>
      </w:r>
    </w:p>
    <w:p w:rsidR="00F96531" w:rsidRDefault="00F96531" w:rsidP="00F96531">
      <w:r>
        <w:t>276.5346</w:t>
      </w:r>
      <w:r>
        <w:tab/>
        <w:t>1.013e0</w:t>
      </w:r>
    </w:p>
    <w:p w:rsidR="00F96531" w:rsidRDefault="00F96531" w:rsidP="00F96531">
      <w:r>
        <w:t>276.5466</w:t>
      </w:r>
      <w:r>
        <w:tab/>
        <w:t>1.013e0</w:t>
      </w:r>
    </w:p>
    <w:p w:rsidR="00F96531" w:rsidRDefault="00F96531" w:rsidP="00F96531">
      <w:r>
        <w:t>276.5497</w:t>
      </w:r>
      <w:r>
        <w:tab/>
        <w:t>1.013e0</w:t>
      </w:r>
    </w:p>
    <w:p w:rsidR="00F96531" w:rsidRDefault="00F96531" w:rsidP="00F96531">
      <w:r>
        <w:t>276.5547</w:t>
      </w:r>
      <w:r>
        <w:tab/>
        <w:t>1.013e0</w:t>
      </w:r>
    </w:p>
    <w:p w:rsidR="00F96531" w:rsidRDefault="00F96531" w:rsidP="00F96531">
      <w:r>
        <w:t>276.5864</w:t>
      </w:r>
      <w:r>
        <w:tab/>
        <w:t>1.013e0</w:t>
      </w:r>
    </w:p>
    <w:p w:rsidR="00F96531" w:rsidRDefault="00F96531" w:rsidP="00F96531">
      <w:r>
        <w:t>276.5915</w:t>
      </w:r>
      <w:r>
        <w:tab/>
        <w:t>1.013e0</w:t>
      </w:r>
    </w:p>
    <w:p w:rsidR="00F96531" w:rsidRDefault="00F96531" w:rsidP="00F96531">
      <w:r>
        <w:t>276.6182</w:t>
      </w:r>
      <w:r>
        <w:tab/>
        <w:t>2.025e0</w:t>
      </w:r>
    </w:p>
    <w:p w:rsidR="00F96531" w:rsidRDefault="00F96531" w:rsidP="00F96531">
      <w:r>
        <w:t>276.6368</w:t>
      </w:r>
      <w:r>
        <w:tab/>
        <w:t>2.025e0</w:t>
      </w:r>
    </w:p>
    <w:p w:rsidR="00F96531" w:rsidRDefault="00F96531" w:rsidP="00F96531">
      <w:r>
        <w:t>276.6483</w:t>
      </w:r>
      <w:r>
        <w:tab/>
        <w:t>1.013e0</w:t>
      </w:r>
    </w:p>
    <w:p w:rsidR="00F96531" w:rsidRDefault="00F96531" w:rsidP="00F96531">
      <w:r>
        <w:t>276.6615</w:t>
      </w:r>
      <w:r>
        <w:tab/>
        <w:t>1.013e0</w:t>
      </w:r>
    </w:p>
    <w:p w:rsidR="00F96531" w:rsidRDefault="00F96531" w:rsidP="00F96531">
      <w:r>
        <w:t>276.6983</w:t>
      </w:r>
      <w:r>
        <w:tab/>
        <w:t>1.013e0</w:t>
      </w:r>
    </w:p>
    <w:p w:rsidR="00F96531" w:rsidRDefault="00F96531" w:rsidP="00F96531">
      <w:r>
        <w:t>276.7225</w:t>
      </w:r>
      <w:r>
        <w:tab/>
        <w:t>1.013e0</w:t>
      </w:r>
    </w:p>
    <w:p w:rsidR="00F96531" w:rsidRDefault="00F96531" w:rsidP="00F96531">
      <w:r>
        <w:t>276.7276</w:t>
      </w:r>
      <w:r>
        <w:tab/>
        <w:t>1.013e0</w:t>
      </w:r>
    </w:p>
    <w:p w:rsidR="00F96531" w:rsidRDefault="00F96531" w:rsidP="00F96531">
      <w:r>
        <w:t>276.7500</w:t>
      </w:r>
      <w:r>
        <w:tab/>
        <w:t>1.013e0</w:t>
      </w:r>
    </w:p>
    <w:p w:rsidR="00F96531" w:rsidRDefault="00F96531" w:rsidP="00F96531">
      <w:r>
        <w:lastRenderedPageBreak/>
        <w:t>276.7530</w:t>
      </w:r>
      <w:r>
        <w:tab/>
        <w:t>1.013e0</w:t>
      </w:r>
    </w:p>
    <w:p w:rsidR="00F96531" w:rsidRDefault="00F96531" w:rsidP="00F96531">
      <w:r>
        <w:t>276.7581</w:t>
      </w:r>
      <w:r>
        <w:tab/>
        <w:t>1.013e0</w:t>
      </w:r>
    </w:p>
    <w:p w:rsidR="00F96531" w:rsidRDefault="00F96531" w:rsidP="00F96531">
      <w:r>
        <w:t>276.7693</w:t>
      </w:r>
      <w:r>
        <w:tab/>
        <w:t>1.013e0</w:t>
      </w:r>
    </w:p>
    <w:p w:rsidR="00F96531" w:rsidRDefault="00F96531" w:rsidP="00F96531">
      <w:r>
        <w:t>276.7719</w:t>
      </w:r>
      <w:r>
        <w:tab/>
        <w:t>1.013e0</w:t>
      </w:r>
    </w:p>
    <w:p w:rsidR="00F96531" w:rsidRDefault="00F96531" w:rsidP="00F96531">
      <w:r>
        <w:t>276.8033</w:t>
      </w:r>
      <w:r>
        <w:tab/>
        <w:t>1.013e0</w:t>
      </w:r>
    </w:p>
    <w:p w:rsidR="00F96531" w:rsidRDefault="00F96531" w:rsidP="00F96531">
      <w:r>
        <w:t>276.8293</w:t>
      </w:r>
      <w:r>
        <w:tab/>
        <w:t>1.013e0</w:t>
      </w:r>
    </w:p>
    <w:p w:rsidR="00F96531" w:rsidRDefault="00F96531" w:rsidP="00F96531">
      <w:r>
        <w:t>276.8356</w:t>
      </w:r>
      <w:r>
        <w:tab/>
        <w:t>1.013e0</w:t>
      </w:r>
    </w:p>
    <w:p w:rsidR="00F96531" w:rsidRDefault="00F96531" w:rsidP="00F96531">
      <w:r>
        <w:t>276.8396</w:t>
      </w:r>
      <w:r>
        <w:tab/>
        <w:t>1.013e0</w:t>
      </w:r>
    </w:p>
    <w:p w:rsidR="00F96531" w:rsidRDefault="00F96531" w:rsidP="00F96531">
      <w:r>
        <w:t>276.8517</w:t>
      </w:r>
      <w:r>
        <w:tab/>
        <w:t>1.013e0</w:t>
      </w:r>
    </w:p>
    <w:p w:rsidR="00F96531" w:rsidRDefault="00F96531" w:rsidP="00F96531">
      <w:r>
        <w:t>276.8588</w:t>
      </w:r>
      <w:r>
        <w:tab/>
        <w:t>2.025e0</w:t>
      </w:r>
    </w:p>
    <w:p w:rsidR="00F96531" w:rsidRDefault="00F96531" w:rsidP="00F96531">
      <w:r>
        <w:t>276.9089</w:t>
      </w:r>
      <w:r>
        <w:tab/>
        <w:t>2.025e0</w:t>
      </w:r>
    </w:p>
    <w:p w:rsidR="00F96531" w:rsidRDefault="00F96531" w:rsidP="00F96531">
      <w:r>
        <w:t>276.9101</w:t>
      </w:r>
      <w:r>
        <w:tab/>
        <w:t>1.013e0</w:t>
      </w:r>
    </w:p>
    <w:p w:rsidR="00F96531" w:rsidRDefault="00F96531" w:rsidP="00F96531">
      <w:r>
        <w:t>276.9679</w:t>
      </w:r>
      <w:r>
        <w:tab/>
        <w:t>1.013e0</w:t>
      </w:r>
    </w:p>
    <w:p w:rsidR="00F96531" w:rsidRDefault="00F96531" w:rsidP="00F96531">
      <w:r>
        <w:t>276.9727</w:t>
      </w:r>
      <w:r>
        <w:tab/>
        <w:t>1.013e0</w:t>
      </w:r>
    </w:p>
    <w:p w:rsidR="00F96531" w:rsidRDefault="00F96531" w:rsidP="00F96531">
      <w:r>
        <w:t>276.9834</w:t>
      </w:r>
      <w:r>
        <w:tab/>
        <w:t>1.013e0</w:t>
      </w:r>
    </w:p>
    <w:p w:rsidR="00F96531" w:rsidRDefault="00F96531" w:rsidP="00F96531">
      <w:r>
        <w:t>276.9885</w:t>
      </w:r>
      <w:r>
        <w:tab/>
        <w:t>2.025e0</w:t>
      </w:r>
    </w:p>
    <w:p w:rsidR="00F96531" w:rsidRDefault="00F96531" w:rsidP="00F96531">
      <w:r>
        <w:t>277.0146</w:t>
      </w:r>
      <w:r>
        <w:tab/>
        <w:t>2.025e0</w:t>
      </w:r>
    </w:p>
    <w:p w:rsidR="00F96531" w:rsidRDefault="00F96531" w:rsidP="00F96531">
      <w:r>
        <w:t>277.0165</w:t>
      </w:r>
      <w:r>
        <w:tab/>
        <w:t>2.025e0</w:t>
      </w:r>
    </w:p>
    <w:p w:rsidR="00F96531" w:rsidRDefault="00F96531" w:rsidP="00F96531">
      <w:r>
        <w:t>277.0238</w:t>
      </w:r>
      <w:r>
        <w:tab/>
        <w:t>2.025e0</w:t>
      </w:r>
    </w:p>
    <w:p w:rsidR="00F96531" w:rsidRDefault="00F96531" w:rsidP="00F96531">
      <w:r>
        <w:lastRenderedPageBreak/>
        <w:t>277.0315</w:t>
      </w:r>
      <w:r>
        <w:tab/>
        <w:t>2.025e0</w:t>
      </w:r>
    </w:p>
    <w:p w:rsidR="00F96531" w:rsidRDefault="00F96531" w:rsidP="00F96531">
      <w:r>
        <w:t>277.0328</w:t>
      </w:r>
      <w:r>
        <w:tab/>
        <w:t>1.013e0</w:t>
      </w:r>
    </w:p>
    <w:p w:rsidR="00F96531" w:rsidRDefault="00F96531" w:rsidP="00F96531">
      <w:r>
        <w:t>277.0391</w:t>
      </w:r>
      <w:r>
        <w:tab/>
        <w:t>1.013e0</w:t>
      </w:r>
    </w:p>
    <w:p w:rsidR="00F96531" w:rsidRDefault="00F96531" w:rsidP="00F96531">
      <w:r>
        <w:t>277.0618</w:t>
      </w:r>
      <w:r>
        <w:tab/>
        <w:t>4.051e0</w:t>
      </w:r>
    </w:p>
    <w:p w:rsidR="00F96531" w:rsidRDefault="00F96531" w:rsidP="00F96531">
      <w:r>
        <w:t>277.0673</w:t>
      </w:r>
      <w:r>
        <w:tab/>
        <w:t>5.063e0</w:t>
      </w:r>
    </w:p>
    <w:p w:rsidR="00F96531" w:rsidRDefault="00F96531" w:rsidP="00F96531">
      <w:r>
        <w:t>277.0705</w:t>
      </w:r>
      <w:r>
        <w:tab/>
        <w:t>2.025e0</w:t>
      </w:r>
    </w:p>
    <w:p w:rsidR="00F96531" w:rsidRDefault="00F96531" w:rsidP="00F96531">
      <w:r>
        <w:t>277.0732</w:t>
      </w:r>
      <w:r>
        <w:tab/>
        <w:t>1.013e0</w:t>
      </w:r>
    </w:p>
    <w:p w:rsidR="00F96531" w:rsidRDefault="00F96531" w:rsidP="00F96531">
      <w:r>
        <w:t>277.0963</w:t>
      </w:r>
      <w:r>
        <w:tab/>
        <w:t>5.063e0</w:t>
      </w:r>
    </w:p>
    <w:p w:rsidR="00F96531" w:rsidRDefault="00F96531" w:rsidP="00F96531">
      <w:r>
        <w:t>277.1000</w:t>
      </w:r>
      <w:r>
        <w:tab/>
        <w:t>3.015e0</w:t>
      </w:r>
    </w:p>
    <w:p w:rsidR="00F96531" w:rsidRDefault="00F96531" w:rsidP="00F96531">
      <w:r>
        <w:t>277.1081</w:t>
      </w:r>
      <w:r>
        <w:tab/>
        <w:t>7.280e0</w:t>
      </w:r>
    </w:p>
    <w:p w:rsidR="00F96531" w:rsidRDefault="00F96531" w:rsidP="00F96531">
      <w:r>
        <w:t>277.1238</w:t>
      </w:r>
      <w:r>
        <w:tab/>
        <w:t>2.025e0</w:t>
      </w:r>
    </w:p>
    <w:p w:rsidR="00F96531" w:rsidRDefault="00F96531" w:rsidP="00F96531">
      <w:r>
        <w:t>277.1307</w:t>
      </w:r>
      <w:r>
        <w:tab/>
        <w:t>1.013e0</w:t>
      </w:r>
    </w:p>
    <w:p w:rsidR="00F96531" w:rsidRDefault="00F96531" w:rsidP="00F96531">
      <w:r>
        <w:t>277.1358</w:t>
      </w:r>
      <w:r>
        <w:tab/>
        <w:t>1.013e0</w:t>
      </w:r>
    </w:p>
    <w:p w:rsidR="00F96531" w:rsidRDefault="00F96531" w:rsidP="00F96531">
      <w:r>
        <w:t>277.1428</w:t>
      </w:r>
      <w:r>
        <w:tab/>
        <w:t>3.972e0</w:t>
      </w:r>
    </w:p>
    <w:p w:rsidR="00F96531" w:rsidRDefault="00F96531" w:rsidP="00F96531">
      <w:r>
        <w:t>277.1528</w:t>
      </w:r>
      <w:r>
        <w:tab/>
        <w:t>1.013e0</w:t>
      </w:r>
    </w:p>
    <w:p w:rsidR="00F96531" w:rsidRDefault="00F96531" w:rsidP="00F96531">
      <w:r>
        <w:t>277.1707</w:t>
      </w:r>
      <w:r>
        <w:tab/>
        <w:t>2.025e0</w:t>
      </w:r>
    </w:p>
    <w:p w:rsidR="00F96531" w:rsidRDefault="00F96531" w:rsidP="00F96531">
      <w:r>
        <w:t>277.1800</w:t>
      </w:r>
      <w:r>
        <w:tab/>
        <w:t>1.013e0</w:t>
      </w:r>
    </w:p>
    <w:p w:rsidR="00F96531" w:rsidRDefault="00F96531" w:rsidP="00F96531">
      <w:r>
        <w:t>277.1828</w:t>
      </w:r>
      <w:r>
        <w:tab/>
        <w:t>2.025e0</w:t>
      </w:r>
    </w:p>
    <w:p w:rsidR="00F96531" w:rsidRDefault="00F96531" w:rsidP="00F96531">
      <w:r>
        <w:t>277.1879</w:t>
      </w:r>
      <w:r>
        <w:tab/>
        <w:t>5.063e0</w:t>
      </w:r>
    </w:p>
    <w:p w:rsidR="00F96531" w:rsidRDefault="00F96531" w:rsidP="00F96531">
      <w:r>
        <w:lastRenderedPageBreak/>
        <w:t>277.2112</w:t>
      </w:r>
      <w:r>
        <w:tab/>
        <w:t>2.025e0</w:t>
      </w:r>
    </w:p>
    <w:p w:rsidR="00F96531" w:rsidRDefault="00F96531" w:rsidP="00F96531">
      <w:r>
        <w:t>277.2151</w:t>
      </w:r>
      <w:r>
        <w:tab/>
        <w:t>4.051e0</w:t>
      </w:r>
    </w:p>
    <w:p w:rsidR="00F96531" w:rsidRDefault="00F96531" w:rsidP="00F96531">
      <w:r>
        <w:t>277.2176</w:t>
      </w:r>
      <w:r>
        <w:tab/>
        <w:t>4.051e0</w:t>
      </w:r>
    </w:p>
    <w:p w:rsidR="00F96531" w:rsidRDefault="00F96531" w:rsidP="00F96531">
      <w:r>
        <w:t>277.2191</w:t>
      </w:r>
      <w:r>
        <w:tab/>
        <w:t>5.793e0</w:t>
      </w:r>
    </w:p>
    <w:p w:rsidR="00F96531" w:rsidRDefault="00F96531" w:rsidP="00F96531">
      <w:r>
        <w:t>277.2220</w:t>
      </w:r>
      <w:r>
        <w:tab/>
        <w:t>1.013e0</w:t>
      </w:r>
    </w:p>
    <w:p w:rsidR="00F96531" w:rsidRDefault="00F96531" w:rsidP="00F96531">
      <w:r>
        <w:t>277.2452</w:t>
      </w:r>
      <w:r>
        <w:tab/>
        <w:t>1.013e0</w:t>
      </w:r>
    </w:p>
    <w:p w:rsidR="00F96531" w:rsidRDefault="00F96531" w:rsidP="00F96531">
      <w:r>
        <w:t>277.2505</w:t>
      </w:r>
      <w:r>
        <w:tab/>
        <w:t>1.013e0</w:t>
      </w:r>
    </w:p>
    <w:p w:rsidR="00F96531" w:rsidRDefault="00F96531" w:rsidP="00F96531">
      <w:r>
        <w:t>277.3031</w:t>
      </w:r>
      <w:r>
        <w:tab/>
        <w:t>3.038e0</w:t>
      </w:r>
    </w:p>
    <w:p w:rsidR="00F96531" w:rsidRDefault="00F96531" w:rsidP="00F96531">
      <w:r>
        <w:t>277.3482</w:t>
      </w:r>
      <w:r>
        <w:tab/>
        <w:t>1.013e0</w:t>
      </w:r>
    </w:p>
    <w:p w:rsidR="00F96531" w:rsidRDefault="00F96531" w:rsidP="00F96531">
      <w:r>
        <w:t>277.3522</w:t>
      </w:r>
      <w:r>
        <w:tab/>
        <w:t>1.013e0</w:t>
      </w:r>
    </w:p>
    <w:p w:rsidR="00F96531" w:rsidRDefault="00F96531" w:rsidP="00F96531">
      <w:r>
        <w:t>277.3589</w:t>
      </w:r>
      <w:r>
        <w:tab/>
        <w:t>1.013e0</w:t>
      </w:r>
    </w:p>
    <w:p w:rsidR="00F96531" w:rsidRDefault="00F96531" w:rsidP="00F96531">
      <w:r>
        <w:t>277.3783</w:t>
      </w:r>
      <w:r>
        <w:tab/>
        <w:t>1.013e0</w:t>
      </w:r>
    </w:p>
    <w:p w:rsidR="00F96531" w:rsidRDefault="00F96531" w:rsidP="00F96531">
      <w:r>
        <w:t>277.3834</w:t>
      </w:r>
      <w:r>
        <w:tab/>
        <w:t>2.025e0</w:t>
      </w:r>
    </w:p>
    <w:p w:rsidR="00F96531" w:rsidRDefault="00F96531" w:rsidP="00F96531">
      <w:r>
        <w:t>277.4046</w:t>
      </w:r>
      <w:r>
        <w:tab/>
        <w:t>1.013e0</w:t>
      </w:r>
    </w:p>
    <w:p w:rsidR="00F96531" w:rsidRDefault="00F96531" w:rsidP="00F96531">
      <w:r>
        <w:t>277.4352</w:t>
      </w:r>
      <w:r>
        <w:tab/>
        <w:t>1.013e0</w:t>
      </w:r>
    </w:p>
    <w:p w:rsidR="00F96531" w:rsidRDefault="00F96531" w:rsidP="00F96531">
      <w:r>
        <w:t>277.4363</w:t>
      </w:r>
      <w:r>
        <w:tab/>
        <w:t>1.013e0</w:t>
      </w:r>
    </w:p>
    <w:p w:rsidR="00F96531" w:rsidRDefault="00F96531" w:rsidP="00F96531">
      <w:r>
        <w:t>277.4759</w:t>
      </w:r>
      <w:r>
        <w:tab/>
        <w:t>1.013e0</w:t>
      </w:r>
    </w:p>
    <w:p w:rsidR="00F96531" w:rsidRDefault="00F96531" w:rsidP="00F96531">
      <w:r>
        <w:t>277.4818</w:t>
      </w:r>
      <w:r>
        <w:tab/>
        <w:t>3.038e0</w:t>
      </w:r>
    </w:p>
    <w:p w:rsidR="00F96531" w:rsidRDefault="00F96531" w:rsidP="00F96531">
      <w:r>
        <w:t>277.4917</w:t>
      </w:r>
      <w:r>
        <w:tab/>
        <w:t>2.025e0</w:t>
      </w:r>
    </w:p>
    <w:p w:rsidR="00F96531" w:rsidRDefault="00F96531" w:rsidP="00F96531">
      <w:r>
        <w:lastRenderedPageBreak/>
        <w:t>277.4992</w:t>
      </w:r>
      <w:r>
        <w:tab/>
        <w:t>2.025e0</w:t>
      </w:r>
    </w:p>
    <w:p w:rsidR="00F96531" w:rsidRDefault="00F96531" w:rsidP="00F96531">
      <w:r>
        <w:t>277.5126</w:t>
      </w:r>
      <w:r>
        <w:tab/>
        <w:t>1.013e0</w:t>
      </w:r>
    </w:p>
    <w:p w:rsidR="00F96531" w:rsidRDefault="00F96531" w:rsidP="00F96531">
      <w:r>
        <w:t>277.5233</w:t>
      </w:r>
      <w:r>
        <w:tab/>
        <w:t>1.013e0</w:t>
      </w:r>
    </w:p>
    <w:p w:rsidR="00F96531" w:rsidRDefault="00F96531" w:rsidP="00F96531">
      <w:r>
        <w:t>277.5477</w:t>
      </w:r>
      <w:r>
        <w:tab/>
        <w:t>1.013e0</w:t>
      </w:r>
    </w:p>
    <w:p w:rsidR="00F96531" w:rsidRDefault="00F96531" w:rsidP="00F96531">
      <w:r>
        <w:t>277.5598</w:t>
      </w:r>
      <w:r>
        <w:tab/>
        <w:t>2.025e0</w:t>
      </w:r>
    </w:p>
    <w:p w:rsidR="00F96531" w:rsidRDefault="00F96531" w:rsidP="00F96531">
      <w:r>
        <w:t>277.5738</w:t>
      </w:r>
      <w:r>
        <w:tab/>
        <w:t>2.025e0</w:t>
      </w:r>
    </w:p>
    <w:p w:rsidR="00F96531" w:rsidRDefault="00F96531" w:rsidP="00F96531">
      <w:r>
        <w:t>277.5829</w:t>
      </w:r>
      <w:r>
        <w:tab/>
        <w:t>1.013e0</w:t>
      </w:r>
    </w:p>
    <w:p w:rsidR="00F96531" w:rsidRDefault="00F96531" w:rsidP="00F96531">
      <w:r>
        <w:t>277.5869</w:t>
      </w:r>
      <w:r>
        <w:tab/>
        <w:t>1.013e0</w:t>
      </w:r>
    </w:p>
    <w:p w:rsidR="00F96531" w:rsidRDefault="00F96531" w:rsidP="00F96531">
      <w:r>
        <w:t>277.6085</w:t>
      </w:r>
      <w:r>
        <w:tab/>
        <w:t>1.013e0</w:t>
      </w:r>
    </w:p>
    <w:p w:rsidR="00F96531" w:rsidRDefault="00F96531" w:rsidP="00F96531">
      <w:r>
        <w:t>277.6182</w:t>
      </w:r>
      <w:r>
        <w:tab/>
        <w:t>1.013e0</w:t>
      </w:r>
    </w:p>
    <w:p w:rsidR="00F96531" w:rsidRDefault="00F96531" w:rsidP="00F96531">
      <w:r>
        <w:t>277.6263</w:t>
      </w:r>
      <w:r>
        <w:tab/>
        <w:t>1.013e0</w:t>
      </w:r>
    </w:p>
    <w:p w:rsidR="00F96531" w:rsidRDefault="00F96531" w:rsidP="00F96531">
      <w:r>
        <w:t>277.6312</w:t>
      </w:r>
      <w:r>
        <w:tab/>
        <w:t>2.025e0</w:t>
      </w:r>
    </w:p>
    <w:p w:rsidR="00F96531" w:rsidRDefault="00F96531" w:rsidP="00F96531">
      <w:r>
        <w:t>277.6403</w:t>
      </w:r>
      <w:r>
        <w:tab/>
        <w:t>1.013e0</w:t>
      </w:r>
    </w:p>
    <w:p w:rsidR="00F96531" w:rsidRDefault="00F96531" w:rsidP="00F96531">
      <w:r>
        <w:t>277.6483</w:t>
      </w:r>
      <w:r>
        <w:tab/>
        <w:t>1.013e0</w:t>
      </w:r>
    </w:p>
    <w:p w:rsidR="00F96531" w:rsidRDefault="00F96531" w:rsidP="00F96531">
      <w:r>
        <w:t>277.6709</w:t>
      </w:r>
      <w:r>
        <w:tab/>
        <w:t>1.013e0</w:t>
      </w:r>
    </w:p>
    <w:p w:rsidR="00F96531" w:rsidRDefault="00F96531" w:rsidP="00F96531">
      <w:r>
        <w:t>277.6730</w:t>
      </w:r>
      <w:r>
        <w:tab/>
        <w:t>2.025e0</w:t>
      </w:r>
    </w:p>
    <w:p w:rsidR="00F96531" w:rsidRDefault="00F96531" w:rsidP="00F96531">
      <w:r>
        <w:t>277.6967</w:t>
      </w:r>
      <w:r>
        <w:tab/>
        <w:t>1.013e0</w:t>
      </w:r>
    </w:p>
    <w:p w:rsidR="00F96531" w:rsidRDefault="00F96531" w:rsidP="00F96531">
      <w:r>
        <w:t>277.7104</w:t>
      </w:r>
      <w:r>
        <w:tab/>
        <w:t>1.013e0</w:t>
      </w:r>
    </w:p>
    <w:p w:rsidR="00F96531" w:rsidRDefault="00F96531" w:rsidP="00F96531">
      <w:r>
        <w:t>277.7188</w:t>
      </w:r>
      <w:r>
        <w:tab/>
        <w:t>1.013e0</w:t>
      </w:r>
    </w:p>
    <w:p w:rsidR="00F96531" w:rsidRDefault="00F96531" w:rsidP="00F96531">
      <w:r>
        <w:lastRenderedPageBreak/>
        <w:t>277.7467</w:t>
      </w:r>
      <w:r>
        <w:tab/>
        <w:t>2.025e0</w:t>
      </w:r>
    </w:p>
    <w:p w:rsidR="00F96531" w:rsidRDefault="00F96531" w:rsidP="00F96531">
      <w:r>
        <w:t>277.7865</w:t>
      </w:r>
      <w:r>
        <w:tab/>
        <w:t>1.013e0</w:t>
      </w:r>
    </w:p>
    <w:p w:rsidR="00F96531" w:rsidRDefault="00F96531" w:rsidP="00F96531">
      <w:r>
        <w:t>277.7984</w:t>
      </w:r>
      <w:r>
        <w:tab/>
        <w:t>1.013e0</w:t>
      </w:r>
    </w:p>
    <w:p w:rsidR="00F96531" w:rsidRDefault="00F96531" w:rsidP="00F96531">
      <w:r>
        <w:t>277.8258</w:t>
      </w:r>
      <w:r>
        <w:tab/>
        <w:t>1.013e0</w:t>
      </w:r>
    </w:p>
    <w:p w:rsidR="00F96531" w:rsidRDefault="00F96531" w:rsidP="00F96531">
      <w:r>
        <w:t>277.8341</w:t>
      </w:r>
      <w:r>
        <w:tab/>
        <w:t>1.013e0</w:t>
      </w:r>
    </w:p>
    <w:p w:rsidR="00F96531" w:rsidRDefault="00F96531" w:rsidP="00F96531">
      <w:r>
        <w:t>277.8611</w:t>
      </w:r>
      <w:r>
        <w:tab/>
        <w:t>2.025e0</w:t>
      </w:r>
    </w:p>
    <w:p w:rsidR="00F96531" w:rsidRDefault="00F96531" w:rsidP="00F96531">
      <w:r>
        <w:t>277.8800</w:t>
      </w:r>
      <w:r>
        <w:tab/>
        <w:t>2.025e0</w:t>
      </w:r>
    </w:p>
    <w:p w:rsidR="00F96531" w:rsidRDefault="00F96531" w:rsidP="00F96531">
      <w:r>
        <w:t>277.8924</w:t>
      </w:r>
      <w:r>
        <w:tab/>
        <w:t>1.013e0</w:t>
      </w:r>
    </w:p>
    <w:p w:rsidR="00F96531" w:rsidRDefault="00F96531" w:rsidP="00F96531">
      <w:r>
        <w:t>277.8992</w:t>
      </w:r>
      <w:r>
        <w:tab/>
        <w:t>1.013e0</w:t>
      </w:r>
    </w:p>
    <w:p w:rsidR="00F96531" w:rsidRDefault="00F96531" w:rsidP="00F96531">
      <w:r>
        <w:t>277.9005</w:t>
      </w:r>
      <w:r>
        <w:tab/>
        <w:t>1.013e0</w:t>
      </w:r>
    </w:p>
    <w:p w:rsidR="00F96531" w:rsidRDefault="00F96531" w:rsidP="00F96531">
      <w:r>
        <w:t>277.9315</w:t>
      </w:r>
      <w:r>
        <w:tab/>
        <w:t>1.013e0</w:t>
      </w:r>
    </w:p>
    <w:p w:rsidR="00F96531" w:rsidRDefault="00F96531" w:rsidP="00F96531">
      <w:r>
        <w:t>277.9400</w:t>
      </w:r>
      <w:r>
        <w:tab/>
        <w:t>2.025e0</w:t>
      </w:r>
    </w:p>
    <w:p w:rsidR="00F96531" w:rsidRDefault="00F96531" w:rsidP="00F96531">
      <w:r>
        <w:t>277.9571</w:t>
      </w:r>
      <w:r>
        <w:tab/>
        <w:t>4.051e0</w:t>
      </w:r>
    </w:p>
    <w:p w:rsidR="00F96531" w:rsidRDefault="00F96531" w:rsidP="00F96531">
      <w:r>
        <w:t>277.9603</w:t>
      </w:r>
      <w:r>
        <w:tab/>
        <w:t>4.051e0</w:t>
      </w:r>
    </w:p>
    <w:p w:rsidR="00F96531" w:rsidRDefault="00F96531" w:rsidP="00F96531">
      <w:r>
        <w:t>277.9651</w:t>
      </w:r>
      <w:r>
        <w:tab/>
        <w:t>2.025e0</w:t>
      </w:r>
    </w:p>
    <w:p w:rsidR="00F96531" w:rsidRDefault="00F96531" w:rsidP="00F96531">
      <w:r>
        <w:t>277.9670</w:t>
      </w:r>
      <w:r>
        <w:tab/>
        <w:t>3.038e0</w:t>
      </w:r>
    </w:p>
    <w:p w:rsidR="00F96531" w:rsidRDefault="00F96531" w:rsidP="00F96531">
      <w:r>
        <w:t>277.9693</w:t>
      </w:r>
      <w:r>
        <w:tab/>
        <w:t>5.063e0</w:t>
      </w:r>
    </w:p>
    <w:p w:rsidR="00F96531" w:rsidRDefault="00F96531" w:rsidP="00F96531">
      <w:r>
        <w:t>277.9758</w:t>
      </w:r>
      <w:r>
        <w:tab/>
        <w:t>1.013e0</w:t>
      </w:r>
    </w:p>
    <w:p w:rsidR="00F96531" w:rsidRDefault="00F96531" w:rsidP="00F96531">
      <w:r>
        <w:t>278.0064</w:t>
      </w:r>
      <w:r>
        <w:tab/>
        <w:t>2.025e0</w:t>
      </w:r>
    </w:p>
    <w:p w:rsidR="00F96531" w:rsidRDefault="00F96531" w:rsidP="00F96531">
      <w:r>
        <w:lastRenderedPageBreak/>
        <w:t>278.0077</w:t>
      </w:r>
      <w:r>
        <w:tab/>
        <w:t>1.013e0</w:t>
      </w:r>
    </w:p>
    <w:p w:rsidR="00F96531" w:rsidRDefault="00F96531" w:rsidP="00F96531">
      <w:r>
        <w:t>278.0263</w:t>
      </w:r>
      <w:r>
        <w:tab/>
        <w:t>5.063e0</w:t>
      </w:r>
    </w:p>
    <w:p w:rsidR="00F96531" w:rsidRDefault="00F96531" w:rsidP="00F96531">
      <w:r>
        <w:t>278.0294</w:t>
      </w:r>
      <w:r>
        <w:tab/>
        <w:t>1.013e0</w:t>
      </w:r>
    </w:p>
    <w:p w:rsidR="00F96531" w:rsidRDefault="00F96531" w:rsidP="00F96531">
      <w:r>
        <w:t>278.0354</w:t>
      </w:r>
      <w:r>
        <w:tab/>
        <w:t>3.038e0</w:t>
      </w:r>
    </w:p>
    <w:p w:rsidR="00F96531" w:rsidRDefault="00F96531" w:rsidP="00F96531">
      <w:r>
        <w:t>278.0371</w:t>
      </w:r>
      <w:r>
        <w:tab/>
        <w:t>2.025e0</w:t>
      </w:r>
    </w:p>
    <w:p w:rsidR="00F96531" w:rsidRDefault="00F96531" w:rsidP="00F96531">
      <w:r>
        <w:t>278.0399</w:t>
      </w:r>
      <w:r>
        <w:tab/>
        <w:t>3.038e0</w:t>
      </w:r>
    </w:p>
    <w:p w:rsidR="00F96531" w:rsidRDefault="00F96531" w:rsidP="00F96531">
      <w:r>
        <w:t>278.0475</w:t>
      </w:r>
      <w:r>
        <w:tab/>
        <w:t>2.025e0</w:t>
      </w:r>
    </w:p>
    <w:p w:rsidR="00F96531" w:rsidRDefault="00F96531" w:rsidP="00F96531">
      <w:r>
        <w:t>278.0544</w:t>
      </w:r>
      <w:r>
        <w:tab/>
        <w:t>2.025e0</w:t>
      </w:r>
    </w:p>
    <w:p w:rsidR="00F96531" w:rsidRDefault="00F96531" w:rsidP="00F96531">
      <w:r>
        <w:t>278.0621</w:t>
      </w:r>
      <w:r>
        <w:tab/>
        <w:t>4.051e0</w:t>
      </w:r>
    </w:p>
    <w:p w:rsidR="00F96531" w:rsidRDefault="00F96531" w:rsidP="00F96531">
      <w:r>
        <w:t>278.0753</w:t>
      </w:r>
      <w:r>
        <w:tab/>
        <w:t>3.038e0</w:t>
      </w:r>
    </w:p>
    <w:p w:rsidR="00F96531" w:rsidRDefault="00F96531" w:rsidP="00F96531">
      <w:r>
        <w:t>278.0810</w:t>
      </w:r>
      <w:r>
        <w:tab/>
        <w:t>1.062e0</w:t>
      </w:r>
    </w:p>
    <w:p w:rsidR="00F96531" w:rsidRDefault="00F96531" w:rsidP="00F96531">
      <w:r>
        <w:t>278.0907</w:t>
      </w:r>
      <w:r>
        <w:tab/>
        <w:t>1.013e0</w:t>
      </w:r>
    </w:p>
    <w:p w:rsidR="00F96531" w:rsidRDefault="00F96531" w:rsidP="00F96531">
      <w:r>
        <w:t>278.0959</w:t>
      </w:r>
      <w:r>
        <w:tab/>
        <w:t>2.025e0</w:t>
      </w:r>
    </w:p>
    <w:p w:rsidR="00F96531" w:rsidRDefault="00F96531" w:rsidP="00F96531">
      <w:r>
        <w:t>278.1302</w:t>
      </w:r>
      <w:r>
        <w:tab/>
        <w:t>2.025e0</w:t>
      </w:r>
    </w:p>
    <w:p w:rsidR="00F96531" w:rsidRDefault="00F96531" w:rsidP="00F96531">
      <w:r>
        <w:t>278.1433</w:t>
      </w:r>
      <w:r>
        <w:tab/>
        <w:t>4.026e0</w:t>
      </w:r>
    </w:p>
    <w:p w:rsidR="00F96531" w:rsidRDefault="00F96531" w:rsidP="00F96531">
      <w:r>
        <w:t>278.1467</w:t>
      </w:r>
      <w:r>
        <w:tab/>
        <w:t>2.665e0</w:t>
      </w:r>
    </w:p>
    <w:p w:rsidR="00F96531" w:rsidRDefault="00F96531" w:rsidP="00F96531">
      <w:r>
        <w:t>278.1491</w:t>
      </w:r>
      <w:r>
        <w:tab/>
        <w:t>6.011e0</w:t>
      </w:r>
    </w:p>
    <w:p w:rsidR="00F96531" w:rsidRDefault="00F96531" w:rsidP="00F96531">
      <w:r>
        <w:t>278.1506</w:t>
      </w:r>
      <w:r>
        <w:tab/>
        <w:t>1.013e0</w:t>
      </w:r>
    </w:p>
    <w:p w:rsidR="00F96531" w:rsidRDefault="00F96531" w:rsidP="00F96531">
      <w:r>
        <w:t>278.1565</w:t>
      </w:r>
      <w:r>
        <w:tab/>
        <w:t>7.089e0</w:t>
      </w:r>
    </w:p>
    <w:p w:rsidR="00F96531" w:rsidRDefault="00F96531" w:rsidP="00F96531">
      <w:r>
        <w:lastRenderedPageBreak/>
        <w:t>278.1652</w:t>
      </w:r>
      <w:r>
        <w:tab/>
        <w:t>1.013e0</w:t>
      </w:r>
    </w:p>
    <w:p w:rsidR="00F96531" w:rsidRDefault="00F96531" w:rsidP="00F96531">
      <w:r>
        <w:t>278.1794</w:t>
      </w:r>
      <w:r>
        <w:tab/>
        <w:t>3.038e0</w:t>
      </w:r>
    </w:p>
    <w:p w:rsidR="00F96531" w:rsidRDefault="00F96531" w:rsidP="00F96531">
      <w:r>
        <w:t>278.1863</w:t>
      </w:r>
      <w:r>
        <w:tab/>
        <w:t>6.783e0</w:t>
      </w:r>
    </w:p>
    <w:p w:rsidR="00F96531" w:rsidRDefault="00F96531" w:rsidP="00F96531">
      <w:r>
        <w:t>278.1897</w:t>
      </w:r>
      <w:r>
        <w:tab/>
        <w:t>1.013e0</w:t>
      </w:r>
    </w:p>
    <w:p w:rsidR="00F96531" w:rsidRDefault="00F96531" w:rsidP="00F96531">
      <w:r>
        <w:t>278.2040</w:t>
      </w:r>
      <w:r>
        <w:tab/>
        <w:t>3.038e0</w:t>
      </w:r>
    </w:p>
    <w:p w:rsidR="00F96531" w:rsidRDefault="00F96531" w:rsidP="00F96531">
      <w:r>
        <w:t>278.2203</w:t>
      </w:r>
      <w:r>
        <w:tab/>
        <w:t>6.076e0</w:t>
      </w:r>
    </w:p>
    <w:p w:rsidR="00F96531" w:rsidRDefault="00F96531" w:rsidP="00F96531">
      <w:r>
        <w:t>278.2289</w:t>
      </w:r>
      <w:r>
        <w:tab/>
        <w:t>5.063e0</w:t>
      </w:r>
    </w:p>
    <w:p w:rsidR="00F96531" w:rsidRDefault="00F96531" w:rsidP="00F96531">
      <w:r>
        <w:t>278.2330</w:t>
      </w:r>
      <w:r>
        <w:tab/>
        <w:t>1.013e0</w:t>
      </w:r>
    </w:p>
    <w:p w:rsidR="00F96531" w:rsidRDefault="00F96531" w:rsidP="00F96531">
      <w:r>
        <w:t>278.2355</w:t>
      </w:r>
      <w:r>
        <w:tab/>
        <w:t>2.025e0</w:t>
      </w:r>
    </w:p>
    <w:p w:rsidR="00F96531" w:rsidRDefault="00F96531" w:rsidP="00F96531">
      <w:r>
        <w:t>278.2524</w:t>
      </w:r>
      <w:r>
        <w:tab/>
        <w:t>3.038e0</w:t>
      </w:r>
    </w:p>
    <w:p w:rsidR="00F96531" w:rsidRDefault="00F96531" w:rsidP="00F96531">
      <w:r>
        <w:t>278.2591</w:t>
      </w:r>
      <w:r>
        <w:tab/>
        <w:t>1.013e0</w:t>
      </w:r>
    </w:p>
    <w:p w:rsidR="00F96531" w:rsidRDefault="00F96531" w:rsidP="00F96531">
      <w:r>
        <w:t>278.2944</w:t>
      </w:r>
      <w:r>
        <w:tab/>
        <w:t>1.013e0</w:t>
      </w:r>
    </w:p>
    <w:p w:rsidR="00F96531" w:rsidRDefault="00F96531" w:rsidP="00F96531">
      <w:r>
        <w:t>278.2983</w:t>
      </w:r>
      <w:r>
        <w:tab/>
        <w:t>1.013e0</w:t>
      </w:r>
    </w:p>
    <w:p w:rsidR="00F96531" w:rsidRDefault="00F96531" w:rsidP="00F96531">
      <w:r>
        <w:t>278.3039</w:t>
      </w:r>
      <w:r>
        <w:tab/>
        <w:t>1.013e0</w:t>
      </w:r>
    </w:p>
    <w:p w:rsidR="00F96531" w:rsidRDefault="00F96531" w:rsidP="00F96531">
      <w:r>
        <w:t>278.3129</w:t>
      </w:r>
      <w:r>
        <w:tab/>
        <w:t>1.013e0</w:t>
      </w:r>
    </w:p>
    <w:p w:rsidR="00F96531" w:rsidRDefault="00F96531" w:rsidP="00F96531">
      <w:r>
        <w:t>278.3297</w:t>
      </w:r>
      <w:r>
        <w:tab/>
        <w:t>1.013e0</w:t>
      </w:r>
    </w:p>
    <w:p w:rsidR="00F96531" w:rsidRDefault="00F96531" w:rsidP="00F96531">
      <w:r>
        <w:t>278.3448</w:t>
      </w:r>
      <w:r>
        <w:tab/>
        <w:t>1.013e0</w:t>
      </w:r>
    </w:p>
    <w:p w:rsidR="00F96531" w:rsidRDefault="00F96531" w:rsidP="00F96531">
      <w:r>
        <w:t>278.3529</w:t>
      </w:r>
      <w:r>
        <w:tab/>
        <w:t>1.013e0</w:t>
      </w:r>
    </w:p>
    <w:p w:rsidR="00F96531" w:rsidRDefault="00F96531" w:rsidP="00F96531">
      <w:r>
        <w:t>278.3922</w:t>
      </w:r>
      <w:r>
        <w:tab/>
        <w:t>1.013e0</w:t>
      </w:r>
    </w:p>
    <w:p w:rsidR="00F96531" w:rsidRDefault="00F96531" w:rsidP="00F96531">
      <w:r>
        <w:lastRenderedPageBreak/>
        <w:t>278.4275</w:t>
      </w:r>
      <w:r>
        <w:tab/>
        <w:t>1.013e0</w:t>
      </w:r>
    </w:p>
    <w:p w:rsidR="00F96531" w:rsidRDefault="00F96531" w:rsidP="00F96531">
      <w:r>
        <w:t>278.4287</w:t>
      </w:r>
      <w:r>
        <w:tab/>
        <w:t>2.025e0</w:t>
      </w:r>
    </w:p>
    <w:p w:rsidR="00F96531" w:rsidRDefault="00F96531" w:rsidP="00F96531">
      <w:r>
        <w:t>278.4599</w:t>
      </w:r>
      <w:r>
        <w:tab/>
        <w:t>1.013e0</w:t>
      </w:r>
    </w:p>
    <w:p w:rsidR="00F96531" w:rsidRDefault="00F96531" w:rsidP="00F96531">
      <w:r>
        <w:t>278.4679</w:t>
      </w:r>
      <w:r>
        <w:tab/>
        <w:t>1.013e0</w:t>
      </w:r>
    </w:p>
    <w:p w:rsidR="00F96531" w:rsidRDefault="00F96531" w:rsidP="00F96531">
      <w:r>
        <w:t>278.5135</w:t>
      </w:r>
      <w:r>
        <w:tab/>
        <w:t>1.013e0</w:t>
      </w:r>
    </w:p>
    <w:p w:rsidR="00F96531" w:rsidRDefault="00F96531" w:rsidP="00F96531">
      <w:r>
        <w:t>278.5391</w:t>
      </w:r>
      <w:r>
        <w:tab/>
        <w:t>1.013e0</w:t>
      </w:r>
    </w:p>
    <w:p w:rsidR="00F96531" w:rsidRDefault="00F96531" w:rsidP="00F96531">
      <w:r>
        <w:t>278.5566</w:t>
      </w:r>
      <w:r>
        <w:tab/>
        <w:t>4.051e0</w:t>
      </w:r>
    </w:p>
    <w:p w:rsidR="00F96531" w:rsidRDefault="00F96531" w:rsidP="00F96531">
      <w:r>
        <w:t>278.5618</w:t>
      </w:r>
      <w:r>
        <w:tab/>
        <w:t>1.013e0</w:t>
      </w:r>
    </w:p>
    <w:p w:rsidR="00F96531" w:rsidRDefault="00F96531" w:rsidP="00F96531">
      <w:r>
        <w:t>278.5764</w:t>
      </w:r>
      <w:r>
        <w:tab/>
        <w:t>3.038e0</w:t>
      </w:r>
    </w:p>
    <w:p w:rsidR="00F96531" w:rsidRDefault="00F96531" w:rsidP="00F96531">
      <w:r>
        <w:t>278.5788</w:t>
      </w:r>
      <w:r>
        <w:tab/>
        <w:t>1.013e0</w:t>
      </w:r>
    </w:p>
    <w:p w:rsidR="00F96531" w:rsidRDefault="00F96531" w:rsidP="00F96531">
      <w:r>
        <w:t>278.6146</w:t>
      </w:r>
      <w:r>
        <w:tab/>
        <w:t>1.013e0</w:t>
      </w:r>
    </w:p>
    <w:p w:rsidR="00F96531" w:rsidRDefault="00F96531" w:rsidP="00F96531">
      <w:r>
        <w:t>278.6243</w:t>
      </w:r>
      <w:r>
        <w:tab/>
        <w:t>1.013e0</w:t>
      </w:r>
    </w:p>
    <w:p w:rsidR="00F96531" w:rsidRDefault="00F96531" w:rsidP="00F96531">
      <w:r>
        <w:t>278.6453</w:t>
      </w:r>
      <w:r>
        <w:tab/>
        <w:t>2.025e0</w:t>
      </w:r>
    </w:p>
    <w:p w:rsidR="00F96531" w:rsidRDefault="00F96531" w:rsidP="00F96531">
      <w:r>
        <w:t>278.6465</w:t>
      </w:r>
      <w:r>
        <w:tab/>
        <w:t>1.013e0</w:t>
      </w:r>
    </w:p>
    <w:p w:rsidR="00F96531" w:rsidRDefault="00F96531" w:rsidP="00F96531">
      <w:r>
        <w:t>278.6870</w:t>
      </w:r>
      <w:r>
        <w:tab/>
        <w:t>1.013e0</w:t>
      </w:r>
    </w:p>
    <w:p w:rsidR="00F96531" w:rsidRDefault="00F96531" w:rsidP="00F96531">
      <w:r>
        <w:t>278.7290</w:t>
      </w:r>
      <w:r>
        <w:tab/>
        <w:t>1.013e0</w:t>
      </w:r>
    </w:p>
    <w:p w:rsidR="00F96531" w:rsidRDefault="00F96531" w:rsidP="00F96531">
      <w:r>
        <w:t>278.7342</w:t>
      </w:r>
      <w:r>
        <w:tab/>
        <w:t>1.013e0</w:t>
      </w:r>
    </w:p>
    <w:p w:rsidR="00F96531" w:rsidRDefault="00F96531" w:rsidP="00F96531">
      <w:r>
        <w:t>278.7543</w:t>
      </w:r>
      <w:r>
        <w:tab/>
        <w:t>2.025e0</w:t>
      </w:r>
    </w:p>
    <w:p w:rsidR="00F96531" w:rsidRDefault="00F96531" w:rsidP="00F96531">
      <w:r>
        <w:t>278.7996</w:t>
      </w:r>
      <w:r>
        <w:tab/>
        <w:t>1.013e0</w:t>
      </w:r>
    </w:p>
    <w:p w:rsidR="00F96531" w:rsidRDefault="00F96531" w:rsidP="00F96531">
      <w:r>
        <w:lastRenderedPageBreak/>
        <w:t>278.8102</w:t>
      </w:r>
      <w:r>
        <w:tab/>
        <w:t>1.013e0</w:t>
      </w:r>
    </w:p>
    <w:p w:rsidR="00F96531" w:rsidRDefault="00F96531" w:rsidP="00F96531">
      <w:r>
        <w:t>278.8886</w:t>
      </w:r>
      <w:r>
        <w:tab/>
        <w:t>2.025e0</w:t>
      </w:r>
    </w:p>
    <w:p w:rsidR="00F96531" w:rsidRDefault="00F96531" w:rsidP="00F96531">
      <w:r>
        <w:t>278.8947</w:t>
      </w:r>
      <w:r>
        <w:tab/>
        <w:t>1.013e0</w:t>
      </w:r>
    </w:p>
    <w:p w:rsidR="00F96531" w:rsidRDefault="00F96531" w:rsidP="00F96531">
      <w:r>
        <w:t>278.9016</w:t>
      </w:r>
      <w:r>
        <w:tab/>
        <w:t>3.038e0</w:t>
      </w:r>
    </w:p>
    <w:p w:rsidR="00F96531" w:rsidRDefault="00F96531" w:rsidP="00F96531">
      <w:r>
        <w:t>278.9254</w:t>
      </w:r>
      <w:r>
        <w:tab/>
        <w:t>2.025e0</w:t>
      </w:r>
    </w:p>
    <w:p w:rsidR="00F96531" w:rsidRDefault="00F96531" w:rsidP="00F96531">
      <w:r>
        <w:t>278.9382</w:t>
      </w:r>
      <w:r>
        <w:tab/>
        <w:t>1.013e0</w:t>
      </w:r>
    </w:p>
    <w:p w:rsidR="00F96531" w:rsidRDefault="00F96531" w:rsidP="00F96531">
      <w:r>
        <w:t>278.9484</w:t>
      </w:r>
      <w:r>
        <w:tab/>
        <w:t>1.013e0</w:t>
      </w:r>
    </w:p>
    <w:p w:rsidR="00F96531" w:rsidRDefault="00F96531" w:rsidP="00F96531">
      <w:r>
        <w:t>278.9600</w:t>
      </w:r>
      <w:r>
        <w:tab/>
        <w:t>1.013e0</w:t>
      </w:r>
    </w:p>
    <w:p w:rsidR="00F96531" w:rsidRDefault="00F96531" w:rsidP="00F96531">
      <w:r>
        <w:t>278.9740</w:t>
      </w:r>
      <w:r>
        <w:tab/>
        <w:t>1.013e0</w:t>
      </w:r>
    </w:p>
    <w:p w:rsidR="00F96531" w:rsidRDefault="00F96531" w:rsidP="00F96531">
      <w:r>
        <w:t>278.9920</w:t>
      </w:r>
      <w:r>
        <w:tab/>
        <w:t>2.025e0</w:t>
      </w:r>
    </w:p>
    <w:p w:rsidR="00F96531" w:rsidRDefault="00F96531" w:rsidP="00F96531">
      <w:r>
        <w:t>279.0187</w:t>
      </w:r>
      <w:r>
        <w:tab/>
        <w:t>1.013e0</w:t>
      </w:r>
    </w:p>
    <w:p w:rsidR="00F96531" w:rsidRDefault="00F96531" w:rsidP="00F96531">
      <w:r>
        <w:t>279.0238</w:t>
      </w:r>
      <w:r>
        <w:tab/>
        <w:t>2.025e0</w:t>
      </w:r>
    </w:p>
    <w:p w:rsidR="00F96531" w:rsidRDefault="00F96531" w:rsidP="00F96531">
      <w:r>
        <w:t>279.0278</w:t>
      </w:r>
      <w:r>
        <w:tab/>
        <w:t>2.025e0</w:t>
      </w:r>
    </w:p>
    <w:p w:rsidR="00F96531" w:rsidRDefault="00F96531" w:rsidP="00F96531">
      <w:r>
        <w:t>279.0362</w:t>
      </w:r>
      <w:r>
        <w:tab/>
        <w:t>4.051e0</w:t>
      </w:r>
    </w:p>
    <w:p w:rsidR="00F96531" w:rsidRDefault="00F96531" w:rsidP="00F96531">
      <w:r>
        <w:t>279.0412</w:t>
      </w:r>
      <w:r>
        <w:tab/>
        <w:t>3.038e0</w:t>
      </w:r>
    </w:p>
    <w:p w:rsidR="00F96531" w:rsidRDefault="00F96531" w:rsidP="00F96531">
      <w:r>
        <w:t>279.0445</w:t>
      </w:r>
      <w:r>
        <w:tab/>
        <w:t>1.013e0</w:t>
      </w:r>
    </w:p>
    <w:p w:rsidR="00F96531" w:rsidRDefault="00F96531" w:rsidP="00F96531">
      <w:r>
        <w:t>279.0886</w:t>
      </w:r>
      <w:r>
        <w:tab/>
        <w:t>4.051e0</w:t>
      </w:r>
    </w:p>
    <w:p w:rsidR="00F96531" w:rsidRDefault="00F96531" w:rsidP="00F96531">
      <w:r>
        <w:t>279.0932</w:t>
      </w:r>
      <w:r>
        <w:tab/>
        <w:t>9.557e0</w:t>
      </w:r>
    </w:p>
    <w:p w:rsidR="00F96531" w:rsidRDefault="00F96531" w:rsidP="00F96531">
      <w:r>
        <w:t>279.0953</w:t>
      </w:r>
      <w:r>
        <w:tab/>
        <w:t>1.211e1</w:t>
      </w:r>
    </w:p>
    <w:p w:rsidR="00F96531" w:rsidRDefault="00F96531" w:rsidP="00F96531">
      <w:r>
        <w:lastRenderedPageBreak/>
        <w:t>279.0965</w:t>
      </w:r>
      <w:r>
        <w:tab/>
        <w:t>4.051e0</w:t>
      </w:r>
    </w:p>
    <w:p w:rsidR="00F96531" w:rsidRDefault="00F96531" w:rsidP="00F96531">
      <w:r>
        <w:t>279.0998</w:t>
      </w:r>
      <w:r>
        <w:tab/>
        <w:t>3.038e0</w:t>
      </w:r>
    </w:p>
    <w:p w:rsidR="00F96531" w:rsidRDefault="00F96531" w:rsidP="00F96531">
      <w:r>
        <w:t>279.1165</w:t>
      </w:r>
      <w:r>
        <w:tab/>
        <w:t>3.038e0</w:t>
      </w:r>
    </w:p>
    <w:p w:rsidR="00F96531" w:rsidRDefault="00F96531" w:rsidP="00F96531">
      <w:r>
        <w:t>279.1414</w:t>
      </w:r>
      <w:r>
        <w:tab/>
        <w:t>7.089e0</w:t>
      </w:r>
    </w:p>
    <w:p w:rsidR="00F96531" w:rsidRDefault="00F96531" w:rsidP="00F96531">
      <w:r>
        <w:t>279.1475</w:t>
      </w:r>
      <w:r>
        <w:tab/>
        <w:t>4.051e0</w:t>
      </w:r>
    </w:p>
    <w:p w:rsidR="00F96531" w:rsidRDefault="00F96531" w:rsidP="00F96531">
      <w:r>
        <w:t>279.1544</w:t>
      </w:r>
      <w:r>
        <w:tab/>
        <w:t>8.101e0</w:t>
      </w:r>
    </w:p>
    <w:p w:rsidR="00F96531" w:rsidRDefault="00F96531" w:rsidP="00F96531">
      <w:r>
        <w:t>279.1555</w:t>
      </w:r>
      <w:r>
        <w:tab/>
        <w:t>1.259e1</w:t>
      </w:r>
    </w:p>
    <w:p w:rsidR="00F96531" w:rsidRDefault="00F96531" w:rsidP="00F96531">
      <w:r>
        <w:t>279.1614</w:t>
      </w:r>
      <w:r>
        <w:tab/>
        <w:t>1.544e1</w:t>
      </w:r>
    </w:p>
    <w:p w:rsidR="00F96531" w:rsidRDefault="00F96531" w:rsidP="00F96531">
      <w:r>
        <w:t>279.1683</w:t>
      </w:r>
      <w:r>
        <w:tab/>
        <w:t>9.114e0</w:t>
      </w:r>
    </w:p>
    <w:p w:rsidR="00F96531" w:rsidRDefault="00F96531" w:rsidP="00F96531">
      <w:r>
        <w:t>279.1738</w:t>
      </w:r>
      <w:r>
        <w:tab/>
        <w:t>8.101e0</w:t>
      </w:r>
    </w:p>
    <w:p w:rsidR="00F96531" w:rsidRDefault="00F96531" w:rsidP="00F96531">
      <w:r>
        <w:t>279.2016</w:t>
      </w:r>
      <w:r>
        <w:tab/>
        <w:t>2.025e0</w:t>
      </w:r>
    </w:p>
    <w:p w:rsidR="00F96531" w:rsidRDefault="00F96531" w:rsidP="00F96531">
      <w:r>
        <w:t>279.2046</w:t>
      </w:r>
      <w:r>
        <w:tab/>
        <w:t>1.013e0</w:t>
      </w:r>
    </w:p>
    <w:p w:rsidR="00F96531" w:rsidRDefault="00F96531" w:rsidP="00F96531">
      <w:r>
        <w:t>279.2066</w:t>
      </w:r>
      <w:r>
        <w:tab/>
        <w:t>3.038e0</w:t>
      </w:r>
    </w:p>
    <w:p w:rsidR="00F96531" w:rsidRDefault="00F96531" w:rsidP="00F96531">
      <w:r>
        <w:t>279.2136</w:t>
      </w:r>
      <w:r>
        <w:tab/>
        <w:t>1.013e0</w:t>
      </w:r>
    </w:p>
    <w:p w:rsidR="00F96531" w:rsidRDefault="00F96531" w:rsidP="00F96531">
      <w:r>
        <w:t>279.2148</w:t>
      </w:r>
      <w:r>
        <w:tab/>
        <w:t>1.013e0</w:t>
      </w:r>
    </w:p>
    <w:p w:rsidR="00F96531" w:rsidRDefault="00F96531" w:rsidP="00F96531">
      <w:r>
        <w:t>279.2343</w:t>
      </w:r>
      <w:r>
        <w:tab/>
        <w:t>1.013e0</w:t>
      </w:r>
    </w:p>
    <w:p w:rsidR="00F96531" w:rsidRDefault="00F96531" w:rsidP="00F96531">
      <w:r>
        <w:t>279.2379</w:t>
      </w:r>
      <w:r>
        <w:tab/>
        <w:t>2.025e0</w:t>
      </w:r>
    </w:p>
    <w:p w:rsidR="00F96531" w:rsidRDefault="00F96531" w:rsidP="00F96531">
      <w:r>
        <w:t>279.2444</w:t>
      </w:r>
      <w:r>
        <w:tab/>
        <w:t>1.013e0</w:t>
      </w:r>
    </w:p>
    <w:p w:rsidR="00F96531" w:rsidRDefault="00F96531" w:rsidP="00F96531">
      <w:r>
        <w:t>279.2507</w:t>
      </w:r>
      <w:r>
        <w:tab/>
        <w:t>1.013e0</w:t>
      </w:r>
    </w:p>
    <w:p w:rsidR="00F96531" w:rsidRDefault="00F96531" w:rsidP="00F96531">
      <w:r>
        <w:lastRenderedPageBreak/>
        <w:t>279.2558</w:t>
      </w:r>
      <w:r>
        <w:tab/>
        <w:t>2.025e0</w:t>
      </w:r>
    </w:p>
    <w:p w:rsidR="00F96531" w:rsidRDefault="00F96531" w:rsidP="00F96531">
      <w:r>
        <w:t>279.2719</w:t>
      </w:r>
      <w:r>
        <w:tab/>
        <w:t>3.038e0</w:t>
      </w:r>
    </w:p>
    <w:p w:rsidR="00F96531" w:rsidRDefault="00F96531" w:rsidP="00F96531">
      <w:r>
        <w:t>279.2902</w:t>
      </w:r>
      <w:r>
        <w:tab/>
        <w:t>1.013e0</w:t>
      </w:r>
    </w:p>
    <w:p w:rsidR="00F96531" w:rsidRDefault="00F96531" w:rsidP="00F96531">
      <w:r>
        <w:t>279.3052</w:t>
      </w:r>
      <w:r>
        <w:tab/>
        <w:t>3.038e0</w:t>
      </w:r>
    </w:p>
    <w:p w:rsidR="00F96531" w:rsidRDefault="00F96531" w:rsidP="00F96531">
      <w:r>
        <w:t>279.3174</w:t>
      </w:r>
      <w:r>
        <w:tab/>
        <w:t>2.025e0</w:t>
      </w:r>
    </w:p>
    <w:p w:rsidR="00F96531" w:rsidRDefault="00F96531" w:rsidP="00F96531">
      <w:r>
        <w:t>279.3276</w:t>
      </w:r>
      <w:r>
        <w:tab/>
        <w:t>2.025e0</w:t>
      </w:r>
    </w:p>
    <w:p w:rsidR="00F96531" w:rsidRDefault="00F96531" w:rsidP="00F96531">
      <w:r>
        <w:t>279.3688</w:t>
      </w:r>
      <w:r>
        <w:tab/>
        <w:t>1.013e0</w:t>
      </w:r>
    </w:p>
    <w:p w:rsidR="00F96531" w:rsidRDefault="00F96531" w:rsidP="00F96531">
      <w:r>
        <w:t>279.3898</w:t>
      </w:r>
      <w:r>
        <w:tab/>
        <w:t>2.025e0</w:t>
      </w:r>
    </w:p>
    <w:p w:rsidR="00F96531" w:rsidRDefault="00F96531" w:rsidP="00F96531">
      <w:r>
        <w:t>279.4161</w:t>
      </w:r>
      <w:r>
        <w:tab/>
        <w:t>2.025e0</w:t>
      </w:r>
    </w:p>
    <w:p w:rsidR="00F96531" w:rsidRDefault="00F96531" w:rsidP="00F96531">
      <w:r>
        <w:t>279.4629</w:t>
      </w:r>
      <w:r>
        <w:tab/>
        <w:t>1.013e0</w:t>
      </w:r>
    </w:p>
    <w:p w:rsidR="00F96531" w:rsidRDefault="00F96531" w:rsidP="00F96531">
      <w:r>
        <w:t>279.4700</w:t>
      </w:r>
      <w:r>
        <w:tab/>
        <w:t>1.013e0</w:t>
      </w:r>
    </w:p>
    <w:p w:rsidR="00F96531" w:rsidRDefault="00F96531" w:rsidP="00F96531">
      <w:r>
        <w:t>279.4765</w:t>
      </w:r>
      <w:r>
        <w:tab/>
        <w:t>2.025e0</w:t>
      </w:r>
    </w:p>
    <w:p w:rsidR="00F96531" w:rsidRDefault="00F96531" w:rsidP="00F96531">
      <w:r>
        <w:t>279.5059</w:t>
      </w:r>
      <w:r>
        <w:tab/>
        <w:t>1.013e0</w:t>
      </w:r>
    </w:p>
    <w:p w:rsidR="00F96531" w:rsidRDefault="00F96531" w:rsidP="00F96531">
      <w:r>
        <w:t>279.5214</w:t>
      </w:r>
      <w:r>
        <w:tab/>
        <w:t>1.013e0</w:t>
      </w:r>
    </w:p>
    <w:p w:rsidR="00F96531" w:rsidRDefault="00F96531" w:rsidP="00F96531">
      <w:r>
        <w:t>279.5379</w:t>
      </w:r>
      <w:r>
        <w:tab/>
        <w:t>1.013e0</w:t>
      </w:r>
    </w:p>
    <w:p w:rsidR="00F96531" w:rsidRDefault="00F96531" w:rsidP="00F96531">
      <w:r>
        <w:t>279.5636</w:t>
      </w:r>
      <w:r>
        <w:tab/>
        <w:t>1.013e0</w:t>
      </w:r>
    </w:p>
    <w:p w:rsidR="00F96531" w:rsidRDefault="00F96531" w:rsidP="00F96531">
      <w:r>
        <w:t>279.5868</w:t>
      </w:r>
      <w:r>
        <w:tab/>
        <w:t>1.013e0</w:t>
      </w:r>
    </w:p>
    <w:p w:rsidR="00F96531" w:rsidRDefault="00F96531" w:rsidP="00F96531">
      <w:r>
        <w:t>279.6148</w:t>
      </w:r>
      <w:r>
        <w:tab/>
        <w:t>1.013e0</w:t>
      </w:r>
    </w:p>
    <w:p w:rsidR="00F96531" w:rsidRDefault="00F96531" w:rsidP="00F96531">
      <w:r>
        <w:t>279.6615</w:t>
      </w:r>
      <w:r>
        <w:tab/>
        <w:t>2.025e0</w:t>
      </w:r>
    </w:p>
    <w:p w:rsidR="00F96531" w:rsidRDefault="00F96531" w:rsidP="00F96531">
      <w:r>
        <w:lastRenderedPageBreak/>
        <w:t>279.6887</w:t>
      </w:r>
      <w:r>
        <w:tab/>
        <w:t>1.013e0</w:t>
      </w:r>
    </w:p>
    <w:p w:rsidR="00F96531" w:rsidRDefault="00F96531" w:rsidP="00F96531">
      <w:r>
        <w:t>279.6963</w:t>
      </w:r>
      <w:r>
        <w:tab/>
        <w:t>3.038e0</w:t>
      </w:r>
    </w:p>
    <w:p w:rsidR="00F96531" w:rsidRDefault="00F96531" w:rsidP="00F96531">
      <w:r>
        <w:t>279.7483</w:t>
      </w:r>
      <w:r>
        <w:tab/>
        <w:t>1.013e0</w:t>
      </w:r>
    </w:p>
    <w:p w:rsidR="00F96531" w:rsidRDefault="00F96531" w:rsidP="00F96531">
      <w:r>
        <w:t>279.7688</w:t>
      </w:r>
      <w:r>
        <w:tab/>
        <w:t>1.013e0</w:t>
      </w:r>
    </w:p>
    <w:p w:rsidR="00F96531" w:rsidRDefault="00F96531" w:rsidP="00F96531">
      <w:r>
        <w:t>279.7867</w:t>
      </w:r>
      <w:r>
        <w:tab/>
        <w:t>1.013e0</w:t>
      </w:r>
    </w:p>
    <w:p w:rsidR="00F96531" w:rsidRDefault="00F96531" w:rsidP="00F96531">
      <w:r>
        <w:t>279.8261</w:t>
      </w:r>
      <w:r>
        <w:tab/>
        <w:t>1.013e0</w:t>
      </w:r>
    </w:p>
    <w:p w:rsidR="00F96531" w:rsidRDefault="00F96531" w:rsidP="00F96531">
      <w:r>
        <w:t>279.8355</w:t>
      </w:r>
      <w:r>
        <w:tab/>
        <w:t>1.013e0</w:t>
      </w:r>
    </w:p>
    <w:p w:rsidR="00F96531" w:rsidRDefault="00F96531" w:rsidP="00F96531">
      <w:r>
        <w:t>279.8396</w:t>
      </w:r>
      <w:r>
        <w:tab/>
        <w:t>3.038e0</w:t>
      </w:r>
    </w:p>
    <w:p w:rsidR="00F96531" w:rsidRDefault="00F96531" w:rsidP="00F96531">
      <w:r>
        <w:t>279.8615</w:t>
      </w:r>
      <w:r>
        <w:tab/>
        <w:t>1.013e0</w:t>
      </w:r>
    </w:p>
    <w:p w:rsidR="00F96531" w:rsidRDefault="00F96531" w:rsidP="00F96531">
      <w:r>
        <w:t>279.8715</w:t>
      </w:r>
      <w:r>
        <w:tab/>
        <w:t>1.013e0</w:t>
      </w:r>
    </w:p>
    <w:p w:rsidR="00F96531" w:rsidRDefault="00F96531" w:rsidP="00F96531">
      <w:r>
        <w:t>279.9062</w:t>
      </w:r>
      <w:r>
        <w:tab/>
        <w:t>1.013e0</w:t>
      </w:r>
    </w:p>
    <w:p w:rsidR="00F96531" w:rsidRDefault="00F96531" w:rsidP="00F96531">
      <w:r>
        <w:t>279.9173</w:t>
      </w:r>
      <w:r>
        <w:tab/>
        <w:t>1.013e0</w:t>
      </w:r>
    </w:p>
    <w:p w:rsidR="00F96531" w:rsidRDefault="00F96531" w:rsidP="00F96531">
      <w:r>
        <w:t>279.9241</w:t>
      </w:r>
      <w:r>
        <w:tab/>
        <w:t>1.013e0</w:t>
      </w:r>
    </w:p>
    <w:p w:rsidR="00F96531" w:rsidRDefault="00F96531" w:rsidP="00F96531">
      <w:r>
        <w:t>279.9302</w:t>
      </w:r>
      <w:r>
        <w:tab/>
        <w:t>2.025e0</w:t>
      </w:r>
    </w:p>
    <w:p w:rsidR="00F96531" w:rsidRDefault="00F96531" w:rsidP="00F96531">
      <w:r>
        <w:t>279.9432</w:t>
      </w:r>
      <w:r>
        <w:tab/>
        <w:t>3.038e0</w:t>
      </w:r>
    </w:p>
    <w:p w:rsidR="00F96531" w:rsidRDefault="00F96531" w:rsidP="00F96531">
      <w:r>
        <w:t>279.9646</w:t>
      </w:r>
      <w:r>
        <w:tab/>
        <w:t>1.013e0</w:t>
      </w:r>
    </w:p>
    <w:p w:rsidR="00F96531" w:rsidRDefault="00F96531" w:rsidP="00F96531">
      <w:r>
        <w:t>279.9766</w:t>
      </w:r>
      <w:r>
        <w:tab/>
        <w:t>2.025e0</w:t>
      </w:r>
    </w:p>
    <w:p w:rsidR="00F96531" w:rsidRDefault="00F96531" w:rsidP="00F96531">
      <w:r>
        <w:t>279.9867</w:t>
      </w:r>
      <w:r>
        <w:tab/>
        <w:t>2.025e0</w:t>
      </w:r>
    </w:p>
    <w:p w:rsidR="00F96531" w:rsidRDefault="00F96531" w:rsidP="00F96531">
      <w:r>
        <w:t>279.9926</w:t>
      </w:r>
      <w:r>
        <w:tab/>
        <w:t>2.025e0</w:t>
      </w:r>
    </w:p>
    <w:p w:rsidR="00F96531" w:rsidRDefault="00F96531" w:rsidP="00F96531">
      <w:r>
        <w:lastRenderedPageBreak/>
        <w:t>280.0273</w:t>
      </w:r>
      <w:r>
        <w:tab/>
        <w:t>1.013e0</w:t>
      </w:r>
    </w:p>
    <w:p w:rsidR="00F96531" w:rsidRDefault="00F96531" w:rsidP="00F96531">
      <w:r>
        <w:t>280.0284</w:t>
      </w:r>
      <w:r>
        <w:tab/>
        <w:t>2.025e0</w:t>
      </w:r>
    </w:p>
    <w:p w:rsidR="00F96531" w:rsidRDefault="00F96531" w:rsidP="00F96531">
      <w:r>
        <w:t>280.0307</w:t>
      </w:r>
      <w:r>
        <w:tab/>
        <w:t>2.025e0</w:t>
      </w:r>
    </w:p>
    <w:p w:rsidR="00F96531" w:rsidRDefault="00F96531" w:rsidP="00F96531">
      <w:r>
        <w:t>280.0397</w:t>
      </w:r>
      <w:r>
        <w:tab/>
        <w:t>4.051e0</w:t>
      </w:r>
    </w:p>
    <w:p w:rsidR="00F96531" w:rsidRDefault="00F96531" w:rsidP="00F96531">
      <w:r>
        <w:t>280.0574</w:t>
      </w:r>
      <w:r>
        <w:tab/>
        <w:t>1.013e0</w:t>
      </w:r>
    </w:p>
    <w:p w:rsidR="00F96531" w:rsidRDefault="00F96531" w:rsidP="00F96531">
      <w:r>
        <w:t>280.0763</w:t>
      </w:r>
      <w:r>
        <w:tab/>
        <w:t>3.038e0</w:t>
      </w:r>
    </w:p>
    <w:p w:rsidR="00F96531" w:rsidRDefault="00F96531" w:rsidP="00F96531">
      <w:r>
        <w:t>280.0867</w:t>
      </w:r>
      <w:r>
        <w:tab/>
        <w:t>2.025e0</w:t>
      </w:r>
    </w:p>
    <w:p w:rsidR="00F96531" w:rsidRDefault="00F96531" w:rsidP="00F96531">
      <w:r>
        <w:t>280.0912</w:t>
      </w:r>
      <w:r>
        <w:tab/>
        <w:t>4.051e0</w:t>
      </w:r>
    </w:p>
    <w:p w:rsidR="00F96531" w:rsidRDefault="00F96531" w:rsidP="00F96531">
      <w:r>
        <w:t>280.0974</w:t>
      </w:r>
      <w:r>
        <w:tab/>
        <w:t>3.869e0</w:t>
      </w:r>
    </w:p>
    <w:p w:rsidR="00F96531" w:rsidRDefault="00F96531" w:rsidP="00F96531">
      <w:r>
        <w:t>280.0987</w:t>
      </w:r>
      <w:r>
        <w:tab/>
        <w:t>2.025e0</w:t>
      </w:r>
    </w:p>
    <w:p w:rsidR="00F96531" w:rsidRDefault="00F96531" w:rsidP="00F96531">
      <w:r>
        <w:t>280.1014</w:t>
      </w:r>
      <w:r>
        <w:tab/>
        <w:t>1.013e0</w:t>
      </w:r>
    </w:p>
    <w:p w:rsidR="00F96531" w:rsidRDefault="00F96531" w:rsidP="00F96531">
      <w:r>
        <w:t>280.1176</w:t>
      </w:r>
      <w:r>
        <w:tab/>
        <w:t>2.025e0</w:t>
      </w:r>
    </w:p>
    <w:p w:rsidR="00F96531" w:rsidRDefault="00F96531" w:rsidP="00F96531">
      <w:r>
        <w:t>280.1193</w:t>
      </w:r>
      <w:r>
        <w:tab/>
        <w:t>2.025e0</w:t>
      </w:r>
    </w:p>
    <w:p w:rsidR="00F96531" w:rsidRDefault="00F96531" w:rsidP="00F96531">
      <w:r>
        <w:t>280.1316</w:t>
      </w:r>
      <w:r>
        <w:tab/>
        <w:t>4.051e0</w:t>
      </w:r>
    </w:p>
    <w:p w:rsidR="00F96531" w:rsidRDefault="00F96531" w:rsidP="00F96531">
      <w:r>
        <w:t>280.1404</w:t>
      </w:r>
      <w:r>
        <w:tab/>
        <w:t>4.993e0</w:t>
      </w:r>
    </w:p>
    <w:p w:rsidR="00F96531" w:rsidRDefault="00F96531" w:rsidP="00F96531">
      <w:r>
        <w:t>280.1512</w:t>
      </w:r>
      <w:r>
        <w:tab/>
        <w:t>6.076e0</w:t>
      </w:r>
    </w:p>
    <w:p w:rsidR="00F96531" w:rsidRDefault="00F96531" w:rsidP="00F96531">
      <w:r>
        <w:t>280.1671</w:t>
      </w:r>
      <w:r>
        <w:tab/>
        <w:t>4.704e0</w:t>
      </w:r>
    </w:p>
    <w:p w:rsidR="00F96531" w:rsidRDefault="00F96531" w:rsidP="00F96531">
      <w:r>
        <w:t>280.1730</w:t>
      </w:r>
      <w:r>
        <w:tab/>
        <w:t>4.051e0</w:t>
      </w:r>
    </w:p>
    <w:p w:rsidR="00F96531" w:rsidRDefault="00F96531" w:rsidP="00F96531">
      <w:r>
        <w:t>280.1746</w:t>
      </w:r>
      <w:r>
        <w:tab/>
        <w:t>2.025e0</w:t>
      </w:r>
    </w:p>
    <w:p w:rsidR="00F96531" w:rsidRDefault="00F96531" w:rsidP="00F96531">
      <w:r>
        <w:lastRenderedPageBreak/>
        <w:t>280.1798</w:t>
      </w:r>
      <w:r>
        <w:tab/>
        <w:t>7.089e0</w:t>
      </w:r>
    </w:p>
    <w:p w:rsidR="00F96531" w:rsidRDefault="00F96531" w:rsidP="00F96531">
      <w:r>
        <w:t>280.2026</w:t>
      </w:r>
      <w:r>
        <w:tab/>
        <w:t>4.051e0</w:t>
      </w:r>
    </w:p>
    <w:p w:rsidR="00F96531" w:rsidRDefault="00F96531" w:rsidP="00F96531">
      <w:r>
        <w:t>280.2038</w:t>
      </w:r>
      <w:r>
        <w:tab/>
        <w:t>2.025e0</w:t>
      </w:r>
    </w:p>
    <w:p w:rsidR="00F96531" w:rsidRDefault="00F96531" w:rsidP="00F96531">
      <w:r>
        <w:t>280.2153</w:t>
      </w:r>
      <w:r>
        <w:tab/>
        <w:t>1.013e0</w:t>
      </w:r>
    </w:p>
    <w:p w:rsidR="00F96531" w:rsidRDefault="00F96531" w:rsidP="00F96531">
      <w:r>
        <w:t>280.2233</w:t>
      </w:r>
      <w:r>
        <w:tab/>
        <w:t>1.013e0</w:t>
      </w:r>
    </w:p>
    <w:p w:rsidR="00F96531" w:rsidRDefault="00F96531" w:rsidP="00F96531">
      <w:r>
        <w:t>280.2311</w:t>
      </w:r>
      <w:r>
        <w:tab/>
        <w:t>3.038e0</w:t>
      </w:r>
    </w:p>
    <w:p w:rsidR="00F96531" w:rsidRDefault="00F96531" w:rsidP="00F96531">
      <w:r>
        <w:t>280.2625</w:t>
      </w:r>
      <w:r>
        <w:tab/>
        <w:t>1.013e0</w:t>
      </w:r>
    </w:p>
    <w:p w:rsidR="00F96531" w:rsidRDefault="00F96531" w:rsidP="00F96531">
      <w:r>
        <w:t>280.2710</w:t>
      </w:r>
      <w:r>
        <w:tab/>
        <w:t>2.025e0</w:t>
      </w:r>
    </w:p>
    <w:p w:rsidR="00F96531" w:rsidRDefault="00F96531" w:rsidP="00F96531">
      <w:r>
        <w:t>280.2723</w:t>
      </w:r>
      <w:r>
        <w:tab/>
        <w:t>2.025e0</w:t>
      </w:r>
    </w:p>
    <w:p w:rsidR="00F96531" w:rsidRDefault="00F96531" w:rsidP="00F96531">
      <w:r>
        <w:t>280.2968</w:t>
      </w:r>
      <w:r>
        <w:tab/>
        <w:t>1.013e0</w:t>
      </w:r>
    </w:p>
    <w:p w:rsidR="00F96531" w:rsidRDefault="00F96531" w:rsidP="00F96531">
      <w:r>
        <w:t>280.3121</w:t>
      </w:r>
      <w:r>
        <w:tab/>
        <w:t>1.013e0</w:t>
      </w:r>
    </w:p>
    <w:p w:rsidR="00F96531" w:rsidRDefault="00F96531" w:rsidP="00F96531">
      <w:r>
        <w:t>280.3380</w:t>
      </w:r>
      <w:r>
        <w:tab/>
        <w:t>1.013e0</w:t>
      </w:r>
    </w:p>
    <w:p w:rsidR="00F96531" w:rsidRDefault="00F96531" w:rsidP="00F96531">
      <w:r>
        <w:t>280.3443</w:t>
      </w:r>
      <w:r>
        <w:tab/>
        <w:t>1.013e0</w:t>
      </w:r>
    </w:p>
    <w:p w:rsidR="00F96531" w:rsidRDefault="00F96531" w:rsidP="00F96531">
      <w:r>
        <w:t>280.3788</w:t>
      </w:r>
      <w:r>
        <w:tab/>
        <w:t>1.013e0</w:t>
      </w:r>
    </w:p>
    <w:p w:rsidR="00F96531" w:rsidRDefault="00F96531" w:rsidP="00F96531">
      <w:r>
        <w:t>280.3907</w:t>
      </w:r>
      <w:r>
        <w:tab/>
        <w:t>1.013e0</w:t>
      </w:r>
    </w:p>
    <w:p w:rsidR="00F96531" w:rsidRDefault="00F96531" w:rsidP="00F96531">
      <w:r>
        <w:t>280.4060</w:t>
      </w:r>
      <w:r>
        <w:tab/>
        <w:t>1.013e0</w:t>
      </w:r>
    </w:p>
    <w:p w:rsidR="00F96531" w:rsidRDefault="00F96531" w:rsidP="00F96531">
      <w:r>
        <w:t>280.4260</w:t>
      </w:r>
      <w:r>
        <w:tab/>
        <w:t>1.013e0</w:t>
      </w:r>
    </w:p>
    <w:p w:rsidR="00F96531" w:rsidRDefault="00F96531" w:rsidP="00F96531">
      <w:r>
        <w:t>280.4534</w:t>
      </w:r>
      <w:r>
        <w:tab/>
        <w:t>2.025e0</w:t>
      </w:r>
    </w:p>
    <w:p w:rsidR="00F96531" w:rsidRDefault="00F96531" w:rsidP="00F96531">
      <w:r>
        <w:t>280.4588</w:t>
      </w:r>
      <w:r>
        <w:tab/>
        <w:t>4.051e0</w:t>
      </w:r>
    </w:p>
    <w:p w:rsidR="00F96531" w:rsidRDefault="00F96531" w:rsidP="00F96531">
      <w:r>
        <w:lastRenderedPageBreak/>
        <w:t>280.4888</w:t>
      </w:r>
      <w:r>
        <w:tab/>
        <w:t>1.013e0</w:t>
      </w:r>
    </w:p>
    <w:p w:rsidR="00F96531" w:rsidRDefault="00F96531" w:rsidP="00F96531">
      <w:r>
        <w:t>280.5077</w:t>
      </w:r>
      <w:r>
        <w:tab/>
        <w:t>1.013e0</w:t>
      </w:r>
    </w:p>
    <w:p w:rsidR="00F96531" w:rsidRDefault="00F96531" w:rsidP="00F96531">
      <w:r>
        <w:t>280.5241</w:t>
      </w:r>
      <w:r>
        <w:tab/>
        <w:t>1.013e0</w:t>
      </w:r>
    </w:p>
    <w:p w:rsidR="00F96531" w:rsidRDefault="00F96531" w:rsidP="00F96531">
      <w:r>
        <w:t>280.5325</w:t>
      </w:r>
      <w:r>
        <w:tab/>
        <w:t>2.025e0</w:t>
      </w:r>
    </w:p>
    <w:p w:rsidR="00F96531" w:rsidRDefault="00F96531" w:rsidP="00F96531">
      <w:r>
        <w:t>280.5347</w:t>
      </w:r>
      <w:r>
        <w:tab/>
        <w:t>1.013e0</w:t>
      </w:r>
    </w:p>
    <w:p w:rsidR="00F96531" w:rsidRDefault="00F96531" w:rsidP="00F96531">
      <w:r>
        <w:t>280.5473</w:t>
      </w:r>
      <w:r>
        <w:tab/>
        <w:t>1.013e0</w:t>
      </w:r>
    </w:p>
    <w:p w:rsidR="00F96531" w:rsidRDefault="00F96531" w:rsidP="00F96531">
      <w:r>
        <w:t>280.5555</w:t>
      </w:r>
      <w:r>
        <w:tab/>
        <w:t>1.013e0</w:t>
      </w:r>
    </w:p>
    <w:p w:rsidR="00F96531" w:rsidRDefault="00F96531" w:rsidP="00F96531">
      <w:r>
        <w:t>280.5656</w:t>
      </w:r>
      <w:r>
        <w:tab/>
        <w:t>1.013e0</w:t>
      </w:r>
    </w:p>
    <w:p w:rsidR="00F96531" w:rsidRDefault="00F96531" w:rsidP="00F96531">
      <w:r>
        <w:t>280.5787</w:t>
      </w:r>
      <w:r>
        <w:tab/>
        <w:t>1.013e0</w:t>
      </w:r>
    </w:p>
    <w:p w:rsidR="00F96531" w:rsidRDefault="00F96531" w:rsidP="00F96531">
      <w:r>
        <w:t>280.5868</w:t>
      </w:r>
      <w:r>
        <w:tab/>
        <w:t>1.013e0</w:t>
      </w:r>
    </w:p>
    <w:p w:rsidR="00F96531" w:rsidRDefault="00F96531" w:rsidP="00F96531">
      <w:r>
        <w:t>280.5919</w:t>
      </w:r>
      <w:r>
        <w:tab/>
        <w:t>1.013e0</w:t>
      </w:r>
    </w:p>
    <w:p w:rsidR="00F96531" w:rsidRDefault="00F96531" w:rsidP="00F96531">
      <w:r>
        <w:t>280.6621</w:t>
      </w:r>
      <w:r>
        <w:tab/>
        <w:t>1.013e0</w:t>
      </w:r>
    </w:p>
    <w:p w:rsidR="00F96531" w:rsidRDefault="00F96531" w:rsidP="00F96531">
      <w:r>
        <w:t>280.6634</w:t>
      </w:r>
      <w:r>
        <w:tab/>
        <w:t>1.013e0</w:t>
      </w:r>
    </w:p>
    <w:p w:rsidR="00F96531" w:rsidRDefault="00F96531" w:rsidP="00F96531">
      <w:r>
        <w:t>280.6780</w:t>
      </w:r>
      <w:r>
        <w:tab/>
        <w:t>1.013e0</w:t>
      </w:r>
    </w:p>
    <w:p w:rsidR="00F96531" w:rsidRDefault="00F96531" w:rsidP="00F96531">
      <w:r>
        <w:t>280.7161</w:t>
      </w:r>
      <w:r>
        <w:tab/>
        <w:t>1.013e0</w:t>
      </w:r>
    </w:p>
    <w:p w:rsidR="00F96531" w:rsidRDefault="00F96531" w:rsidP="00F96531">
      <w:r>
        <w:t>280.7173</w:t>
      </w:r>
      <w:r>
        <w:tab/>
        <w:t>1.013e0</w:t>
      </w:r>
    </w:p>
    <w:p w:rsidR="00F96531" w:rsidRDefault="00F96531" w:rsidP="00F96531">
      <w:r>
        <w:t>280.7354</w:t>
      </w:r>
      <w:r>
        <w:tab/>
        <w:t>1.013e0</w:t>
      </w:r>
    </w:p>
    <w:p w:rsidR="00F96531" w:rsidRDefault="00F96531" w:rsidP="00F96531">
      <w:r>
        <w:t>280.7474</w:t>
      </w:r>
      <w:r>
        <w:tab/>
        <w:t>1.013e0</w:t>
      </w:r>
    </w:p>
    <w:p w:rsidR="00F96531" w:rsidRDefault="00F96531" w:rsidP="00F96531">
      <w:r>
        <w:t>280.7651</w:t>
      </w:r>
      <w:r>
        <w:tab/>
        <w:t>1.013e0</w:t>
      </w:r>
    </w:p>
    <w:p w:rsidR="00F96531" w:rsidRDefault="00F96531" w:rsidP="00F96531">
      <w:r>
        <w:lastRenderedPageBreak/>
        <w:t>280.7703</w:t>
      </w:r>
      <w:r>
        <w:tab/>
        <w:t>1.013e0</w:t>
      </w:r>
    </w:p>
    <w:p w:rsidR="00F96531" w:rsidRDefault="00F96531" w:rsidP="00F96531">
      <w:r>
        <w:t>280.7761</w:t>
      </w:r>
      <w:r>
        <w:tab/>
        <w:t>1.013e0</w:t>
      </w:r>
    </w:p>
    <w:p w:rsidR="00F96531" w:rsidRDefault="00F96531" w:rsidP="00F96531">
      <w:r>
        <w:t>280.8024</w:t>
      </w:r>
      <w:r>
        <w:tab/>
        <w:t>1.013e0</w:t>
      </w:r>
    </w:p>
    <w:p w:rsidR="00F96531" w:rsidRDefault="00F96531" w:rsidP="00F96531">
      <w:r>
        <w:t>280.8195</w:t>
      </w:r>
      <w:r>
        <w:tab/>
        <w:t>1.013e0</w:t>
      </w:r>
    </w:p>
    <w:p w:rsidR="00F96531" w:rsidRDefault="00F96531" w:rsidP="00F96531">
      <w:r>
        <w:t>280.8233</w:t>
      </w:r>
      <w:r>
        <w:tab/>
        <w:t>1.013e0</w:t>
      </w:r>
    </w:p>
    <w:p w:rsidR="00F96531" w:rsidRDefault="00F96531" w:rsidP="00F96531">
      <w:r>
        <w:t>280.8496</w:t>
      </w:r>
      <w:r>
        <w:tab/>
        <w:t>1.013e0</w:t>
      </w:r>
    </w:p>
    <w:p w:rsidR="00F96531" w:rsidRDefault="00F96531" w:rsidP="00F96531">
      <w:r>
        <w:t>280.8548</w:t>
      </w:r>
      <w:r>
        <w:tab/>
        <w:t>1.013e0</w:t>
      </w:r>
    </w:p>
    <w:p w:rsidR="00F96531" w:rsidRDefault="00F96531" w:rsidP="00F96531">
      <w:r>
        <w:t>280.8681</w:t>
      </w:r>
      <w:r>
        <w:tab/>
        <w:t>1.013e0</w:t>
      </w:r>
    </w:p>
    <w:p w:rsidR="00F96531" w:rsidRDefault="00F96531" w:rsidP="00F96531">
      <w:r>
        <w:t>280.8978</w:t>
      </w:r>
      <w:r>
        <w:tab/>
        <w:t>2.025e0</w:t>
      </w:r>
    </w:p>
    <w:p w:rsidR="00F96531" w:rsidRDefault="00F96531" w:rsidP="00F96531">
      <w:r>
        <w:t>280.9122</w:t>
      </w:r>
      <w:r>
        <w:tab/>
        <w:t>1.013e0</w:t>
      </w:r>
    </w:p>
    <w:p w:rsidR="00F96531" w:rsidRDefault="00F96531" w:rsidP="00F96531">
      <w:r>
        <w:t>280.9300</w:t>
      </w:r>
      <w:r>
        <w:tab/>
        <w:t>1.013e0</w:t>
      </w:r>
    </w:p>
    <w:p w:rsidR="00F96531" w:rsidRDefault="00F96531" w:rsidP="00F96531">
      <w:r>
        <w:t>280.9435</w:t>
      </w:r>
      <w:r>
        <w:tab/>
        <w:t>1.013e0</w:t>
      </w:r>
    </w:p>
    <w:p w:rsidR="00F96531" w:rsidRDefault="00F96531" w:rsidP="00F96531">
      <w:r>
        <w:t>280.9516</w:t>
      </w:r>
      <w:r>
        <w:tab/>
        <w:t>1.013e0</w:t>
      </w:r>
    </w:p>
    <w:p w:rsidR="00F96531" w:rsidRDefault="00F96531" w:rsidP="00F96531">
      <w:r>
        <w:t>280.9529</w:t>
      </w:r>
      <w:r>
        <w:tab/>
        <w:t>1.013e0</w:t>
      </w:r>
    </w:p>
    <w:p w:rsidR="00F96531" w:rsidRDefault="00F96531" w:rsidP="00F96531">
      <w:r>
        <w:t>280.9654</w:t>
      </w:r>
      <w:r>
        <w:tab/>
        <w:t>2.025e0</w:t>
      </w:r>
    </w:p>
    <w:p w:rsidR="00F96531" w:rsidRDefault="00F96531" w:rsidP="00F96531">
      <w:r>
        <w:t>280.9873</w:t>
      </w:r>
      <w:r>
        <w:tab/>
        <w:t>2.025e0</w:t>
      </w:r>
    </w:p>
    <w:p w:rsidR="00F96531" w:rsidRDefault="00F96531" w:rsidP="00F96531">
      <w:r>
        <w:t>280.9969</w:t>
      </w:r>
      <w:r>
        <w:tab/>
        <w:t>1.013e0</w:t>
      </w:r>
    </w:p>
    <w:p w:rsidR="00F96531" w:rsidRDefault="00F96531" w:rsidP="00F96531">
      <w:r>
        <w:t>280.9982</w:t>
      </w:r>
      <w:r>
        <w:tab/>
        <w:t>1.013e0</w:t>
      </w:r>
    </w:p>
    <w:p w:rsidR="00F96531" w:rsidRDefault="00F96531" w:rsidP="00F96531">
      <w:r>
        <w:t>281.0279</w:t>
      </w:r>
      <w:r>
        <w:tab/>
        <w:t>1.013e0</w:t>
      </w:r>
    </w:p>
    <w:p w:rsidR="00F96531" w:rsidRDefault="00F96531" w:rsidP="00F96531">
      <w:r>
        <w:lastRenderedPageBreak/>
        <w:t>281.0388</w:t>
      </w:r>
      <w:r>
        <w:tab/>
        <w:t>4.051e0</w:t>
      </w:r>
    </w:p>
    <w:p w:rsidR="00F96531" w:rsidRDefault="00F96531" w:rsidP="00F96531">
      <w:r>
        <w:t>281.0527</w:t>
      </w:r>
      <w:r>
        <w:tab/>
        <w:t>2.025e0</w:t>
      </w:r>
    </w:p>
    <w:p w:rsidR="00F96531" w:rsidRDefault="00F96531" w:rsidP="00F96531">
      <w:r>
        <w:t>281.0549</w:t>
      </w:r>
      <w:r>
        <w:tab/>
        <w:t>2.025e0</w:t>
      </w:r>
    </w:p>
    <w:p w:rsidR="00F96531" w:rsidRDefault="00F96531" w:rsidP="00F96531">
      <w:r>
        <w:t>281.0839</w:t>
      </w:r>
      <w:r>
        <w:tab/>
        <w:t>3.038e0</w:t>
      </w:r>
    </w:p>
    <w:p w:rsidR="00F96531" w:rsidRDefault="00F96531" w:rsidP="00F96531">
      <w:r>
        <w:t>281.0896</w:t>
      </w:r>
      <w:r>
        <w:tab/>
        <w:t>2.980e0</w:t>
      </w:r>
    </w:p>
    <w:p w:rsidR="00F96531" w:rsidRDefault="00F96531" w:rsidP="00F96531">
      <w:r>
        <w:t>281.0910</w:t>
      </w:r>
      <w:r>
        <w:tab/>
        <w:t>2.025e0</w:t>
      </w:r>
    </w:p>
    <w:p w:rsidR="00F96531" w:rsidRDefault="00F96531" w:rsidP="00F96531">
      <w:r>
        <w:t>281.0959</w:t>
      </w:r>
      <w:r>
        <w:tab/>
        <w:t>5.063e0</w:t>
      </w:r>
    </w:p>
    <w:p w:rsidR="00F96531" w:rsidRDefault="00F96531" w:rsidP="00F96531">
      <w:r>
        <w:t>281.1023</w:t>
      </w:r>
      <w:r>
        <w:tab/>
        <w:t>4.733e0</w:t>
      </w:r>
    </w:p>
    <w:p w:rsidR="00F96531" w:rsidRDefault="00F96531" w:rsidP="00F96531">
      <w:r>
        <w:t>281.1176</w:t>
      </w:r>
      <w:r>
        <w:tab/>
        <w:t>1.013e0</w:t>
      </w:r>
    </w:p>
    <w:p w:rsidR="00F96531" w:rsidRDefault="00F96531" w:rsidP="00F96531">
      <w:r>
        <w:t>281.1310</w:t>
      </w:r>
      <w:r>
        <w:tab/>
        <w:t>1.013e0</w:t>
      </w:r>
    </w:p>
    <w:p w:rsidR="00F96531" w:rsidRDefault="00F96531" w:rsidP="00F96531">
      <w:r>
        <w:t>281.1351</w:t>
      </w:r>
      <w:r>
        <w:tab/>
        <w:t>3.978e0</w:t>
      </w:r>
    </w:p>
    <w:p w:rsidR="00F96531" w:rsidRDefault="00F96531" w:rsidP="00F96531">
      <w:r>
        <w:t>281.1440</w:t>
      </w:r>
      <w:r>
        <w:tab/>
        <w:t>3.038e0</w:t>
      </w:r>
    </w:p>
    <w:p w:rsidR="00F96531" w:rsidRDefault="00F96531" w:rsidP="00F96531">
      <w:r>
        <w:t>281.1562</w:t>
      </w:r>
      <w:r>
        <w:tab/>
        <w:t>4.051e0</w:t>
      </w:r>
    </w:p>
    <w:p w:rsidR="00F96531" w:rsidRDefault="00F96531" w:rsidP="00F96531">
      <w:r>
        <w:t>281.1636</w:t>
      </w:r>
      <w:r>
        <w:tab/>
        <w:t>2.565e0</w:t>
      </w:r>
    </w:p>
    <w:p w:rsidR="00F96531" w:rsidRDefault="00F96531" w:rsidP="00F96531">
      <w:r>
        <w:t>281.1700</w:t>
      </w:r>
      <w:r>
        <w:tab/>
        <w:t>2.025e0</w:t>
      </w:r>
    </w:p>
    <w:p w:rsidR="00F96531" w:rsidRDefault="00F96531" w:rsidP="00F96531">
      <w:r>
        <w:t>281.1783</w:t>
      </w:r>
      <w:r>
        <w:tab/>
        <w:t>2.025e0</w:t>
      </w:r>
    </w:p>
    <w:p w:rsidR="00F96531" w:rsidRDefault="00F96531" w:rsidP="00F96531">
      <w:r>
        <w:t>281.2043</w:t>
      </w:r>
      <w:r>
        <w:tab/>
        <w:t>3.021e0</w:t>
      </w:r>
    </w:p>
    <w:p w:rsidR="00F96531" w:rsidRDefault="00F96531" w:rsidP="00F96531">
      <w:r>
        <w:t>281.2117</w:t>
      </w:r>
      <w:r>
        <w:tab/>
        <w:t>1.013e0</w:t>
      </w:r>
    </w:p>
    <w:p w:rsidR="00F96531" w:rsidRDefault="00F96531" w:rsidP="00F96531">
      <w:r>
        <w:t>281.2351</w:t>
      </w:r>
      <w:r>
        <w:tab/>
        <w:t>1.013e0</w:t>
      </w:r>
    </w:p>
    <w:p w:rsidR="00F96531" w:rsidRDefault="00F96531" w:rsidP="00F96531">
      <w:r>
        <w:lastRenderedPageBreak/>
        <w:t>281.2390</w:t>
      </w:r>
      <w:r>
        <w:tab/>
        <w:t>2.025e0</w:t>
      </w:r>
    </w:p>
    <w:p w:rsidR="00F96531" w:rsidRDefault="00F96531" w:rsidP="00F96531">
      <w:r>
        <w:t>281.2611</w:t>
      </w:r>
      <w:r>
        <w:tab/>
        <w:t>1.013e0</w:t>
      </w:r>
    </w:p>
    <w:p w:rsidR="00F96531" w:rsidRDefault="00F96531" w:rsidP="00F96531">
      <w:r>
        <w:t>281.2732</w:t>
      </w:r>
      <w:r>
        <w:tab/>
        <w:t>1.013e0</w:t>
      </w:r>
    </w:p>
    <w:p w:rsidR="00F96531" w:rsidRDefault="00F96531" w:rsidP="00F96531">
      <w:r>
        <w:t>281.2972</w:t>
      </w:r>
      <w:r>
        <w:tab/>
        <w:t>1.013e0</w:t>
      </w:r>
    </w:p>
    <w:p w:rsidR="00F96531" w:rsidRDefault="00F96531" w:rsidP="00F96531">
      <w:r>
        <w:t>281.3086</w:t>
      </w:r>
      <w:r>
        <w:tab/>
        <w:t>1.013e0</w:t>
      </w:r>
    </w:p>
    <w:p w:rsidR="00F96531" w:rsidRDefault="00F96531" w:rsidP="00F96531">
      <w:r>
        <w:t>281.3282</w:t>
      </w:r>
      <w:r>
        <w:tab/>
        <w:t>1.013e0</w:t>
      </w:r>
    </w:p>
    <w:p w:rsidR="00F96531" w:rsidRDefault="00F96531" w:rsidP="00F96531">
      <w:r>
        <w:t>281.3359</w:t>
      </w:r>
      <w:r>
        <w:tab/>
        <w:t>1.013e0</w:t>
      </w:r>
    </w:p>
    <w:p w:rsidR="00F96531" w:rsidRDefault="00F96531" w:rsidP="00F96531">
      <w:r>
        <w:t>281.3940</w:t>
      </w:r>
      <w:r>
        <w:tab/>
        <w:t>1.013e0</w:t>
      </w:r>
    </w:p>
    <w:p w:rsidR="00F96531" w:rsidRDefault="00F96531" w:rsidP="00F96531">
      <w:r>
        <w:t>281.4340</w:t>
      </w:r>
      <w:r>
        <w:tab/>
        <w:t>1.013e0</w:t>
      </w:r>
    </w:p>
    <w:p w:rsidR="00F96531" w:rsidRDefault="00F96531" w:rsidP="00F96531">
      <w:r>
        <w:t>281.4520</w:t>
      </w:r>
      <w:r>
        <w:tab/>
        <w:t>1.013e0</w:t>
      </w:r>
    </w:p>
    <w:p w:rsidR="00F96531" w:rsidRDefault="00F96531" w:rsidP="00F96531">
      <w:r>
        <w:t>281.4654</w:t>
      </w:r>
      <w:r>
        <w:tab/>
        <w:t>1.013e0</w:t>
      </w:r>
    </w:p>
    <w:p w:rsidR="00F96531" w:rsidRDefault="00F96531" w:rsidP="00F96531">
      <w:r>
        <w:t>281.4694</w:t>
      </w:r>
      <w:r>
        <w:tab/>
        <w:t>1.013e0</w:t>
      </w:r>
    </w:p>
    <w:p w:rsidR="00F96531" w:rsidRDefault="00F96531" w:rsidP="00F96531">
      <w:r>
        <w:t>281.4980</w:t>
      </w:r>
      <w:r>
        <w:tab/>
        <w:t>1.013e0</w:t>
      </w:r>
    </w:p>
    <w:p w:rsidR="00F96531" w:rsidRDefault="00F96531" w:rsidP="00F96531">
      <w:r>
        <w:t>281.5152</w:t>
      </w:r>
      <w:r>
        <w:tab/>
        <w:t>2.025e0</w:t>
      </w:r>
    </w:p>
    <w:p w:rsidR="00F96531" w:rsidRDefault="00F96531" w:rsidP="00F96531">
      <w:r>
        <w:t>281.5258</w:t>
      </w:r>
      <w:r>
        <w:tab/>
        <w:t>3.038e0</w:t>
      </w:r>
    </w:p>
    <w:p w:rsidR="00F96531" w:rsidRDefault="00F96531" w:rsidP="00F96531">
      <w:r>
        <w:t>281.5283</w:t>
      </w:r>
      <w:r>
        <w:tab/>
        <w:t>2.025e0</w:t>
      </w:r>
    </w:p>
    <w:p w:rsidR="00F96531" w:rsidRDefault="00F96531" w:rsidP="00F96531">
      <w:r>
        <w:t>281.5333</w:t>
      </w:r>
      <w:r>
        <w:tab/>
        <w:t>1.013e0</w:t>
      </w:r>
    </w:p>
    <w:p w:rsidR="00F96531" w:rsidRDefault="00F96531" w:rsidP="00F96531">
      <w:r>
        <w:t>281.5489</w:t>
      </w:r>
      <w:r>
        <w:tab/>
        <w:t>1.013e0</w:t>
      </w:r>
    </w:p>
    <w:p w:rsidR="00F96531" w:rsidRDefault="00F96531" w:rsidP="00F96531">
      <w:r>
        <w:t>281.5647</w:t>
      </w:r>
      <w:r>
        <w:tab/>
        <w:t>1.013e0</w:t>
      </w:r>
    </w:p>
    <w:p w:rsidR="00F96531" w:rsidRDefault="00F96531" w:rsidP="00F96531">
      <w:r>
        <w:lastRenderedPageBreak/>
        <w:t>281.5762</w:t>
      </w:r>
      <w:r>
        <w:tab/>
        <w:t>3.038e0</w:t>
      </w:r>
    </w:p>
    <w:p w:rsidR="00F96531" w:rsidRDefault="00F96531" w:rsidP="00F96531">
      <w:r>
        <w:t>281.5852</w:t>
      </w:r>
      <w:r>
        <w:tab/>
        <w:t>2.025e0</w:t>
      </w:r>
    </w:p>
    <w:p w:rsidR="00F96531" w:rsidRDefault="00F96531" w:rsidP="00F96531">
      <w:r>
        <w:t>281.5864</w:t>
      </w:r>
      <w:r>
        <w:tab/>
        <w:t>2.025e0</w:t>
      </w:r>
    </w:p>
    <w:p w:rsidR="00F96531" w:rsidRDefault="00F96531" w:rsidP="00F96531">
      <w:r>
        <w:t>281.5949</w:t>
      </w:r>
      <w:r>
        <w:tab/>
        <w:t>1.013e0</w:t>
      </w:r>
    </w:p>
    <w:p w:rsidR="00F96531" w:rsidRDefault="00F96531" w:rsidP="00F96531">
      <w:r>
        <w:t>281.6029</w:t>
      </w:r>
      <w:r>
        <w:tab/>
        <w:t>1.013e0</w:t>
      </w:r>
    </w:p>
    <w:p w:rsidR="00F96531" w:rsidRDefault="00F96531" w:rsidP="00F96531">
      <w:r>
        <w:t>281.6120</w:t>
      </w:r>
      <w:r>
        <w:tab/>
        <w:t>1.013e0</w:t>
      </w:r>
    </w:p>
    <w:p w:rsidR="00F96531" w:rsidRDefault="00F96531" w:rsidP="00F96531">
      <w:r>
        <w:t>281.6160</w:t>
      </w:r>
      <w:r>
        <w:tab/>
        <w:t>1.013e0</w:t>
      </w:r>
    </w:p>
    <w:p w:rsidR="00F96531" w:rsidRDefault="00F96531" w:rsidP="00F96531">
      <w:r>
        <w:t>281.6383</w:t>
      </w:r>
      <w:r>
        <w:tab/>
        <w:t>1.013e0</w:t>
      </w:r>
    </w:p>
    <w:p w:rsidR="00F96531" w:rsidRDefault="00F96531" w:rsidP="00F96531">
      <w:r>
        <w:t>281.6616</w:t>
      </w:r>
      <w:r>
        <w:tab/>
        <w:t>1.013e0</w:t>
      </w:r>
    </w:p>
    <w:p w:rsidR="00F96531" w:rsidRDefault="00F96531" w:rsidP="00F96531">
      <w:r>
        <w:t>281.6749</w:t>
      </w:r>
      <w:r>
        <w:tab/>
        <w:t>1.013e0</w:t>
      </w:r>
    </w:p>
    <w:p w:rsidR="00F96531" w:rsidRDefault="00F96531" w:rsidP="00F96531">
      <w:r>
        <w:t>281.6792</w:t>
      </w:r>
      <w:r>
        <w:tab/>
        <w:t>1.013e0</w:t>
      </w:r>
    </w:p>
    <w:p w:rsidR="00F96531" w:rsidRDefault="00F96531" w:rsidP="00F96531">
      <w:r>
        <w:t>281.6943</w:t>
      </w:r>
      <w:r>
        <w:tab/>
        <w:t>1.013e0</w:t>
      </w:r>
    </w:p>
    <w:p w:rsidR="00F96531" w:rsidRDefault="00F96531" w:rsidP="00F96531">
      <w:r>
        <w:t>281.6970</w:t>
      </w:r>
      <w:r>
        <w:tab/>
        <w:t>1.013e0</w:t>
      </w:r>
    </w:p>
    <w:p w:rsidR="00F96531" w:rsidRDefault="00F96531" w:rsidP="00F96531">
      <w:r>
        <w:t>281.7257</w:t>
      </w:r>
      <w:r>
        <w:tab/>
        <w:t>1.013e0</w:t>
      </w:r>
    </w:p>
    <w:p w:rsidR="00F96531" w:rsidRDefault="00F96531" w:rsidP="00F96531">
      <w:r>
        <w:t>281.7324</w:t>
      </w:r>
      <w:r>
        <w:tab/>
        <w:t>2.025e0</w:t>
      </w:r>
    </w:p>
    <w:p w:rsidR="00F96531" w:rsidRDefault="00F96531" w:rsidP="00F96531">
      <w:r>
        <w:t>281.7404</w:t>
      </w:r>
      <w:r>
        <w:tab/>
        <w:t>1.013e0</w:t>
      </w:r>
    </w:p>
    <w:p w:rsidR="00F96531" w:rsidRDefault="00F96531" w:rsidP="00F96531">
      <w:r>
        <w:t>281.7610</w:t>
      </w:r>
      <w:r>
        <w:tab/>
        <w:t>1.013e0</w:t>
      </w:r>
    </w:p>
    <w:p w:rsidR="00F96531" w:rsidRDefault="00F96531" w:rsidP="00F96531">
      <w:r>
        <w:t>281.7924</w:t>
      </w:r>
      <w:r>
        <w:tab/>
        <w:t>1.013e0</w:t>
      </w:r>
    </w:p>
    <w:p w:rsidR="00F96531" w:rsidRDefault="00F96531" w:rsidP="00F96531">
      <w:r>
        <w:t>281.8174</w:t>
      </w:r>
      <w:r>
        <w:tab/>
        <w:t>1.013e0</w:t>
      </w:r>
    </w:p>
    <w:p w:rsidR="00F96531" w:rsidRDefault="00F96531" w:rsidP="00F96531">
      <w:r>
        <w:lastRenderedPageBreak/>
        <w:t>281.8986</w:t>
      </w:r>
      <w:r>
        <w:tab/>
        <w:t>1.013e0</w:t>
      </w:r>
    </w:p>
    <w:p w:rsidR="00F96531" w:rsidRDefault="00F96531" w:rsidP="00F96531">
      <w:r>
        <w:t>281.9299</w:t>
      </w:r>
      <w:r>
        <w:tab/>
        <w:t>1.013e0</w:t>
      </w:r>
    </w:p>
    <w:p w:rsidR="00F96531" w:rsidRDefault="00F96531" w:rsidP="00F96531">
      <w:r>
        <w:t>281.9327</w:t>
      </w:r>
      <w:r>
        <w:tab/>
        <w:t>1.013e0</w:t>
      </w:r>
    </w:p>
    <w:p w:rsidR="00F96531" w:rsidRDefault="00F96531" w:rsidP="00F96531">
      <w:r>
        <w:t>281.9478</w:t>
      </w:r>
      <w:r>
        <w:tab/>
        <w:t>1.013e0</w:t>
      </w:r>
    </w:p>
    <w:p w:rsidR="00F96531" w:rsidRDefault="00F96531" w:rsidP="00F96531">
      <w:r>
        <w:t>281.9500</w:t>
      </w:r>
      <w:r>
        <w:tab/>
        <w:t>3.633e0</w:t>
      </w:r>
    </w:p>
    <w:p w:rsidR="00F96531" w:rsidRDefault="00F96531" w:rsidP="00F96531">
      <w:r>
        <w:t>281.9681</w:t>
      </w:r>
      <w:r>
        <w:tab/>
        <w:t>1.013e0</w:t>
      </w:r>
    </w:p>
    <w:p w:rsidR="00F96531" w:rsidRDefault="00F96531" w:rsidP="00F96531">
      <w:r>
        <w:t>281.9702</w:t>
      </w:r>
      <w:r>
        <w:tab/>
        <w:t>2.025e0</w:t>
      </w:r>
    </w:p>
    <w:p w:rsidR="00F96531" w:rsidRDefault="00F96531" w:rsidP="00F96531">
      <w:r>
        <w:t>281.9725</w:t>
      </w:r>
      <w:r>
        <w:tab/>
        <w:t>1.013e0</w:t>
      </w:r>
    </w:p>
    <w:p w:rsidR="00F96531" w:rsidRDefault="00F96531" w:rsidP="00F96531">
      <w:r>
        <w:t>281.9860</w:t>
      </w:r>
      <w:r>
        <w:tab/>
        <w:t>2.025e0</w:t>
      </w:r>
    </w:p>
    <w:p w:rsidR="00F96531" w:rsidRDefault="00F96531" w:rsidP="00F96531">
      <w:r>
        <w:t>281.9887</w:t>
      </w:r>
      <w:r>
        <w:tab/>
        <w:t>1.013e0</w:t>
      </w:r>
    </w:p>
    <w:p w:rsidR="00F96531" w:rsidRDefault="00F96531" w:rsidP="00F96531">
      <w:r>
        <w:t>282.0159</w:t>
      </w:r>
      <w:r>
        <w:tab/>
        <w:t>2.025e0</w:t>
      </w:r>
    </w:p>
    <w:p w:rsidR="00F96531" w:rsidRDefault="00F96531" w:rsidP="00F96531">
      <w:r>
        <w:t>282.0348</w:t>
      </w:r>
      <w:r>
        <w:tab/>
        <w:t>1.013e0</w:t>
      </w:r>
    </w:p>
    <w:p w:rsidR="00F96531" w:rsidRDefault="00F96531" w:rsidP="00F96531">
      <w:r>
        <w:t>282.0360</w:t>
      </w:r>
      <w:r>
        <w:tab/>
        <w:t>1.013e0</w:t>
      </w:r>
    </w:p>
    <w:p w:rsidR="00F96531" w:rsidRDefault="00F96531" w:rsidP="00F96531">
      <w:r>
        <w:t>282.0394</w:t>
      </w:r>
      <w:r>
        <w:tab/>
        <w:t>3.038e0</w:t>
      </w:r>
    </w:p>
    <w:p w:rsidR="00F96531" w:rsidRDefault="00F96531" w:rsidP="00F96531">
      <w:r>
        <w:t>282.0554</w:t>
      </w:r>
      <w:r>
        <w:tab/>
        <w:t>1.013e0</w:t>
      </w:r>
    </w:p>
    <w:p w:rsidR="00F96531" w:rsidRDefault="00F96531" w:rsidP="00F96531">
      <w:r>
        <w:t>282.0582</w:t>
      </w:r>
      <w:r>
        <w:tab/>
        <w:t>1.013e0</w:t>
      </w:r>
    </w:p>
    <w:p w:rsidR="00F96531" w:rsidRDefault="00F96531" w:rsidP="00F96531">
      <w:r>
        <w:t>282.0674</w:t>
      </w:r>
      <w:r>
        <w:tab/>
        <w:t>1.013e0</w:t>
      </w:r>
    </w:p>
    <w:p w:rsidR="00F96531" w:rsidRDefault="00F96531" w:rsidP="00F96531">
      <w:r>
        <w:t>282.0754</w:t>
      </w:r>
      <w:r>
        <w:tab/>
        <w:t>2.025e0</w:t>
      </w:r>
    </w:p>
    <w:p w:rsidR="00F96531" w:rsidRDefault="00F96531" w:rsidP="00F96531">
      <w:r>
        <w:t>282.0811</w:t>
      </w:r>
      <w:r>
        <w:tab/>
        <w:t>1.013e0</w:t>
      </w:r>
    </w:p>
    <w:p w:rsidR="00F96531" w:rsidRDefault="00F96531" w:rsidP="00F96531">
      <w:r>
        <w:lastRenderedPageBreak/>
        <w:t>282.1069</w:t>
      </w:r>
      <w:r>
        <w:tab/>
        <w:t>1.013e0</w:t>
      </w:r>
    </w:p>
    <w:p w:rsidR="00F96531" w:rsidRDefault="00F96531" w:rsidP="00F96531">
      <w:r>
        <w:t>282.1384</w:t>
      </w:r>
      <w:r>
        <w:tab/>
        <w:t>3.495e0</w:t>
      </w:r>
    </w:p>
    <w:p w:rsidR="00F96531" w:rsidRDefault="00F96531" w:rsidP="00F96531">
      <w:r>
        <w:t>282.1428</w:t>
      </w:r>
      <w:r>
        <w:tab/>
        <w:t>1.969e0</w:t>
      </w:r>
    </w:p>
    <w:p w:rsidR="00F96531" w:rsidRDefault="00F96531" w:rsidP="00F96531">
      <w:r>
        <w:t>282.1443</w:t>
      </w:r>
      <w:r>
        <w:tab/>
        <w:t>1.013e0</w:t>
      </w:r>
    </w:p>
    <w:p w:rsidR="00F96531" w:rsidRDefault="00F96531" w:rsidP="00F96531">
      <w:r>
        <w:t>282.1662</w:t>
      </w:r>
      <w:r>
        <w:tab/>
        <w:t>2.025e0</w:t>
      </w:r>
    </w:p>
    <w:p w:rsidR="00F96531" w:rsidRDefault="00F96531" w:rsidP="00F96531">
      <w:r>
        <w:t>282.1819</w:t>
      </w:r>
      <w:r>
        <w:tab/>
        <w:t>3.038e0</w:t>
      </w:r>
    </w:p>
    <w:p w:rsidR="00F96531" w:rsidRDefault="00F96531" w:rsidP="00F96531">
      <w:r>
        <w:t>282.1850</w:t>
      </w:r>
      <w:r>
        <w:tab/>
        <w:t>1.013e0</w:t>
      </w:r>
    </w:p>
    <w:p w:rsidR="00F96531" w:rsidRDefault="00F96531" w:rsidP="00F96531">
      <w:r>
        <w:t>282.1957</w:t>
      </w:r>
      <w:r>
        <w:tab/>
        <w:t>4.051e0</w:t>
      </w:r>
    </w:p>
    <w:p w:rsidR="00F96531" w:rsidRDefault="00F96531" w:rsidP="00F96531">
      <w:r>
        <w:t>282.2012</w:t>
      </w:r>
      <w:r>
        <w:tab/>
        <w:t>1.013e0</w:t>
      </w:r>
    </w:p>
    <w:p w:rsidR="00F96531" w:rsidRDefault="00F96531" w:rsidP="00F96531">
      <w:r>
        <w:t>282.2204</w:t>
      </w:r>
      <w:r>
        <w:tab/>
        <w:t>1.013e0</w:t>
      </w:r>
    </w:p>
    <w:p w:rsidR="00F96531" w:rsidRDefault="00F96531" w:rsidP="00F96531">
      <w:r>
        <w:t>282.2232</w:t>
      </w:r>
      <w:r>
        <w:tab/>
        <w:t>1.013e0</w:t>
      </w:r>
    </w:p>
    <w:p w:rsidR="00F96531" w:rsidRDefault="00F96531" w:rsidP="00F96531">
      <w:r>
        <w:t>282.2247</w:t>
      </w:r>
      <w:r>
        <w:tab/>
        <w:t>3.038e0</w:t>
      </w:r>
    </w:p>
    <w:p w:rsidR="00F96531" w:rsidRDefault="00F96531" w:rsidP="00F96531">
      <w:r>
        <w:t>282.2306</w:t>
      </w:r>
      <w:r>
        <w:tab/>
        <w:t>2.025e0</w:t>
      </w:r>
    </w:p>
    <w:p w:rsidR="00F96531" w:rsidRDefault="00F96531" w:rsidP="00F96531">
      <w:r>
        <w:t>282.2354</w:t>
      </w:r>
      <w:r>
        <w:tab/>
        <w:t>2.025e0</w:t>
      </w:r>
    </w:p>
    <w:p w:rsidR="00F96531" w:rsidRDefault="00F96531" w:rsidP="00F96531">
      <w:r>
        <w:t>282.2586</w:t>
      </w:r>
      <w:r>
        <w:tab/>
        <w:t>1.013e0</w:t>
      </w:r>
    </w:p>
    <w:p w:rsidR="00F96531" w:rsidRDefault="00F96531" w:rsidP="00F96531">
      <w:r>
        <w:t>282.2633</w:t>
      </w:r>
      <w:r>
        <w:tab/>
        <w:t>2.025e0</w:t>
      </w:r>
    </w:p>
    <w:p w:rsidR="00F96531" w:rsidRDefault="00F96531" w:rsidP="00F96531">
      <w:r>
        <w:t>282.2673</w:t>
      </w:r>
      <w:r>
        <w:tab/>
        <w:t>2.025e0</w:t>
      </w:r>
    </w:p>
    <w:p w:rsidR="00F96531" w:rsidRDefault="00F96531" w:rsidP="00F96531">
      <w:r>
        <w:t>282.2713</w:t>
      </w:r>
      <w:r>
        <w:tab/>
        <w:t>2.025e0</w:t>
      </w:r>
    </w:p>
    <w:p w:rsidR="00F96531" w:rsidRDefault="00F96531" w:rsidP="00F96531">
      <w:r>
        <w:t>282.2807</w:t>
      </w:r>
      <w:r>
        <w:tab/>
        <w:t>2.025e0</w:t>
      </w:r>
    </w:p>
    <w:p w:rsidR="00F96531" w:rsidRDefault="00F96531" w:rsidP="00F96531">
      <w:r>
        <w:lastRenderedPageBreak/>
        <w:t>282.2871</w:t>
      </w:r>
      <w:r>
        <w:tab/>
        <w:t>1.013e0</w:t>
      </w:r>
    </w:p>
    <w:p w:rsidR="00F96531" w:rsidRDefault="00F96531" w:rsidP="00F96531">
      <w:r>
        <w:t>282.3047</w:t>
      </w:r>
      <w:r>
        <w:tab/>
        <w:t>1.013e0</w:t>
      </w:r>
    </w:p>
    <w:p w:rsidR="00F96531" w:rsidRDefault="00F96531" w:rsidP="00F96531">
      <w:r>
        <w:t>282.3223</w:t>
      </w:r>
      <w:r>
        <w:tab/>
        <w:t>3.038e0</w:t>
      </w:r>
    </w:p>
    <w:p w:rsidR="00F96531" w:rsidRDefault="00F96531" w:rsidP="00F96531">
      <w:r>
        <w:t>282.3250</w:t>
      </w:r>
      <w:r>
        <w:tab/>
        <w:t>3.038e0</w:t>
      </w:r>
    </w:p>
    <w:p w:rsidR="00F96531" w:rsidRDefault="00F96531" w:rsidP="00F96531">
      <w:r>
        <w:t>282.3801</w:t>
      </w:r>
      <w:r>
        <w:tab/>
        <w:t>1.013e0</w:t>
      </w:r>
    </w:p>
    <w:p w:rsidR="00F96531" w:rsidRDefault="00F96531" w:rsidP="00F96531">
      <w:r>
        <w:t>282.3853</w:t>
      </w:r>
      <w:r>
        <w:tab/>
        <w:t>1.013e0</w:t>
      </w:r>
    </w:p>
    <w:p w:rsidR="00F96531" w:rsidRDefault="00F96531" w:rsidP="00F96531">
      <w:r>
        <w:t>282.4030</w:t>
      </w:r>
      <w:r>
        <w:tab/>
        <w:t>1.013e0</w:t>
      </w:r>
    </w:p>
    <w:p w:rsidR="00F96531" w:rsidRDefault="00F96531" w:rsidP="00F96531">
      <w:r>
        <w:t>282.4110</w:t>
      </w:r>
      <w:r>
        <w:tab/>
        <w:t>2.025e0</w:t>
      </w:r>
    </w:p>
    <w:p w:rsidR="00F96531" w:rsidRDefault="00F96531" w:rsidP="00F96531">
      <w:r>
        <w:t>282.4128</w:t>
      </w:r>
      <w:r>
        <w:tab/>
        <w:t>1.013e0</w:t>
      </w:r>
    </w:p>
    <w:p w:rsidR="00F96531" w:rsidRDefault="00F96531" w:rsidP="00F96531">
      <w:r>
        <w:t>282.4589</w:t>
      </w:r>
      <w:r>
        <w:tab/>
        <w:t>1.013e0</w:t>
      </w:r>
    </w:p>
    <w:p w:rsidR="00F96531" w:rsidRDefault="00F96531" w:rsidP="00F96531">
      <w:r>
        <w:t>282.4652</w:t>
      </w:r>
      <w:r>
        <w:tab/>
        <w:t>1.013e0</w:t>
      </w:r>
    </w:p>
    <w:p w:rsidR="00F96531" w:rsidRDefault="00F96531" w:rsidP="00F96531">
      <w:r>
        <w:t>282.4755</w:t>
      </w:r>
      <w:r>
        <w:tab/>
        <w:t>2.025e0</w:t>
      </w:r>
    </w:p>
    <w:p w:rsidR="00F96531" w:rsidRDefault="00F96531" w:rsidP="00F96531">
      <w:r>
        <w:t>282.4821</w:t>
      </w:r>
      <w:r>
        <w:tab/>
        <w:t>2.025e0</w:t>
      </w:r>
    </w:p>
    <w:p w:rsidR="00F96531" w:rsidRDefault="00F96531" w:rsidP="00F96531">
      <w:r>
        <w:t>282.4876</w:t>
      </w:r>
      <w:r>
        <w:tab/>
        <w:t>1.013e0</w:t>
      </w:r>
    </w:p>
    <w:p w:rsidR="00F96531" w:rsidRDefault="00F96531" w:rsidP="00F96531">
      <w:r>
        <w:t>282.5325</w:t>
      </w:r>
      <w:r>
        <w:tab/>
        <w:t>1.013e0</w:t>
      </w:r>
    </w:p>
    <w:p w:rsidR="00F96531" w:rsidRDefault="00F96531" w:rsidP="00F96531">
      <w:r>
        <w:t>282.5451</w:t>
      </w:r>
      <w:r>
        <w:tab/>
        <w:t>2.025e0</w:t>
      </w:r>
    </w:p>
    <w:p w:rsidR="00F96531" w:rsidRDefault="00F96531" w:rsidP="00F96531">
      <w:r>
        <w:t>282.5825</w:t>
      </w:r>
      <w:r>
        <w:tab/>
        <w:t>2.025e0</w:t>
      </w:r>
    </w:p>
    <w:p w:rsidR="00F96531" w:rsidRDefault="00F96531" w:rsidP="00F96531">
      <w:r>
        <w:t>282.5943</w:t>
      </w:r>
      <w:r>
        <w:tab/>
        <w:t>3.038e0</w:t>
      </w:r>
    </w:p>
    <w:p w:rsidR="00F96531" w:rsidRDefault="00F96531" w:rsidP="00F96531">
      <w:r>
        <w:t>282.6119</w:t>
      </w:r>
      <w:r>
        <w:tab/>
        <w:t>1.013e0</w:t>
      </w:r>
    </w:p>
    <w:p w:rsidR="00F96531" w:rsidRDefault="00F96531" w:rsidP="00F96531">
      <w:r>
        <w:lastRenderedPageBreak/>
        <w:t>282.6257</w:t>
      </w:r>
      <w:r>
        <w:tab/>
        <w:t>1.013e0</w:t>
      </w:r>
    </w:p>
    <w:p w:rsidR="00F96531" w:rsidRDefault="00F96531" w:rsidP="00F96531">
      <w:r>
        <w:t>282.6620</w:t>
      </w:r>
      <w:r>
        <w:tab/>
        <w:t>1.013e0</w:t>
      </w:r>
    </w:p>
    <w:p w:rsidR="00F96531" w:rsidRDefault="00F96531" w:rsidP="00F96531">
      <w:r>
        <w:t>282.6866</w:t>
      </w:r>
      <w:r>
        <w:tab/>
        <w:t>1.013e0</w:t>
      </w:r>
    </w:p>
    <w:p w:rsidR="00F96531" w:rsidRDefault="00F96531" w:rsidP="00F96531">
      <w:r>
        <w:t>282.7061</w:t>
      </w:r>
      <w:r>
        <w:tab/>
        <w:t>1.013e0</w:t>
      </w:r>
    </w:p>
    <w:p w:rsidR="00F96531" w:rsidRDefault="00F96531" w:rsidP="00F96531">
      <w:r>
        <w:t>282.7114</w:t>
      </w:r>
      <w:r>
        <w:tab/>
        <w:t>1.013e0</w:t>
      </w:r>
    </w:p>
    <w:p w:rsidR="00F96531" w:rsidRDefault="00F96531" w:rsidP="00F96531">
      <w:r>
        <w:t>282.7142</w:t>
      </w:r>
      <w:r>
        <w:tab/>
        <w:t>1.013e0</w:t>
      </w:r>
    </w:p>
    <w:p w:rsidR="00F96531" w:rsidRDefault="00F96531" w:rsidP="00F96531">
      <w:r>
        <w:t>282.7496</w:t>
      </w:r>
      <w:r>
        <w:tab/>
        <w:t>1.013e0</w:t>
      </w:r>
    </w:p>
    <w:p w:rsidR="00F96531" w:rsidRDefault="00F96531" w:rsidP="00F96531">
      <w:r>
        <w:t>282.7703</w:t>
      </w:r>
      <w:r>
        <w:tab/>
        <w:t>1.013e0</w:t>
      </w:r>
    </w:p>
    <w:p w:rsidR="00F96531" w:rsidRDefault="00F96531" w:rsidP="00F96531">
      <w:r>
        <w:t>282.7823</w:t>
      </w:r>
      <w:r>
        <w:tab/>
        <w:t>1.013e0</w:t>
      </w:r>
    </w:p>
    <w:p w:rsidR="00F96531" w:rsidRDefault="00F96531" w:rsidP="00F96531">
      <w:r>
        <w:t>282.8028</w:t>
      </w:r>
      <w:r>
        <w:tab/>
        <w:t>2.025e0</w:t>
      </w:r>
    </w:p>
    <w:p w:rsidR="00F96531" w:rsidRDefault="00F96531" w:rsidP="00F96531">
      <w:r>
        <w:t>282.8214</w:t>
      </w:r>
      <w:r>
        <w:tab/>
        <w:t>1.013e0</w:t>
      </w:r>
    </w:p>
    <w:p w:rsidR="00F96531" w:rsidRDefault="00F96531" w:rsidP="00F96531">
      <w:r>
        <w:t>282.8226</w:t>
      </w:r>
      <w:r>
        <w:tab/>
        <w:t>1.013e0</w:t>
      </w:r>
    </w:p>
    <w:p w:rsidR="00F96531" w:rsidRDefault="00F96531" w:rsidP="00F96531">
      <w:r>
        <w:t>282.8525</w:t>
      </w:r>
      <w:r>
        <w:tab/>
        <w:t>1.013e0</w:t>
      </w:r>
    </w:p>
    <w:p w:rsidR="00F96531" w:rsidRDefault="00F96531" w:rsidP="00F96531">
      <w:r>
        <w:t>282.8672</w:t>
      </w:r>
      <w:r>
        <w:tab/>
        <w:t>1.013e0</w:t>
      </w:r>
    </w:p>
    <w:p w:rsidR="00F96531" w:rsidRDefault="00F96531" w:rsidP="00F96531">
      <w:r>
        <w:t>282.9014</w:t>
      </w:r>
      <w:r>
        <w:tab/>
        <w:t>2.025e0</w:t>
      </w:r>
    </w:p>
    <w:p w:rsidR="00F96531" w:rsidRDefault="00F96531" w:rsidP="00F96531">
      <w:r>
        <w:t>282.9079</w:t>
      </w:r>
      <w:r>
        <w:tab/>
        <w:t>1.013e0</w:t>
      </w:r>
    </w:p>
    <w:p w:rsidR="00F96531" w:rsidRDefault="00F96531" w:rsidP="00F96531">
      <w:r>
        <w:t>282.9301</w:t>
      </w:r>
      <w:r>
        <w:tab/>
        <w:t>1.013e0</w:t>
      </w:r>
    </w:p>
    <w:p w:rsidR="00F96531" w:rsidRDefault="00F96531" w:rsidP="00F96531">
      <w:r>
        <w:t>282.9380</w:t>
      </w:r>
      <w:r>
        <w:tab/>
        <w:t>1.013e0</w:t>
      </w:r>
    </w:p>
    <w:p w:rsidR="00F96531" w:rsidRDefault="00F96531" w:rsidP="00F96531">
      <w:r>
        <w:t>282.9574</w:t>
      </w:r>
      <w:r>
        <w:tab/>
        <w:t>1.013e0</w:t>
      </w:r>
    </w:p>
    <w:p w:rsidR="00F96531" w:rsidRDefault="00F96531" w:rsidP="00F96531">
      <w:r>
        <w:lastRenderedPageBreak/>
        <w:t>282.9666</w:t>
      </w:r>
      <w:r>
        <w:tab/>
        <w:t>1.013e0</w:t>
      </w:r>
    </w:p>
    <w:p w:rsidR="00F96531" w:rsidRDefault="00F96531" w:rsidP="00F96531">
      <w:r>
        <w:t>282.9701</w:t>
      </w:r>
      <w:r>
        <w:tab/>
        <w:t>3.038e0</w:t>
      </w:r>
    </w:p>
    <w:p w:rsidR="00F96531" w:rsidRDefault="00F96531" w:rsidP="00F96531">
      <w:r>
        <w:t>282.9774</w:t>
      </w:r>
      <w:r>
        <w:tab/>
        <w:t>1.013e0</w:t>
      </w:r>
    </w:p>
    <w:p w:rsidR="00F96531" w:rsidRDefault="00F96531" w:rsidP="00F96531">
      <w:r>
        <w:t>282.9937</w:t>
      </w:r>
      <w:r>
        <w:tab/>
        <w:t>1.013e0</w:t>
      </w:r>
    </w:p>
    <w:p w:rsidR="00F96531" w:rsidRDefault="00F96531" w:rsidP="00F96531">
      <w:r>
        <w:t>283.0181</w:t>
      </w:r>
      <w:r>
        <w:tab/>
        <w:t>2.025e0</w:t>
      </w:r>
    </w:p>
    <w:p w:rsidR="00F96531" w:rsidRDefault="00F96531" w:rsidP="00F96531">
      <w:r>
        <w:t>283.0276</w:t>
      </w:r>
      <w:r>
        <w:tab/>
        <w:t>3.038e0</w:t>
      </w:r>
    </w:p>
    <w:p w:rsidR="00F96531" w:rsidRDefault="00F96531" w:rsidP="00F96531">
      <w:r>
        <w:t>283.0296</w:t>
      </w:r>
      <w:r>
        <w:tab/>
        <w:t>1.013e0</w:t>
      </w:r>
    </w:p>
    <w:p w:rsidR="00F96531" w:rsidRDefault="00F96531" w:rsidP="00F96531">
      <w:r>
        <w:t>283.0322</w:t>
      </w:r>
      <w:r>
        <w:tab/>
        <w:t>1.013e0</w:t>
      </w:r>
    </w:p>
    <w:p w:rsidR="00F96531" w:rsidRDefault="00F96531" w:rsidP="00F96531">
      <w:r>
        <w:t>283.0416</w:t>
      </w:r>
      <w:r>
        <w:tab/>
        <w:t>1.013e0</w:t>
      </w:r>
    </w:p>
    <w:p w:rsidR="00F96531" w:rsidRDefault="00F96531" w:rsidP="00F96531">
      <w:r>
        <w:t>283.0517</w:t>
      </w:r>
      <w:r>
        <w:tab/>
        <w:t>6.076e0</w:t>
      </w:r>
    </w:p>
    <w:p w:rsidR="00F96531" w:rsidRDefault="00F96531" w:rsidP="00F96531">
      <w:r>
        <w:t>283.0532</w:t>
      </w:r>
      <w:r>
        <w:tab/>
        <w:t>2.025e0</w:t>
      </w:r>
    </w:p>
    <w:p w:rsidR="00F96531" w:rsidRDefault="00F96531" w:rsidP="00F96531">
      <w:r>
        <w:t>283.0598</w:t>
      </w:r>
      <w:r>
        <w:tab/>
        <w:t>2.025e0</w:t>
      </w:r>
    </w:p>
    <w:p w:rsidR="00F96531" w:rsidRDefault="00F96531" w:rsidP="00F96531">
      <w:r>
        <w:t>283.0650</w:t>
      </w:r>
      <w:r>
        <w:tab/>
        <w:t>2.969e0</w:t>
      </w:r>
    </w:p>
    <w:p w:rsidR="00F96531" w:rsidRDefault="00F96531" w:rsidP="00F96531">
      <w:r>
        <w:t>283.1009</w:t>
      </w:r>
      <w:r>
        <w:tab/>
        <w:t>3.038e0</w:t>
      </w:r>
    </w:p>
    <w:p w:rsidR="00F96531" w:rsidRDefault="00F96531" w:rsidP="00F96531">
      <w:r>
        <w:t>283.1189</w:t>
      </w:r>
      <w:r>
        <w:tab/>
        <w:t>1.290e1</w:t>
      </w:r>
    </w:p>
    <w:p w:rsidR="00F96531" w:rsidRDefault="00F96531" w:rsidP="00F96531">
      <w:r>
        <w:t>283.1200</w:t>
      </w:r>
      <w:r>
        <w:tab/>
        <w:t>3.038e0</w:t>
      </w:r>
    </w:p>
    <w:p w:rsidR="00F96531" w:rsidRDefault="00F96531" w:rsidP="00F96531">
      <w:r>
        <w:t>283.1319</w:t>
      </w:r>
      <w:r>
        <w:tab/>
        <w:t>1.013e1</w:t>
      </w:r>
    </w:p>
    <w:p w:rsidR="00F96531" w:rsidRDefault="00F96531" w:rsidP="00F96531">
      <w:r>
        <w:t>283.1395</w:t>
      </w:r>
      <w:r>
        <w:tab/>
        <w:t>3.038e0</w:t>
      </w:r>
    </w:p>
    <w:p w:rsidR="00F96531" w:rsidRDefault="00F96531" w:rsidP="00F96531">
      <w:r>
        <w:t>283.1406</w:t>
      </w:r>
      <w:r>
        <w:tab/>
        <w:t>2.025e0</w:t>
      </w:r>
    </w:p>
    <w:p w:rsidR="00F96531" w:rsidRDefault="00F96531" w:rsidP="00F96531">
      <w:r>
        <w:lastRenderedPageBreak/>
        <w:t>283.1559</w:t>
      </w:r>
      <w:r>
        <w:tab/>
        <w:t>5.063e0</w:t>
      </w:r>
    </w:p>
    <w:p w:rsidR="00F96531" w:rsidRDefault="00F96531" w:rsidP="00F96531">
      <w:r>
        <w:t>283.1618</w:t>
      </w:r>
      <w:r>
        <w:tab/>
        <w:t>3.038e0</w:t>
      </w:r>
    </w:p>
    <w:p w:rsidR="00F96531" w:rsidRDefault="00F96531" w:rsidP="00F96531">
      <w:r>
        <w:t>283.1655</w:t>
      </w:r>
      <w:r>
        <w:tab/>
        <w:t>4.889e0</w:t>
      </w:r>
    </w:p>
    <w:p w:rsidR="00F96531" w:rsidRDefault="00F96531" w:rsidP="00F96531">
      <w:r>
        <w:t>283.1748</w:t>
      </w:r>
      <w:r>
        <w:tab/>
        <w:t>3.667e0</w:t>
      </w:r>
    </w:p>
    <w:p w:rsidR="00F96531" w:rsidRDefault="00F96531" w:rsidP="00F96531">
      <w:r>
        <w:t>283.1933</w:t>
      </w:r>
      <w:r>
        <w:tab/>
        <w:t>4.355e0</w:t>
      </w:r>
    </w:p>
    <w:p w:rsidR="00F96531" w:rsidRDefault="00F96531" w:rsidP="00F96531">
      <w:r>
        <w:t>283.1967</w:t>
      </w:r>
      <w:r>
        <w:tab/>
        <w:t>3.038e0</w:t>
      </w:r>
    </w:p>
    <w:p w:rsidR="00F96531" w:rsidRDefault="00F96531" w:rsidP="00F96531">
      <w:r>
        <w:t>283.2171</w:t>
      </w:r>
      <w:r>
        <w:tab/>
        <w:t>3.038e0</w:t>
      </w:r>
    </w:p>
    <w:p w:rsidR="00F96531" w:rsidRDefault="00F96531" w:rsidP="00F96531">
      <w:r>
        <w:t>283.2244</w:t>
      </w:r>
      <w:r>
        <w:tab/>
        <w:t>4.051e0</w:t>
      </w:r>
    </w:p>
    <w:p w:rsidR="00F96531" w:rsidRDefault="00F96531" w:rsidP="00F96531">
      <w:r>
        <w:t>283.2264</w:t>
      </w:r>
      <w:r>
        <w:tab/>
        <w:t>6.076e0</w:t>
      </w:r>
    </w:p>
    <w:p w:rsidR="00F96531" w:rsidRDefault="00F96531" w:rsidP="00F96531">
      <w:r>
        <w:t>283.2299</w:t>
      </w:r>
      <w:r>
        <w:tab/>
        <w:t>3.038e0</w:t>
      </w:r>
    </w:p>
    <w:p w:rsidR="00F96531" w:rsidRDefault="00F96531" w:rsidP="00F96531">
      <w:r>
        <w:t>283.2562</w:t>
      </w:r>
      <w:r>
        <w:tab/>
        <w:t>1.013e0</w:t>
      </w:r>
    </w:p>
    <w:p w:rsidR="00F96531" w:rsidRDefault="00F96531" w:rsidP="00F96531">
      <w:r>
        <w:t>283.2574</w:t>
      </w:r>
      <w:r>
        <w:tab/>
        <w:t>1.013e0</w:t>
      </w:r>
    </w:p>
    <w:p w:rsidR="00F96531" w:rsidRDefault="00F96531" w:rsidP="00F96531">
      <w:r>
        <w:t>283.2602</w:t>
      </w:r>
      <w:r>
        <w:tab/>
        <w:t>1.013e0</w:t>
      </w:r>
    </w:p>
    <w:p w:rsidR="00F96531" w:rsidRDefault="00F96531" w:rsidP="00F96531">
      <w:r>
        <w:t>283.2614</w:t>
      </w:r>
      <w:r>
        <w:tab/>
        <w:t>1.013e0</w:t>
      </w:r>
    </w:p>
    <w:p w:rsidR="00F96531" w:rsidRDefault="00F96531" w:rsidP="00F96531">
      <w:r>
        <w:t>283.2762</w:t>
      </w:r>
      <w:r>
        <w:tab/>
        <w:t>2.025e0</w:t>
      </w:r>
    </w:p>
    <w:p w:rsidR="00F96531" w:rsidRDefault="00F96531" w:rsidP="00F96531">
      <w:r>
        <w:t>283.3311</w:t>
      </w:r>
      <w:r>
        <w:tab/>
        <w:t>1.013e0</w:t>
      </w:r>
    </w:p>
    <w:p w:rsidR="00F96531" w:rsidRDefault="00F96531" w:rsidP="00F96531">
      <w:r>
        <w:t>283.3505</w:t>
      </w:r>
      <w:r>
        <w:tab/>
        <w:t>1.013e0</w:t>
      </w:r>
    </w:p>
    <w:p w:rsidR="00F96531" w:rsidRDefault="00F96531" w:rsidP="00F96531">
      <w:r>
        <w:t>283.3638</w:t>
      </w:r>
      <w:r>
        <w:tab/>
        <w:t>1.013e0</w:t>
      </w:r>
    </w:p>
    <w:p w:rsidR="00F96531" w:rsidRDefault="00F96531" w:rsidP="00F96531">
      <w:r>
        <w:t>283.4314</w:t>
      </w:r>
      <w:r>
        <w:tab/>
        <w:t>2.025e0</w:t>
      </w:r>
    </w:p>
    <w:p w:rsidR="00F96531" w:rsidRDefault="00F96531" w:rsidP="00F96531">
      <w:r>
        <w:lastRenderedPageBreak/>
        <w:t>283.4440</w:t>
      </w:r>
      <w:r>
        <w:tab/>
        <w:t>1.013e0</w:t>
      </w:r>
    </w:p>
    <w:p w:rsidR="00F96531" w:rsidRDefault="00F96531" w:rsidP="00F96531">
      <w:r>
        <w:t>283.4489</w:t>
      </w:r>
      <w:r>
        <w:tab/>
        <w:t>1.013e0</w:t>
      </w:r>
    </w:p>
    <w:p w:rsidR="00F96531" w:rsidRDefault="00F96531" w:rsidP="00F96531">
      <w:r>
        <w:t>283.4608</w:t>
      </w:r>
      <w:r>
        <w:tab/>
        <w:t>1.013e0</w:t>
      </w:r>
    </w:p>
    <w:p w:rsidR="00F96531" w:rsidRDefault="00F96531" w:rsidP="00F96531">
      <w:r>
        <w:t>283.4751</w:t>
      </w:r>
      <w:r>
        <w:tab/>
        <w:t>1.013e0</w:t>
      </w:r>
    </w:p>
    <w:p w:rsidR="00F96531" w:rsidRDefault="00F96531" w:rsidP="00F96531">
      <w:r>
        <w:t>283.4923</w:t>
      </w:r>
      <w:r>
        <w:tab/>
        <w:t>1.013e0</w:t>
      </w:r>
    </w:p>
    <w:p w:rsidR="00F96531" w:rsidRDefault="00F96531" w:rsidP="00F96531">
      <w:r>
        <w:t>283.5168</w:t>
      </w:r>
      <w:r>
        <w:tab/>
        <w:t>1.013e0</w:t>
      </w:r>
    </w:p>
    <w:p w:rsidR="00F96531" w:rsidRDefault="00F96531" w:rsidP="00F96531">
      <w:r>
        <w:t>283.5510</w:t>
      </w:r>
      <w:r>
        <w:tab/>
        <w:t>1.013e0</w:t>
      </w:r>
    </w:p>
    <w:p w:rsidR="00F96531" w:rsidRDefault="00F96531" w:rsidP="00F96531">
      <w:r>
        <w:t>283.5683</w:t>
      </w:r>
      <w:r>
        <w:tab/>
        <w:t>2.025e0</w:t>
      </w:r>
    </w:p>
    <w:p w:rsidR="00F96531" w:rsidRDefault="00F96531" w:rsidP="00F96531">
      <w:r>
        <w:t>283.6113</w:t>
      </w:r>
      <w:r>
        <w:tab/>
        <w:t>1.013e0</w:t>
      </w:r>
    </w:p>
    <w:p w:rsidR="00F96531" w:rsidRDefault="00F96531" w:rsidP="00F96531">
      <w:r>
        <w:t>283.6139</w:t>
      </w:r>
      <w:r>
        <w:tab/>
        <w:t>1.013e0</w:t>
      </w:r>
    </w:p>
    <w:p w:rsidR="00F96531" w:rsidRDefault="00F96531" w:rsidP="00F96531">
      <w:r>
        <w:t>283.6232</w:t>
      </w:r>
      <w:r>
        <w:tab/>
        <w:t>1.013e0</w:t>
      </w:r>
    </w:p>
    <w:p w:rsidR="00F96531" w:rsidRDefault="00F96531" w:rsidP="00F96531">
      <w:r>
        <w:t>283.6573</w:t>
      </w:r>
      <w:r>
        <w:tab/>
        <w:t>1.013e0</w:t>
      </w:r>
    </w:p>
    <w:p w:rsidR="00F96531" w:rsidRDefault="00F96531" w:rsidP="00F96531">
      <w:r>
        <w:t>283.6686</w:t>
      </w:r>
      <w:r>
        <w:tab/>
        <w:t>1.013e0</w:t>
      </w:r>
    </w:p>
    <w:p w:rsidR="00F96531" w:rsidRDefault="00F96531" w:rsidP="00F96531">
      <w:r>
        <w:t>283.6900</w:t>
      </w:r>
      <w:r>
        <w:tab/>
        <w:t>1.013e0</w:t>
      </w:r>
    </w:p>
    <w:p w:rsidR="00F96531" w:rsidRDefault="00F96531" w:rsidP="00F96531">
      <w:r>
        <w:t>283.7297</w:t>
      </w:r>
      <w:r>
        <w:tab/>
        <w:t>1.013e0</w:t>
      </w:r>
    </w:p>
    <w:p w:rsidR="00F96531" w:rsidRDefault="00F96531" w:rsidP="00F96531">
      <w:r>
        <w:t>283.7530</w:t>
      </w:r>
      <w:r>
        <w:tab/>
        <w:t>2.025e0</w:t>
      </w:r>
    </w:p>
    <w:p w:rsidR="00F96531" w:rsidRDefault="00F96531" w:rsidP="00F96531">
      <w:r>
        <w:t>283.7647</w:t>
      </w:r>
      <w:r>
        <w:tab/>
        <w:t>2.025e0</w:t>
      </w:r>
    </w:p>
    <w:p w:rsidR="00F96531" w:rsidRDefault="00F96531" w:rsidP="00F96531">
      <w:r>
        <w:t>283.7751</w:t>
      </w:r>
      <w:r>
        <w:tab/>
        <w:t>2.025e0</w:t>
      </w:r>
    </w:p>
    <w:p w:rsidR="00F96531" w:rsidRDefault="00F96531" w:rsidP="00F96531">
      <w:r>
        <w:t>283.8037</w:t>
      </w:r>
      <w:r>
        <w:tab/>
        <w:t>1.013e0</w:t>
      </w:r>
    </w:p>
    <w:p w:rsidR="00F96531" w:rsidRDefault="00F96531" w:rsidP="00F96531">
      <w:r>
        <w:lastRenderedPageBreak/>
        <w:t>283.8185</w:t>
      </w:r>
      <w:r>
        <w:tab/>
        <w:t>1.013e0</w:t>
      </w:r>
    </w:p>
    <w:p w:rsidR="00F96531" w:rsidRDefault="00F96531" w:rsidP="00F96531">
      <w:r>
        <w:t>283.8285</w:t>
      </w:r>
      <w:r>
        <w:tab/>
        <w:t>1.013e0</w:t>
      </w:r>
    </w:p>
    <w:p w:rsidR="00F96531" w:rsidRDefault="00F96531" w:rsidP="00F96531">
      <w:r>
        <w:t>283.8597</w:t>
      </w:r>
      <w:r>
        <w:tab/>
        <w:t>1.013e0</w:t>
      </w:r>
    </w:p>
    <w:p w:rsidR="00F96531" w:rsidRDefault="00F96531" w:rsidP="00F96531">
      <w:r>
        <w:t>283.8707</w:t>
      </w:r>
      <w:r>
        <w:tab/>
        <w:t>1.013e0</w:t>
      </w:r>
    </w:p>
    <w:p w:rsidR="00F96531" w:rsidRDefault="00F96531" w:rsidP="00F96531">
      <w:r>
        <w:t>283.9009</w:t>
      </w:r>
      <w:r>
        <w:tab/>
        <w:t>1.013e0</w:t>
      </w:r>
    </w:p>
    <w:p w:rsidR="00F96531" w:rsidRDefault="00F96531" w:rsidP="00F96531">
      <w:r>
        <w:t>283.9069</w:t>
      </w:r>
      <w:r>
        <w:tab/>
        <w:t>2.025e0</w:t>
      </w:r>
    </w:p>
    <w:p w:rsidR="00F96531" w:rsidRDefault="00F96531" w:rsidP="00F96531">
      <w:r>
        <w:t>283.9101</w:t>
      </w:r>
      <w:r>
        <w:tab/>
        <w:t>1.013e0</w:t>
      </w:r>
    </w:p>
    <w:p w:rsidR="00F96531" w:rsidRDefault="00F96531" w:rsidP="00F96531">
      <w:r>
        <w:t>283.9216</w:t>
      </w:r>
      <w:r>
        <w:tab/>
        <w:t>3.038e0</w:t>
      </w:r>
    </w:p>
    <w:p w:rsidR="00F96531" w:rsidRDefault="00F96531" w:rsidP="00F96531">
      <w:r>
        <w:t>283.9487</w:t>
      </w:r>
      <w:r>
        <w:tab/>
        <w:t>3.038e0</w:t>
      </w:r>
    </w:p>
    <w:p w:rsidR="00F96531" w:rsidRDefault="00F96531" w:rsidP="00F96531">
      <w:r>
        <w:t>283.9533</w:t>
      </w:r>
      <w:r>
        <w:tab/>
        <w:t>1.013e0</w:t>
      </w:r>
    </w:p>
    <w:p w:rsidR="00F96531" w:rsidRDefault="00F96531" w:rsidP="00F96531">
      <w:r>
        <w:t>283.9758</w:t>
      </w:r>
      <w:r>
        <w:tab/>
        <w:t>1.013e0</w:t>
      </w:r>
    </w:p>
    <w:p w:rsidR="00F96531" w:rsidRDefault="00F96531" w:rsidP="00F96531">
      <w:r>
        <w:t>283.9857</w:t>
      </w:r>
      <w:r>
        <w:tab/>
        <w:t>1.013e0</w:t>
      </w:r>
    </w:p>
    <w:p w:rsidR="00F96531" w:rsidRDefault="00F96531" w:rsidP="00F96531">
      <w:r>
        <w:t>283.9910</w:t>
      </w:r>
      <w:r>
        <w:tab/>
        <w:t>1.013e0</w:t>
      </w:r>
    </w:p>
    <w:p w:rsidR="00F96531" w:rsidRDefault="00F96531" w:rsidP="00F96531">
      <w:r>
        <w:t>284.0124</w:t>
      </w:r>
      <w:r>
        <w:tab/>
        <w:t>1.013e0</w:t>
      </w:r>
    </w:p>
    <w:p w:rsidR="00F96531" w:rsidRDefault="00F96531" w:rsidP="00F96531">
      <w:r>
        <w:t>284.0209</w:t>
      </w:r>
      <w:r>
        <w:tab/>
        <w:t>1.013e0</w:t>
      </w:r>
    </w:p>
    <w:p w:rsidR="00F96531" w:rsidRDefault="00F96531" w:rsidP="00F96531">
      <w:r>
        <w:t>284.0222</w:t>
      </w:r>
      <w:r>
        <w:tab/>
        <w:t>1.013e0</w:t>
      </w:r>
    </w:p>
    <w:p w:rsidR="00F96531" w:rsidRDefault="00F96531" w:rsidP="00F96531">
      <w:r>
        <w:t>284.0395</w:t>
      </w:r>
      <w:r>
        <w:tab/>
        <w:t>3.038e0</w:t>
      </w:r>
    </w:p>
    <w:p w:rsidR="00F96531" w:rsidRDefault="00F96531" w:rsidP="00F96531">
      <w:r>
        <w:t>284.0452</w:t>
      </w:r>
      <w:r>
        <w:tab/>
        <w:t>3.038e0</w:t>
      </w:r>
    </w:p>
    <w:p w:rsidR="00F96531" w:rsidRDefault="00F96531" w:rsidP="00F96531">
      <w:r>
        <w:t>284.0511</w:t>
      </w:r>
      <w:r>
        <w:tab/>
        <w:t>2.025e0</w:t>
      </w:r>
    </w:p>
    <w:p w:rsidR="00F96531" w:rsidRDefault="00F96531" w:rsidP="00F96531">
      <w:r>
        <w:lastRenderedPageBreak/>
        <w:t>284.0641</w:t>
      </w:r>
      <w:r>
        <w:tab/>
        <w:t>2.025e0</w:t>
      </w:r>
    </w:p>
    <w:p w:rsidR="00F96531" w:rsidRDefault="00F96531" w:rsidP="00F96531">
      <w:r>
        <w:t>284.0714</w:t>
      </w:r>
      <w:r>
        <w:tab/>
        <w:t>1.013e0</w:t>
      </w:r>
    </w:p>
    <w:p w:rsidR="00F96531" w:rsidRDefault="00F96531" w:rsidP="00F96531">
      <w:r>
        <w:t>284.0936</w:t>
      </w:r>
      <w:r>
        <w:tab/>
        <w:t>1.013e0</w:t>
      </w:r>
    </w:p>
    <w:p w:rsidR="00F96531" w:rsidRDefault="00F96531" w:rsidP="00F96531">
      <w:r>
        <w:t>284.0948</w:t>
      </w:r>
      <w:r>
        <w:tab/>
        <w:t>1.013e0</w:t>
      </w:r>
    </w:p>
    <w:p w:rsidR="00F96531" w:rsidRDefault="00F96531" w:rsidP="00F96531">
      <w:r>
        <w:t>284.1008</w:t>
      </w:r>
      <w:r>
        <w:tab/>
        <w:t>2.025e0</w:t>
      </w:r>
    </w:p>
    <w:p w:rsidR="00F96531" w:rsidRDefault="00F96531" w:rsidP="00F96531">
      <w:r>
        <w:t>284.1068</w:t>
      </w:r>
      <w:r>
        <w:tab/>
        <w:t>1.013e0</w:t>
      </w:r>
    </w:p>
    <w:p w:rsidR="00F96531" w:rsidRDefault="00F96531" w:rsidP="00F96531">
      <w:r>
        <w:t>284.1130</w:t>
      </w:r>
      <w:r>
        <w:tab/>
        <w:t>2.953e0</w:t>
      </w:r>
    </w:p>
    <w:p w:rsidR="00F96531" w:rsidRDefault="00F96531" w:rsidP="00F96531">
      <w:r>
        <w:t>284.1263</w:t>
      </w:r>
      <w:r>
        <w:tab/>
        <w:t>2.025e0</w:t>
      </w:r>
    </w:p>
    <w:p w:rsidR="00F96531" w:rsidRDefault="00F96531" w:rsidP="00F96531">
      <w:r>
        <w:t>284.1309</w:t>
      </w:r>
      <w:r>
        <w:tab/>
        <w:t>2.025e0</w:t>
      </w:r>
    </w:p>
    <w:p w:rsidR="00F96531" w:rsidRDefault="00F96531" w:rsidP="00F96531">
      <w:r>
        <w:t>284.1342</w:t>
      </w:r>
      <w:r>
        <w:tab/>
        <w:t>2.025e0</w:t>
      </w:r>
    </w:p>
    <w:p w:rsidR="00F96531" w:rsidRDefault="00F96531" w:rsidP="00F96531">
      <w:r>
        <w:t>284.1530</w:t>
      </w:r>
      <w:r>
        <w:tab/>
        <w:t>3.038e0</w:t>
      </w:r>
    </w:p>
    <w:p w:rsidR="00F96531" w:rsidRDefault="00F96531" w:rsidP="00F96531">
      <w:r>
        <w:t>284.1736</w:t>
      </w:r>
      <w:r>
        <w:tab/>
        <w:t>1.013e0</w:t>
      </w:r>
    </w:p>
    <w:p w:rsidR="00F96531" w:rsidRDefault="00F96531" w:rsidP="00F96531">
      <w:r>
        <w:t>284.1783</w:t>
      </w:r>
      <w:r>
        <w:tab/>
        <w:t>1.013e0</w:t>
      </w:r>
    </w:p>
    <w:p w:rsidR="00F96531" w:rsidRDefault="00F96531" w:rsidP="00F96531">
      <w:r>
        <w:t>284.1822</w:t>
      </w:r>
      <w:r>
        <w:tab/>
        <w:t>2.025e0</w:t>
      </w:r>
    </w:p>
    <w:p w:rsidR="00F96531" w:rsidRDefault="00F96531" w:rsidP="00F96531">
      <w:r>
        <w:t>284.1877</w:t>
      </w:r>
      <w:r>
        <w:tab/>
        <w:t>2.025e0</w:t>
      </w:r>
    </w:p>
    <w:p w:rsidR="00F96531" w:rsidRDefault="00F96531" w:rsidP="00F96531">
      <w:r>
        <w:t>284.1904</w:t>
      </w:r>
      <w:r>
        <w:tab/>
        <w:t>4.051e0</w:t>
      </w:r>
    </w:p>
    <w:p w:rsidR="00F96531" w:rsidRDefault="00F96531" w:rsidP="00F96531">
      <w:r>
        <w:t>284.1940</w:t>
      </w:r>
      <w:r>
        <w:tab/>
        <w:t>4.051e0</w:t>
      </w:r>
    </w:p>
    <w:p w:rsidR="00F96531" w:rsidRDefault="00F96531" w:rsidP="00F96531">
      <w:r>
        <w:t>284.2036</w:t>
      </w:r>
      <w:r>
        <w:tab/>
        <w:t>3.038e0</w:t>
      </w:r>
    </w:p>
    <w:p w:rsidR="00F96531" w:rsidRDefault="00F96531" w:rsidP="00F96531">
      <w:r>
        <w:t>284.2171</w:t>
      </w:r>
      <w:r>
        <w:tab/>
        <w:t>2.025e0</w:t>
      </w:r>
    </w:p>
    <w:p w:rsidR="00F96531" w:rsidRDefault="00F96531" w:rsidP="00F96531">
      <w:r>
        <w:lastRenderedPageBreak/>
        <w:t>284.2285</w:t>
      </w:r>
      <w:r>
        <w:tab/>
        <w:t>3.038e0</w:t>
      </w:r>
    </w:p>
    <w:p w:rsidR="00F96531" w:rsidRDefault="00F96531" w:rsidP="00F96531">
      <w:r>
        <w:t>284.2368</w:t>
      </w:r>
      <w:r>
        <w:tab/>
        <w:t>2.025e0</w:t>
      </w:r>
    </w:p>
    <w:p w:rsidR="00F96531" w:rsidRDefault="00F96531" w:rsidP="00F96531">
      <w:r>
        <w:t>284.2447</w:t>
      </w:r>
      <w:r>
        <w:tab/>
        <w:t>1.013e0</w:t>
      </w:r>
    </w:p>
    <w:p w:rsidR="00F96531" w:rsidRDefault="00F96531" w:rsidP="00F96531">
      <w:r>
        <w:t>284.2499</w:t>
      </w:r>
      <w:r>
        <w:tab/>
        <w:t>1.013e0</w:t>
      </w:r>
    </w:p>
    <w:p w:rsidR="00F96531" w:rsidRDefault="00F96531" w:rsidP="00F96531">
      <w:r>
        <w:t>284.2587</w:t>
      </w:r>
      <w:r>
        <w:tab/>
        <w:t>1.013e0</w:t>
      </w:r>
    </w:p>
    <w:p w:rsidR="00F96531" w:rsidRDefault="00F96531" w:rsidP="00F96531">
      <w:r>
        <w:t>284.2897</w:t>
      </w:r>
      <w:r>
        <w:tab/>
        <w:t>4.051e0</w:t>
      </w:r>
    </w:p>
    <w:p w:rsidR="00F96531" w:rsidRDefault="00F96531" w:rsidP="00F96531">
      <w:r>
        <w:t>284.2914</w:t>
      </w:r>
      <w:r>
        <w:tab/>
        <w:t>1.013e0</w:t>
      </w:r>
    </w:p>
    <w:p w:rsidR="00F96531" w:rsidRDefault="00F96531" w:rsidP="00F96531">
      <w:r>
        <w:t>284.3137</w:t>
      </w:r>
      <w:r>
        <w:tab/>
        <w:t>1.013e0</w:t>
      </w:r>
    </w:p>
    <w:p w:rsidR="00F96531" w:rsidRDefault="00F96531" w:rsidP="00F96531">
      <w:r>
        <w:t>284.3176</w:t>
      </w:r>
      <w:r>
        <w:tab/>
        <w:t>2.025e0</w:t>
      </w:r>
    </w:p>
    <w:p w:rsidR="00F96531" w:rsidRDefault="00F96531" w:rsidP="00F96531">
      <w:r>
        <w:t>284.3229</w:t>
      </w:r>
      <w:r>
        <w:tab/>
        <w:t>1.013e0</w:t>
      </w:r>
    </w:p>
    <w:p w:rsidR="00F96531" w:rsidRDefault="00F96531" w:rsidP="00F96531">
      <w:r>
        <w:t>284.3250</w:t>
      </w:r>
      <w:r>
        <w:tab/>
        <w:t>2.025e0</w:t>
      </w:r>
    </w:p>
    <w:p w:rsidR="00F96531" w:rsidRDefault="00F96531" w:rsidP="00F96531">
      <w:r>
        <w:t>284.3315</w:t>
      </w:r>
      <w:r>
        <w:tab/>
        <w:t>6.076e0</w:t>
      </w:r>
    </w:p>
    <w:p w:rsidR="00F96531" w:rsidRDefault="00F96531" w:rsidP="00F96531">
      <w:r>
        <w:t>284.3381</w:t>
      </w:r>
      <w:r>
        <w:tab/>
        <w:t>4.051e0</w:t>
      </w:r>
    </w:p>
    <w:p w:rsidR="00F96531" w:rsidRDefault="00F96531" w:rsidP="00F96531">
      <w:r>
        <w:t>284.3501</w:t>
      </w:r>
      <w:r>
        <w:tab/>
        <w:t>1.013e0</w:t>
      </w:r>
    </w:p>
    <w:p w:rsidR="00F96531" w:rsidRDefault="00F96531" w:rsidP="00F96531">
      <w:r>
        <w:t>284.3664</w:t>
      </w:r>
      <w:r>
        <w:tab/>
        <w:t>1.013e0</w:t>
      </w:r>
    </w:p>
    <w:p w:rsidR="00F96531" w:rsidRDefault="00F96531" w:rsidP="00F96531">
      <w:r>
        <w:t>284.3749</w:t>
      </w:r>
      <w:r>
        <w:tab/>
        <w:t>1.013e0</w:t>
      </w:r>
    </w:p>
    <w:p w:rsidR="00F96531" w:rsidRDefault="00F96531" w:rsidP="00F96531">
      <w:r>
        <w:t>284.3966</w:t>
      </w:r>
      <w:r>
        <w:tab/>
        <w:t>1.013e0</w:t>
      </w:r>
    </w:p>
    <w:p w:rsidR="00F96531" w:rsidRDefault="00F96531" w:rsidP="00F96531">
      <w:r>
        <w:t>284.4041</w:t>
      </w:r>
      <w:r>
        <w:tab/>
        <w:t>2.025e0</w:t>
      </w:r>
    </w:p>
    <w:p w:rsidR="00F96531" w:rsidRDefault="00F96531" w:rsidP="00F96531">
      <w:r>
        <w:t>284.4212</w:t>
      </w:r>
      <w:r>
        <w:tab/>
        <w:t>1.013e0</w:t>
      </w:r>
    </w:p>
    <w:p w:rsidR="00F96531" w:rsidRDefault="00F96531" w:rsidP="00F96531">
      <w:r>
        <w:lastRenderedPageBreak/>
        <w:t>284.4281</w:t>
      </w:r>
      <w:r>
        <w:tab/>
        <w:t>1.013e0</w:t>
      </w:r>
    </w:p>
    <w:p w:rsidR="00F96531" w:rsidRDefault="00F96531" w:rsidP="00F96531">
      <w:r>
        <w:t>284.4322</w:t>
      </w:r>
      <w:r>
        <w:tab/>
        <w:t>1.013e0</w:t>
      </w:r>
    </w:p>
    <w:p w:rsidR="00F96531" w:rsidRDefault="00F96531" w:rsidP="00F96531">
      <w:r>
        <w:t>284.4555</w:t>
      </w:r>
      <w:r>
        <w:tab/>
        <w:t>1.013e0</w:t>
      </w:r>
    </w:p>
    <w:p w:rsidR="00F96531" w:rsidRDefault="00F96531" w:rsidP="00F96531">
      <w:r>
        <w:t>284.4608</w:t>
      </w:r>
      <w:r>
        <w:tab/>
        <w:t>1.013e0</w:t>
      </w:r>
    </w:p>
    <w:p w:rsidR="00F96531" w:rsidRDefault="00F96531" w:rsidP="00F96531">
      <w:r>
        <w:t>284.4687</w:t>
      </w:r>
      <w:r>
        <w:tab/>
        <w:t>1.013e0</w:t>
      </w:r>
    </w:p>
    <w:p w:rsidR="00F96531" w:rsidRDefault="00F96531" w:rsidP="00F96531">
      <w:r>
        <w:t>284.4739</w:t>
      </w:r>
      <w:r>
        <w:tab/>
        <w:t>1.013e0</w:t>
      </w:r>
    </w:p>
    <w:p w:rsidR="00F96531" w:rsidRDefault="00F96531" w:rsidP="00F96531">
      <w:r>
        <w:t>284.4841</w:t>
      </w:r>
      <w:r>
        <w:tab/>
        <w:t>1.013e0</w:t>
      </w:r>
    </w:p>
    <w:p w:rsidR="00F96531" w:rsidRDefault="00F96531" w:rsidP="00F96531">
      <w:r>
        <w:t>284.5051</w:t>
      </w:r>
      <w:r>
        <w:tab/>
        <w:t>1.013e0</w:t>
      </w:r>
    </w:p>
    <w:p w:rsidR="00F96531" w:rsidRDefault="00F96531" w:rsidP="00F96531">
      <w:r>
        <w:t>284.5428</w:t>
      </w:r>
      <w:r>
        <w:tab/>
        <w:t>1.013e0</w:t>
      </w:r>
    </w:p>
    <w:p w:rsidR="00F96531" w:rsidRDefault="00F96531" w:rsidP="00F96531">
      <w:r>
        <w:t>284.5539</w:t>
      </w:r>
      <w:r>
        <w:tab/>
        <w:t>1.013e0</w:t>
      </w:r>
    </w:p>
    <w:p w:rsidR="00F96531" w:rsidRDefault="00F96531" w:rsidP="00F96531">
      <w:r>
        <w:t>284.5555</w:t>
      </w:r>
      <w:r>
        <w:tab/>
        <w:t>3.038e0</w:t>
      </w:r>
    </w:p>
    <w:p w:rsidR="00F96531" w:rsidRDefault="00F96531" w:rsidP="00F96531">
      <w:r>
        <w:t>284.5567</w:t>
      </w:r>
      <w:r>
        <w:tab/>
        <w:t>2.025e0</w:t>
      </w:r>
    </w:p>
    <w:p w:rsidR="00F96531" w:rsidRDefault="00F96531" w:rsidP="00F96531">
      <w:r>
        <w:t>284.5637</w:t>
      </w:r>
      <w:r>
        <w:tab/>
        <w:t>1.013e0</w:t>
      </w:r>
    </w:p>
    <w:p w:rsidR="00F96531" w:rsidRDefault="00F96531" w:rsidP="00F96531">
      <w:r>
        <w:t>284.5674</w:t>
      </w:r>
      <w:r>
        <w:tab/>
        <w:t>4.051e0</w:t>
      </w:r>
    </w:p>
    <w:p w:rsidR="00F96531" w:rsidRDefault="00F96531" w:rsidP="00F96531">
      <w:r>
        <w:t>284.5689</w:t>
      </w:r>
      <w:r>
        <w:tab/>
        <w:t>2.025e0</w:t>
      </w:r>
    </w:p>
    <w:p w:rsidR="00F96531" w:rsidRDefault="00F96531" w:rsidP="00F96531">
      <w:r>
        <w:t>284.5854</w:t>
      </w:r>
      <w:r>
        <w:tab/>
        <w:t>1.013e0</w:t>
      </w:r>
    </w:p>
    <w:p w:rsidR="00F96531" w:rsidRDefault="00F96531" w:rsidP="00F96531">
      <w:r>
        <w:t>284.5866</w:t>
      </w:r>
      <w:r>
        <w:tab/>
        <w:t>1.013e0</w:t>
      </w:r>
    </w:p>
    <w:p w:rsidR="00F96531" w:rsidRDefault="00F96531" w:rsidP="00F96531">
      <w:r>
        <w:t>284.6042</w:t>
      </w:r>
      <w:r>
        <w:tab/>
        <w:t>1.013e0</w:t>
      </w:r>
    </w:p>
    <w:p w:rsidR="00F96531" w:rsidRDefault="00F96531" w:rsidP="00F96531">
      <w:r>
        <w:t>284.6343</w:t>
      </w:r>
      <w:r>
        <w:tab/>
        <w:t>2.025e0</w:t>
      </w:r>
    </w:p>
    <w:p w:rsidR="00F96531" w:rsidRDefault="00F96531" w:rsidP="00F96531">
      <w:r>
        <w:lastRenderedPageBreak/>
        <w:t>284.6454</w:t>
      </w:r>
      <w:r>
        <w:tab/>
        <w:t>1.013e0</w:t>
      </w:r>
    </w:p>
    <w:p w:rsidR="00F96531" w:rsidRDefault="00F96531" w:rsidP="00F96531">
      <w:r>
        <w:t>284.6483</w:t>
      </w:r>
      <w:r>
        <w:tab/>
        <w:t>3.038e0</w:t>
      </w:r>
    </w:p>
    <w:p w:rsidR="00F96531" w:rsidRDefault="00F96531" w:rsidP="00F96531">
      <w:r>
        <w:t>284.6730</w:t>
      </w:r>
      <w:r>
        <w:tab/>
        <w:t>1.013e0</w:t>
      </w:r>
    </w:p>
    <w:p w:rsidR="00F96531" w:rsidRDefault="00F96531" w:rsidP="00F96531">
      <w:r>
        <w:t>284.6763</w:t>
      </w:r>
      <w:r>
        <w:tab/>
        <w:t>3.038e0</w:t>
      </w:r>
    </w:p>
    <w:p w:rsidR="00F96531" w:rsidRDefault="00F96531" w:rsidP="00F96531">
      <w:r>
        <w:t>284.6992</w:t>
      </w:r>
      <w:r>
        <w:tab/>
        <w:t>1.013e0</w:t>
      </w:r>
    </w:p>
    <w:p w:rsidR="00F96531" w:rsidRDefault="00F96531" w:rsidP="00F96531">
      <w:r>
        <w:t>284.7345</w:t>
      </w:r>
      <w:r>
        <w:tab/>
        <w:t>1.013e0</w:t>
      </w:r>
    </w:p>
    <w:p w:rsidR="00F96531" w:rsidRDefault="00F96531" w:rsidP="00F96531">
      <w:r>
        <w:t>284.7546</w:t>
      </w:r>
      <w:r>
        <w:tab/>
        <w:t>2.025e0</w:t>
      </w:r>
    </w:p>
    <w:p w:rsidR="00F96531" w:rsidRDefault="00F96531" w:rsidP="00F96531">
      <w:r>
        <w:t>284.7713</w:t>
      </w:r>
      <w:r>
        <w:tab/>
        <w:t>1.013e0</w:t>
      </w:r>
    </w:p>
    <w:p w:rsidR="00F96531" w:rsidRDefault="00F96531" w:rsidP="00F96531">
      <w:r>
        <w:t>284.7753</w:t>
      </w:r>
      <w:r>
        <w:tab/>
        <w:t>1.013e0</w:t>
      </w:r>
    </w:p>
    <w:p w:rsidR="00F96531" w:rsidRDefault="00F96531" w:rsidP="00F96531">
      <w:r>
        <w:t>284.7971</w:t>
      </w:r>
      <w:r>
        <w:tab/>
        <w:t>1.013e0</w:t>
      </w:r>
    </w:p>
    <w:p w:rsidR="00F96531" w:rsidRDefault="00F96531" w:rsidP="00F96531">
      <w:r>
        <w:t>284.8179</w:t>
      </w:r>
      <w:r>
        <w:tab/>
        <w:t>1.013e0</w:t>
      </w:r>
    </w:p>
    <w:p w:rsidR="00F96531" w:rsidRDefault="00F96531" w:rsidP="00F96531">
      <w:r>
        <w:t>284.8411</w:t>
      </w:r>
      <w:r>
        <w:tab/>
        <w:t>2.025e0</w:t>
      </w:r>
    </w:p>
    <w:p w:rsidR="00F96531" w:rsidRDefault="00F96531" w:rsidP="00F96531">
      <w:r>
        <w:t>284.8503</w:t>
      </w:r>
      <w:r>
        <w:tab/>
        <w:t>2.025e0</w:t>
      </w:r>
    </w:p>
    <w:p w:rsidR="00F96531" w:rsidRDefault="00F96531" w:rsidP="00F96531">
      <w:r>
        <w:t>284.8894</w:t>
      </w:r>
      <w:r>
        <w:tab/>
        <w:t>2.025e0</w:t>
      </w:r>
    </w:p>
    <w:p w:rsidR="00F96531" w:rsidRDefault="00F96531" w:rsidP="00F96531">
      <w:r>
        <w:t>284.8961</w:t>
      </w:r>
      <w:r>
        <w:tab/>
        <w:t>1.013e0</w:t>
      </w:r>
    </w:p>
    <w:p w:rsidR="00F96531" w:rsidRDefault="00F96531" w:rsidP="00F96531">
      <w:r>
        <w:t>284.9304</w:t>
      </w:r>
      <w:r>
        <w:tab/>
        <w:t>2.025e0</w:t>
      </w:r>
    </w:p>
    <w:p w:rsidR="00F96531" w:rsidRDefault="00F96531" w:rsidP="00F96531">
      <w:r>
        <w:t>284.9387</w:t>
      </w:r>
      <w:r>
        <w:tab/>
        <w:t>2.025e0</w:t>
      </w:r>
    </w:p>
    <w:p w:rsidR="00F96531" w:rsidRDefault="00F96531" w:rsidP="00F96531">
      <w:r>
        <w:t>284.9446</w:t>
      </w:r>
      <w:r>
        <w:tab/>
        <w:t>1.013e0</w:t>
      </w:r>
    </w:p>
    <w:p w:rsidR="00F96531" w:rsidRDefault="00F96531" w:rsidP="00F96531">
      <w:r>
        <w:t>284.9519</w:t>
      </w:r>
      <w:r>
        <w:tab/>
        <w:t>5.063e0</w:t>
      </w:r>
    </w:p>
    <w:p w:rsidR="00F96531" w:rsidRDefault="00F96531" w:rsidP="00F96531">
      <w:r>
        <w:lastRenderedPageBreak/>
        <w:t>284.9588</w:t>
      </w:r>
      <w:r>
        <w:tab/>
        <w:t>1.013e0</w:t>
      </w:r>
    </w:p>
    <w:p w:rsidR="00F96531" w:rsidRDefault="00F96531" w:rsidP="00F96531">
      <w:r>
        <w:t>284.9641</w:t>
      </w:r>
      <w:r>
        <w:tab/>
        <w:t>1.013e0</w:t>
      </w:r>
    </w:p>
    <w:p w:rsidR="00F96531" w:rsidRDefault="00F96531" w:rsidP="00F96531">
      <w:r>
        <w:t>284.9689</w:t>
      </w:r>
      <w:r>
        <w:tab/>
        <w:t>2.025e0</w:t>
      </w:r>
    </w:p>
    <w:p w:rsidR="00F96531" w:rsidRDefault="00F96531" w:rsidP="00F96531">
      <w:r>
        <w:t>284.9796</w:t>
      </w:r>
      <w:r>
        <w:tab/>
        <w:t>1.013e0</w:t>
      </w:r>
    </w:p>
    <w:p w:rsidR="00F96531" w:rsidRDefault="00F96531" w:rsidP="00F96531">
      <w:r>
        <w:t>284.9861</w:t>
      </w:r>
      <w:r>
        <w:tab/>
        <w:t>1.013e0</w:t>
      </w:r>
    </w:p>
    <w:p w:rsidR="00F96531" w:rsidRDefault="00F96531" w:rsidP="00F96531">
      <w:r>
        <w:t>285.0064</w:t>
      </w:r>
      <w:r>
        <w:tab/>
        <w:t>1.950e0</w:t>
      </w:r>
    </w:p>
    <w:p w:rsidR="00F96531" w:rsidRDefault="00F96531" w:rsidP="00F96531">
      <w:r>
        <w:t>285.0287</w:t>
      </w:r>
      <w:r>
        <w:tab/>
        <w:t>3.038e0</w:t>
      </w:r>
    </w:p>
    <w:p w:rsidR="00F96531" w:rsidRDefault="00F96531" w:rsidP="00F96531">
      <w:r>
        <w:t>285.0331</w:t>
      </w:r>
      <w:r>
        <w:tab/>
        <w:t>2.025e0</w:t>
      </w:r>
    </w:p>
    <w:p w:rsidR="00F96531" w:rsidRDefault="00F96531" w:rsidP="00F96531">
      <w:r>
        <w:t>285.0362</w:t>
      </w:r>
      <w:r>
        <w:tab/>
        <w:t>6.076e0</w:t>
      </w:r>
    </w:p>
    <w:p w:rsidR="00F96531" w:rsidRDefault="00F96531" w:rsidP="00F96531">
      <w:r>
        <w:t>285.0373</w:t>
      </w:r>
      <w:r>
        <w:tab/>
        <w:t>4.051e0</w:t>
      </w:r>
    </w:p>
    <w:p w:rsidR="00F96531" w:rsidRDefault="00F96531" w:rsidP="00F96531">
      <w:r>
        <w:t>285.0666</w:t>
      </w:r>
      <w:r>
        <w:tab/>
        <w:t>1.013e0</w:t>
      </w:r>
    </w:p>
    <w:p w:rsidR="00F96531" w:rsidRDefault="00F96531" w:rsidP="00F96531">
      <w:r>
        <w:t>285.0696</w:t>
      </w:r>
      <w:r>
        <w:tab/>
        <w:t>2.025e0</w:t>
      </w:r>
    </w:p>
    <w:p w:rsidR="00F96531" w:rsidRDefault="00F96531" w:rsidP="00F96531">
      <w:r>
        <w:t>285.0791</w:t>
      </w:r>
      <w:r>
        <w:tab/>
        <w:t>2.025e0</w:t>
      </w:r>
    </w:p>
    <w:p w:rsidR="00F96531" w:rsidRDefault="00F96531" w:rsidP="00F96531">
      <w:r>
        <w:t>285.0802</w:t>
      </w:r>
      <w:r>
        <w:tab/>
        <w:t>3.038e0</w:t>
      </w:r>
    </w:p>
    <w:p w:rsidR="00F96531" w:rsidRDefault="00F96531" w:rsidP="00F96531">
      <w:r>
        <w:t>285.0867</w:t>
      </w:r>
      <w:r>
        <w:tab/>
        <w:t>3.038e0</w:t>
      </w:r>
    </w:p>
    <w:p w:rsidR="00F96531" w:rsidRDefault="00F96531" w:rsidP="00F96531">
      <w:r>
        <w:t>285.1191</w:t>
      </w:r>
      <w:r>
        <w:tab/>
        <w:t>2.025e0</w:t>
      </w:r>
    </w:p>
    <w:p w:rsidR="00F96531" w:rsidRDefault="00F96531" w:rsidP="00F96531">
      <w:r>
        <w:t>285.1243</w:t>
      </w:r>
      <w:r>
        <w:tab/>
        <w:t>8.406e0</w:t>
      </w:r>
    </w:p>
    <w:p w:rsidR="00F96531" w:rsidRDefault="00F96531" w:rsidP="00F96531">
      <w:r>
        <w:t>285.1286</w:t>
      </w:r>
      <w:r>
        <w:tab/>
        <w:t>4.609e0</w:t>
      </w:r>
    </w:p>
    <w:p w:rsidR="00F96531" w:rsidRDefault="00F96531" w:rsidP="00F96531">
      <w:r>
        <w:t>285.1297</w:t>
      </w:r>
      <w:r>
        <w:tab/>
        <w:t>3.038e0</w:t>
      </w:r>
    </w:p>
    <w:p w:rsidR="00F96531" w:rsidRDefault="00F96531" w:rsidP="00F96531">
      <w:r>
        <w:lastRenderedPageBreak/>
        <w:t>285.1324</w:t>
      </w:r>
      <w:r>
        <w:tab/>
        <w:t>5.063e0</w:t>
      </w:r>
    </w:p>
    <w:p w:rsidR="00F96531" w:rsidRDefault="00F96531" w:rsidP="00F96531">
      <w:r>
        <w:t>285.1426</w:t>
      </w:r>
      <w:r>
        <w:tab/>
        <w:t>1.314e1</w:t>
      </w:r>
    </w:p>
    <w:p w:rsidR="00F96531" w:rsidRDefault="00F96531" w:rsidP="00F96531">
      <w:r>
        <w:t>285.1532</w:t>
      </w:r>
      <w:r>
        <w:tab/>
        <w:t>3.903e0</w:t>
      </w:r>
    </w:p>
    <w:p w:rsidR="00F96531" w:rsidRDefault="00F96531" w:rsidP="00F96531">
      <w:r>
        <w:t>285.1579</w:t>
      </w:r>
      <w:r>
        <w:tab/>
        <w:t>3.038e0</w:t>
      </w:r>
    </w:p>
    <w:p w:rsidR="00F96531" w:rsidRDefault="00F96531" w:rsidP="00F96531">
      <w:r>
        <w:t>285.1676</w:t>
      </w:r>
      <w:r>
        <w:tab/>
        <w:t>1.013e0</w:t>
      </w:r>
    </w:p>
    <w:p w:rsidR="00F96531" w:rsidRDefault="00F96531" w:rsidP="00F96531">
      <w:r>
        <w:t>285.2007</w:t>
      </w:r>
      <w:r>
        <w:tab/>
        <w:t>4.051e0</w:t>
      </w:r>
    </w:p>
    <w:p w:rsidR="00F96531" w:rsidRDefault="00F96531" w:rsidP="00F96531">
      <w:r>
        <w:t>285.2136</w:t>
      </w:r>
      <w:r>
        <w:tab/>
        <w:t>2.025e0</w:t>
      </w:r>
    </w:p>
    <w:p w:rsidR="00F96531" w:rsidRDefault="00F96531" w:rsidP="00F96531">
      <w:r>
        <w:t>285.2179</w:t>
      </w:r>
      <w:r>
        <w:tab/>
        <w:t>2.025e0</w:t>
      </w:r>
    </w:p>
    <w:p w:rsidR="00F96531" w:rsidRDefault="00F96531" w:rsidP="00F96531">
      <w:r>
        <w:t>285.2227</w:t>
      </w:r>
      <w:r>
        <w:tab/>
        <w:t>1.013e0</w:t>
      </w:r>
    </w:p>
    <w:p w:rsidR="00F96531" w:rsidRDefault="00F96531" w:rsidP="00F96531">
      <w:r>
        <w:t>285.2335</w:t>
      </w:r>
      <w:r>
        <w:tab/>
        <w:t>2.025e0</w:t>
      </w:r>
    </w:p>
    <w:p w:rsidR="00F96531" w:rsidRDefault="00F96531" w:rsidP="00F96531">
      <w:r>
        <w:t>285.2535</w:t>
      </w:r>
      <w:r>
        <w:tab/>
        <w:t>2.025e0</w:t>
      </w:r>
    </w:p>
    <w:p w:rsidR="00F96531" w:rsidRDefault="00F96531" w:rsidP="00F96531">
      <w:r>
        <w:t>285.2601</w:t>
      </w:r>
      <w:r>
        <w:tab/>
        <w:t>2.025e0</w:t>
      </w:r>
    </w:p>
    <w:p w:rsidR="00F96531" w:rsidRDefault="00F96531" w:rsidP="00F96531">
      <w:r>
        <w:t>285.2621</w:t>
      </w:r>
      <w:r>
        <w:tab/>
        <w:t>1.013e0</w:t>
      </w:r>
    </w:p>
    <w:p w:rsidR="00F96531" w:rsidRDefault="00F96531" w:rsidP="00F96531">
      <w:r>
        <w:t>285.2637</w:t>
      </w:r>
      <w:r>
        <w:tab/>
        <w:t>4.051e0</w:t>
      </w:r>
    </w:p>
    <w:p w:rsidR="00F96531" w:rsidRDefault="00F96531" w:rsidP="00F96531">
      <w:r>
        <w:t>285.2935</w:t>
      </w:r>
      <w:r>
        <w:tab/>
        <w:t>2.025e0</w:t>
      </w:r>
    </w:p>
    <w:p w:rsidR="00F96531" w:rsidRDefault="00F96531" w:rsidP="00F96531">
      <w:r>
        <w:t>285.2993</w:t>
      </w:r>
      <w:r>
        <w:tab/>
        <w:t>1.013e0</w:t>
      </w:r>
    </w:p>
    <w:p w:rsidR="00F96531" w:rsidRDefault="00F96531" w:rsidP="00F96531">
      <w:r>
        <w:t>285.3131</w:t>
      </w:r>
      <w:r>
        <w:tab/>
        <w:t>1.013e0</w:t>
      </w:r>
    </w:p>
    <w:p w:rsidR="00F96531" w:rsidRDefault="00F96531" w:rsidP="00F96531">
      <w:r>
        <w:t>285.3252</w:t>
      </w:r>
      <w:r>
        <w:tab/>
        <w:t>1.013e0</w:t>
      </w:r>
    </w:p>
    <w:p w:rsidR="00F96531" w:rsidRDefault="00F96531" w:rsidP="00F96531">
      <w:r>
        <w:t>285.3347</w:t>
      </w:r>
      <w:r>
        <w:tab/>
        <w:t>1.013e0</w:t>
      </w:r>
    </w:p>
    <w:p w:rsidR="00F96531" w:rsidRDefault="00F96531" w:rsidP="00F96531">
      <w:r>
        <w:lastRenderedPageBreak/>
        <w:t>285.3526</w:t>
      </w:r>
      <w:r>
        <w:tab/>
        <w:t>2.025e0</w:t>
      </w:r>
    </w:p>
    <w:p w:rsidR="00F96531" w:rsidRDefault="00F96531" w:rsidP="00F96531">
      <w:r>
        <w:t>285.3774</w:t>
      </w:r>
      <w:r>
        <w:tab/>
        <w:t>2.025e0</w:t>
      </w:r>
    </w:p>
    <w:p w:rsidR="00F96531" w:rsidRDefault="00F96531" w:rsidP="00F96531">
      <w:r>
        <w:t>285.4168</w:t>
      </w:r>
      <w:r>
        <w:tab/>
        <w:t>1.013e0</w:t>
      </w:r>
    </w:p>
    <w:p w:rsidR="00F96531" w:rsidRDefault="00F96531" w:rsidP="00F96531">
      <w:r>
        <w:t>285.4209</w:t>
      </w:r>
      <w:r>
        <w:tab/>
        <w:t>1.013e0</w:t>
      </w:r>
    </w:p>
    <w:p w:rsidR="00F96531" w:rsidRDefault="00F96531" w:rsidP="00F96531">
      <w:r>
        <w:t>285.4339</w:t>
      </w:r>
      <w:r>
        <w:tab/>
        <w:t>1.013e0</w:t>
      </w:r>
    </w:p>
    <w:p w:rsidR="00F96531" w:rsidRDefault="00F96531" w:rsidP="00F96531">
      <w:r>
        <w:t>285.4488</w:t>
      </w:r>
      <w:r>
        <w:tab/>
        <w:t>3.038e0</w:t>
      </w:r>
    </w:p>
    <w:p w:rsidR="00F96531" w:rsidRDefault="00F96531" w:rsidP="00F96531">
      <w:r>
        <w:t>285.4524</w:t>
      </w:r>
      <w:r>
        <w:tab/>
        <w:t>1.013e0</w:t>
      </w:r>
    </w:p>
    <w:p w:rsidR="00F96531" w:rsidRDefault="00F96531" w:rsidP="00F96531">
      <w:r>
        <w:t>285.4745</w:t>
      </w:r>
      <w:r>
        <w:tab/>
        <w:t>1.013e0</w:t>
      </w:r>
    </w:p>
    <w:p w:rsidR="00F96531" w:rsidRDefault="00F96531" w:rsidP="00F96531">
      <w:r>
        <w:t>285.4877</w:t>
      </w:r>
      <w:r>
        <w:tab/>
        <w:t>1.013e0</w:t>
      </w:r>
    </w:p>
    <w:p w:rsidR="00F96531" w:rsidRDefault="00F96531" w:rsidP="00F96531">
      <w:r>
        <w:t>285.5219</w:t>
      </w:r>
      <w:r>
        <w:tab/>
        <w:t>2.025e0</w:t>
      </w:r>
    </w:p>
    <w:p w:rsidR="00F96531" w:rsidRDefault="00F96531" w:rsidP="00F96531">
      <w:r>
        <w:t>285.5387</w:t>
      </w:r>
      <w:r>
        <w:tab/>
        <w:t>1.013e0</w:t>
      </w:r>
    </w:p>
    <w:p w:rsidR="00F96531" w:rsidRDefault="00F96531" w:rsidP="00F96531">
      <w:r>
        <w:t>285.5554</w:t>
      </w:r>
      <w:r>
        <w:tab/>
        <w:t>1.013e0</w:t>
      </w:r>
    </w:p>
    <w:p w:rsidR="00F96531" w:rsidRDefault="00F96531" w:rsidP="00F96531">
      <w:r>
        <w:t>285.5606</w:t>
      </w:r>
      <w:r>
        <w:tab/>
        <w:t>1.013e0</w:t>
      </w:r>
    </w:p>
    <w:p w:rsidR="00F96531" w:rsidRDefault="00F96531" w:rsidP="00F96531">
      <w:r>
        <w:t>285.5700</w:t>
      </w:r>
      <w:r>
        <w:tab/>
        <w:t>3.038e0</w:t>
      </w:r>
    </w:p>
    <w:p w:rsidR="00F96531" w:rsidRDefault="00F96531" w:rsidP="00F96531">
      <w:r>
        <w:t>285.5771</w:t>
      </w:r>
      <w:r>
        <w:tab/>
        <w:t>1.013e0</w:t>
      </w:r>
    </w:p>
    <w:p w:rsidR="00F96531" w:rsidRDefault="00F96531" w:rsidP="00F96531">
      <w:r>
        <w:t>285.5810</w:t>
      </w:r>
      <w:r>
        <w:tab/>
        <w:t>1.013e0</w:t>
      </w:r>
    </w:p>
    <w:p w:rsidR="00F96531" w:rsidRDefault="00F96531" w:rsidP="00F96531">
      <w:r>
        <w:t>285.5867</w:t>
      </w:r>
      <w:r>
        <w:tab/>
        <w:t>1.013e0</w:t>
      </w:r>
    </w:p>
    <w:p w:rsidR="00F96531" w:rsidRDefault="00F96531" w:rsidP="00F96531">
      <w:r>
        <w:t>285.6044</w:t>
      </w:r>
      <w:r>
        <w:tab/>
        <w:t>1.013e0</w:t>
      </w:r>
    </w:p>
    <w:p w:rsidR="00F96531" w:rsidRDefault="00F96531" w:rsidP="00F96531">
      <w:r>
        <w:t>285.6277</w:t>
      </w:r>
      <w:r>
        <w:tab/>
        <w:t>2.025e0</w:t>
      </w:r>
    </w:p>
    <w:p w:rsidR="00F96531" w:rsidRDefault="00F96531" w:rsidP="00F96531">
      <w:r>
        <w:lastRenderedPageBreak/>
        <w:t>285.6324</w:t>
      </w:r>
      <w:r>
        <w:tab/>
        <w:t>4.051e0</w:t>
      </w:r>
    </w:p>
    <w:p w:rsidR="00F96531" w:rsidRDefault="00F96531" w:rsidP="00F96531">
      <w:r>
        <w:t>285.6417</w:t>
      </w:r>
      <w:r>
        <w:tab/>
        <w:t>3.038e0</w:t>
      </w:r>
    </w:p>
    <w:p w:rsidR="00F96531" w:rsidRDefault="00F96531" w:rsidP="00F96531">
      <w:r>
        <w:t>285.6715</w:t>
      </w:r>
      <w:r>
        <w:tab/>
        <w:t>1.013e0</w:t>
      </w:r>
    </w:p>
    <w:p w:rsidR="00F96531" w:rsidRDefault="00F96531" w:rsidP="00F96531">
      <w:r>
        <w:t>285.6755</w:t>
      </w:r>
      <w:r>
        <w:tab/>
        <w:t>1.013e0</w:t>
      </w:r>
    </w:p>
    <w:p w:rsidR="00F96531" w:rsidRDefault="00F96531" w:rsidP="00F96531">
      <w:r>
        <w:t>285.7110</w:t>
      </w:r>
      <w:r>
        <w:tab/>
        <w:t>1.013e0</w:t>
      </w:r>
    </w:p>
    <w:p w:rsidR="00F96531" w:rsidRDefault="00F96531" w:rsidP="00F96531">
      <w:r>
        <w:t>285.7236</w:t>
      </w:r>
      <w:r>
        <w:tab/>
        <w:t>2.025e0</w:t>
      </w:r>
    </w:p>
    <w:p w:rsidR="00F96531" w:rsidRDefault="00F96531" w:rsidP="00F96531">
      <w:r>
        <w:t>285.7265</w:t>
      </w:r>
      <w:r>
        <w:tab/>
        <w:t>1.013e0</w:t>
      </w:r>
    </w:p>
    <w:p w:rsidR="00F96531" w:rsidRDefault="00F96531" w:rsidP="00F96531">
      <w:r>
        <w:t>285.7712</w:t>
      </w:r>
      <w:r>
        <w:tab/>
        <w:t>1.013e0</w:t>
      </w:r>
    </w:p>
    <w:p w:rsidR="00F96531" w:rsidRDefault="00F96531" w:rsidP="00F96531">
      <w:r>
        <w:t>285.8645</w:t>
      </w:r>
      <w:r>
        <w:tab/>
        <w:t>1.013e0</w:t>
      </w:r>
    </w:p>
    <w:p w:rsidR="00F96531" w:rsidRDefault="00F96531" w:rsidP="00F96531">
      <w:r>
        <w:t>285.8960</w:t>
      </w:r>
      <w:r>
        <w:tab/>
        <w:t>2.025e0</w:t>
      </w:r>
    </w:p>
    <w:p w:rsidR="00F96531" w:rsidRDefault="00F96531" w:rsidP="00F96531">
      <w:r>
        <w:t>285.9045</w:t>
      </w:r>
      <w:r>
        <w:tab/>
        <w:t>1.013e0</w:t>
      </w:r>
    </w:p>
    <w:p w:rsidR="00F96531" w:rsidRDefault="00F96531" w:rsidP="00F96531">
      <w:r>
        <w:t>285.9206</w:t>
      </w:r>
      <w:r>
        <w:tab/>
        <w:t>1.013e0</w:t>
      </w:r>
    </w:p>
    <w:p w:rsidR="00F96531" w:rsidRDefault="00F96531" w:rsidP="00F96531">
      <w:r>
        <w:t>285.9836</w:t>
      </w:r>
      <w:r>
        <w:tab/>
        <w:t>1.013e0</w:t>
      </w:r>
    </w:p>
    <w:p w:rsidR="00F96531" w:rsidRDefault="00F96531" w:rsidP="00F96531">
      <w:r>
        <w:t>285.9904</w:t>
      </w:r>
      <w:r>
        <w:tab/>
        <w:t>1.013e0</w:t>
      </w:r>
    </w:p>
    <w:p w:rsidR="00F96531" w:rsidRDefault="00F96531" w:rsidP="00F96531">
      <w:r>
        <w:t>285.9917</w:t>
      </w:r>
      <w:r>
        <w:tab/>
        <w:t>1.013e0</w:t>
      </w:r>
    </w:p>
    <w:p w:rsidR="00F96531" w:rsidRDefault="00F96531" w:rsidP="00F96531">
      <w:r>
        <w:t>285.9988</w:t>
      </w:r>
      <w:r>
        <w:tab/>
        <w:t>3.038e0</w:t>
      </w:r>
    </w:p>
    <w:p w:rsidR="00F96531" w:rsidRDefault="00F96531" w:rsidP="00F96531">
      <w:r>
        <w:t>286.0000</w:t>
      </w:r>
      <w:r>
        <w:tab/>
        <w:t>1.013e0</w:t>
      </w:r>
    </w:p>
    <w:p w:rsidR="00F96531" w:rsidRDefault="00F96531" w:rsidP="00F96531">
      <w:r>
        <w:t>286.0178</w:t>
      </w:r>
      <w:r>
        <w:tab/>
        <w:t>1.013e0</w:t>
      </w:r>
    </w:p>
    <w:p w:rsidR="00F96531" w:rsidRDefault="00F96531" w:rsidP="00F96531">
      <w:r>
        <w:t>286.0191</w:t>
      </w:r>
      <w:r>
        <w:tab/>
        <w:t>1.013e0</w:t>
      </w:r>
    </w:p>
    <w:p w:rsidR="00F96531" w:rsidRDefault="00F96531" w:rsidP="00F96531">
      <w:r>
        <w:lastRenderedPageBreak/>
        <w:t>286.0467</w:t>
      </w:r>
      <w:r>
        <w:tab/>
        <w:t>1.013e0</w:t>
      </w:r>
    </w:p>
    <w:p w:rsidR="00F96531" w:rsidRDefault="00F96531" w:rsidP="00F96531">
      <w:r>
        <w:t>286.0534</w:t>
      </w:r>
      <w:r>
        <w:tab/>
        <w:t>2.025e0</w:t>
      </w:r>
    </w:p>
    <w:p w:rsidR="00F96531" w:rsidRDefault="00F96531" w:rsidP="00F96531">
      <w:r>
        <w:t>286.0587</w:t>
      </w:r>
      <w:r>
        <w:tab/>
        <w:t>1.013e0</w:t>
      </w:r>
    </w:p>
    <w:p w:rsidR="00F96531" w:rsidRDefault="00F96531" w:rsidP="00F96531">
      <w:r>
        <w:t>286.0608</w:t>
      </w:r>
      <w:r>
        <w:tab/>
        <w:t>3.038e0</w:t>
      </w:r>
    </w:p>
    <w:p w:rsidR="00F96531" w:rsidRDefault="00F96531" w:rsidP="00F96531">
      <w:r>
        <w:t>286.0627</w:t>
      </w:r>
      <w:r>
        <w:tab/>
        <w:t>3.038e0</w:t>
      </w:r>
    </w:p>
    <w:p w:rsidR="00F96531" w:rsidRDefault="00F96531" w:rsidP="00F96531">
      <w:r>
        <w:t>286.0758</w:t>
      </w:r>
      <w:r>
        <w:tab/>
        <w:t>2.025e0</w:t>
      </w:r>
    </w:p>
    <w:p w:rsidR="00F96531" w:rsidRDefault="00F96531" w:rsidP="00F96531">
      <w:r>
        <w:t>286.0801</w:t>
      </w:r>
      <w:r>
        <w:tab/>
        <w:t>2.025e0</w:t>
      </w:r>
    </w:p>
    <w:p w:rsidR="00F96531" w:rsidRDefault="00F96531" w:rsidP="00F96531">
      <w:r>
        <w:t>286.1173</w:t>
      </w:r>
      <w:r>
        <w:tab/>
        <w:t>3.433e0</w:t>
      </w:r>
    </w:p>
    <w:p w:rsidR="00F96531" w:rsidRDefault="00F96531" w:rsidP="00F96531">
      <w:r>
        <w:t>286.1217</w:t>
      </w:r>
      <w:r>
        <w:tab/>
        <w:t>1.013e0</w:t>
      </w:r>
    </w:p>
    <w:p w:rsidR="00F96531" w:rsidRDefault="00F96531" w:rsidP="00F96531">
      <w:r>
        <w:t>286.1256</w:t>
      </w:r>
      <w:r>
        <w:tab/>
        <w:t>1.013e0</w:t>
      </w:r>
    </w:p>
    <w:p w:rsidR="00F96531" w:rsidRDefault="00F96531" w:rsidP="00F96531">
      <w:r>
        <w:t>286.1273</w:t>
      </w:r>
      <w:r>
        <w:tab/>
        <w:t>4.051e0</w:t>
      </w:r>
    </w:p>
    <w:p w:rsidR="00F96531" w:rsidRDefault="00F96531" w:rsidP="00F96531">
      <w:r>
        <w:t>286.1309</w:t>
      </w:r>
      <w:r>
        <w:tab/>
        <w:t>1.013e0</w:t>
      </w:r>
    </w:p>
    <w:p w:rsidR="00F96531" w:rsidRDefault="00F96531" w:rsidP="00F96531">
      <w:r>
        <w:t>286.1491</w:t>
      </w:r>
      <w:r>
        <w:tab/>
        <w:t>1.013e0</w:t>
      </w:r>
    </w:p>
    <w:p w:rsidR="00F96531" w:rsidRDefault="00F96531" w:rsidP="00F96531">
      <w:r>
        <w:t>286.1599</w:t>
      </w:r>
      <w:r>
        <w:tab/>
        <w:t>4.541e0</w:t>
      </w:r>
    </w:p>
    <w:p w:rsidR="00F96531" w:rsidRDefault="00F96531" w:rsidP="00F96531">
      <w:r>
        <w:t>286.1616</w:t>
      </w:r>
      <w:r>
        <w:tab/>
        <w:t>2.025e0</w:t>
      </w:r>
    </w:p>
    <w:p w:rsidR="00F96531" w:rsidRDefault="00F96531" w:rsidP="00F96531">
      <w:r>
        <w:t>286.1659</w:t>
      </w:r>
      <w:r>
        <w:tab/>
        <w:t>2.877e0</w:t>
      </w:r>
    </w:p>
    <w:p w:rsidR="00F96531" w:rsidRDefault="00F96531" w:rsidP="00F96531">
      <w:r>
        <w:t>286.1766</w:t>
      </w:r>
      <w:r>
        <w:tab/>
        <w:t>1.013e0</w:t>
      </w:r>
    </w:p>
    <w:p w:rsidR="00F96531" w:rsidRDefault="00F96531" w:rsidP="00F96531">
      <w:r>
        <w:t>286.1885</w:t>
      </w:r>
      <w:r>
        <w:tab/>
        <w:t>1.013e0</w:t>
      </w:r>
    </w:p>
    <w:p w:rsidR="00F96531" w:rsidRDefault="00F96531" w:rsidP="00F96531">
      <w:r>
        <w:t>286.1937</w:t>
      </w:r>
      <w:r>
        <w:tab/>
        <w:t>1.013e0</w:t>
      </w:r>
    </w:p>
    <w:p w:rsidR="00F96531" w:rsidRDefault="00F96531" w:rsidP="00F96531">
      <w:r>
        <w:lastRenderedPageBreak/>
        <w:t>286.1952</w:t>
      </w:r>
      <w:r>
        <w:tab/>
        <w:t>2.025e0</w:t>
      </w:r>
    </w:p>
    <w:p w:rsidR="00F96531" w:rsidRDefault="00F96531" w:rsidP="00F96531">
      <w:r>
        <w:t>286.2062</w:t>
      </w:r>
      <w:r>
        <w:tab/>
        <w:t>2.025e0</w:t>
      </w:r>
    </w:p>
    <w:p w:rsidR="00F96531" w:rsidRDefault="00F96531" w:rsidP="00F96531">
      <w:r>
        <w:t>286.2129</w:t>
      </w:r>
      <w:r>
        <w:tab/>
        <w:t>2.002e0</w:t>
      </w:r>
    </w:p>
    <w:p w:rsidR="00F96531" w:rsidRDefault="00F96531" w:rsidP="00F96531">
      <w:r>
        <w:t>286.2218</w:t>
      </w:r>
      <w:r>
        <w:tab/>
        <w:t>3.038e0</w:t>
      </w:r>
    </w:p>
    <w:p w:rsidR="00F96531" w:rsidRDefault="00F96531" w:rsidP="00F96531">
      <w:r>
        <w:t>286.2320</w:t>
      </w:r>
      <w:r>
        <w:tab/>
        <w:t>2.025e0</w:t>
      </w:r>
    </w:p>
    <w:p w:rsidR="00F96531" w:rsidRDefault="00F96531" w:rsidP="00F96531">
      <w:r>
        <w:t>286.2356</w:t>
      </w:r>
      <w:r>
        <w:tab/>
        <w:t>2.025e0</w:t>
      </w:r>
    </w:p>
    <w:p w:rsidR="00F96531" w:rsidRDefault="00F96531" w:rsidP="00F96531">
      <w:r>
        <w:t>286.2465</w:t>
      </w:r>
      <w:r>
        <w:tab/>
        <w:t>1.013e0</w:t>
      </w:r>
    </w:p>
    <w:p w:rsidR="00F96531" w:rsidRDefault="00F96531" w:rsidP="00F96531">
      <w:r>
        <w:t>286.2699</w:t>
      </w:r>
      <w:r>
        <w:tab/>
        <w:t>1.013e0</w:t>
      </w:r>
    </w:p>
    <w:p w:rsidR="00F96531" w:rsidRDefault="00F96531" w:rsidP="00F96531">
      <w:r>
        <w:t>286.2792</w:t>
      </w:r>
      <w:r>
        <w:tab/>
        <w:t>1.013e0</w:t>
      </w:r>
    </w:p>
    <w:p w:rsidR="00F96531" w:rsidRDefault="00F96531" w:rsidP="00F96531">
      <w:r>
        <w:t>286.2868</w:t>
      </w:r>
      <w:r>
        <w:tab/>
        <w:t>2.025e0</w:t>
      </w:r>
    </w:p>
    <w:p w:rsidR="00F96531" w:rsidRDefault="00F96531" w:rsidP="00F96531">
      <w:r>
        <w:t>286.3014</w:t>
      </w:r>
      <w:r>
        <w:tab/>
        <w:t>1.013e0</w:t>
      </w:r>
    </w:p>
    <w:p w:rsidR="00F96531" w:rsidRDefault="00F96531" w:rsidP="00F96531">
      <w:r>
        <w:t>286.3026</w:t>
      </w:r>
      <w:r>
        <w:tab/>
        <w:t>1.013e0</w:t>
      </w:r>
    </w:p>
    <w:p w:rsidR="00F96531" w:rsidRDefault="00F96531" w:rsidP="00F96531">
      <w:r>
        <w:t>286.3066</w:t>
      </w:r>
      <w:r>
        <w:tab/>
        <w:t>1.013e0</w:t>
      </w:r>
    </w:p>
    <w:p w:rsidR="00F96531" w:rsidRDefault="00F96531" w:rsidP="00F96531">
      <w:r>
        <w:t>286.3496</w:t>
      </w:r>
      <w:r>
        <w:tab/>
        <w:t>1.013e0</w:t>
      </w:r>
    </w:p>
    <w:p w:rsidR="00F96531" w:rsidRDefault="00F96531" w:rsidP="00F96531">
      <w:r>
        <w:t>286.3549</w:t>
      </w:r>
      <w:r>
        <w:tab/>
        <w:t>1.013e0</w:t>
      </w:r>
    </w:p>
    <w:p w:rsidR="00F96531" w:rsidRDefault="00F96531" w:rsidP="00F96531">
      <w:r>
        <w:t>286.3737</w:t>
      </w:r>
      <w:r>
        <w:tab/>
        <w:t>1.013e0</w:t>
      </w:r>
    </w:p>
    <w:p w:rsidR="00F96531" w:rsidRDefault="00F96531" w:rsidP="00F96531">
      <w:r>
        <w:t>286.3777</w:t>
      </w:r>
      <w:r>
        <w:tab/>
        <w:t>1.013e0</w:t>
      </w:r>
    </w:p>
    <w:p w:rsidR="00F96531" w:rsidRDefault="00F96531" w:rsidP="00F96531">
      <w:r>
        <w:t>286.4079</w:t>
      </w:r>
      <w:r>
        <w:tab/>
        <w:t>3.038e0</w:t>
      </w:r>
    </w:p>
    <w:p w:rsidR="00F96531" w:rsidRDefault="00F96531" w:rsidP="00F96531">
      <w:r>
        <w:t>286.4092</w:t>
      </w:r>
      <w:r>
        <w:tab/>
        <w:t>1.013e0</w:t>
      </w:r>
    </w:p>
    <w:p w:rsidR="00F96531" w:rsidRDefault="00F96531" w:rsidP="00F96531">
      <w:r>
        <w:lastRenderedPageBreak/>
        <w:t>286.4287</w:t>
      </w:r>
      <w:r>
        <w:tab/>
        <w:t>1.013e0</w:t>
      </w:r>
    </w:p>
    <w:p w:rsidR="00F96531" w:rsidRDefault="00F96531" w:rsidP="00F96531">
      <w:r>
        <w:t>286.4326</w:t>
      </w:r>
      <w:r>
        <w:tab/>
        <w:t>1.013e0</w:t>
      </w:r>
    </w:p>
    <w:p w:rsidR="00F96531" w:rsidRDefault="00F96531" w:rsidP="00F96531">
      <w:r>
        <w:t>286.4452</w:t>
      </w:r>
      <w:r>
        <w:tab/>
        <w:t>1.013e0</w:t>
      </w:r>
    </w:p>
    <w:p w:rsidR="00F96531" w:rsidRDefault="00F96531" w:rsidP="00F96531">
      <w:r>
        <w:t>286.5353</w:t>
      </w:r>
      <w:r>
        <w:tab/>
        <w:t>1.013e0</w:t>
      </w:r>
    </w:p>
    <w:p w:rsidR="00F96531" w:rsidRDefault="00F96531" w:rsidP="00F96531">
      <w:r>
        <w:t>286.5575</w:t>
      </w:r>
      <w:r>
        <w:tab/>
        <w:t>2.025e0</w:t>
      </w:r>
    </w:p>
    <w:p w:rsidR="00F96531" w:rsidRDefault="00F96531" w:rsidP="00F96531">
      <w:r>
        <w:t>286.5647</w:t>
      </w:r>
      <w:r>
        <w:tab/>
        <w:t>2.025e0</w:t>
      </w:r>
    </w:p>
    <w:p w:rsidR="00F96531" w:rsidRDefault="00F96531" w:rsidP="00F96531">
      <w:r>
        <w:t>286.5811</w:t>
      </w:r>
      <w:r>
        <w:tab/>
        <w:t>2.025e0</w:t>
      </w:r>
    </w:p>
    <w:p w:rsidR="00F96531" w:rsidRDefault="00F96531" w:rsidP="00F96531">
      <w:r>
        <w:t>286.5860</w:t>
      </w:r>
      <w:r>
        <w:tab/>
        <w:t>2.025e0</w:t>
      </w:r>
    </w:p>
    <w:p w:rsidR="00F96531" w:rsidRDefault="00F96531" w:rsidP="00F96531">
      <w:r>
        <w:t>286.6118</w:t>
      </w:r>
      <w:r>
        <w:tab/>
        <w:t>2.025e0</w:t>
      </w:r>
    </w:p>
    <w:p w:rsidR="00F96531" w:rsidRDefault="00F96531" w:rsidP="00F96531">
      <w:r>
        <w:t>286.6217</w:t>
      </w:r>
      <w:r>
        <w:tab/>
        <w:t>1.013e0</w:t>
      </w:r>
    </w:p>
    <w:p w:rsidR="00F96531" w:rsidRDefault="00F96531" w:rsidP="00F96531">
      <w:r>
        <w:t>286.6445</w:t>
      </w:r>
      <w:r>
        <w:tab/>
        <w:t>1.013e0</w:t>
      </w:r>
    </w:p>
    <w:p w:rsidR="00F96531" w:rsidRDefault="00F96531" w:rsidP="00F96531">
      <w:r>
        <w:t>286.6564</w:t>
      </w:r>
      <w:r>
        <w:tab/>
        <w:t>4.051e0</w:t>
      </w:r>
    </w:p>
    <w:p w:rsidR="00F96531" w:rsidRDefault="00F96531" w:rsidP="00F96531">
      <w:r>
        <w:t>286.6655</w:t>
      </w:r>
      <w:r>
        <w:tab/>
        <w:t>1.013e0</w:t>
      </w:r>
    </w:p>
    <w:p w:rsidR="00F96531" w:rsidRDefault="00F96531" w:rsidP="00F96531">
      <w:r>
        <w:t>286.6799</w:t>
      </w:r>
      <w:r>
        <w:tab/>
        <w:t>2.025e0</w:t>
      </w:r>
    </w:p>
    <w:p w:rsidR="00F96531" w:rsidRDefault="00F96531" w:rsidP="00F96531">
      <w:r>
        <w:t>286.6856</w:t>
      </w:r>
      <w:r>
        <w:tab/>
        <w:t>2.025e0</w:t>
      </w:r>
    </w:p>
    <w:p w:rsidR="00F96531" w:rsidRDefault="00F96531" w:rsidP="00F96531">
      <w:r>
        <w:t>286.6891</w:t>
      </w:r>
      <w:r>
        <w:tab/>
        <w:t>2.025e0</w:t>
      </w:r>
    </w:p>
    <w:p w:rsidR="00F96531" w:rsidRDefault="00F96531" w:rsidP="00F96531">
      <w:r>
        <w:t>286.7191</w:t>
      </w:r>
      <w:r>
        <w:tab/>
        <w:t>1.013e0</w:t>
      </w:r>
    </w:p>
    <w:p w:rsidR="00F96531" w:rsidRDefault="00F96531" w:rsidP="00F96531">
      <w:r>
        <w:t>286.7466</w:t>
      </w:r>
      <w:r>
        <w:tab/>
        <w:t>1.013e0</w:t>
      </w:r>
    </w:p>
    <w:p w:rsidR="00F96531" w:rsidRDefault="00F96531" w:rsidP="00F96531">
      <w:r>
        <w:t>286.7478</w:t>
      </w:r>
      <w:r>
        <w:tab/>
        <w:t>1.013e0</w:t>
      </w:r>
    </w:p>
    <w:p w:rsidR="00F96531" w:rsidRDefault="00F96531" w:rsidP="00F96531">
      <w:r>
        <w:lastRenderedPageBreak/>
        <w:t>286.7627</w:t>
      </w:r>
      <w:r>
        <w:tab/>
        <w:t>4.051e0</w:t>
      </w:r>
    </w:p>
    <w:p w:rsidR="00F96531" w:rsidRDefault="00F96531" w:rsidP="00F96531">
      <w:r>
        <w:t>286.7651</w:t>
      </w:r>
      <w:r>
        <w:tab/>
        <w:t>1.013e0</w:t>
      </w:r>
    </w:p>
    <w:p w:rsidR="00F96531" w:rsidRDefault="00F96531" w:rsidP="00F96531">
      <w:r>
        <w:t>286.7897</w:t>
      </w:r>
      <w:r>
        <w:tab/>
        <w:t>2.025e0</w:t>
      </w:r>
    </w:p>
    <w:p w:rsidR="00F96531" w:rsidRDefault="00F96531" w:rsidP="00F96531">
      <w:r>
        <w:t>286.8057</w:t>
      </w:r>
      <w:r>
        <w:tab/>
        <w:t>2.025e0</w:t>
      </w:r>
    </w:p>
    <w:p w:rsidR="00F96531" w:rsidRDefault="00F96531" w:rsidP="00F96531">
      <w:r>
        <w:t>286.8492</w:t>
      </w:r>
      <w:r>
        <w:tab/>
        <w:t>1.013e0</w:t>
      </w:r>
    </w:p>
    <w:p w:rsidR="00F96531" w:rsidRDefault="00F96531" w:rsidP="00F96531">
      <w:r>
        <w:t>286.8636</w:t>
      </w:r>
      <w:r>
        <w:tab/>
        <w:t>1.013e0</w:t>
      </w:r>
    </w:p>
    <w:p w:rsidR="00F96531" w:rsidRDefault="00F96531" w:rsidP="00F96531">
      <w:r>
        <w:t>286.8648</w:t>
      </w:r>
      <w:r>
        <w:tab/>
        <w:t>1.013e0</w:t>
      </w:r>
    </w:p>
    <w:p w:rsidR="00F96531" w:rsidRDefault="00F96531" w:rsidP="00F96531">
      <w:r>
        <w:t>286.8739</w:t>
      </w:r>
      <w:r>
        <w:tab/>
        <w:t>1.013e0</w:t>
      </w:r>
    </w:p>
    <w:p w:rsidR="00F96531" w:rsidRDefault="00F96531" w:rsidP="00F96531">
      <w:r>
        <w:t>286.8779</w:t>
      </w:r>
      <w:r>
        <w:tab/>
        <w:t>1.013e0</w:t>
      </w:r>
    </w:p>
    <w:p w:rsidR="00F96531" w:rsidRDefault="00F96531" w:rsidP="00F96531">
      <w:r>
        <w:t>286.9016</w:t>
      </w:r>
      <w:r>
        <w:tab/>
        <w:t>1.013e0</w:t>
      </w:r>
    </w:p>
    <w:p w:rsidR="00F96531" w:rsidRDefault="00F96531" w:rsidP="00F96531">
      <w:r>
        <w:t>286.9095</w:t>
      </w:r>
      <w:r>
        <w:tab/>
        <w:t>1.013e0</w:t>
      </w:r>
    </w:p>
    <w:p w:rsidR="00F96531" w:rsidRDefault="00F96531" w:rsidP="00F96531">
      <w:r>
        <w:t>286.9123</w:t>
      </w:r>
      <w:r>
        <w:tab/>
        <w:t>1.013e0</w:t>
      </w:r>
    </w:p>
    <w:p w:rsidR="00F96531" w:rsidRDefault="00F96531" w:rsidP="00F96531">
      <w:r>
        <w:t>286.9581</w:t>
      </w:r>
      <w:r>
        <w:tab/>
        <w:t>1.013e0</w:t>
      </w:r>
    </w:p>
    <w:p w:rsidR="00F96531" w:rsidRDefault="00F96531" w:rsidP="00F96531">
      <w:r>
        <w:t>286.9924</w:t>
      </w:r>
      <w:r>
        <w:tab/>
        <w:t>3.038e0</w:t>
      </w:r>
    </w:p>
    <w:p w:rsidR="00F96531" w:rsidRDefault="00F96531" w:rsidP="00F96531">
      <w:r>
        <w:t>287.0494</w:t>
      </w:r>
      <w:r>
        <w:tab/>
        <w:t>2.704e2</w:t>
      </w:r>
    </w:p>
    <w:p w:rsidR="00F96531" w:rsidRDefault="00F96531" w:rsidP="00F96531">
      <w:r>
        <w:t>287.0520</w:t>
      </w:r>
      <w:r>
        <w:tab/>
        <w:t>4.877e2</w:t>
      </w:r>
    </w:p>
    <w:p w:rsidR="00F96531" w:rsidRDefault="00F96531" w:rsidP="00F96531">
      <w:r>
        <w:t>287.0537</w:t>
      </w:r>
      <w:r>
        <w:tab/>
        <w:t>2.144e2</w:t>
      </w:r>
    </w:p>
    <w:p w:rsidR="00F96531" w:rsidRDefault="00F96531" w:rsidP="00F96531">
      <w:r>
        <w:t>287.0572</w:t>
      </w:r>
      <w:r>
        <w:tab/>
        <w:t>3.529e1</w:t>
      </w:r>
    </w:p>
    <w:p w:rsidR="00F96531" w:rsidRDefault="00F96531" w:rsidP="00F96531">
      <w:r>
        <w:t>287.1010</w:t>
      </w:r>
      <w:r>
        <w:tab/>
        <w:t>4.425e0</w:t>
      </w:r>
    </w:p>
    <w:p w:rsidR="00F96531" w:rsidRDefault="00F96531" w:rsidP="00F96531">
      <w:r>
        <w:lastRenderedPageBreak/>
        <w:t>287.1166</w:t>
      </w:r>
      <w:r>
        <w:tab/>
        <w:t>4.051e0</w:t>
      </w:r>
    </w:p>
    <w:p w:rsidR="00F96531" w:rsidRDefault="00F96531" w:rsidP="00F96531">
      <w:r>
        <w:t>287.1196</w:t>
      </w:r>
      <w:r>
        <w:tab/>
        <w:t>6.697e0</w:t>
      </w:r>
    </w:p>
    <w:p w:rsidR="00F96531" w:rsidRDefault="00F96531" w:rsidP="00F96531">
      <w:r>
        <w:t>287.1413</w:t>
      </w:r>
      <w:r>
        <w:tab/>
        <w:t>3.038e0</w:t>
      </w:r>
    </w:p>
    <w:p w:rsidR="00F96531" w:rsidRDefault="00F96531" w:rsidP="00F96531">
      <w:r>
        <w:t>287.1639</w:t>
      </w:r>
      <w:r>
        <w:tab/>
        <w:t>4.667e0</w:t>
      </w:r>
    </w:p>
    <w:p w:rsidR="00F96531" w:rsidRDefault="00F96531" w:rsidP="00F96531">
      <w:r>
        <w:t>287.1667</w:t>
      </w:r>
      <w:r>
        <w:tab/>
        <w:t>3.038e0</w:t>
      </w:r>
    </w:p>
    <w:p w:rsidR="00F96531" w:rsidRDefault="00F96531" w:rsidP="00F96531">
      <w:r>
        <w:t>287.1911</w:t>
      </w:r>
      <w:r>
        <w:tab/>
        <w:t>5.039e0</w:t>
      </w:r>
    </w:p>
    <w:p w:rsidR="00F96531" w:rsidRDefault="00F96531" w:rsidP="00F96531">
      <w:r>
        <w:t>287.1935</w:t>
      </w:r>
      <w:r>
        <w:tab/>
        <w:t>9.929e0</w:t>
      </w:r>
    </w:p>
    <w:p w:rsidR="00F96531" w:rsidRDefault="00F96531" w:rsidP="00F96531">
      <w:r>
        <w:t>287.1956</w:t>
      </w:r>
      <w:r>
        <w:tab/>
        <w:t>5.809e0</w:t>
      </w:r>
    </w:p>
    <w:p w:rsidR="00F96531" w:rsidRDefault="00F96531" w:rsidP="00F96531">
      <w:r>
        <w:t>287.2061</w:t>
      </w:r>
      <w:r>
        <w:tab/>
        <w:t>1.013e0</w:t>
      </w:r>
    </w:p>
    <w:p w:rsidR="00F96531" w:rsidRDefault="00F96531" w:rsidP="00F96531">
      <w:r>
        <w:t>287.2247</w:t>
      </w:r>
      <w:r>
        <w:tab/>
        <w:t>1.013e0</w:t>
      </w:r>
    </w:p>
    <w:p w:rsidR="00F96531" w:rsidRDefault="00F96531" w:rsidP="00F96531">
      <w:r>
        <w:t>287.2275</w:t>
      </w:r>
      <w:r>
        <w:tab/>
        <w:t>1.013e0</w:t>
      </w:r>
    </w:p>
    <w:p w:rsidR="00F96531" w:rsidRDefault="00F96531" w:rsidP="00F96531">
      <w:r>
        <w:t>287.2493</w:t>
      </w:r>
      <w:r>
        <w:tab/>
        <w:t>8.101e0</w:t>
      </w:r>
    </w:p>
    <w:p w:rsidR="00F96531" w:rsidRDefault="00F96531" w:rsidP="00F96531">
      <w:r>
        <w:t>287.2674</w:t>
      </w:r>
      <w:r>
        <w:tab/>
        <w:t>3.038e0</w:t>
      </w:r>
    </w:p>
    <w:p w:rsidR="00F96531" w:rsidRDefault="00F96531" w:rsidP="00F96531">
      <w:r>
        <w:t>287.2825</w:t>
      </w:r>
      <w:r>
        <w:tab/>
        <w:t>2.025e0</w:t>
      </w:r>
    </w:p>
    <w:p w:rsidR="00F96531" w:rsidRDefault="00F96531" w:rsidP="00F96531">
      <w:r>
        <w:t>287.2838</w:t>
      </w:r>
      <w:r>
        <w:tab/>
        <w:t>1.013e0</w:t>
      </w:r>
    </w:p>
    <w:p w:rsidR="00F96531" w:rsidRDefault="00F96531" w:rsidP="00F96531">
      <w:r>
        <w:t>287.2919</w:t>
      </w:r>
      <w:r>
        <w:tab/>
        <w:t>2.025e0</w:t>
      </w:r>
    </w:p>
    <w:p w:rsidR="00F96531" w:rsidRDefault="00F96531" w:rsidP="00F96531">
      <w:r>
        <w:t>287.3022</w:t>
      </w:r>
      <w:r>
        <w:tab/>
        <w:t>2.025e0</w:t>
      </w:r>
    </w:p>
    <w:p w:rsidR="00F96531" w:rsidRDefault="00F96531" w:rsidP="00F96531">
      <w:r>
        <w:t>287.3112</w:t>
      </w:r>
      <w:r>
        <w:tab/>
        <w:t>1.013e0</w:t>
      </w:r>
    </w:p>
    <w:p w:rsidR="00F96531" w:rsidRDefault="00F96531" w:rsidP="00F96531">
      <w:r>
        <w:t>287.3140</w:t>
      </w:r>
      <w:r>
        <w:tab/>
        <w:t>1.013e0</w:t>
      </w:r>
    </w:p>
    <w:p w:rsidR="00F96531" w:rsidRDefault="00F96531" w:rsidP="00F96531">
      <w:r>
        <w:lastRenderedPageBreak/>
        <w:t>287.3249</w:t>
      </w:r>
      <w:r>
        <w:tab/>
        <w:t>2.025e0</w:t>
      </w:r>
    </w:p>
    <w:p w:rsidR="00F96531" w:rsidRDefault="00F96531" w:rsidP="00F96531">
      <w:r>
        <w:t>287.3508</w:t>
      </w:r>
      <w:r>
        <w:tab/>
        <w:t>1.038e0</w:t>
      </w:r>
    </w:p>
    <w:p w:rsidR="00F96531" w:rsidRDefault="00F96531" w:rsidP="00F96531">
      <w:r>
        <w:t>287.3590</w:t>
      </w:r>
      <w:r>
        <w:tab/>
        <w:t>3.038e0</w:t>
      </w:r>
    </w:p>
    <w:p w:rsidR="00F96531" w:rsidRDefault="00F96531" w:rsidP="00F96531">
      <w:r>
        <w:t>287.3700</w:t>
      </w:r>
      <w:r>
        <w:tab/>
        <w:t>2.025e0</w:t>
      </w:r>
    </w:p>
    <w:p w:rsidR="00F96531" w:rsidRDefault="00F96531" w:rsidP="00F96531">
      <w:r>
        <w:t>287.3903</w:t>
      </w:r>
      <w:r>
        <w:tab/>
        <w:t>2.025e0</w:t>
      </w:r>
    </w:p>
    <w:p w:rsidR="00F96531" w:rsidRDefault="00F96531" w:rsidP="00F96531">
      <w:r>
        <w:t>287.3933</w:t>
      </w:r>
      <w:r>
        <w:tab/>
        <w:t>2.025e0</w:t>
      </w:r>
    </w:p>
    <w:p w:rsidR="00F96531" w:rsidRDefault="00F96531" w:rsidP="00F96531">
      <w:r>
        <w:t>287.4074</w:t>
      </w:r>
      <w:r>
        <w:tab/>
        <w:t>3.038e0</w:t>
      </w:r>
    </w:p>
    <w:p w:rsidR="00F96531" w:rsidRDefault="00F96531" w:rsidP="00F96531">
      <w:r>
        <w:t>287.4219</w:t>
      </w:r>
      <w:r>
        <w:tab/>
        <w:t>1.013e0</w:t>
      </w:r>
    </w:p>
    <w:p w:rsidR="00F96531" w:rsidRDefault="00F96531" w:rsidP="00F96531">
      <w:r>
        <w:t>287.4269</w:t>
      </w:r>
      <w:r>
        <w:tab/>
        <w:t>1.013e0</w:t>
      </w:r>
    </w:p>
    <w:p w:rsidR="00F96531" w:rsidRDefault="00F96531" w:rsidP="00F96531">
      <w:r>
        <w:t>287.4402</w:t>
      </w:r>
      <w:r>
        <w:tab/>
        <w:t>1.013e0</w:t>
      </w:r>
    </w:p>
    <w:p w:rsidR="00F96531" w:rsidRDefault="00F96531" w:rsidP="00F96531">
      <w:r>
        <w:t>287.4483</w:t>
      </w:r>
      <w:r>
        <w:tab/>
        <w:t>1.013e0</w:t>
      </w:r>
    </w:p>
    <w:p w:rsidR="00F96531" w:rsidRDefault="00F96531" w:rsidP="00F96531">
      <w:r>
        <w:t>287.4545</w:t>
      </w:r>
      <w:r>
        <w:tab/>
        <w:t>2.025e0</w:t>
      </w:r>
    </w:p>
    <w:p w:rsidR="00F96531" w:rsidRDefault="00F96531" w:rsidP="00F96531">
      <w:r>
        <w:t>287.4584</w:t>
      </w:r>
      <w:r>
        <w:tab/>
        <w:t>1.013e0</w:t>
      </w:r>
    </w:p>
    <w:p w:rsidR="00F96531" w:rsidRDefault="00F96531" w:rsidP="00F96531">
      <w:r>
        <w:t>287.4596</w:t>
      </w:r>
      <w:r>
        <w:tab/>
        <w:t>3.038e0</w:t>
      </w:r>
    </w:p>
    <w:p w:rsidR="00F96531" w:rsidRDefault="00F96531" w:rsidP="00F96531">
      <w:r>
        <w:t>287.4613</w:t>
      </w:r>
      <w:r>
        <w:tab/>
        <w:t>2.025e0</w:t>
      </w:r>
    </w:p>
    <w:p w:rsidR="00F96531" w:rsidRDefault="00F96531" w:rsidP="00F96531">
      <w:r>
        <w:t>287.4717</w:t>
      </w:r>
      <w:r>
        <w:tab/>
        <w:t>1.013e0</w:t>
      </w:r>
    </w:p>
    <w:p w:rsidR="00F96531" w:rsidRDefault="00F96531" w:rsidP="00F96531">
      <w:r>
        <w:t>287.5023</w:t>
      </w:r>
      <w:r>
        <w:tab/>
        <w:t>6.076e0</w:t>
      </w:r>
    </w:p>
    <w:p w:rsidR="00F96531" w:rsidRDefault="00F96531" w:rsidP="00F96531">
      <w:r>
        <w:t>287.5163</w:t>
      </w:r>
      <w:r>
        <w:tab/>
        <w:t>2.025e0</w:t>
      </w:r>
    </w:p>
    <w:p w:rsidR="00F96531" w:rsidRDefault="00F96531" w:rsidP="00F96531">
      <w:r>
        <w:t>287.5203</w:t>
      </w:r>
      <w:r>
        <w:tab/>
        <w:t>1.013e0</w:t>
      </w:r>
    </w:p>
    <w:p w:rsidR="00F96531" w:rsidRDefault="00F96531" w:rsidP="00F96531">
      <w:r>
        <w:lastRenderedPageBreak/>
        <w:t>287.5239</w:t>
      </w:r>
      <w:r>
        <w:tab/>
        <w:t>3.038e0</w:t>
      </w:r>
    </w:p>
    <w:p w:rsidR="00F96531" w:rsidRDefault="00F96531" w:rsidP="00F96531">
      <w:r>
        <w:t>287.5480</w:t>
      </w:r>
      <w:r>
        <w:tab/>
        <w:t>1.013e0</w:t>
      </w:r>
    </w:p>
    <w:p w:rsidR="00F96531" w:rsidRDefault="00F96531" w:rsidP="00F96531">
      <w:r>
        <w:t>287.5543</w:t>
      </w:r>
      <w:r>
        <w:tab/>
        <w:t>3.038e0</w:t>
      </w:r>
    </w:p>
    <w:p w:rsidR="00F96531" w:rsidRDefault="00F96531" w:rsidP="00F96531">
      <w:r>
        <w:t>287.5590</w:t>
      </w:r>
      <w:r>
        <w:tab/>
        <w:t>3.038e0</w:t>
      </w:r>
    </w:p>
    <w:p w:rsidR="00F96531" w:rsidRDefault="00F96531" w:rsidP="00F96531">
      <w:r>
        <w:t>287.5716</w:t>
      </w:r>
      <w:r>
        <w:tab/>
        <w:t>1.013e0</w:t>
      </w:r>
    </w:p>
    <w:p w:rsidR="00F96531" w:rsidRDefault="00F96531" w:rsidP="00F96531">
      <w:r>
        <w:t>287.5952</w:t>
      </w:r>
      <w:r>
        <w:tab/>
        <w:t>1.013e0</w:t>
      </w:r>
    </w:p>
    <w:p w:rsidR="00F96531" w:rsidRDefault="00F96531" w:rsidP="00F96531">
      <w:r>
        <w:t>287.6019</w:t>
      </w:r>
      <w:r>
        <w:tab/>
        <w:t>1.013e0</w:t>
      </w:r>
    </w:p>
    <w:p w:rsidR="00F96531" w:rsidRDefault="00F96531" w:rsidP="00F96531">
      <w:r>
        <w:t>287.6210</w:t>
      </w:r>
      <w:r>
        <w:tab/>
        <w:t>2.025e0</w:t>
      </w:r>
    </w:p>
    <w:p w:rsidR="00F96531" w:rsidRDefault="00F96531" w:rsidP="00F96531">
      <w:r>
        <w:t>287.6306</w:t>
      </w:r>
      <w:r>
        <w:tab/>
        <w:t>1.013e0</w:t>
      </w:r>
    </w:p>
    <w:p w:rsidR="00F96531" w:rsidRDefault="00F96531" w:rsidP="00F96531">
      <w:r>
        <w:t>287.6426</w:t>
      </w:r>
      <w:r>
        <w:tab/>
        <w:t>1.013e0</w:t>
      </w:r>
    </w:p>
    <w:p w:rsidR="00F96531" w:rsidRDefault="00F96531" w:rsidP="00F96531">
      <w:r>
        <w:t>287.6458</w:t>
      </w:r>
      <w:r>
        <w:tab/>
        <w:t>2.025e0</w:t>
      </w:r>
    </w:p>
    <w:p w:rsidR="00F96531" w:rsidRDefault="00F96531" w:rsidP="00F96531">
      <w:r>
        <w:t>287.6478</w:t>
      </w:r>
      <w:r>
        <w:tab/>
        <w:t>1.013e0</w:t>
      </w:r>
    </w:p>
    <w:p w:rsidR="00F96531" w:rsidRDefault="00F96531" w:rsidP="00F96531">
      <w:r>
        <w:t>287.6691</w:t>
      </w:r>
      <w:r>
        <w:tab/>
        <w:t>3.038e0</w:t>
      </w:r>
    </w:p>
    <w:p w:rsidR="00F96531" w:rsidRDefault="00F96531" w:rsidP="00F96531">
      <w:r>
        <w:t>287.6965</w:t>
      </w:r>
      <w:r>
        <w:tab/>
        <w:t>1.013e0</w:t>
      </w:r>
    </w:p>
    <w:p w:rsidR="00F96531" w:rsidRDefault="00F96531" w:rsidP="00F96531">
      <w:r>
        <w:t>287.6978</w:t>
      </w:r>
      <w:r>
        <w:tab/>
        <w:t>2.030e0</w:t>
      </w:r>
    </w:p>
    <w:p w:rsidR="00F96531" w:rsidRDefault="00F96531" w:rsidP="00F96531">
      <w:r>
        <w:t>287.7019</w:t>
      </w:r>
      <w:r>
        <w:tab/>
        <w:t>1.013e0</w:t>
      </w:r>
    </w:p>
    <w:p w:rsidR="00F96531" w:rsidRDefault="00F96531" w:rsidP="00F96531">
      <w:r>
        <w:t>287.7109</w:t>
      </w:r>
      <w:r>
        <w:tab/>
        <w:t>1.013e0</w:t>
      </w:r>
    </w:p>
    <w:p w:rsidR="00F96531" w:rsidRDefault="00F96531" w:rsidP="00F96531">
      <w:r>
        <w:t>287.7169</w:t>
      </w:r>
      <w:r>
        <w:tab/>
        <w:t>4.727e0</w:t>
      </w:r>
    </w:p>
    <w:p w:rsidR="00F96531" w:rsidRDefault="00F96531" w:rsidP="00F96531">
      <w:r>
        <w:t>287.7281</w:t>
      </w:r>
      <w:r>
        <w:tab/>
        <w:t>2.025e0</w:t>
      </w:r>
    </w:p>
    <w:p w:rsidR="00F96531" w:rsidRDefault="00F96531" w:rsidP="00F96531">
      <w:r>
        <w:lastRenderedPageBreak/>
        <w:t>287.7556</w:t>
      </w:r>
      <w:r>
        <w:tab/>
        <w:t>1.013e0</w:t>
      </w:r>
    </w:p>
    <w:p w:rsidR="00F96531" w:rsidRDefault="00F96531" w:rsidP="00F96531">
      <w:r>
        <w:t>287.7636</w:t>
      </w:r>
      <w:r>
        <w:tab/>
        <w:t>2.025e0</w:t>
      </w:r>
    </w:p>
    <w:p w:rsidR="00F96531" w:rsidRDefault="00F96531" w:rsidP="00F96531">
      <w:r>
        <w:t>287.7814</w:t>
      </w:r>
      <w:r>
        <w:tab/>
        <w:t>2.025e0</w:t>
      </w:r>
    </w:p>
    <w:p w:rsidR="00F96531" w:rsidRDefault="00F96531" w:rsidP="00F96531">
      <w:r>
        <w:t>287.7884</w:t>
      </w:r>
      <w:r>
        <w:tab/>
        <w:t>1.013e0</w:t>
      </w:r>
    </w:p>
    <w:p w:rsidR="00F96531" w:rsidRDefault="00F96531" w:rsidP="00F96531">
      <w:r>
        <w:t>287.7912</w:t>
      </w:r>
      <w:r>
        <w:tab/>
        <w:t>1.013e0</w:t>
      </w:r>
    </w:p>
    <w:p w:rsidR="00F96531" w:rsidRDefault="00F96531" w:rsidP="00F96531">
      <w:r>
        <w:t>287.7966</w:t>
      </w:r>
      <w:r>
        <w:tab/>
        <w:t>6.076e0</w:t>
      </w:r>
    </w:p>
    <w:p w:rsidR="00F96531" w:rsidRDefault="00F96531" w:rsidP="00F96531">
      <w:r>
        <w:t>287.8280</w:t>
      </w:r>
      <w:r>
        <w:tab/>
        <w:t>2.025e0</w:t>
      </w:r>
    </w:p>
    <w:p w:rsidR="00F96531" w:rsidRDefault="00F96531" w:rsidP="00F96531">
      <w:r>
        <w:t>287.8295</w:t>
      </w:r>
      <w:r>
        <w:tab/>
        <w:t>4.051e0</w:t>
      </w:r>
    </w:p>
    <w:p w:rsidR="00F96531" w:rsidRDefault="00F96531" w:rsidP="00F96531">
      <w:r>
        <w:t>287.8360</w:t>
      </w:r>
      <w:r>
        <w:tab/>
        <w:t>1.013e0</w:t>
      </w:r>
    </w:p>
    <w:p w:rsidR="00F96531" w:rsidRDefault="00F96531" w:rsidP="00F96531">
      <w:r>
        <w:t>287.8596</w:t>
      </w:r>
      <w:r>
        <w:tab/>
        <w:t>1.013e0</w:t>
      </w:r>
    </w:p>
    <w:p w:rsidR="00F96531" w:rsidRDefault="00F96531" w:rsidP="00F96531">
      <w:r>
        <w:t>287.8636</w:t>
      </w:r>
      <w:r>
        <w:tab/>
        <w:t>1.013e0</w:t>
      </w:r>
    </w:p>
    <w:p w:rsidR="00F96531" w:rsidRDefault="00F96531" w:rsidP="00F96531">
      <w:r>
        <w:t>287.8830</w:t>
      </w:r>
      <w:r>
        <w:tab/>
        <w:t>1.013e0</w:t>
      </w:r>
    </w:p>
    <w:p w:rsidR="00F96531" w:rsidRDefault="00F96531" w:rsidP="00F96531">
      <w:r>
        <w:t>287.8975</w:t>
      </w:r>
      <w:r>
        <w:tab/>
        <w:t>6.076e0</w:t>
      </w:r>
    </w:p>
    <w:p w:rsidR="00F96531" w:rsidRDefault="00F96531" w:rsidP="00F96531">
      <w:r>
        <w:t>287.9187</w:t>
      </w:r>
      <w:r>
        <w:tab/>
        <w:t>1.013e0</w:t>
      </w:r>
    </w:p>
    <w:p w:rsidR="00F96531" w:rsidRDefault="00F96531" w:rsidP="00F96531">
      <w:r>
        <w:t>287.9298</w:t>
      </w:r>
      <w:r>
        <w:tab/>
        <w:t>2.025e0</w:t>
      </w:r>
    </w:p>
    <w:p w:rsidR="00F96531" w:rsidRDefault="00F96531" w:rsidP="00F96531">
      <w:r>
        <w:t>287.9360</w:t>
      </w:r>
      <w:r>
        <w:tab/>
        <w:t>1.013e0</w:t>
      </w:r>
    </w:p>
    <w:p w:rsidR="00F96531" w:rsidRDefault="00F96531" w:rsidP="00F96531">
      <w:r>
        <w:t>287.9624</w:t>
      </w:r>
      <w:r>
        <w:tab/>
        <w:t>1.013e0</w:t>
      </w:r>
    </w:p>
    <w:p w:rsidR="00F96531" w:rsidRDefault="00F96531" w:rsidP="00F96531">
      <w:r>
        <w:t>287.9997</w:t>
      </w:r>
      <w:r>
        <w:tab/>
        <w:t>2.025e0</w:t>
      </w:r>
    </w:p>
    <w:p w:rsidR="00F96531" w:rsidRDefault="00F96531" w:rsidP="00F96531">
      <w:r>
        <w:t>288.0045</w:t>
      </w:r>
      <w:r>
        <w:tab/>
        <w:t>3.038e0</w:t>
      </w:r>
    </w:p>
    <w:p w:rsidR="00F96531" w:rsidRDefault="00F96531" w:rsidP="00F96531">
      <w:r>
        <w:lastRenderedPageBreak/>
        <w:t>288.0081</w:t>
      </w:r>
      <w:r>
        <w:tab/>
        <w:t>2.025e0</w:t>
      </w:r>
    </w:p>
    <w:p w:rsidR="00F96531" w:rsidRDefault="00F96531" w:rsidP="00F96531">
      <w:r>
        <w:t>288.0241</w:t>
      </w:r>
      <w:r>
        <w:tab/>
        <w:t>4.442e0</w:t>
      </w:r>
    </w:p>
    <w:p w:rsidR="00F96531" w:rsidRDefault="00F96531" w:rsidP="00F96531">
      <w:r>
        <w:t>288.0503</w:t>
      </w:r>
      <w:r>
        <w:tab/>
        <w:t>2.707e1</w:t>
      </w:r>
    </w:p>
    <w:p w:rsidR="00F96531" w:rsidRDefault="00F96531" w:rsidP="00F96531">
      <w:r>
        <w:t>288.0533</w:t>
      </w:r>
      <w:r>
        <w:tab/>
        <w:t>5.144e1</w:t>
      </w:r>
    </w:p>
    <w:p w:rsidR="00F96531" w:rsidRDefault="00F96531" w:rsidP="00F96531">
      <w:r>
        <w:t>288.0558</w:t>
      </w:r>
      <w:r>
        <w:tab/>
        <w:t>1.114e1</w:t>
      </w:r>
    </w:p>
    <w:p w:rsidR="00F96531" w:rsidRDefault="00F96531" w:rsidP="00F96531">
      <w:r>
        <w:t>288.0574</w:t>
      </w:r>
      <w:r>
        <w:tab/>
        <w:t>6.684e1</w:t>
      </w:r>
    </w:p>
    <w:p w:rsidR="00F96531" w:rsidRDefault="00F96531" w:rsidP="00F96531">
      <w:r>
        <w:t>288.1091</w:t>
      </w:r>
      <w:r>
        <w:tab/>
        <w:t>3.552e0</w:t>
      </w:r>
    </w:p>
    <w:p w:rsidR="00F96531" w:rsidRDefault="00F96531" w:rsidP="00F96531">
      <w:r>
        <w:t>288.1315</w:t>
      </w:r>
      <w:r>
        <w:tab/>
        <w:t>1.013e0</w:t>
      </w:r>
    </w:p>
    <w:p w:rsidR="00F96531" w:rsidRDefault="00F96531" w:rsidP="00F96531">
      <w:r>
        <w:t>288.1402</w:t>
      </w:r>
      <w:r>
        <w:tab/>
        <w:t>2.025e0</w:t>
      </w:r>
    </w:p>
    <w:p w:rsidR="00F96531" w:rsidRDefault="00F96531" w:rsidP="00F96531">
      <w:r>
        <w:t>288.1440</w:t>
      </w:r>
      <w:r>
        <w:tab/>
        <w:t>6.201e0</w:t>
      </w:r>
    </w:p>
    <w:p w:rsidR="00F96531" w:rsidRDefault="00F96531" w:rsidP="00F96531">
      <w:r>
        <w:t>288.1473</w:t>
      </w:r>
      <w:r>
        <w:tab/>
        <w:t>2.025e0</w:t>
      </w:r>
    </w:p>
    <w:p w:rsidR="00F96531" w:rsidRDefault="00F96531" w:rsidP="00F96531">
      <w:r>
        <w:t>288.1556</w:t>
      </w:r>
      <w:r>
        <w:tab/>
        <w:t>2.025e0</w:t>
      </w:r>
    </w:p>
    <w:p w:rsidR="00F96531" w:rsidRDefault="00F96531" w:rsidP="00F96531">
      <w:r>
        <w:t>288.1711</w:t>
      </w:r>
      <w:r>
        <w:tab/>
        <w:t>1.013e0</w:t>
      </w:r>
    </w:p>
    <w:p w:rsidR="00F96531" w:rsidRDefault="00F96531" w:rsidP="00F96531">
      <w:r>
        <w:t>288.1736</w:t>
      </w:r>
      <w:r>
        <w:tab/>
        <w:t>1.663e0</w:t>
      </w:r>
    </w:p>
    <w:p w:rsidR="00F96531" w:rsidRDefault="00F96531" w:rsidP="00F96531">
      <w:r>
        <w:t>288.1783</w:t>
      </w:r>
      <w:r>
        <w:tab/>
        <w:t>3.038e0</w:t>
      </w:r>
    </w:p>
    <w:p w:rsidR="00F96531" w:rsidRDefault="00F96531" w:rsidP="00F96531">
      <w:r>
        <w:t>288.1846</w:t>
      </w:r>
      <w:r>
        <w:tab/>
        <w:t>3.038e0</w:t>
      </w:r>
    </w:p>
    <w:p w:rsidR="00F96531" w:rsidRDefault="00F96531" w:rsidP="00F96531">
      <w:r>
        <w:t>288.1996</w:t>
      </w:r>
      <w:r>
        <w:tab/>
        <w:t>3.038e0</w:t>
      </w:r>
    </w:p>
    <w:p w:rsidR="00F96531" w:rsidRDefault="00F96531" w:rsidP="00F96531">
      <w:r>
        <w:t>288.2054</w:t>
      </w:r>
      <w:r>
        <w:tab/>
        <w:t>3.038e0</w:t>
      </w:r>
    </w:p>
    <w:p w:rsidR="00F96531" w:rsidRDefault="00F96531" w:rsidP="00F96531">
      <w:r>
        <w:t>288.2075</w:t>
      </w:r>
      <w:r>
        <w:tab/>
        <w:t>2.840e0</w:t>
      </w:r>
    </w:p>
    <w:p w:rsidR="00F96531" w:rsidRDefault="00F96531" w:rsidP="00F96531">
      <w:r>
        <w:lastRenderedPageBreak/>
        <w:t>288.2221</w:t>
      </w:r>
      <w:r>
        <w:tab/>
        <w:t>4.051e0</w:t>
      </w:r>
    </w:p>
    <w:p w:rsidR="00F96531" w:rsidRDefault="00F96531" w:rsidP="00F96531">
      <w:r>
        <w:t>288.2322</w:t>
      </w:r>
      <w:r>
        <w:tab/>
        <w:t>2.025e0</w:t>
      </w:r>
    </w:p>
    <w:p w:rsidR="00F96531" w:rsidRDefault="00F96531" w:rsidP="00F96531">
      <w:r>
        <w:t>288.2397</w:t>
      </w:r>
      <w:r>
        <w:tab/>
        <w:t>4.051e0</w:t>
      </w:r>
    </w:p>
    <w:p w:rsidR="00F96531" w:rsidRDefault="00F96531" w:rsidP="00F96531">
      <w:r>
        <w:t>288.2432</w:t>
      </w:r>
      <w:r>
        <w:tab/>
        <w:t>2.600e0</w:t>
      </w:r>
    </w:p>
    <w:p w:rsidR="00F96531" w:rsidRDefault="00F96531" w:rsidP="00F96531">
      <w:r>
        <w:t>288.2522</w:t>
      </w:r>
      <w:r>
        <w:tab/>
        <w:t>3.038e0</w:t>
      </w:r>
    </w:p>
    <w:p w:rsidR="00F96531" w:rsidRDefault="00F96531" w:rsidP="00F96531">
      <w:r>
        <w:t>288.2617</w:t>
      </w:r>
      <w:r>
        <w:tab/>
        <w:t>2.025e0</w:t>
      </w:r>
    </w:p>
    <w:p w:rsidR="00F96531" w:rsidRDefault="00F96531" w:rsidP="00F96531">
      <w:r>
        <w:t>288.2628</w:t>
      </w:r>
      <w:r>
        <w:tab/>
        <w:t>4.051e0</w:t>
      </w:r>
    </w:p>
    <w:p w:rsidR="00F96531" w:rsidRDefault="00F96531" w:rsidP="00F96531">
      <w:r>
        <w:t>288.2666</w:t>
      </w:r>
      <w:r>
        <w:tab/>
        <w:t>4.051e0</w:t>
      </w:r>
    </w:p>
    <w:p w:rsidR="00F96531" w:rsidRDefault="00F96531" w:rsidP="00F96531">
      <w:r>
        <w:t>288.2740</w:t>
      </w:r>
      <w:r>
        <w:tab/>
        <w:t>2.025e0</w:t>
      </w:r>
    </w:p>
    <w:p w:rsidR="00F96531" w:rsidRDefault="00F96531" w:rsidP="00F96531">
      <w:r>
        <w:t>288.2763</w:t>
      </w:r>
      <w:r>
        <w:tab/>
        <w:t>4.051e0</w:t>
      </w:r>
    </w:p>
    <w:p w:rsidR="00F96531" w:rsidRDefault="00F96531" w:rsidP="00F96531">
      <w:r>
        <w:t>288.2932</w:t>
      </w:r>
      <w:r>
        <w:tab/>
        <w:t>1.013e0</w:t>
      </w:r>
    </w:p>
    <w:p w:rsidR="00F96531" w:rsidRDefault="00F96531" w:rsidP="00F96531">
      <w:r>
        <w:t>288.2974</w:t>
      </w:r>
      <w:r>
        <w:tab/>
        <w:t>3.038e0</w:t>
      </w:r>
    </w:p>
    <w:p w:rsidR="00F96531" w:rsidRDefault="00F96531" w:rsidP="00F96531">
      <w:r>
        <w:t>288.3079</w:t>
      </w:r>
      <w:r>
        <w:tab/>
        <w:t>2.025e0</w:t>
      </w:r>
    </w:p>
    <w:p w:rsidR="00F96531" w:rsidRDefault="00F96531" w:rsidP="00F96531">
      <w:r>
        <w:t>288.3205</w:t>
      </w:r>
      <w:r>
        <w:tab/>
        <w:t>3.038e0</w:t>
      </w:r>
    </w:p>
    <w:p w:rsidR="00F96531" w:rsidRDefault="00F96531" w:rsidP="00F96531">
      <w:r>
        <w:t>288.3377</w:t>
      </w:r>
      <w:r>
        <w:tab/>
        <w:t>1.013e0</w:t>
      </w:r>
    </w:p>
    <w:p w:rsidR="00F96531" w:rsidRDefault="00F96531" w:rsidP="00F96531">
      <w:r>
        <w:t>288.3631</w:t>
      </w:r>
      <w:r>
        <w:tab/>
        <w:t>1.013e0</w:t>
      </w:r>
    </w:p>
    <w:p w:rsidR="00F96531" w:rsidRDefault="00F96531" w:rsidP="00F96531">
      <w:r>
        <w:t>288.4431</w:t>
      </w:r>
      <w:r>
        <w:tab/>
        <w:t>3.038e0</w:t>
      </w:r>
    </w:p>
    <w:p w:rsidR="00F96531" w:rsidRDefault="00F96531" w:rsidP="00F96531">
      <w:r>
        <w:t>288.4877</w:t>
      </w:r>
      <w:r>
        <w:tab/>
        <w:t>2.025e0</w:t>
      </w:r>
    </w:p>
    <w:p w:rsidR="00F96531" w:rsidRDefault="00F96531" w:rsidP="00F96531">
      <w:r>
        <w:t>288.4959</w:t>
      </w:r>
      <w:r>
        <w:tab/>
        <w:t>1.013e0</w:t>
      </w:r>
    </w:p>
    <w:p w:rsidR="00F96531" w:rsidRDefault="00F96531" w:rsidP="00F96531">
      <w:r>
        <w:lastRenderedPageBreak/>
        <w:t>288.5038</w:t>
      </w:r>
      <w:r>
        <w:tab/>
        <w:t>3.038e0</w:t>
      </w:r>
    </w:p>
    <w:p w:rsidR="00F96531" w:rsidRDefault="00F96531" w:rsidP="00F96531">
      <w:r>
        <w:t>288.5102</w:t>
      </w:r>
      <w:r>
        <w:tab/>
        <w:t>1.013e0</w:t>
      </w:r>
    </w:p>
    <w:p w:rsidR="00F96531" w:rsidRDefault="00F96531" w:rsidP="00F96531">
      <w:r>
        <w:t>288.5130</w:t>
      </w:r>
      <w:r>
        <w:tab/>
        <w:t>1.013e0</w:t>
      </w:r>
    </w:p>
    <w:p w:rsidR="00F96531" w:rsidRDefault="00F96531" w:rsidP="00F96531">
      <w:r>
        <w:t>288.5234</w:t>
      </w:r>
      <w:r>
        <w:tab/>
        <w:t>2.025e0</w:t>
      </w:r>
    </w:p>
    <w:p w:rsidR="00F96531" w:rsidRDefault="00F96531" w:rsidP="00F96531">
      <w:r>
        <w:t>288.5316</w:t>
      </w:r>
      <w:r>
        <w:tab/>
        <w:t>1.013e0</w:t>
      </w:r>
    </w:p>
    <w:p w:rsidR="00F96531" w:rsidRDefault="00F96531" w:rsidP="00F96531">
      <w:r>
        <w:t>288.5458</w:t>
      </w:r>
      <w:r>
        <w:tab/>
        <w:t>1.013e0</w:t>
      </w:r>
    </w:p>
    <w:p w:rsidR="00F96531" w:rsidRDefault="00F96531" w:rsidP="00F96531">
      <w:r>
        <w:t>288.6003</w:t>
      </w:r>
      <w:r>
        <w:tab/>
        <w:t>3.038e0</w:t>
      </w:r>
    </w:p>
    <w:p w:rsidR="00F96531" w:rsidRDefault="00F96531" w:rsidP="00F96531">
      <w:r>
        <w:t>288.6057</w:t>
      </w:r>
      <w:r>
        <w:tab/>
        <w:t>2.025e0</w:t>
      </w:r>
    </w:p>
    <w:p w:rsidR="00F96531" w:rsidRDefault="00F96531" w:rsidP="00F96531">
      <w:r>
        <w:t>288.6090</w:t>
      </w:r>
      <w:r>
        <w:tab/>
        <w:t>1.013e0</w:t>
      </w:r>
    </w:p>
    <w:p w:rsidR="00F96531" w:rsidRDefault="00F96531" w:rsidP="00F96531">
      <w:r>
        <w:t>288.6195</w:t>
      </w:r>
      <w:r>
        <w:tab/>
        <w:t>3.038e0</w:t>
      </w:r>
    </w:p>
    <w:p w:rsidR="00F96531" w:rsidRDefault="00F96531" w:rsidP="00F96531">
      <w:r>
        <w:t>288.6595</w:t>
      </w:r>
      <w:r>
        <w:tab/>
        <w:t>1.013e0</w:t>
      </w:r>
    </w:p>
    <w:p w:rsidR="00F96531" w:rsidRDefault="00F96531" w:rsidP="00F96531">
      <w:r>
        <w:t>288.6628</w:t>
      </w:r>
      <w:r>
        <w:tab/>
        <w:t>1.013e0</w:t>
      </w:r>
    </w:p>
    <w:p w:rsidR="00F96531" w:rsidRDefault="00F96531" w:rsidP="00F96531">
      <w:r>
        <w:t>288.6823</w:t>
      </w:r>
      <w:r>
        <w:tab/>
        <w:t>2.025e0</w:t>
      </w:r>
    </w:p>
    <w:p w:rsidR="00F96531" w:rsidRDefault="00F96531" w:rsidP="00F96531">
      <w:r>
        <w:t>288.7103</w:t>
      </w:r>
      <w:r>
        <w:tab/>
        <w:t>2.025e0</w:t>
      </w:r>
    </w:p>
    <w:p w:rsidR="00F96531" w:rsidRDefault="00F96531" w:rsidP="00F96531">
      <w:r>
        <w:t>288.7139</w:t>
      </w:r>
      <w:r>
        <w:tab/>
        <w:t>2.025e0</w:t>
      </w:r>
    </w:p>
    <w:p w:rsidR="00F96531" w:rsidRDefault="00F96531" w:rsidP="00F96531">
      <w:r>
        <w:t>288.7299</w:t>
      </w:r>
      <w:r>
        <w:tab/>
        <w:t>1.013e0</w:t>
      </w:r>
    </w:p>
    <w:p w:rsidR="00F96531" w:rsidRDefault="00F96531" w:rsidP="00F96531">
      <w:r>
        <w:t>288.7615</w:t>
      </w:r>
      <w:r>
        <w:tab/>
        <w:t>1.013e0</w:t>
      </w:r>
    </w:p>
    <w:p w:rsidR="00F96531" w:rsidRDefault="00F96531" w:rsidP="00F96531">
      <w:r>
        <w:t>288.7628</w:t>
      </w:r>
      <w:r>
        <w:tab/>
        <w:t>3.038e0</w:t>
      </w:r>
    </w:p>
    <w:p w:rsidR="00F96531" w:rsidRDefault="00F96531" w:rsidP="00F96531">
      <w:r>
        <w:t>288.7809</w:t>
      </w:r>
      <w:r>
        <w:tab/>
        <w:t>1.013e0</w:t>
      </w:r>
    </w:p>
    <w:p w:rsidR="00F96531" w:rsidRDefault="00F96531" w:rsidP="00F96531">
      <w:r>
        <w:lastRenderedPageBreak/>
        <w:t>288.7854</w:t>
      </w:r>
      <w:r>
        <w:tab/>
        <w:t>2.025e0</w:t>
      </w:r>
    </w:p>
    <w:p w:rsidR="00F96531" w:rsidRDefault="00F96531" w:rsidP="00F96531">
      <w:r>
        <w:t>288.8073</w:t>
      </w:r>
      <w:r>
        <w:tab/>
        <w:t>1.013e0</w:t>
      </w:r>
    </w:p>
    <w:p w:rsidR="00F96531" w:rsidRDefault="00F96531" w:rsidP="00F96531">
      <w:r>
        <w:t>288.8247</w:t>
      </w:r>
      <w:r>
        <w:tab/>
        <w:t>2.025e0</w:t>
      </w:r>
    </w:p>
    <w:p w:rsidR="00F96531" w:rsidRDefault="00F96531" w:rsidP="00F96531">
      <w:r>
        <w:t>288.8305</w:t>
      </w:r>
      <w:r>
        <w:tab/>
        <w:t>3.038e0</w:t>
      </w:r>
    </w:p>
    <w:p w:rsidR="00F96531" w:rsidRDefault="00F96531" w:rsidP="00F96531">
      <w:r>
        <w:t>288.8321</w:t>
      </w:r>
      <w:r>
        <w:tab/>
        <w:t>2.025e0</w:t>
      </w:r>
    </w:p>
    <w:p w:rsidR="00F96531" w:rsidRDefault="00F96531" w:rsidP="00F96531">
      <w:r>
        <w:t>288.8384</w:t>
      </w:r>
      <w:r>
        <w:tab/>
        <w:t>2.025e0</w:t>
      </w:r>
    </w:p>
    <w:p w:rsidR="00F96531" w:rsidRDefault="00F96531" w:rsidP="00F96531">
      <w:r>
        <w:t>288.8397</w:t>
      </w:r>
      <w:r>
        <w:tab/>
        <w:t>2.025e0</w:t>
      </w:r>
    </w:p>
    <w:p w:rsidR="00F96531" w:rsidRDefault="00F96531" w:rsidP="00F96531">
      <w:r>
        <w:t>288.8562</w:t>
      </w:r>
      <w:r>
        <w:tab/>
        <w:t>1.013e0</w:t>
      </w:r>
    </w:p>
    <w:p w:rsidR="00F96531" w:rsidRDefault="00F96531" w:rsidP="00F96531">
      <w:r>
        <w:t>288.8850</w:t>
      </w:r>
      <w:r>
        <w:tab/>
        <w:t>1.013e0</w:t>
      </w:r>
    </w:p>
    <w:p w:rsidR="00F96531" w:rsidRDefault="00F96531" w:rsidP="00F96531">
      <w:r>
        <w:t>288.8896</w:t>
      </w:r>
      <w:r>
        <w:tab/>
        <w:t>3.038e0</w:t>
      </w:r>
    </w:p>
    <w:p w:rsidR="00F96531" w:rsidRDefault="00F96531" w:rsidP="00F96531">
      <w:r>
        <w:t>288.9166</w:t>
      </w:r>
      <w:r>
        <w:tab/>
        <w:t>1.013e0</w:t>
      </w:r>
    </w:p>
    <w:p w:rsidR="00F96531" w:rsidRDefault="00F96531" w:rsidP="00F96531">
      <w:r>
        <w:t>288.9207</w:t>
      </w:r>
      <w:r>
        <w:tab/>
        <w:t>2.025e0</w:t>
      </w:r>
    </w:p>
    <w:p w:rsidR="00F96531" w:rsidRDefault="00F96531" w:rsidP="00F96531">
      <w:r>
        <w:t>288.9311</w:t>
      </w:r>
      <w:r>
        <w:tab/>
        <w:t>2.025e0</w:t>
      </w:r>
    </w:p>
    <w:p w:rsidR="00F96531" w:rsidRDefault="00F96531" w:rsidP="00F96531">
      <w:r>
        <w:t>288.9413</w:t>
      </w:r>
      <w:r>
        <w:tab/>
        <w:t>3.038e0</w:t>
      </w:r>
    </w:p>
    <w:p w:rsidR="00F96531" w:rsidRDefault="00F96531" w:rsidP="00F96531">
      <w:r>
        <w:t>288.9482</w:t>
      </w:r>
      <w:r>
        <w:tab/>
        <w:t>1.013e0</w:t>
      </w:r>
    </w:p>
    <w:p w:rsidR="00F96531" w:rsidRDefault="00F96531" w:rsidP="00F96531">
      <w:r>
        <w:t>288.9725</w:t>
      </w:r>
      <w:r>
        <w:tab/>
        <w:t>2.586e0</w:t>
      </w:r>
    </w:p>
    <w:p w:rsidR="00F96531" w:rsidRDefault="00F96531" w:rsidP="00F96531">
      <w:r>
        <w:t>288.9797</w:t>
      </w:r>
      <w:r>
        <w:tab/>
        <w:t>1.013e0</w:t>
      </w:r>
    </w:p>
    <w:p w:rsidR="00F96531" w:rsidRDefault="00F96531" w:rsidP="00F96531">
      <w:r>
        <w:t>288.9822</w:t>
      </w:r>
      <w:r>
        <w:tab/>
        <w:t>5.017e0</w:t>
      </w:r>
    </w:p>
    <w:p w:rsidR="00F96531" w:rsidRDefault="00F96531" w:rsidP="00F96531">
      <w:r>
        <w:t>289.0042</w:t>
      </w:r>
      <w:r>
        <w:tab/>
        <w:t>7.665e0</w:t>
      </w:r>
    </w:p>
    <w:p w:rsidR="00F96531" w:rsidRDefault="00F96531" w:rsidP="00F96531">
      <w:r>
        <w:lastRenderedPageBreak/>
        <w:t>289.0446</w:t>
      </w:r>
      <w:r>
        <w:tab/>
        <w:t>2.105e1</w:t>
      </w:r>
    </w:p>
    <w:p w:rsidR="00F96531" w:rsidRDefault="00F96531" w:rsidP="00F96531">
      <w:r>
        <w:t>289.0479</w:t>
      </w:r>
      <w:r>
        <w:tab/>
        <w:t>1.865e2</w:t>
      </w:r>
    </w:p>
    <w:p w:rsidR="00F96531" w:rsidRDefault="00F96531" w:rsidP="00F96531">
      <w:r>
        <w:t>289.0497</w:t>
      </w:r>
      <w:r>
        <w:tab/>
        <w:t>2.430e1</w:t>
      </w:r>
    </w:p>
    <w:p w:rsidR="00F96531" w:rsidRDefault="00F96531" w:rsidP="00F96531">
      <w:r>
        <w:t>289.0510</w:t>
      </w:r>
      <w:r>
        <w:tab/>
        <w:t>4.965e1</w:t>
      </w:r>
    </w:p>
    <w:p w:rsidR="00F96531" w:rsidRDefault="00F96531" w:rsidP="00F96531">
      <w:r>
        <w:t>289.0525</w:t>
      </w:r>
      <w:r>
        <w:tab/>
        <w:t>6.078e1</w:t>
      </w:r>
    </w:p>
    <w:p w:rsidR="00F96531" w:rsidRDefault="00F96531" w:rsidP="00F96531">
      <w:r>
        <w:t>289.0541</w:t>
      </w:r>
      <w:r>
        <w:tab/>
        <w:t>1.620e1</w:t>
      </w:r>
    </w:p>
    <w:p w:rsidR="00F96531" w:rsidRDefault="00F96531" w:rsidP="00F96531">
      <w:r>
        <w:t>289.1045</w:t>
      </w:r>
      <w:r>
        <w:tab/>
        <w:t>4.952e0</w:t>
      </w:r>
    </w:p>
    <w:p w:rsidR="00F96531" w:rsidRDefault="00F96531" w:rsidP="00F96531">
      <w:r>
        <w:t>289.1191</w:t>
      </w:r>
      <w:r>
        <w:tab/>
        <w:t>3.357e0</w:t>
      </w:r>
    </w:p>
    <w:p w:rsidR="00F96531" w:rsidRDefault="00F96531" w:rsidP="00F96531">
      <w:r>
        <w:t>289.1230</w:t>
      </w:r>
      <w:r>
        <w:tab/>
        <w:t>3.038e0</w:t>
      </w:r>
    </w:p>
    <w:p w:rsidR="00F96531" w:rsidRDefault="00F96531" w:rsidP="00F96531">
      <w:r>
        <w:t>289.1299</w:t>
      </w:r>
      <w:r>
        <w:tab/>
        <w:t>2.621e0</w:t>
      </w:r>
    </w:p>
    <w:p w:rsidR="00F96531" w:rsidRDefault="00F96531" w:rsidP="00F96531">
      <w:r>
        <w:t>289.1358</w:t>
      </w:r>
      <w:r>
        <w:tab/>
        <w:t>2.025e0</w:t>
      </w:r>
    </w:p>
    <w:p w:rsidR="00F96531" w:rsidRDefault="00F96531" w:rsidP="00F96531">
      <w:r>
        <w:t>289.1384</w:t>
      </w:r>
      <w:r>
        <w:tab/>
        <w:t>2.025e0</w:t>
      </w:r>
    </w:p>
    <w:p w:rsidR="00F96531" w:rsidRDefault="00F96531" w:rsidP="00F96531">
      <w:r>
        <w:t>289.1469</w:t>
      </w:r>
      <w:r>
        <w:tab/>
        <w:t>4.051e0</w:t>
      </w:r>
    </w:p>
    <w:p w:rsidR="00F96531" w:rsidRDefault="00F96531" w:rsidP="00F96531">
      <w:r>
        <w:t>289.1507</w:t>
      </w:r>
      <w:r>
        <w:tab/>
        <w:t>1.013e0</w:t>
      </w:r>
    </w:p>
    <w:p w:rsidR="00F96531" w:rsidRDefault="00F96531" w:rsidP="00F96531">
      <w:r>
        <w:t>289.1559</w:t>
      </w:r>
      <w:r>
        <w:tab/>
        <w:t>2.025e0</w:t>
      </w:r>
    </w:p>
    <w:p w:rsidR="00F96531" w:rsidRDefault="00F96531" w:rsidP="00F96531">
      <w:r>
        <w:t>289.1655</w:t>
      </w:r>
      <w:r>
        <w:tab/>
        <w:t>5.637e0</w:t>
      </w:r>
    </w:p>
    <w:p w:rsidR="00F96531" w:rsidRDefault="00F96531" w:rsidP="00F96531">
      <w:r>
        <w:t>289.1775</w:t>
      </w:r>
      <w:r>
        <w:tab/>
        <w:t>5.063e0</w:t>
      </w:r>
    </w:p>
    <w:p w:rsidR="00F96531" w:rsidRDefault="00F96531" w:rsidP="00F96531">
      <w:r>
        <w:t>289.1917</w:t>
      </w:r>
      <w:r>
        <w:tab/>
        <w:t>1.013e0</w:t>
      </w:r>
    </w:p>
    <w:p w:rsidR="00F96531" w:rsidRDefault="00F96531" w:rsidP="00F96531">
      <w:r>
        <w:t>289.1968</w:t>
      </w:r>
      <w:r>
        <w:tab/>
        <w:t>1.013e0</w:t>
      </w:r>
    </w:p>
    <w:p w:rsidR="00F96531" w:rsidRDefault="00F96531" w:rsidP="00F96531">
      <w:r>
        <w:lastRenderedPageBreak/>
        <w:t>289.2032</w:t>
      </w:r>
      <w:r>
        <w:tab/>
        <w:t>4.028e0</w:t>
      </w:r>
    </w:p>
    <w:p w:rsidR="00F96531" w:rsidRDefault="00F96531" w:rsidP="00F96531">
      <w:r>
        <w:t>289.2049</w:t>
      </w:r>
      <w:r>
        <w:tab/>
        <w:t>1.013e0</w:t>
      </w:r>
    </w:p>
    <w:p w:rsidR="00F96531" w:rsidRDefault="00F96531" w:rsidP="00F96531">
      <w:r>
        <w:t>289.2095</w:t>
      </w:r>
      <w:r>
        <w:tab/>
        <w:t>5.081e0</w:t>
      </w:r>
    </w:p>
    <w:p w:rsidR="00F96531" w:rsidRDefault="00F96531" w:rsidP="00F96531">
      <w:r>
        <w:t>289.2176</w:t>
      </w:r>
      <w:r>
        <w:tab/>
        <w:t>3.038e0</w:t>
      </w:r>
    </w:p>
    <w:p w:rsidR="00F96531" w:rsidRDefault="00F96531" w:rsidP="00F96531">
      <w:r>
        <w:t>289.2271</w:t>
      </w:r>
      <w:r>
        <w:tab/>
        <w:t>1.013e0</w:t>
      </w:r>
    </w:p>
    <w:p w:rsidR="00F96531" w:rsidRDefault="00F96531" w:rsidP="00F96531">
      <w:r>
        <w:t>289.2410</w:t>
      </w:r>
      <w:r>
        <w:tab/>
        <w:t>3.038e0</w:t>
      </w:r>
    </w:p>
    <w:p w:rsidR="00F96531" w:rsidRDefault="00F96531" w:rsidP="00F96531">
      <w:r>
        <w:t>289.2458</w:t>
      </w:r>
      <w:r>
        <w:tab/>
        <w:t>3.038e0</w:t>
      </w:r>
    </w:p>
    <w:p w:rsidR="00F96531" w:rsidRDefault="00F96531" w:rsidP="00F96531">
      <w:r>
        <w:t>289.2531</w:t>
      </w:r>
      <w:r>
        <w:tab/>
        <w:t>2.025e0</w:t>
      </w:r>
    </w:p>
    <w:p w:rsidR="00F96531" w:rsidRDefault="00F96531" w:rsidP="00F96531">
      <w:r>
        <w:t>289.2592</w:t>
      </w:r>
      <w:r>
        <w:tab/>
        <w:t>3.924e0</w:t>
      </w:r>
    </w:p>
    <w:p w:rsidR="00F96531" w:rsidRDefault="00F96531" w:rsidP="00F96531">
      <w:r>
        <w:t>289.2668</w:t>
      </w:r>
      <w:r>
        <w:tab/>
        <w:t>1.013e0</w:t>
      </w:r>
    </w:p>
    <w:p w:rsidR="00F96531" w:rsidRDefault="00F96531" w:rsidP="00F96531">
      <w:r>
        <w:t>289.2681</w:t>
      </w:r>
      <w:r>
        <w:tab/>
        <w:t>1.013e0</w:t>
      </w:r>
    </w:p>
    <w:p w:rsidR="00F96531" w:rsidRDefault="00F96531" w:rsidP="00F96531">
      <w:r>
        <w:t>289.2835</w:t>
      </w:r>
      <w:r>
        <w:tab/>
        <w:t>2.025e0</w:t>
      </w:r>
    </w:p>
    <w:p w:rsidR="00F96531" w:rsidRDefault="00F96531" w:rsidP="00F96531">
      <w:r>
        <w:t>289.2936</w:t>
      </w:r>
      <w:r>
        <w:tab/>
        <w:t>2.025e0</w:t>
      </w:r>
    </w:p>
    <w:p w:rsidR="00F96531" w:rsidRDefault="00F96531" w:rsidP="00F96531">
      <w:r>
        <w:t>289.2997</w:t>
      </w:r>
      <w:r>
        <w:tab/>
        <w:t>1.013e0</w:t>
      </w:r>
    </w:p>
    <w:p w:rsidR="00F96531" w:rsidRDefault="00F96531" w:rsidP="00F96531">
      <w:r>
        <w:t>289.3080</w:t>
      </w:r>
      <w:r>
        <w:tab/>
        <w:t>1.013e0</w:t>
      </w:r>
    </w:p>
    <w:p w:rsidR="00F96531" w:rsidRDefault="00F96531" w:rsidP="00F96531">
      <w:r>
        <w:t>289.3273</w:t>
      </w:r>
      <w:r>
        <w:tab/>
        <w:t>1.013e0</w:t>
      </w:r>
    </w:p>
    <w:p w:rsidR="00F96531" w:rsidRDefault="00F96531" w:rsidP="00F96531">
      <w:r>
        <w:t>289.3414</w:t>
      </w:r>
      <w:r>
        <w:tab/>
        <w:t>3.038e0</w:t>
      </w:r>
    </w:p>
    <w:p w:rsidR="00F96531" w:rsidRDefault="00F96531" w:rsidP="00F96531">
      <w:r>
        <w:t>289.3450</w:t>
      </w:r>
      <w:r>
        <w:tab/>
        <w:t>1.013e0</w:t>
      </w:r>
    </w:p>
    <w:p w:rsidR="00F96531" w:rsidRDefault="00F96531" w:rsidP="00F96531">
      <w:r>
        <w:t>289.3589</w:t>
      </w:r>
      <w:r>
        <w:tab/>
        <w:t>1.013e0</w:t>
      </w:r>
    </w:p>
    <w:p w:rsidR="00F96531" w:rsidRDefault="00F96531" w:rsidP="00F96531">
      <w:r>
        <w:lastRenderedPageBreak/>
        <w:t>289.3770</w:t>
      </w:r>
      <w:r>
        <w:tab/>
        <w:t>2.025e0</w:t>
      </w:r>
    </w:p>
    <w:p w:rsidR="00F96531" w:rsidRDefault="00F96531" w:rsidP="00F96531">
      <w:r>
        <w:t>289.3824</w:t>
      </w:r>
      <w:r>
        <w:tab/>
        <w:t>1.013e0</w:t>
      </w:r>
    </w:p>
    <w:p w:rsidR="00F96531" w:rsidRDefault="00F96531" w:rsidP="00F96531">
      <w:r>
        <w:t>289.4207</w:t>
      </w:r>
      <w:r>
        <w:tab/>
        <w:t>3.038e0</w:t>
      </w:r>
    </w:p>
    <w:p w:rsidR="00F96531" w:rsidRDefault="00F96531" w:rsidP="00F96531">
      <w:r>
        <w:t>289.4362</w:t>
      </w:r>
      <w:r>
        <w:tab/>
        <w:t>1.013e0</w:t>
      </w:r>
    </w:p>
    <w:p w:rsidR="00F96531" w:rsidRDefault="00F96531" w:rsidP="00F96531">
      <w:r>
        <w:t>289.4402</w:t>
      </w:r>
      <w:r>
        <w:tab/>
        <w:t>1.013e0</w:t>
      </w:r>
    </w:p>
    <w:p w:rsidR="00F96531" w:rsidRDefault="00F96531" w:rsidP="00F96531">
      <w:r>
        <w:t>289.4415</w:t>
      </w:r>
      <w:r>
        <w:tab/>
        <w:t>1.013e0</w:t>
      </w:r>
    </w:p>
    <w:p w:rsidR="00F96531" w:rsidRDefault="00F96531" w:rsidP="00F96531">
      <w:r>
        <w:t>289.4442</w:t>
      </w:r>
      <w:r>
        <w:tab/>
        <w:t>1.013e0</w:t>
      </w:r>
    </w:p>
    <w:p w:rsidR="00F96531" w:rsidRDefault="00F96531" w:rsidP="00F96531">
      <w:r>
        <w:t>289.4614</w:t>
      </w:r>
      <w:r>
        <w:tab/>
        <w:t>1.013e0</w:t>
      </w:r>
    </w:p>
    <w:p w:rsidR="00F96531" w:rsidRDefault="00F96531" w:rsidP="00F96531">
      <w:r>
        <w:t>289.4732</w:t>
      </w:r>
      <w:r>
        <w:tab/>
        <w:t>1.013e0</w:t>
      </w:r>
    </w:p>
    <w:p w:rsidR="00F96531" w:rsidRDefault="00F96531" w:rsidP="00F96531">
      <w:r>
        <w:t>289.4984</w:t>
      </w:r>
      <w:r>
        <w:tab/>
        <w:t>1.013e0</w:t>
      </w:r>
    </w:p>
    <w:p w:rsidR="00F96531" w:rsidRDefault="00F96531" w:rsidP="00F96531">
      <w:r>
        <w:t>289.5036</w:t>
      </w:r>
      <w:r>
        <w:tab/>
        <w:t>1.013e0</w:t>
      </w:r>
    </w:p>
    <w:p w:rsidR="00F96531" w:rsidRDefault="00F96531" w:rsidP="00F96531">
      <w:r>
        <w:t>289.5049</w:t>
      </w:r>
      <w:r>
        <w:tab/>
        <w:t>1.013e0</w:t>
      </w:r>
    </w:p>
    <w:p w:rsidR="00F96531" w:rsidRDefault="00F96531" w:rsidP="00F96531">
      <w:r>
        <w:t>289.5177</w:t>
      </w:r>
      <w:r>
        <w:tab/>
        <w:t>3.038e0</w:t>
      </w:r>
    </w:p>
    <w:p w:rsidR="00F96531" w:rsidRDefault="00F96531" w:rsidP="00F96531">
      <w:r>
        <w:t>289.5359</w:t>
      </w:r>
      <w:r>
        <w:tab/>
        <w:t>4.051e0</w:t>
      </w:r>
    </w:p>
    <w:p w:rsidR="00F96531" w:rsidRDefault="00F96531" w:rsidP="00F96531">
      <w:r>
        <w:t>289.5431</w:t>
      </w:r>
      <w:r>
        <w:tab/>
        <w:t>1.013e0</w:t>
      </w:r>
    </w:p>
    <w:p w:rsidR="00F96531" w:rsidRDefault="00F96531" w:rsidP="00F96531">
      <w:r>
        <w:t>289.5659</w:t>
      </w:r>
      <w:r>
        <w:tab/>
        <w:t>2.025e0</w:t>
      </w:r>
    </w:p>
    <w:p w:rsidR="00F96531" w:rsidRDefault="00F96531" w:rsidP="00F96531">
      <w:r>
        <w:t>289.5686</w:t>
      </w:r>
      <w:r>
        <w:tab/>
        <w:t>3.038e0</w:t>
      </w:r>
    </w:p>
    <w:p w:rsidR="00F96531" w:rsidRDefault="00F96531" w:rsidP="00F96531">
      <w:r>
        <w:t>289.5831</w:t>
      </w:r>
      <w:r>
        <w:tab/>
        <w:t>1.013e0</w:t>
      </w:r>
    </w:p>
    <w:p w:rsidR="00F96531" w:rsidRDefault="00F96531" w:rsidP="00F96531">
      <w:r>
        <w:t>289.5947</w:t>
      </w:r>
      <w:r>
        <w:tab/>
        <w:t>6.076e0</w:t>
      </w:r>
    </w:p>
    <w:p w:rsidR="00F96531" w:rsidRDefault="00F96531" w:rsidP="00F96531">
      <w:r>
        <w:lastRenderedPageBreak/>
        <w:t>289.6267</w:t>
      </w:r>
      <w:r>
        <w:tab/>
        <w:t>1.013e0</w:t>
      </w:r>
    </w:p>
    <w:p w:rsidR="00F96531" w:rsidRDefault="00F96531" w:rsidP="00F96531">
      <w:r>
        <w:t>289.6338</w:t>
      </w:r>
      <w:r>
        <w:tab/>
        <w:t>1.013e0</w:t>
      </w:r>
    </w:p>
    <w:p w:rsidR="00F96531" w:rsidRDefault="00F96531" w:rsidP="00F96531">
      <w:r>
        <w:t>289.6455</w:t>
      </w:r>
      <w:r>
        <w:tab/>
        <w:t>2.025e0</w:t>
      </w:r>
    </w:p>
    <w:p w:rsidR="00F96531" w:rsidRDefault="00F96531" w:rsidP="00F96531">
      <w:r>
        <w:t>289.6708</w:t>
      </w:r>
      <w:r>
        <w:tab/>
        <w:t>1.013e0</w:t>
      </w:r>
    </w:p>
    <w:p w:rsidR="00F96531" w:rsidRDefault="00F96531" w:rsidP="00F96531">
      <w:r>
        <w:t>289.6748</w:t>
      </w:r>
      <w:r>
        <w:tab/>
        <w:t>4.051e0</w:t>
      </w:r>
    </w:p>
    <w:p w:rsidR="00F96531" w:rsidRDefault="00F96531" w:rsidP="00F96531">
      <w:r>
        <w:t>289.6902</w:t>
      </w:r>
      <w:r>
        <w:tab/>
        <w:t>1.013e0</w:t>
      </w:r>
    </w:p>
    <w:p w:rsidR="00F96531" w:rsidRDefault="00F96531" w:rsidP="00F96531">
      <w:r>
        <w:t>289.6930</w:t>
      </w:r>
      <w:r>
        <w:tab/>
        <w:t>1.013e0</w:t>
      </w:r>
    </w:p>
    <w:p w:rsidR="00F96531" w:rsidRDefault="00F96531" w:rsidP="00F96531">
      <w:r>
        <w:t>289.7081</w:t>
      </w:r>
      <w:r>
        <w:tab/>
        <w:t>2.025e0</w:t>
      </w:r>
    </w:p>
    <w:p w:rsidR="00F96531" w:rsidRDefault="00F96531" w:rsidP="00F96531">
      <w:r>
        <w:t>289.7220</w:t>
      </w:r>
      <w:r>
        <w:tab/>
        <w:t>1.013e0</w:t>
      </w:r>
    </w:p>
    <w:p w:rsidR="00F96531" w:rsidRDefault="00F96531" w:rsidP="00F96531">
      <w:r>
        <w:t>289.7299</w:t>
      </w:r>
      <w:r>
        <w:tab/>
        <w:t>2.025e0</w:t>
      </w:r>
    </w:p>
    <w:p w:rsidR="00F96531" w:rsidRDefault="00F96531" w:rsidP="00F96531">
      <w:r>
        <w:t>289.7327</w:t>
      </w:r>
      <w:r>
        <w:tab/>
        <w:t>1.013e0</w:t>
      </w:r>
    </w:p>
    <w:p w:rsidR="00F96531" w:rsidRDefault="00F96531" w:rsidP="00F96531">
      <w:r>
        <w:t>289.7408</w:t>
      </w:r>
      <w:r>
        <w:tab/>
        <w:t>2.025e0</w:t>
      </w:r>
    </w:p>
    <w:p w:rsidR="00F96531" w:rsidRDefault="00F96531" w:rsidP="00F96531">
      <w:r>
        <w:t>289.7432</w:t>
      </w:r>
      <w:r>
        <w:tab/>
        <w:t>1.013e0</w:t>
      </w:r>
    </w:p>
    <w:p w:rsidR="00F96531" w:rsidRDefault="00F96531" w:rsidP="00F96531">
      <w:r>
        <w:t>289.7484</w:t>
      </w:r>
      <w:r>
        <w:tab/>
        <w:t>1.013e0</w:t>
      </w:r>
    </w:p>
    <w:p w:rsidR="00F96531" w:rsidRDefault="00F96531" w:rsidP="00F96531">
      <w:r>
        <w:t>289.7852</w:t>
      </w:r>
      <w:r>
        <w:tab/>
        <w:t>1.013e0</w:t>
      </w:r>
    </w:p>
    <w:p w:rsidR="00F96531" w:rsidRDefault="00F96531" w:rsidP="00F96531">
      <w:r>
        <w:t>289.7890</w:t>
      </w:r>
      <w:r>
        <w:tab/>
        <w:t>1.013e0</w:t>
      </w:r>
    </w:p>
    <w:p w:rsidR="00F96531" w:rsidRDefault="00F96531" w:rsidP="00F96531">
      <w:r>
        <w:t>289.8099</w:t>
      </w:r>
      <w:r>
        <w:tab/>
        <w:t>2.025e0</w:t>
      </w:r>
    </w:p>
    <w:p w:rsidR="00F96531" w:rsidRDefault="00F96531" w:rsidP="00F96531">
      <w:r>
        <w:t>289.8248</w:t>
      </w:r>
      <w:r>
        <w:tab/>
        <w:t>1.013e0</w:t>
      </w:r>
    </w:p>
    <w:p w:rsidR="00F96531" w:rsidRDefault="00F96531" w:rsidP="00F96531">
      <w:r>
        <w:t>289.8523</w:t>
      </w:r>
      <w:r>
        <w:tab/>
        <w:t>1.013e0</w:t>
      </w:r>
    </w:p>
    <w:p w:rsidR="00F96531" w:rsidRDefault="00F96531" w:rsidP="00F96531">
      <w:r>
        <w:lastRenderedPageBreak/>
        <w:t>289.8590</w:t>
      </w:r>
      <w:r>
        <w:tab/>
        <w:t>1.013e0</w:t>
      </w:r>
    </w:p>
    <w:p w:rsidR="00F96531" w:rsidRDefault="00F96531" w:rsidP="00F96531">
      <w:r>
        <w:t>289.8701</w:t>
      </w:r>
      <w:r>
        <w:tab/>
        <w:t>2.025e0</w:t>
      </w:r>
    </w:p>
    <w:p w:rsidR="00F96531" w:rsidRDefault="00F96531" w:rsidP="00F96531">
      <w:r>
        <w:t>289.8743</w:t>
      </w:r>
      <w:r>
        <w:tab/>
        <w:t>1.013e0</w:t>
      </w:r>
    </w:p>
    <w:p w:rsidR="00F96531" w:rsidRDefault="00F96531" w:rsidP="00F96531">
      <w:r>
        <w:t>289.9066</w:t>
      </w:r>
      <w:r>
        <w:tab/>
        <w:t>2.025e0</w:t>
      </w:r>
    </w:p>
    <w:p w:rsidR="00F96531" w:rsidRDefault="00F96531" w:rsidP="00F96531">
      <w:r>
        <w:t>289.9115</w:t>
      </w:r>
      <w:r>
        <w:tab/>
        <w:t>1.013e0</w:t>
      </w:r>
    </w:p>
    <w:p w:rsidR="00F96531" w:rsidRDefault="00F96531" w:rsidP="00F96531">
      <w:r>
        <w:t>289.9512</w:t>
      </w:r>
      <w:r>
        <w:tab/>
        <w:t>1.013e0</w:t>
      </w:r>
    </w:p>
    <w:p w:rsidR="00F96531" w:rsidRDefault="00F96531" w:rsidP="00F96531">
      <w:r>
        <w:t>289.9538</w:t>
      </w:r>
      <w:r>
        <w:tab/>
        <w:t>1.013e0</w:t>
      </w:r>
    </w:p>
    <w:p w:rsidR="00F96531" w:rsidRDefault="00F96531" w:rsidP="00F96531">
      <w:r>
        <w:t>289.9603</w:t>
      </w:r>
      <w:r>
        <w:tab/>
        <w:t>1.013e0</w:t>
      </w:r>
    </w:p>
    <w:p w:rsidR="00F96531" w:rsidRDefault="00F96531" w:rsidP="00F96531">
      <w:r>
        <w:t>289.9656</w:t>
      </w:r>
      <w:r>
        <w:tab/>
        <w:t>1.013e0</w:t>
      </w:r>
    </w:p>
    <w:p w:rsidR="00F96531" w:rsidRDefault="00F96531" w:rsidP="00F96531">
      <w:r>
        <w:t>289.9734</w:t>
      </w:r>
      <w:r>
        <w:tab/>
        <w:t>1.013e0</w:t>
      </w:r>
    </w:p>
    <w:p w:rsidR="00F96531" w:rsidRDefault="00F96531" w:rsidP="00F96531">
      <w:r>
        <w:t>289.9787</w:t>
      </w:r>
      <w:r>
        <w:tab/>
        <w:t>2.025e0</w:t>
      </w:r>
    </w:p>
    <w:p w:rsidR="00F96531" w:rsidRDefault="00F96531" w:rsidP="00F96531">
      <w:r>
        <w:t>289.9880</w:t>
      </w:r>
      <w:r>
        <w:tab/>
        <w:t>2.025e0</w:t>
      </w:r>
    </w:p>
    <w:p w:rsidR="00F96531" w:rsidRDefault="00F96531" w:rsidP="00F96531">
      <w:r>
        <w:t>289.9994</w:t>
      </w:r>
      <w:r>
        <w:tab/>
        <w:t>3.038e0</w:t>
      </w:r>
    </w:p>
    <w:p w:rsidR="00F96531" w:rsidRDefault="00F96531" w:rsidP="00F96531">
      <w:r>
        <w:t>290.0148</w:t>
      </w:r>
      <w:r>
        <w:tab/>
        <w:t>3.038e0</w:t>
      </w:r>
    </w:p>
    <w:p w:rsidR="00F96531" w:rsidRDefault="00F96531" w:rsidP="00F96531">
      <w:r>
        <w:t>290.0403</w:t>
      </w:r>
      <w:r>
        <w:tab/>
        <w:t>1.186e1</w:t>
      </w:r>
    </w:p>
    <w:p w:rsidR="00F96531" w:rsidRDefault="00F96531" w:rsidP="00F96531">
      <w:r>
        <w:t>290.0476</w:t>
      </w:r>
      <w:r>
        <w:tab/>
        <w:t>1.377e1</w:t>
      </w:r>
    </w:p>
    <w:p w:rsidR="00F96531" w:rsidRDefault="00F96531" w:rsidP="00F96531">
      <w:r>
        <w:t>290.0496</w:t>
      </w:r>
      <w:r>
        <w:tab/>
        <w:t>1.114e1</w:t>
      </w:r>
    </w:p>
    <w:p w:rsidR="00F96531" w:rsidRDefault="00F96531" w:rsidP="00F96531">
      <w:r>
        <w:t>290.0517</w:t>
      </w:r>
      <w:r>
        <w:tab/>
        <w:t>1.227e1</w:t>
      </w:r>
    </w:p>
    <w:p w:rsidR="00F96531" w:rsidRDefault="00F96531" w:rsidP="00F96531">
      <w:r>
        <w:t>290.0655</w:t>
      </w:r>
      <w:r>
        <w:tab/>
        <w:t>1.013e0</w:t>
      </w:r>
    </w:p>
    <w:p w:rsidR="00F96531" w:rsidRDefault="00F96531" w:rsidP="00F96531">
      <w:r>
        <w:lastRenderedPageBreak/>
        <w:t>290.0770</w:t>
      </w:r>
      <w:r>
        <w:tab/>
        <w:t>6.076e0</w:t>
      </w:r>
    </w:p>
    <w:p w:rsidR="00F96531" w:rsidRDefault="00F96531" w:rsidP="00F96531">
      <w:r>
        <w:t>290.0782</w:t>
      </w:r>
      <w:r>
        <w:tab/>
        <w:t>6.832e0</w:t>
      </w:r>
    </w:p>
    <w:p w:rsidR="00F96531" w:rsidRDefault="00F96531" w:rsidP="00F96531">
      <w:r>
        <w:t>290.1011</w:t>
      </w:r>
      <w:r>
        <w:tab/>
        <w:t>1.013e0</w:t>
      </w:r>
    </w:p>
    <w:p w:rsidR="00F96531" w:rsidRDefault="00F96531" w:rsidP="00F96531">
      <w:r>
        <w:t>290.1201</w:t>
      </w:r>
      <w:r>
        <w:tab/>
        <w:t>3.038e0</w:t>
      </w:r>
    </w:p>
    <w:p w:rsidR="00F96531" w:rsidRDefault="00F96531" w:rsidP="00F96531">
      <w:r>
        <w:t>290.1287</w:t>
      </w:r>
      <w:r>
        <w:tab/>
        <w:t>1.013e0</w:t>
      </w:r>
    </w:p>
    <w:p w:rsidR="00F96531" w:rsidRDefault="00F96531" w:rsidP="00F96531">
      <w:r>
        <w:t>290.1368</w:t>
      </w:r>
      <w:r>
        <w:tab/>
        <w:t>1.013e0</w:t>
      </w:r>
    </w:p>
    <w:p w:rsidR="00F96531" w:rsidRDefault="00F96531" w:rsidP="00F96531">
      <w:r>
        <w:t>290.1436</w:t>
      </w:r>
      <w:r>
        <w:tab/>
        <w:t>2.025e0</w:t>
      </w:r>
    </w:p>
    <w:p w:rsidR="00F96531" w:rsidRDefault="00F96531" w:rsidP="00F96531">
      <w:r>
        <w:t>290.1545</w:t>
      </w:r>
      <w:r>
        <w:tab/>
        <w:t>8.101e0</w:t>
      </w:r>
    </w:p>
    <w:p w:rsidR="00F96531" w:rsidRDefault="00F96531" w:rsidP="00F96531">
      <w:r>
        <w:t>290.1670</w:t>
      </w:r>
      <w:r>
        <w:tab/>
        <w:t>3.988e0</w:t>
      </w:r>
    </w:p>
    <w:p w:rsidR="00F96531" w:rsidRDefault="00F96531" w:rsidP="00F96531">
      <w:r>
        <w:t>290.1822</w:t>
      </w:r>
      <w:r>
        <w:tab/>
        <w:t>2.025e0</w:t>
      </w:r>
    </w:p>
    <w:p w:rsidR="00F96531" w:rsidRDefault="00F96531" w:rsidP="00F96531">
      <w:r>
        <w:t>290.1842</w:t>
      </w:r>
      <w:r>
        <w:tab/>
        <w:t>5.063e0</w:t>
      </w:r>
    </w:p>
    <w:p w:rsidR="00F96531" w:rsidRDefault="00F96531" w:rsidP="00F96531">
      <w:r>
        <w:t>290.1901</w:t>
      </w:r>
      <w:r>
        <w:tab/>
        <w:t>3.038e0</w:t>
      </w:r>
    </w:p>
    <w:p w:rsidR="00F96531" w:rsidRDefault="00F96531" w:rsidP="00F96531">
      <w:r>
        <w:t>290.2065</w:t>
      </w:r>
      <w:r>
        <w:tab/>
        <w:t>3.038e0</w:t>
      </w:r>
    </w:p>
    <w:p w:rsidR="00F96531" w:rsidRDefault="00F96531" w:rsidP="00F96531">
      <w:r>
        <w:t>290.2120</w:t>
      </w:r>
      <w:r>
        <w:tab/>
        <w:t>3.038e0</w:t>
      </w:r>
    </w:p>
    <w:p w:rsidR="00F96531" w:rsidRDefault="00F96531" w:rsidP="00F96531">
      <w:r>
        <w:t>290.2159</w:t>
      </w:r>
      <w:r>
        <w:tab/>
        <w:t>2.025e0</w:t>
      </w:r>
    </w:p>
    <w:p w:rsidR="00F96531" w:rsidRDefault="00F96531" w:rsidP="00F96531">
      <w:r>
        <w:t>290.2235</w:t>
      </w:r>
      <w:r>
        <w:tab/>
        <w:t>1.013e0</w:t>
      </w:r>
    </w:p>
    <w:p w:rsidR="00F96531" w:rsidRDefault="00F96531" w:rsidP="00F96531">
      <w:r>
        <w:t>290.2274</w:t>
      </w:r>
      <w:r>
        <w:tab/>
        <w:t>3.038e0</w:t>
      </w:r>
    </w:p>
    <w:p w:rsidR="00F96531" w:rsidRDefault="00F96531" w:rsidP="00F96531">
      <w:r>
        <w:t>290.2412</w:t>
      </w:r>
      <w:r>
        <w:tab/>
        <w:t>1.462e0</w:t>
      </w:r>
    </w:p>
    <w:p w:rsidR="00F96531" w:rsidRDefault="00F96531" w:rsidP="00F96531">
      <w:r>
        <w:t>290.2451</w:t>
      </w:r>
      <w:r>
        <w:tab/>
        <w:t>3.038e0</w:t>
      </w:r>
    </w:p>
    <w:p w:rsidR="00F96531" w:rsidRDefault="00F96531" w:rsidP="00F96531">
      <w:r>
        <w:lastRenderedPageBreak/>
        <w:t>290.2533</w:t>
      </w:r>
      <w:r>
        <w:tab/>
        <w:t>2.025e0</w:t>
      </w:r>
    </w:p>
    <w:p w:rsidR="00F96531" w:rsidRDefault="00F96531" w:rsidP="00F96531">
      <w:r>
        <w:t>290.2678</w:t>
      </w:r>
      <w:r>
        <w:tab/>
        <w:t>1.013e0</w:t>
      </w:r>
    </w:p>
    <w:p w:rsidR="00F96531" w:rsidRDefault="00F96531" w:rsidP="00F96531">
      <w:r>
        <w:t>290.2699</w:t>
      </w:r>
      <w:r>
        <w:tab/>
        <w:t>2.025e0</w:t>
      </w:r>
    </w:p>
    <w:p w:rsidR="00F96531" w:rsidRDefault="00F96531" w:rsidP="00F96531">
      <w:r>
        <w:t>290.3367</w:t>
      </w:r>
      <w:r>
        <w:tab/>
        <w:t>1.013e0</w:t>
      </w:r>
    </w:p>
    <w:p w:rsidR="00F96531" w:rsidRDefault="00F96531" w:rsidP="00F96531">
      <w:r>
        <w:t>290.3560</w:t>
      </w:r>
      <w:r>
        <w:tab/>
        <w:t>2.025e0</w:t>
      </w:r>
    </w:p>
    <w:p w:rsidR="00F96531" w:rsidRDefault="00F96531" w:rsidP="00F96531">
      <w:r>
        <w:t>290.3923</w:t>
      </w:r>
      <w:r>
        <w:tab/>
        <w:t>3.038e0</w:t>
      </w:r>
    </w:p>
    <w:p w:rsidR="00F96531" w:rsidRDefault="00F96531" w:rsidP="00F96531">
      <w:r>
        <w:t>290.3951</w:t>
      </w:r>
      <w:r>
        <w:tab/>
        <w:t>1.013e0</w:t>
      </w:r>
    </w:p>
    <w:p w:rsidR="00F96531" w:rsidRDefault="00F96531" w:rsidP="00F96531">
      <w:r>
        <w:t>290.4092</w:t>
      </w:r>
      <w:r>
        <w:tab/>
        <w:t>1.013e0</w:t>
      </w:r>
    </w:p>
    <w:p w:rsidR="00F96531" w:rsidRDefault="00F96531" w:rsidP="00F96531">
      <w:r>
        <w:t>290.4120</w:t>
      </w:r>
      <w:r>
        <w:tab/>
        <w:t>1.013e0</w:t>
      </w:r>
    </w:p>
    <w:p w:rsidR="00F96531" w:rsidRDefault="00F96531" w:rsidP="00F96531">
      <w:r>
        <w:t>290.4257</w:t>
      </w:r>
      <w:r>
        <w:tab/>
        <w:t>1.013e0</w:t>
      </w:r>
    </w:p>
    <w:p w:rsidR="00F96531" w:rsidRDefault="00F96531" w:rsidP="00F96531">
      <w:r>
        <w:t>290.4395</w:t>
      </w:r>
      <w:r>
        <w:tab/>
        <w:t>1.013e0</w:t>
      </w:r>
    </w:p>
    <w:p w:rsidR="00F96531" w:rsidRDefault="00F96531" w:rsidP="00F96531">
      <w:r>
        <w:t>290.4535</w:t>
      </w:r>
      <w:r>
        <w:tab/>
        <w:t>1.013e0</w:t>
      </w:r>
    </w:p>
    <w:p w:rsidR="00F96531" w:rsidRDefault="00F96531" w:rsidP="00F96531">
      <w:r>
        <w:t>290.4861</w:t>
      </w:r>
      <w:r>
        <w:tab/>
        <w:t>2.025e0</w:t>
      </w:r>
    </w:p>
    <w:p w:rsidR="00F96531" w:rsidRDefault="00F96531" w:rsidP="00F96531">
      <w:r>
        <w:t>290.4959</w:t>
      </w:r>
      <w:r>
        <w:tab/>
        <w:t>1.013e0</w:t>
      </w:r>
    </w:p>
    <w:p w:rsidR="00F96531" w:rsidRDefault="00F96531" w:rsidP="00F96531">
      <w:r>
        <w:t>290.5041</w:t>
      </w:r>
      <w:r>
        <w:tab/>
        <w:t>1.013e0</w:t>
      </w:r>
    </w:p>
    <w:p w:rsidR="00F96531" w:rsidRDefault="00F96531" w:rsidP="00F96531">
      <w:r>
        <w:t>290.5233</w:t>
      </w:r>
      <w:r>
        <w:tab/>
        <w:t>2.025e0</w:t>
      </w:r>
    </w:p>
    <w:p w:rsidR="00F96531" w:rsidRDefault="00F96531" w:rsidP="00F96531">
      <w:r>
        <w:t>290.5539</w:t>
      </w:r>
      <w:r>
        <w:tab/>
        <w:t>2.025e0</w:t>
      </w:r>
    </w:p>
    <w:p w:rsidR="00F96531" w:rsidRDefault="00F96531" w:rsidP="00F96531">
      <w:r>
        <w:t>290.5581</w:t>
      </w:r>
      <w:r>
        <w:tab/>
        <w:t>2.025e0</w:t>
      </w:r>
    </w:p>
    <w:p w:rsidR="00F96531" w:rsidRDefault="00F96531" w:rsidP="00F96531">
      <w:r>
        <w:t>290.5642</w:t>
      </w:r>
      <w:r>
        <w:tab/>
        <w:t>3.038e0</w:t>
      </w:r>
    </w:p>
    <w:p w:rsidR="00F96531" w:rsidRDefault="00F96531" w:rsidP="00F96531">
      <w:r>
        <w:lastRenderedPageBreak/>
        <w:t>290.5674</w:t>
      </w:r>
      <w:r>
        <w:tab/>
        <w:t>1.013e0</w:t>
      </w:r>
    </w:p>
    <w:p w:rsidR="00F96531" w:rsidRDefault="00F96531" w:rsidP="00F96531">
      <w:r>
        <w:t>290.5970</w:t>
      </w:r>
      <w:r>
        <w:tab/>
        <w:t>2.025e0</w:t>
      </w:r>
    </w:p>
    <w:p w:rsidR="00F96531" w:rsidRDefault="00F96531" w:rsidP="00F96531">
      <w:r>
        <w:t>290.6061</w:t>
      </w:r>
      <w:r>
        <w:tab/>
        <w:t>1.013e0</w:t>
      </w:r>
    </w:p>
    <w:p w:rsidR="00F96531" w:rsidRDefault="00F96531" w:rsidP="00F96531">
      <w:r>
        <w:t>290.6114</w:t>
      </w:r>
      <w:r>
        <w:tab/>
        <w:t>1.013e0</w:t>
      </w:r>
    </w:p>
    <w:p w:rsidR="00F96531" w:rsidRDefault="00F96531" w:rsidP="00F96531">
      <w:r>
        <w:t>290.6213</w:t>
      </w:r>
      <w:r>
        <w:tab/>
        <w:t>1.013e0</w:t>
      </w:r>
    </w:p>
    <w:p w:rsidR="00F96531" w:rsidRDefault="00F96531" w:rsidP="00F96531">
      <w:r>
        <w:t>290.6392</w:t>
      </w:r>
      <w:r>
        <w:tab/>
        <w:t>1.013e0</w:t>
      </w:r>
    </w:p>
    <w:p w:rsidR="00F96531" w:rsidRDefault="00F96531" w:rsidP="00F96531">
      <w:r>
        <w:t>290.6498</w:t>
      </w:r>
      <w:r>
        <w:tab/>
        <w:t>2.025e0</w:t>
      </w:r>
    </w:p>
    <w:p w:rsidR="00F96531" w:rsidRDefault="00F96531" w:rsidP="00F96531">
      <w:r>
        <w:t>290.6581</w:t>
      </w:r>
      <w:r>
        <w:tab/>
        <w:t>1.013e0</w:t>
      </w:r>
    </w:p>
    <w:p w:rsidR="00F96531" w:rsidRDefault="00F96531" w:rsidP="00F96531">
      <w:r>
        <w:t>290.6857</w:t>
      </w:r>
      <w:r>
        <w:tab/>
        <w:t>2.025e0</w:t>
      </w:r>
    </w:p>
    <w:p w:rsidR="00F96531" w:rsidRDefault="00F96531" w:rsidP="00F96531">
      <w:r>
        <w:t>290.6885</w:t>
      </w:r>
      <w:r>
        <w:tab/>
        <w:t>1.013e0</w:t>
      </w:r>
    </w:p>
    <w:p w:rsidR="00F96531" w:rsidRDefault="00F96531" w:rsidP="00F96531">
      <w:r>
        <w:t>290.6898</w:t>
      </w:r>
      <w:r>
        <w:tab/>
        <w:t>1.013e0</w:t>
      </w:r>
    </w:p>
    <w:p w:rsidR="00F96531" w:rsidRDefault="00F96531" w:rsidP="00F96531">
      <w:r>
        <w:t>290.7029</w:t>
      </w:r>
      <w:r>
        <w:tab/>
        <w:t>1.013e0</w:t>
      </w:r>
    </w:p>
    <w:p w:rsidR="00F96531" w:rsidRDefault="00F96531" w:rsidP="00F96531">
      <w:r>
        <w:t>290.7295</w:t>
      </w:r>
      <w:r>
        <w:tab/>
        <w:t>1.013e0</w:t>
      </w:r>
    </w:p>
    <w:p w:rsidR="00F96531" w:rsidRDefault="00F96531" w:rsidP="00F96531">
      <w:r>
        <w:t>290.7667</w:t>
      </w:r>
      <w:r>
        <w:tab/>
        <w:t>2.025e0</w:t>
      </w:r>
    </w:p>
    <w:p w:rsidR="00F96531" w:rsidRDefault="00F96531" w:rsidP="00F96531">
      <w:r>
        <w:t>290.8057</w:t>
      </w:r>
      <w:r>
        <w:tab/>
        <w:t>2.025e0</w:t>
      </w:r>
    </w:p>
    <w:p w:rsidR="00F96531" w:rsidRDefault="00F96531" w:rsidP="00F96531">
      <w:r>
        <w:t>290.8151</w:t>
      </w:r>
      <w:r>
        <w:tab/>
        <w:t>1.013e0</w:t>
      </w:r>
    </w:p>
    <w:p w:rsidR="00F96531" w:rsidRDefault="00F96531" w:rsidP="00F96531">
      <w:r>
        <w:t>290.8663</w:t>
      </w:r>
      <w:r>
        <w:tab/>
        <w:t>1.013e0</w:t>
      </w:r>
    </w:p>
    <w:p w:rsidR="00F96531" w:rsidRDefault="00F96531" w:rsidP="00F96531">
      <w:r>
        <w:t>290.8676</w:t>
      </w:r>
      <w:r>
        <w:tab/>
        <w:t>1.013e0</w:t>
      </w:r>
    </w:p>
    <w:p w:rsidR="00F96531" w:rsidRDefault="00F96531" w:rsidP="00F96531">
      <w:r>
        <w:t>290.8823</w:t>
      </w:r>
      <w:r>
        <w:tab/>
        <w:t>1.013e0</w:t>
      </w:r>
    </w:p>
    <w:p w:rsidR="00F96531" w:rsidRDefault="00F96531" w:rsidP="00F96531">
      <w:r>
        <w:lastRenderedPageBreak/>
        <w:t>290.8935</w:t>
      </w:r>
      <w:r>
        <w:tab/>
        <w:t>2.025e0</w:t>
      </w:r>
    </w:p>
    <w:p w:rsidR="00F96531" w:rsidRDefault="00F96531" w:rsidP="00F96531">
      <w:r>
        <w:t>290.9031</w:t>
      </w:r>
      <w:r>
        <w:tab/>
        <w:t>1.013e0</w:t>
      </w:r>
    </w:p>
    <w:p w:rsidR="00F96531" w:rsidRDefault="00F96531" w:rsidP="00F96531">
      <w:r>
        <w:t>290.9248</w:t>
      </w:r>
      <w:r>
        <w:tab/>
        <w:t>1.013e0</w:t>
      </w:r>
    </w:p>
    <w:p w:rsidR="00F96531" w:rsidRDefault="00F96531" w:rsidP="00F96531">
      <w:r>
        <w:t>290.9329</w:t>
      </w:r>
      <w:r>
        <w:tab/>
        <w:t>2.025e0</w:t>
      </w:r>
    </w:p>
    <w:p w:rsidR="00F96531" w:rsidRDefault="00F96531" w:rsidP="00F96531">
      <w:r>
        <w:t>290.9428</w:t>
      </w:r>
      <w:r>
        <w:tab/>
        <w:t>1.013e0</w:t>
      </w:r>
    </w:p>
    <w:p w:rsidR="00F96531" w:rsidRDefault="00F96531" w:rsidP="00F96531">
      <w:r>
        <w:t>290.9612</w:t>
      </w:r>
      <w:r>
        <w:tab/>
        <w:t>2.025e0</w:t>
      </w:r>
    </w:p>
    <w:p w:rsidR="00F96531" w:rsidRDefault="00F96531" w:rsidP="00F96531">
      <w:r>
        <w:t>290.9771</w:t>
      </w:r>
      <w:r>
        <w:tab/>
        <w:t>4.051e0</w:t>
      </w:r>
    </w:p>
    <w:p w:rsidR="00F96531" w:rsidRDefault="00F96531" w:rsidP="00F96531">
      <w:r>
        <w:t>290.9792</w:t>
      </w:r>
      <w:r>
        <w:tab/>
        <w:t>1.013e0</w:t>
      </w:r>
    </w:p>
    <w:p w:rsidR="00F96531" w:rsidRDefault="00F96531" w:rsidP="00F96531">
      <w:r>
        <w:t>291.0096</w:t>
      </w:r>
      <w:r>
        <w:tab/>
        <w:t>3.038e0</w:t>
      </w:r>
    </w:p>
    <w:p w:rsidR="00F96531" w:rsidRDefault="00F96531" w:rsidP="00F96531">
      <w:r>
        <w:t>291.0256</w:t>
      </w:r>
      <w:r>
        <w:tab/>
        <w:t>1.013e0</w:t>
      </w:r>
    </w:p>
    <w:p w:rsidR="00F96531" w:rsidRDefault="00F96531" w:rsidP="00F96531">
      <w:r>
        <w:t>291.0361</w:t>
      </w:r>
      <w:r>
        <w:tab/>
        <w:t>6.076e0</w:t>
      </w:r>
    </w:p>
    <w:p w:rsidR="00F96531" w:rsidRDefault="00F96531" w:rsidP="00F96531">
      <w:r>
        <w:t>291.0431</w:t>
      </w:r>
      <w:r>
        <w:tab/>
        <w:t>1.746e1</w:t>
      </w:r>
    </w:p>
    <w:p w:rsidR="00F96531" w:rsidRDefault="00F96531" w:rsidP="00F96531">
      <w:r>
        <w:t>291.0452</w:t>
      </w:r>
      <w:r>
        <w:tab/>
        <w:t>5.063e0</w:t>
      </w:r>
    </w:p>
    <w:p w:rsidR="00F96531" w:rsidRDefault="00F96531" w:rsidP="00F96531">
      <w:r>
        <w:t>291.0638</w:t>
      </w:r>
      <w:r>
        <w:tab/>
        <w:t>6.233e0</w:t>
      </w:r>
    </w:p>
    <w:p w:rsidR="00F96531" w:rsidRDefault="00F96531" w:rsidP="00F96531">
      <w:r>
        <w:t>291.0701</w:t>
      </w:r>
      <w:r>
        <w:tab/>
        <w:t>4.051e0</w:t>
      </w:r>
    </w:p>
    <w:p w:rsidR="00F96531" w:rsidRDefault="00F96531" w:rsidP="00F96531">
      <w:r>
        <w:t>291.0850</w:t>
      </w:r>
      <w:r>
        <w:tab/>
        <w:t>6.547e0</w:t>
      </w:r>
    </w:p>
    <w:p w:rsidR="00F96531" w:rsidRDefault="00F96531" w:rsidP="00F96531">
      <w:r>
        <w:t>291.0957</w:t>
      </w:r>
      <w:r>
        <w:tab/>
        <w:t>2.025e0</w:t>
      </w:r>
    </w:p>
    <w:p w:rsidR="00F96531" w:rsidRDefault="00F96531" w:rsidP="00F96531">
      <w:r>
        <w:t>291.0996</w:t>
      </w:r>
      <w:r>
        <w:tab/>
        <w:t>2.025e0</w:t>
      </w:r>
    </w:p>
    <w:p w:rsidR="00F96531" w:rsidRDefault="00F96531" w:rsidP="00F96531">
      <w:r>
        <w:t>291.1109</w:t>
      </w:r>
      <w:r>
        <w:tab/>
        <w:t>3.038e0</w:t>
      </w:r>
    </w:p>
    <w:p w:rsidR="00F96531" w:rsidRDefault="00F96531" w:rsidP="00F96531">
      <w:r>
        <w:lastRenderedPageBreak/>
        <w:t>291.1205</w:t>
      </w:r>
      <w:r>
        <w:tab/>
        <w:t>1.013e0</w:t>
      </w:r>
    </w:p>
    <w:p w:rsidR="00F96531" w:rsidRDefault="00F96531" w:rsidP="00F96531">
      <w:r>
        <w:t>291.1254</w:t>
      </w:r>
      <w:r>
        <w:tab/>
        <w:t>2.552e0</w:t>
      </w:r>
    </w:p>
    <w:p w:rsidR="00F96531" w:rsidRDefault="00F96531" w:rsidP="00F96531">
      <w:r>
        <w:t>291.1351</w:t>
      </w:r>
      <w:r>
        <w:tab/>
        <w:t>3.302e0</w:t>
      </w:r>
    </w:p>
    <w:p w:rsidR="00F96531" w:rsidRDefault="00F96531" w:rsidP="00F96531">
      <w:r>
        <w:t>291.1563</w:t>
      </w:r>
      <w:r>
        <w:tab/>
        <w:t>1.013e0</w:t>
      </w:r>
    </w:p>
    <w:p w:rsidR="00F96531" w:rsidRDefault="00F96531" w:rsidP="00F96531">
      <w:r>
        <w:t>291.1612</w:t>
      </w:r>
      <w:r>
        <w:tab/>
        <w:t>4.051e0</w:t>
      </w:r>
    </w:p>
    <w:p w:rsidR="00F96531" w:rsidRDefault="00F96531" w:rsidP="00F96531">
      <w:r>
        <w:t>291.1625</w:t>
      </w:r>
      <w:r>
        <w:tab/>
        <w:t>4.051e0</w:t>
      </w:r>
    </w:p>
    <w:p w:rsidR="00F96531" w:rsidRDefault="00F96531" w:rsidP="00F96531">
      <w:r>
        <w:t>291.1700</w:t>
      </w:r>
      <w:r>
        <w:tab/>
        <w:t>3.577e0</w:t>
      </w:r>
    </w:p>
    <w:p w:rsidR="00F96531" w:rsidRDefault="00F96531" w:rsidP="00F96531">
      <w:r>
        <w:t>291.1765</w:t>
      </w:r>
      <w:r>
        <w:tab/>
        <w:t>5.063e0</w:t>
      </w:r>
    </w:p>
    <w:p w:rsidR="00F96531" w:rsidRDefault="00F96531" w:rsidP="00F96531">
      <w:r>
        <w:t>291.1918</w:t>
      </w:r>
      <w:r>
        <w:tab/>
        <w:t>6.493e0</w:t>
      </w:r>
    </w:p>
    <w:p w:rsidR="00F96531" w:rsidRDefault="00F96531" w:rsidP="00F96531">
      <w:r>
        <w:t>291.2114</w:t>
      </w:r>
      <w:r>
        <w:tab/>
        <w:t>1.013e0</w:t>
      </w:r>
    </w:p>
    <w:p w:rsidR="00F96531" w:rsidRDefault="00F96531" w:rsidP="00F96531">
      <w:r>
        <w:t>291.2179</w:t>
      </w:r>
      <w:r>
        <w:tab/>
        <w:t>3.038e0</w:t>
      </w:r>
    </w:p>
    <w:p w:rsidR="00F96531" w:rsidRDefault="00F96531" w:rsidP="00F96531">
      <w:r>
        <w:t>291.2291</w:t>
      </w:r>
      <w:r>
        <w:tab/>
        <w:t>1.013e0</w:t>
      </w:r>
    </w:p>
    <w:p w:rsidR="00F96531" w:rsidRDefault="00F96531" w:rsidP="00F96531">
      <w:r>
        <w:t>291.2418</w:t>
      </w:r>
      <w:r>
        <w:tab/>
        <w:t>1.013e0</w:t>
      </w:r>
    </w:p>
    <w:p w:rsidR="00F96531" w:rsidRDefault="00F96531" w:rsidP="00F96531">
      <w:r>
        <w:t>291.2557</w:t>
      </w:r>
      <w:r>
        <w:tab/>
        <w:t>1.013e0</w:t>
      </w:r>
    </w:p>
    <w:p w:rsidR="00F96531" w:rsidRDefault="00F96531" w:rsidP="00F96531">
      <w:r>
        <w:t>291.2573</w:t>
      </w:r>
      <w:r>
        <w:tab/>
        <w:t>3.038e0</w:t>
      </w:r>
    </w:p>
    <w:p w:rsidR="00F96531" w:rsidRDefault="00F96531" w:rsidP="00F96531">
      <w:r>
        <w:t>291.2610</w:t>
      </w:r>
      <w:r>
        <w:tab/>
        <w:t>2.025e0</w:t>
      </w:r>
    </w:p>
    <w:p w:rsidR="00F96531" w:rsidRDefault="00F96531" w:rsidP="00F96531">
      <w:r>
        <w:t>291.2650</w:t>
      </w:r>
      <w:r>
        <w:tab/>
        <w:t>1.013e0</w:t>
      </w:r>
    </w:p>
    <w:p w:rsidR="00F96531" w:rsidRDefault="00F96531" w:rsidP="00F96531">
      <w:r>
        <w:t>291.3368</w:t>
      </w:r>
      <w:r>
        <w:tab/>
        <w:t>2.025e0</w:t>
      </w:r>
    </w:p>
    <w:p w:rsidR="00F96531" w:rsidRDefault="00F96531" w:rsidP="00F96531">
      <w:r>
        <w:t>291.3768</w:t>
      </w:r>
      <w:r>
        <w:tab/>
        <w:t>1.013e0</w:t>
      </w:r>
    </w:p>
    <w:p w:rsidR="00F96531" w:rsidRDefault="00F96531" w:rsidP="00F96531">
      <w:r>
        <w:lastRenderedPageBreak/>
        <w:t>291.3920</w:t>
      </w:r>
      <w:r>
        <w:tab/>
        <w:t>1.013e0</w:t>
      </w:r>
    </w:p>
    <w:p w:rsidR="00F96531" w:rsidRDefault="00F96531" w:rsidP="00F96531">
      <w:r>
        <w:t>291.4139</w:t>
      </w:r>
      <w:r>
        <w:tab/>
        <w:t>3.038e0</w:t>
      </w:r>
    </w:p>
    <w:p w:rsidR="00F96531" w:rsidRDefault="00F96531" w:rsidP="00F96531">
      <w:r>
        <w:t>291.4517</w:t>
      </w:r>
      <w:r>
        <w:tab/>
        <w:t>2.025e0</w:t>
      </w:r>
    </w:p>
    <w:p w:rsidR="00F96531" w:rsidRDefault="00F96531" w:rsidP="00F96531">
      <w:r>
        <w:t>291.4606</w:t>
      </w:r>
      <w:r>
        <w:tab/>
        <w:t>1.013e0</w:t>
      </w:r>
    </w:p>
    <w:p w:rsidR="00F96531" w:rsidRDefault="00F96531" w:rsidP="00F96531">
      <w:r>
        <w:t>291.4805</w:t>
      </w:r>
      <w:r>
        <w:tab/>
        <w:t>3.038e0</w:t>
      </w:r>
    </w:p>
    <w:p w:rsidR="00F96531" w:rsidRDefault="00F96531" w:rsidP="00F96531">
      <w:r>
        <w:t>291.5005</w:t>
      </w:r>
      <w:r>
        <w:tab/>
        <w:t>1.013e0</w:t>
      </w:r>
    </w:p>
    <w:p w:rsidR="00F96531" w:rsidRDefault="00F96531" w:rsidP="00F96531">
      <w:r>
        <w:t>291.5111</w:t>
      </w:r>
      <w:r>
        <w:tab/>
        <w:t>1.013e0</w:t>
      </w:r>
    </w:p>
    <w:p w:rsidR="00F96531" w:rsidRDefault="00F96531" w:rsidP="00F96531">
      <w:r>
        <w:t>291.5151</w:t>
      </w:r>
      <w:r>
        <w:tab/>
        <w:t>2.025e0</w:t>
      </w:r>
    </w:p>
    <w:p w:rsidR="00F96531" w:rsidRDefault="00F96531" w:rsidP="00F96531">
      <w:r>
        <w:t>291.5768</w:t>
      </w:r>
      <w:r>
        <w:tab/>
        <w:t>2.025e0</w:t>
      </w:r>
    </w:p>
    <w:p w:rsidR="00F96531" w:rsidRDefault="00F96531" w:rsidP="00F96531">
      <w:r>
        <w:t>291.5779</w:t>
      </w:r>
      <w:r>
        <w:tab/>
        <w:t>1.013e0</w:t>
      </w:r>
    </w:p>
    <w:p w:rsidR="00F96531" w:rsidRDefault="00F96531" w:rsidP="00F96531">
      <w:r>
        <w:t>291.5977</w:t>
      </w:r>
      <w:r>
        <w:tab/>
        <w:t>2.025e0</w:t>
      </w:r>
    </w:p>
    <w:p w:rsidR="00F96531" w:rsidRDefault="00F96531" w:rsidP="00F96531">
      <w:r>
        <w:t>291.6107</w:t>
      </w:r>
      <w:r>
        <w:tab/>
        <w:t>1.013e0</w:t>
      </w:r>
    </w:p>
    <w:p w:rsidR="00F96531" w:rsidRDefault="00F96531" w:rsidP="00F96531">
      <w:r>
        <w:t>291.6372</w:t>
      </w:r>
      <w:r>
        <w:tab/>
        <w:t>1.013e0</w:t>
      </w:r>
    </w:p>
    <w:p w:rsidR="00F96531" w:rsidRDefault="00F96531" w:rsidP="00F96531">
      <w:r>
        <w:t>291.6492</w:t>
      </w:r>
      <w:r>
        <w:tab/>
        <w:t>2.025e0</w:t>
      </w:r>
    </w:p>
    <w:p w:rsidR="00F96531" w:rsidRDefault="00F96531" w:rsidP="00F96531">
      <w:r>
        <w:t>291.6655</w:t>
      </w:r>
      <w:r>
        <w:tab/>
        <w:t>2.025e0</w:t>
      </w:r>
    </w:p>
    <w:p w:rsidR="00F96531" w:rsidRDefault="00F96531" w:rsidP="00F96531">
      <w:r>
        <w:t>291.6815</w:t>
      </w:r>
      <w:r>
        <w:tab/>
        <w:t>3.038e0</w:t>
      </w:r>
    </w:p>
    <w:p w:rsidR="00F96531" w:rsidRDefault="00F96531" w:rsidP="00F96531">
      <w:r>
        <w:t>291.6856</w:t>
      </w:r>
      <w:r>
        <w:tab/>
        <w:t>1.013e0</w:t>
      </w:r>
    </w:p>
    <w:p w:rsidR="00F96531" w:rsidRDefault="00F96531" w:rsidP="00F96531">
      <w:r>
        <w:t>291.7017</w:t>
      </w:r>
      <w:r>
        <w:tab/>
        <w:t>1.013e0</w:t>
      </w:r>
    </w:p>
    <w:p w:rsidR="00F96531" w:rsidRDefault="00F96531" w:rsidP="00F96531">
      <w:r>
        <w:t>291.7086</w:t>
      </w:r>
      <w:r>
        <w:tab/>
        <w:t>1.013e0</w:t>
      </w:r>
    </w:p>
    <w:p w:rsidR="00F96531" w:rsidRDefault="00F96531" w:rsidP="00F96531">
      <w:r>
        <w:lastRenderedPageBreak/>
        <w:t>291.7137</w:t>
      </w:r>
      <w:r>
        <w:tab/>
        <w:t>1.013e0</w:t>
      </w:r>
    </w:p>
    <w:p w:rsidR="00F96531" w:rsidRDefault="00F96531" w:rsidP="00F96531">
      <w:r>
        <w:t>291.7827</w:t>
      </w:r>
      <w:r>
        <w:tab/>
        <w:t>1.013e0</w:t>
      </w:r>
    </w:p>
    <w:p w:rsidR="00F96531" w:rsidRDefault="00F96531" w:rsidP="00F96531">
      <w:r>
        <w:t>291.7966</w:t>
      </w:r>
      <w:r>
        <w:tab/>
        <w:t>1.013e0</w:t>
      </w:r>
    </w:p>
    <w:p w:rsidR="00F96531" w:rsidRDefault="00F96531" w:rsidP="00F96531">
      <w:r>
        <w:t>291.8094</w:t>
      </w:r>
      <w:r>
        <w:tab/>
        <w:t>1.013e0</w:t>
      </w:r>
    </w:p>
    <w:p w:rsidR="00F96531" w:rsidRDefault="00F96531" w:rsidP="00F96531">
      <w:r>
        <w:t>291.8134</w:t>
      </w:r>
      <w:r>
        <w:tab/>
        <w:t>1.013e0</w:t>
      </w:r>
    </w:p>
    <w:p w:rsidR="00F96531" w:rsidRDefault="00F96531" w:rsidP="00F96531">
      <w:r>
        <w:t>291.8324</w:t>
      </w:r>
      <w:r>
        <w:tab/>
        <w:t>2.025e0</w:t>
      </w:r>
    </w:p>
    <w:p w:rsidR="00F96531" w:rsidRDefault="00F96531" w:rsidP="00F96531">
      <w:r>
        <w:t>291.8511</w:t>
      </w:r>
      <w:r>
        <w:tab/>
        <w:t>2.025e0</w:t>
      </w:r>
    </w:p>
    <w:p w:rsidR="00F96531" w:rsidRDefault="00F96531" w:rsidP="00F96531">
      <w:r>
        <w:t>291.8786</w:t>
      </w:r>
      <w:r>
        <w:tab/>
        <w:t>1.013e0</w:t>
      </w:r>
    </w:p>
    <w:p w:rsidR="00F96531" w:rsidRDefault="00F96531" w:rsidP="00F96531">
      <w:r>
        <w:t>291.8864</w:t>
      </w:r>
      <w:r>
        <w:tab/>
        <w:t>2.025e0</w:t>
      </w:r>
    </w:p>
    <w:p w:rsidR="00F96531" w:rsidRDefault="00F96531" w:rsidP="00F96531">
      <w:r>
        <w:t>291.9106</w:t>
      </w:r>
      <w:r>
        <w:tab/>
        <w:t>1.013e0</w:t>
      </w:r>
    </w:p>
    <w:p w:rsidR="00F96531" w:rsidRDefault="00F96531" w:rsidP="00F96531">
      <w:r>
        <w:t>291.9319</w:t>
      </w:r>
      <w:r>
        <w:tab/>
        <w:t>1.013e0</w:t>
      </w:r>
    </w:p>
    <w:p w:rsidR="00F96531" w:rsidRDefault="00F96531" w:rsidP="00F96531">
      <w:r>
        <w:t>291.9570</w:t>
      </w:r>
      <w:r>
        <w:tab/>
        <w:t>2.025e0</w:t>
      </w:r>
    </w:p>
    <w:p w:rsidR="00F96531" w:rsidRDefault="00F96531" w:rsidP="00F96531">
      <w:r>
        <w:t>291.9634</w:t>
      </w:r>
      <w:r>
        <w:tab/>
        <w:t>2.025e0</w:t>
      </w:r>
    </w:p>
    <w:p w:rsidR="00F96531" w:rsidRDefault="00F96531" w:rsidP="00F96531">
      <w:r>
        <w:t>291.9826</w:t>
      </w:r>
      <w:r>
        <w:tab/>
        <w:t>2.025e0</w:t>
      </w:r>
    </w:p>
    <w:p w:rsidR="00F96531" w:rsidRDefault="00F96531" w:rsidP="00F96531">
      <w:r>
        <w:t>291.9867</w:t>
      </w:r>
      <w:r>
        <w:tab/>
        <w:t>1.013e0</w:t>
      </w:r>
    </w:p>
    <w:p w:rsidR="00F96531" w:rsidRDefault="00F96531" w:rsidP="00F96531">
      <w:r>
        <w:t>291.9912</w:t>
      </w:r>
      <w:r>
        <w:tab/>
        <w:t>4.051e0</w:t>
      </w:r>
    </w:p>
    <w:p w:rsidR="00F96531" w:rsidRDefault="00F96531" w:rsidP="00F96531">
      <w:r>
        <w:t>291.9976</w:t>
      </w:r>
      <w:r>
        <w:tab/>
        <w:t>7.089e0</w:t>
      </w:r>
    </w:p>
    <w:p w:rsidR="00F96531" w:rsidRDefault="00F96531" w:rsidP="00F96531">
      <w:r>
        <w:t>292.0003</w:t>
      </w:r>
      <w:r>
        <w:tab/>
        <w:t>4.051e0</w:t>
      </w:r>
    </w:p>
    <w:p w:rsidR="00F96531" w:rsidRDefault="00F96531" w:rsidP="00F96531">
      <w:r>
        <w:t>292.0051</w:t>
      </w:r>
      <w:r>
        <w:tab/>
        <w:t>2.025e0</w:t>
      </w:r>
    </w:p>
    <w:p w:rsidR="00F96531" w:rsidRDefault="00F96531" w:rsidP="00F96531">
      <w:r>
        <w:lastRenderedPageBreak/>
        <w:t>292.0138</w:t>
      </w:r>
      <w:r>
        <w:tab/>
        <w:t>6.076e0</w:t>
      </w:r>
    </w:p>
    <w:p w:rsidR="00F96531" w:rsidRDefault="00F96531" w:rsidP="00F96531">
      <w:r>
        <w:t>292.0190</w:t>
      </w:r>
      <w:r>
        <w:tab/>
        <w:t>5.478e0</w:t>
      </w:r>
    </w:p>
    <w:p w:rsidR="00F96531" w:rsidRDefault="00F96531" w:rsidP="00F96531">
      <w:r>
        <w:t>292.0514</w:t>
      </w:r>
      <w:r>
        <w:tab/>
        <w:t>2.025e0</w:t>
      </w:r>
    </w:p>
    <w:p w:rsidR="00F96531" w:rsidRDefault="00F96531" w:rsidP="00F96531">
      <w:r>
        <w:t>292.0546</w:t>
      </w:r>
      <w:r>
        <w:tab/>
        <w:t>1.013e0</w:t>
      </w:r>
    </w:p>
    <w:p w:rsidR="00F96531" w:rsidRDefault="00F96531" w:rsidP="00F96531">
      <w:r>
        <w:t>292.0903</w:t>
      </w:r>
      <w:r>
        <w:tab/>
        <w:t>3.038e0</w:t>
      </w:r>
    </w:p>
    <w:p w:rsidR="00F96531" w:rsidRDefault="00F96531" w:rsidP="00F96531">
      <w:r>
        <w:t>292.0924</w:t>
      </w:r>
      <w:r>
        <w:tab/>
        <w:t>4.887e0</w:t>
      </w:r>
    </w:p>
    <w:p w:rsidR="00F96531" w:rsidRDefault="00F96531" w:rsidP="00F96531">
      <w:r>
        <w:t>292.0976</w:t>
      </w:r>
      <w:r>
        <w:tab/>
        <w:t>2.025e0</w:t>
      </w:r>
    </w:p>
    <w:p w:rsidR="00F96531" w:rsidRDefault="00F96531" w:rsidP="00F96531">
      <w:r>
        <w:t>292.1428</w:t>
      </w:r>
      <w:r>
        <w:tab/>
        <w:t>4.051e0</w:t>
      </w:r>
    </w:p>
    <w:p w:rsidR="00F96531" w:rsidRDefault="00F96531" w:rsidP="00F96531">
      <w:r>
        <w:t>292.1483</w:t>
      </w:r>
      <w:r>
        <w:tab/>
        <w:t>1.312e1</w:t>
      </w:r>
    </w:p>
    <w:p w:rsidR="00F96531" w:rsidRDefault="00F96531" w:rsidP="00F96531">
      <w:r>
        <w:t>292.1509</w:t>
      </w:r>
      <w:r>
        <w:tab/>
        <w:t>4.051e0</w:t>
      </w:r>
    </w:p>
    <w:p w:rsidR="00F96531" w:rsidRDefault="00F96531" w:rsidP="00F96531">
      <w:r>
        <w:t>292.1558</w:t>
      </w:r>
      <w:r>
        <w:tab/>
        <w:t>5.063e0</w:t>
      </w:r>
    </w:p>
    <w:p w:rsidR="00F96531" w:rsidRDefault="00F96531" w:rsidP="00F96531">
      <w:r>
        <w:t>292.1645</w:t>
      </w:r>
      <w:r>
        <w:tab/>
        <w:t>1.013e0</w:t>
      </w:r>
    </w:p>
    <w:p w:rsidR="00F96531" w:rsidRDefault="00F96531" w:rsidP="00F96531">
      <w:r>
        <w:t>292.1823</w:t>
      </w:r>
      <w:r>
        <w:tab/>
        <w:t>4.692e0</w:t>
      </w:r>
    </w:p>
    <w:p w:rsidR="00F96531" w:rsidRDefault="00F96531" w:rsidP="00F96531">
      <w:r>
        <w:t>292.1855</w:t>
      </w:r>
      <w:r>
        <w:tab/>
        <w:t>2.025e0</w:t>
      </w:r>
    </w:p>
    <w:p w:rsidR="00F96531" w:rsidRDefault="00F96531" w:rsidP="00F96531">
      <w:r>
        <w:t>292.1884</w:t>
      </w:r>
      <w:r>
        <w:tab/>
        <w:t>2.025e0</w:t>
      </w:r>
    </w:p>
    <w:p w:rsidR="00F96531" w:rsidRDefault="00F96531" w:rsidP="00F96531">
      <w:r>
        <w:t>292.1905</w:t>
      </w:r>
      <w:r>
        <w:tab/>
        <w:t>4.051e0</w:t>
      </w:r>
    </w:p>
    <w:p w:rsidR="00F96531" w:rsidRDefault="00F96531" w:rsidP="00F96531">
      <w:r>
        <w:t>292.2120</w:t>
      </w:r>
      <w:r>
        <w:tab/>
        <w:t>2.025e0</w:t>
      </w:r>
    </w:p>
    <w:p w:rsidR="00F96531" w:rsidRDefault="00F96531" w:rsidP="00F96531">
      <w:r>
        <w:t>292.2146</w:t>
      </w:r>
      <w:r>
        <w:tab/>
        <w:t>1.013e0</w:t>
      </w:r>
    </w:p>
    <w:p w:rsidR="00F96531" w:rsidRDefault="00F96531" w:rsidP="00F96531">
      <w:r>
        <w:t>292.2287</w:t>
      </w:r>
      <w:r>
        <w:tab/>
        <w:t>5.063e0</w:t>
      </w:r>
    </w:p>
    <w:p w:rsidR="00F96531" w:rsidRDefault="00F96531" w:rsidP="00F96531">
      <w:r>
        <w:lastRenderedPageBreak/>
        <w:t>292.2466</w:t>
      </w:r>
      <w:r>
        <w:tab/>
        <w:t>1.013e0</w:t>
      </w:r>
    </w:p>
    <w:p w:rsidR="00F96531" w:rsidRDefault="00F96531" w:rsidP="00F96531">
      <w:r>
        <w:t>292.2481</w:t>
      </w:r>
      <w:r>
        <w:tab/>
        <w:t>3.038e0</w:t>
      </w:r>
    </w:p>
    <w:p w:rsidR="00F96531" w:rsidRDefault="00F96531" w:rsidP="00F96531">
      <w:r>
        <w:t>292.2682</w:t>
      </w:r>
      <w:r>
        <w:tab/>
        <w:t>3.038e0</w:t>
      </w:r>
    </w:p>
    <w:p w:rsidR="00F96531" w:rsidRDefault="00F96531" w:rsidP="00F96531">
      <w:r>
        <w:t>292.2720</w:t>
      </w:r>
      <w:r>
        <w:tab/>
        <w:t>1.013e0</w:t>
      </w:r>
    </w:p>
    <w:p w:rsidR="00F96531" w:rsidRDefault="00F96531" w:rsidP="00F96531">
      <w:r>
        <w:t>292.2796</w:t>
      </w:r>
      <w:r>
        <w:tab/>
        <w:t>2.025e0</w:t>
      </w:r>
    </w:p>
    <w:p w:rsidR="00F96531" w:rsidRDefault="00F96531" w:rsidP="00F96531">
      <w:r>
        <w:t>292.2834</w:t>
      </w:r>
      <w:r>
        <w:tab/>
        <w:t>4.051e0</w:t>
      </w:r>
    </w:p>
    <w:p w:rsidR="00F96531" w:rsidRDefault="00F96531" w:rsidP="00F96531">
      <w:r>
        <w:t>292.2992</w:t>
      </w:r>
      <w:r>
        <w:tab/>
        <w:t>2.025e0</w:t>
      </w:r>
    </w:p>
    <w:p w:rsidR="00F96531" w:rsidRDefault="00F96531" w:rsidP="00F96531">
      <w:r>
        <w:t>292.3053</w:t>
      </w:r>
      <w:r>
        <w:tab/>
        <w:t>1.013e0</w:t>
      </w:r>
    </w:p>
    <w:p w:rsidR="00F96531" w:rsidRDefault="00F96531" w:rsidP="00F96531">
      <w:r>
        <w:t>292.3188</w:t>
      </w:r>
      <w:r>
        <w:tab/>
        <w:t>1.013e0</w:t>
      </w:r>
    </w:p>
    <w:p w:rsidR="00F96531" w:rsidRDefault="00F96531" w:rsidP="00F96531">
      <w:r>
        <w:t>292.3492</w:t>
      </w:r>
      <w:r>
        <w:tab/>
        <w:t>1.013e0</w:t>
      </w:r>
    </w:p>
    <w:p w:rsidR="00F96531" w:rsidRDefault="00F96531" w:rsidP="00F96531">
      <w:r>
        <w:t>292.3569</w:t>
      </w:r>
      <w:r>
        <w:tab/>
        <w:t>2.025e0</w:t>
      </w:r>
    </w:p>
    <w:p w:rsidR="00F96531" w:rsidRDefault="00F96531" w:rsidP="00F96531">
      <w:r>
        <w:t>292.3586</w:t>
      </w:r>
      <w:r>
        <w:tab/>
        <w:t>1.013e0</w:t>
      </w:r>
    </w:p>
    <w:p w:rsidR="00F96531" w:rsidRDefault="00F96531" w:rsidP="00F96531">
      <w:r>
        <w:t>292.3894</w:t>
      </w:r>
      <w:r>
        <w:tab/>
        <w:t>1.013e0</w:t>
      </w:r>
    </w:p>
    <w:p w:rsidR="00F96531" w:rsidRDefault="00F96531" w:rsidP="00F96531">
      <w:r>
        <w:t>292.3936</w:t>
      </w:r>
      <w:r>
        <w:tab/>
        <w:t>2.025e0</w:t>
      </w:r>
    </w:p>
    <w:p w:rsidR="00F96531" w:rsidRDefault="00F96531" w:rsidP="00F96531">
      <w:r>
        <w:t>292.4139</w:t>
      </w:r>
      <w:r>
        <w:tab/>
        <w:t>1.013e0</w:t>
      </w:r>
    </w:p>
    <w:p w:rsidR="00F96531" w:rsidRDefault="00F96531" w:rsidP="00F96531">
      <w:r>
        <w:t>292.4178</w:t>
      </w:r>
      <w:r>
        <w:tab/>
        <w:t>1.013e0</w:t>
      </w:r>
    </w:p>
    <w:p w:rsidR="00F96531" w:rsidRDefault="00F96531" w:rsidP="00F96531">
      <w:r>
        <w:t>292.4227</w:t>
      </w:r>
      <w:r>
        <w:tab/>
        <w:t>1.013e0</w:t>
      </w:r>
    </w:p>
    <w:p w:rsidR="00F96531" w:rsidRDefault="00F96531" w:rsidP="00F96531">
      <w:r>
        <w:t>292.4402</w:t>
      </w:r>
      <w:r>
        <w:tab/>
        <w:t>2.025e0</w:t>
      </w:r>
    </w:p>
    <w:p w:rsidR="00F96531" w:rsidRDefault="00F96531" w:rsidP="00F96531">
      <w:r>
        <w:t>292.4738</w:t>
      </w:r>
      <w:r>
        <w:tab/>
        <w:t>2.025e0</w:t>
      </w:r>
    </w:p>
    <w:p w:rsidR="00F96531" w:rsidRDefault="00F96531" w:rsidP="00F96531">
      <w:r>
        <w:lastRenderedPageBreak/>
        <w:t>292.4772</w:t>
      </w:r>
      <w:r>
        <w:tab/>
        <w:t>1.013e0</w:t>
      </w:r>
    </w:p>
    <w:p w:rsidR="00F96531" w:rsidRDefault="00F96531" w:rsidP="00F96531">
      <w:r>
        <w:t>292.4868</w:t>
      </w:r>
      <w:r>
        <w:tab/>
        <w:t>1.013e0</w:t>
      </w:r>
    </w:p>
    <w:p w:rsidR="00F96531" w:rsidRDefault="00F96531" w:rsidP="00F96531">
      <w:r>
        <w:t>292.4956</w:t>
      </w:r>
      <w:r>
        <w:tab/>
        <w:t>1.013e0</w:t>
      </w:r>
    </w:p>
    <w:p w:rsidR="00F96531" w:rsidRDefault="00F96531" w:rsidP="00F96531">
      <w:r>
        <w:t>292.5036</w:t>
      </w:r>
      <w:r>
        <w:tab/>
        <w:t>1.013e0</w:t>
      </w:r>
    </w:p>
    <w:p w:rsidR="00F96531" w:rsidRDefault="00F96531" w:rsidP="00F96531">
      <w:r>
        <w:t>292.5325</w:t>
      </w:r>
      <w:r>
        <w:tab/>
        <w:t>1.013e0</w:t>
      </w:r>
    </w:p>
    <w:p w:rsidR="00F96531" w:rsidRDefault="00F96531" w:rsidP="00F96531">
      <w:r>
        <w:t>292.5442</w:t>
      </w:r>
      <w:r>
        <w:tab/>
        <w:t>2.025e0</w:t>
      </w:r>
    </w:p>
    <w:p w:rsidR="00F96531" w:rsidRDefault="00F96531" w:rsidP="00F96531">
      <w:r>
        <w:t>292.5490</w:t>
      </w:r>
      <w:r>
        <w:tab/>
        <w:t>7.596e0</w:t>
      </w:r>
    </w:p>
    <w:p w:rsidR="00F96531" w:rsidRDefault="00F96531" w:rsidP="00F96531">
      <w:r>
        <w:t>292.5506</w:t>
      </w:r>
      <w:r>
        <w:tab/>
        <w:t>4.051e0</w:t>
      </w:r>
    </w:p>
    <w:p w:rsidR="00F96531" w:rsidRDefault="00F96531" w:rsidP="00F96531">
      <w:r>
        <w:t>292.5562</w:t>
      </w:r>
      <w:r>
        <w:tab/>
        <w:t>1.013e0</w:t>
      </w:r>
    </w:p>
    <w:p w:rsidR="00F96531" w:rsidRDefault="00F96531" w:rsidP="00F96531">
      <w:r>
        <w:t>292.5709</w:t>
      </w:r>
      <w:r>
        <w:tab/>
        <w:t>1.013e0</w:t>
      </w:r>
    </w:p>
    <w:p w:rsidR="00F96531" w:rsidRDefault="00F96531" w:rsidP="00F96531">
      <w:r>
        <w:t>292.5829</w:t>
      </w:r>
      <w:r>
        <w:tab/>
        <w:t>1.013e0</w:t>
      </w:r>
    </w:p>
    <w:p w:rsidR="00F96531" w:rsidRDefault="00F96531" w:rsidP="00F96531">
      <w:r>
        <w:t>292.6096</w:t>
      </w:r>
      <w:r>
        <w:tab/>
        <w:t>1.013e0</w:t>
      </w:r>
    </w:p>
    <w:p w:rsidR="00F96531" w:rsidRDefault="00F96531" w:rsidP="00F96531">
      <w:r>
        <w:t>292.6234</w:t>
      </w:r>
      <w:r>
        <w:tab/>
        <w:t>2.025e0</w:t>
      </w:r>
    </w:p>
    <w:p w:rsidR="00F96531" w:rsidRDefault="00F96531" w:rsidP="00F96531">
      <w:r>
        <w:t>292.6457</w:t>
      </w:r>
      <w:r>
        <w:tab/>
        <w:t>2.025e0</w:t>
      </w:r>
    </w:p>
    <w:p w:rsidR="00F96531" w:rsidRDefault="00F96531" w:rsidP="00F96531">
      <w:r>
        <w:t>292.6627</w:t>
      </w:r>
      <w:r>
        <w:tab/>
        <w:t>2.025e0</w:t>
      </w:r>
    </w:p>
    <w:p w:rsidR="00F96531" w:rsidRDefault="00F96531" w:rsidP="00F96531">
      <w:r>
        <w:t>292.6671</w:t>
      </w:r>
      <w:r>
        <w:tab/>
        <w:t>1.013e0</w:t>
      </w:r>
    </w:p>
    <w:p w:rsidR="00F96531" w:rsidRDefault="00F96531" w:rsidP="00F96531">
      <w:r>
        <w:t>292.7004</w:t>
      </w:r>
      <w:r>
        <w:tab/>
        <w:t>1.013e0</w:t>
      </w:r>
    </w:p>
    <w:p w:rsidR="00F96531" w:rsidRDefault="00F96531" w:rsidP="00F96531">
      <w:r>
        <w:t>292.7378</w:t>
      </w:r>
      <w:r>
        <w:tab/>
        <w:t>1.013e0</w:t>
      </w:r>
    </w:p>
    <w:p w:rsidR="00F96531" w:rsidRDefault="00F96531" w:rsidP="00F96531">
      <w:r>
        <w:t>292.7497</w:t>
      </w:r>
      <w:r>
        <w:tab/>
        <w:t>3.038e0</w:t>
      </w:r>
    </w:p>
    <w:p w:rsidR="00F96531" w:rsidRDefault="00F96531" w:rsidP="00F96531">
      <w:r>
        <w:lastRenderedPageBreak/>
        <w:t>292.7686</w:t>
      </w:r>
      <w:r>
        <w:tab/>
        <w:t>1.013e0</w:t>
      </w:r>
    </w:p>
    <w:p w:rsidR="00F96531" w:rsidRDefault="00F96531" w:rsidP="00F96531">
      <w:r>
        <w:t>292.8003</w:t>
      </w:r>
      <w:r>
        <w:tab/>
        <w:t>1.013e0</w:t>
      </w:r>
    </w:p>
    <w:p w:rsidR="00F96531" w:rsidRDefault="00F96531" w:rsidP="00F96531">
      <w:r>
        <w:t>292.8055</w:t>
      </w:r>
      <w:r>
        <w:tab/>
        <w:t>1.013e0</w:t>
      </w:r>
    </w:p>
    <w:p w:rsidR="00F96531" w:rsidRDefault="00F96531" w:rsidP="00F96531">
      <w:r>
        <w:t>292.8592</w:t>
      </w:r>
      <w:r>
        <w:tab/>
        <w:t>3.038e0</w:t>
      </w:r>
    </w:p>
    <w:p w:rsidR="00F96531" w:rsidRDefault="00F96531" w:rsidP="00F96531">
      <w:r>
        <w:t>292.8755</w:t>
      </w:r>
      <w:r>
        <w:tab/>
        <w:t>1.013e0</w:t>
      </w:r>
    </w:p>
    <w:p w:rsidR="00F96531" w:rsidRDefault="00F96531" w:rsidP="00F96531">
      <w:r>
        <w:t>292.9048</w:t>
      </w:r>
      <w:r>
        <w:tab/>
        <w:t>2.025e0</w:t>
      </w:r>
    </w:p>
    <w:p w:rsidR="00F96531" w:rsidRDefault="00F96531" w:rsidP="00F96531">
      <w:r>
        <w:t>292.9088</w:t>
      </w:r>
      <w:r>
        <w:tab/>
        <w:t>1.013e0</w:t>
      </w:r>
    </w:p>
    <w:p w:rsidR="00F96531" w:rsidRDefault="00F96531" w:rsidP="00F96531">
      <w:r>
        <w:t>292.9142</w:t>
      </w:r>
      <w:r>
        <w:tab/>
        <w:t>1.013e0</w:t>
      </w:r>
    </w:p>
    <w:p w:rsidR="00F96531" w:rsidRDefault="00F96531" w:rsidP="00F96531">
      <w:r>
        <w:t>292.9182</w:t>
      </w:r>
      <w:r>
        <w:tab/>
        <w:t>1.013e0</w:t>
      </w:r>
    </w:p>
    <w:p w:rsidR="00F96531" w:rsidRDefault="00F96531" w:rsidP="00F96531">
      <w:r>
        <w:t>292.9362</w:t>
      </w:r>
      <w:r>
        <w:tab/>
        <w:t>1.013e0</w:t>
      </w:r>
    </w:p>
    <w:p w:rsidR="00F96531" w:rsidRDefault="00F96531" w:rsidP="00F96531">
      <w:r>
        <w:t>292.9762</w:t>
      </w:r>
      <w:r>
        <w:tab/>
        <w:t>4.051e0</w:t>
      </w:r>
    </w:p>
    <w:p w:rsidR="00F96531" w:rsidRDefault="00F96531" w:rsidP="00F96531">
      <w:r>
        <w:t>292.9905</w:t>
      </w:r>
      <w:r>
        <w:tab/>
        <w:t>2.025e0</w:t>
      </w:r>
    </w:p>
    <w:p w:rsidR="00F96531" w:rsidRDefault="00F96531" w:rsidP="00F96531">
      <w:r>
        <w:t>292.9945</w:t>
      </w:r>
      <w:r>
        <w:tab/>
        <w:t>6.076e0</w:t>
      </w:r>
    </w:p>
    <w:p w:rsidR="00F96531" w:rsidRDefault="00F96531" w:rsidP="00F96531">
      <w:r>
        <w:t>293.0155</w:t>
      </w:r>
      <w:r>
        <w:tab/>
        <w:t>8.596e0</w:t>
      </w:r>
    </w:p>
    <w:p w:rsidR="00F96531" w:rsidRDefault="00F96531" w:rsidP="00F96531">
      <w:r>
        <w:t>293.0199</w:t>
      </w:r>
      <w:r>
        <w:tab/>
        <w:t>3.038e0</w:t>
      </w:r>
    </w:p>
    <w:p w:rsidR="00F96531" w:rsidRDefault="00F96531" w:rsidP="00F96531">
      <w:r>
        <w:t>293.0231</w:t>
      </w:r>
      <w:r>
        <w:tab/>
        <w:t>3.038e0</w:t>
      </w:r>
    </w:p>
    <w:p w:rsidR="00F96531" w:rsidRDefault="00F96531" w:rsidP="00F96531">
      <w:r>
        <w:t>293.0260</w:t>
      </w:r>
      <w:r>
        <w:tab/>
        <w:t>1.013e0</w:t>
      </w:r>
    </w:p>
    <w:p w:rsidR="00F96531" w:rsidRDefault="00F96531" w:rsidP="00F96531">
      <w:r>
        <w:t>293.0447</w:t>
      </w:r>
      <w:r>
        <w:tab/>
        <w:t>2.025e0</w:t>
      </w:r>
    </w:p>
    <w:p w:rsidR="00F96531" w:rsidRDefault="00F96531" w:rsidP="00F96531">
      <w:r>
        <w:t>293.0478</w:t>
      </w:r>
      <w:r>
        <w:tab/>
        <w:t>2.025e0</w:t>
      </w:r>
    </w:p>
    <w:p w:rsidR="00F96531" w:rsidRDefault="00F96531" w:rsidP="00F96531">
      <w:r>
        <w:lastRenderedPageBreak/>
        <w:t>293.0548</w:t>
      </w:r>
      <w:r>
        <w:tab/>
        <w:t>4.051e0</w:t>
      </w:r>
    </w:p>
    <w:p w:rsidR="00F96531" w:rsidRDefault="00F96531" w:rsidP="00F96531">
      <w:r>
        <w:t>293.0570</w:t>
      </w:r>
      <w:r>
        <w:tab/>
        <w:t>2.025e0</w:t>
      </w:r>
    </w:p>
    <w:p w:rsidR="00F96531" w:rsidRDefault="00F96531" w:rsidP="00F96531">
      <w:r>
        <w:t>293.0733</w:t>
      </w:r>
      <w:r>
        <w:tab/>
        <w:t>1.013e0</w:t>
      </w:r>
    </w:p>
    <w:p w:rsidR="00F96531" w:rsidRDefault="00F96531" w:rsidP="00F96531">
      <w:r>
        <w:t>293.0826</w:t>
      </w:r>
      <w:r>
        <w:tab/>
        <w:t>4.051e0</w:t>
      </w:r>
    </w:p>
    <w:p w:rsidR="00F96531" w:rsidRDefault="00F96531" w:rsidP="00F96531">
      <w:r>
        <w:t>293.1013</w:t>
      </w:r>
      <w:r>
        <w:tab/>
        <w:t>1.013e0</w:t>
      </w:r>
    </w:p>
    <w:p w:rsidR="00F96531" w:rsidRDefault="00F96531" w:rsidP="00F96531">
      <w:r>
        <w:t>293.1110</w:t>
      </w:r>
      <w:r>
        <w:tab/>
        <w:t>3.038e0</w:t>
      </w:r>
    </w:p>
    <w:p w:rsidR="00F96531" w:rsidRDefault="00F96531" w:rsidP="00F96531">
      <w:r>
        <w:t>293.1328</w:t>
      </w:r>
      <w:r>
        <w:tab/>
        <w:t>2.414e0</w:t>
      </w:r>
    </w:p>
    <w:p w:rsidR="00F96531" w:rsidRDefault="00F96531" w:rsidP="00F96531">
      <w:r>
        <w:t>293.1453</w:t>
      </w:r>
      <w:r>
        <w:tab/>
        <w:t>7.089e0</w:t>
      </w:r>
    </w:p>
    <w:p w:rsidR="00F96531" w:rsidRDefault="00F96531" w:rsidP="00F96531">
      <w:r>
        <w:t>293.1464</w:t>
      </w:r>
      <w:r>
        <w:tab/>
        <w:t>4.051e0</w:t>
      </w:r>
    </w:p>
    <w:p w:rsidR="00F96531" w:rsidRDefault="00F96531" w:rsidP="00F96531">
      <w:r>
        <w:t>293.1504</w:t>
      </w:r>
      <w:r>
        <w:tab/>
        <w:t>1.648e1</w:t>
      </w:r>
    </w:p>
    <w:p w:rsidR="00F96531" w:rsidRDefault="00F96531" w:rsidP="00F96531">
      <w:r>
        <w:t>293.1516</w:t>
      </w:r>
      <w:r>
        <w:tab/>
        <w:t>3.038e0</w:t>
      </w:r>
    </w:p>
    <w:p w:rsidR="00F96531" w:rsidRDefault="00F96531" w:rsidP="00F96531">
      <w:r>
        <w:t>293.1534</w:t>
      </w:r>
      <w:r>
        <w:tab/>
        <w:t>3.038e0</w:t>
      </w:r>
    </w:p>
    <w:p w:rsidR="00F96531" w:rsidRDefault="00F96531" w:rsidP="00F96531">
      <w:r>
        <w:t>293.1549</w:t>
      </w:r>
      <w:r>
        <w:tab/>
        <w:t>1.418e1</w:t>
      </w:r>
    </w:p>
    <w:p w:rsidR="00F96531" w:rsidRDefault="00F96531" w:rsidP="00F96531">
      <w:r>
        <w:t>293.1569</w:t>
      </w:r>
      <w:r>
        <w:tab/>
        <w:t>4.121e0</w:t>
      </w:r>
    </w:p>
    <w:p w:rsidR="00F96531" w:rsidRDefault="00F96531" w:rsidP="00F96531">
      <w:r>
        <w:t>293.1874</w:t>
      </w:r>
      <w:r>
        <w:tab/>
        <w:t>2.550e0</w:t>
      </w:r>
    </w:p>
    <w:p w:rsidR="00F96531" w:rsidRDefault="00F96531" w:rsidP="00F96531">
      <w:r>
        <w:t>293.1885</w:t>
      </w:r>
      <w:r>
        <w:tab/>
        <w:t>4.051e0</w:t>
      </w:r>
    </w:p>
    <w:p w:rsidR="00F96531" w:rsidRDefault="00F96531" w:rsidP="00F96531">
      <w:r>
        <w:t>293.1902</w:t>
      </w:r>
      <w:r>
        <w:tab/>
        <w:t>5.063e0</w:t>
      </w:r>
    </w:p>
    <w:p w:rsidR="00F96531" w:rsidRDefault="00F96531" w:rsidP="00F96531">
      <w:r>
        <w:t>293.1935</w:t>
      </w:r>
      <w:r>
        <w:tab/>
        <w:t>2.025e0</w:t>
      </w:r>
    </w:p>
    <w:p w:rsidR="00F96531" w:rsidRDefault="00F96531" w:rsidP="00F96531">
      <w:r>
        <w:t>293.2119</w:t>
      </w:r>
      <w:r>
        <w:tab/>
        <w:t>2.025e0</w:t>
      </w:r>
    </w:p>
    <w:p w:rsidR="00F96531" w:rsidRDefault="00F96531" w:rsidP="00F96531">
      <w:r>
        <w:lastRenderedPageBreak/>
        <w:t>293.2137</w:t>
      </w:r>
      <w:r>
        <w:tab/>
        <w:t>1.013e0</w:t>
      </w:r>
    </w:p>
    <w:p w:rsidR="00F96531" w:rsidRDefault="00F96531" w:rsidP="00F96531">
      <w:r>
        <w:t>293.2330</w:t>
      </w:r>
      <w:r>
        <w:tab/>
        <w:t>1.013e0</w:t>
      </w:r>
    </w:p>
    <w:p w:rsidR="00F96531" w:rsidRDefault="00F96531" w:rsidP="00F96531">
      <w:r>
        <w:t>293.2647</w:t>
      </w:r>
      <w:r>
        <w:tab/>
        <w:t>1.013e0</w:t>
      </w:r>
    </w:p>
    <w:p w:rsidR="00F96531" w:rsidRDefault="00F96531" w:rsidP="00F96531">
      <w:r>
        <w:t>293.2688</w:t>
      </w:r>
      <w:r>
        <w:tab/>
        <w:t>4.051e0</w:t>
      </w:r>
    </w:p>
    <w:p w:rsidR="00F96531" w:rsidRDefault="00F96531" w:rsidP="00F96531">
      <w:r>
        <w:t>293.3005</w:t>
      </w:r>
      <w:r>
        <w:tab/>
        <w:t>2.025e0</w:t>
      </w:r>
    </w:p>
    <w:p w:rsidR="00F96531" w:rsidRDefault="00F96531" w:rsidP="00F96531">
      <w:r>
        <w:t>293.3141</w:t>
      </w:r>
      <w:r>
        <w:tab/>
        <w:t>1.013e0</w:t>
      </w:r>
    </w:p>
    <w:p w:rsidR="00F96531" w:rsidRDefault="00F96531" w:rsidP="00F96531">
      <w:r>
        <w:t>293.3421</w:t>
      </w:r>
      <w:r>
        <w:tab/>
        <w:t>1.013e0</w:t>
      </w:r>
    </w:p>
    <w:p w:rsidR="00F96531" w:rsidRDefault="00F96531" w:rsidP="00F96531">
      <w:r>
        <w:t>293.3500</w:t>
      </w:r>
      <w:r>
        <w:tab/>
        <w:t>3.038e0</w:t>
      </w:r>
    </w:p>
    <w:p w:rsidR="00F96531" w:rsidRDefault="00F96531" w:rsidP="00F96531">
      <w:r>
        <w:t>293.3545</w:t>
      </w:r>
      <w:r>
        <w:tab/>
        <w:t>2.025e0</w:t>
      </w:r>
    </w:p>
    <w:p w:rsidR="00F96531" w:rsidRDefault="00F96531" w:rsidP="00F96531">
      <w:r>
        <w:t>293.4064</w:t>
      </w:r>
      <w:r>
        <w:tab/>
        <w:t>1.013e0</w:t>
      </w:r>
    </w:p>
    <w:p w:rsidR="00F96531" w:rsidRDefault="00F96531" w:rsidP="00F96531">
      <w:r>
        <w:t>293.4219</w:t>
      </w:r>
      <w:r>
        <w:tab/>
        <w:t>1.013e0</w:t>
      </w:r>
    </w:p>
    <w:p w:rsidR="00F96531" w:rsidRDefault="00F96531" w:rsidP="00F96531">
      <w:r>
        <w:t>293.4428</w:t>
      </w:r>
      <w:r>
        <w:tab/>
        <w:t>1.013e0</w:t>
      </w:r>
    </w:p>
    <w:p w:rsidR="00F96531" w:rsidRDefault="00F96531" w:rsidP="00F96531">
      <w:r>
        <w:t>293.4694</w:t>
      </w:r>
      <w:r>
        <w:tab/>
        <w:t>1.013e0</w:t>
      </w:r>
    </w:p>
    <w:p w:rsidR="00F96531" w:rsidRDefault="00F96531" w:rsidP="00F96531">
      <w:r>
        <w:t>293.4706</w:t>
      </w:r>
      <w:r>
        <w:tab/>
        <w:t>1.013e0</w:t>
      </w:r>
    </w:p>
    <w:p w:rsidR="00F96531" w:rsidRDefault="00F96531" w:rsidP="00F96531">
      <w:r>
        <w:t>293.5049</w:t>
      </w:r>
      <w:r>
        <w:tab/>
        <w:t>1.013e0</w:t>
      </w:r>
    </w:p>
    <w:p w:rsidR="00F96531" w:rsidRDefault="00F96531" w:rsidP="00F96531">
      <w:r>
        <w:t>293.5175</w:t>
      </w:r>
      <w:r>
        <w:tab/>
        <w:t>1.013e0</w:t>
      </w:r>
    </w:p>
    <w:p w:rsidR="00F96531" w:rsidRDefault="00F96531" w:rsidP="00F96531">
      <w:r>
        <w:t>293.5406</w:t>
      </w:r>
      <w:r>
        <w:tab/>
        <w:t>2.025e0</w:t>
      </w:r>
    </w:p>
    <w:p w:rsidR="00F96531" w:rsidRDefault="00F96531" w:rsidP="00F96531">
      <w:r>
        <w:t>293.5440</w:t>
      </w:r>
      <w:r>
        <w:tab/>
        <w:t>2.025e0</w:t>
      </w:r>
    </w:p>
    <w:p w:rsidR="00F96531" w:rsidRDefault="00F96531" w:rsidP="00F96531">
      <w:r>
        <w:t>293.5493</w:t>
      </w:r>
      <w:r>
        <w:tab/>
        <w:t>5.063e0</w:t>
      </w:r>
    </w:p>
    <w:p w:rsidR="00F96531" w:rsidRDefault="00F96531" w:rsidP="00F96531">
      <w:r>
        <w:lastRenderedPageBreak/>
        <w:t>293.5519</w:t>
      </w:r>
      <w:r>
        <w:tab/>
        <w:t>2.025e0</w:t>
      </w:r>
    </w:p>
    <w:p w:rsidR="00F96531" w:rsidRDefault="00F96531" w:rsidP="00F96531">
      <w:r>
        <w:t>293.5572</w:t>
      </w:r>
      <w:r>
        <w:tab/>
        <w:t>2.025e0</w:t>
      </w:r>
    </w:p>
    <w:p w:rsidR="00F96531" w:rsidRDefault="00F96531" w:rsidP="00F96531">
      <w:r>
        <w:t>293.5737</w:t>
      </w:r>
      <w:r>
        <w:tab/>
        <w:t>1.013e0</w:t>
      </w:r>
    </w:p>
    <w:p w:rsidR="00F96531" w:rsidRDefault="00F96531" w:rsidP="00F96531">
      <w:r>
        <w:t>293.5934</w:t>
      </w:r>
      <w:r>
        <w:tab/>
        <w:t>1.013e0</w:t>
      </w:r>
    </w:p>
    <w:p w:rsidR="00F96531" w:rsidRDefault="00F96531" w:rsidP="00F96531">
      <w:r>
        <w:t>293.6512</w:t>
      </w:r>
      <w:r>
        <w:tab/>
        <w:t>5.063e0</w:t>
      </w:r>
    </w:p>
    <w:p w:rsidR="00F96531" w:rsidRDefault="00F96531" w:rsidP="00F96531">
      <w:r>
        <w:t>293.6527</w:t>
      </w:r>
      <w:r>
        <w:tab/>
        <w:t>1.013e0</w:t>
      </w:r>
    </w:p>
    <w:p w:rsidR="00F96531" w:rsidRDefault="00F96531" w:rsidP="00F96531">
      <w:r>
        <w:t>293.6566</w:t>
      </w:r>
      <w:r>
        <w:tab/>
        <w:t>1.013e0</w:t>
      </w:r>
    </w:p>
    <w:p w:rsidR="00F96531" w:rsidRDefault="00F96531" w:rsidP="00F96531">
      <w:r>
        <w:t>293.6635</w:t>
      </w:r>
      <w:r>
        <w:tab/>
        <w:t>1.013e0</w:t>
      </w:r>
    </w:p>
    <w:p w:rsidR="00F96531" w:rsidRDefault="00F96531" w:rsidP="00F96531">
      <w:r>
        <w:t>293.6765</w:t>
      </w:r>
      <w:r>
        <w:tab/>
        <w:t>2.025e0</w:t>
      </w:r>
    </w:p>
    <w:p w:rsidR="00F96531" w:rsidRDefault="00F96531" w:rsidP="00F96531">
      <w:r>
        <w:t>293.6964</w:t>
      </w:r>
      <w:r>
        <w:tab/>
        <w:t>1.013e0</w:t>
      </w:r>
    </w:p>
    <w:p w:rsidR="00F96531" w:rsidRDefault="00F96531" w:rsidP="00F96531">
      <w:r>
        <w:t>293.6997</w:t>
      </w:r>
      <w:r>
        <w:tab/>
        <w:t>3.038e0</w:t>
      </w:r>
    </w:p>
    <w:p w:rsidR="00F96531" w:rsidRDefault="00F96531" w:rsidP="00F96531">
      <w:r>
        <w:t>293.7050</w:t>
      </w:r>
      <w:r>
        <w:tab/>
        <w:t>1.013e0</w:t>
      </w:r>
    </w:p>
    <w:p w:rsidR="00F96531" w:rsidRDefault="00F96531" w:rsidP="00F96531">
      <w:r>
        <w:t>293.7505</w:t>
      </w:r>
      <w:r>
        <w:tab/>
        <w:t>1.013e0</w:t>
      </w:r>
    </w:p>
    <w:p w:rsidR="00F96531" w:rsidRDefault="00F96531" w:rsidP="00F96531">
      <w:r>
        <w:t>293.7664</w:t>
      </w:r>
      <w:r>
        <w:tab/>
        <w:t>2.025e0</w:t>
      </w:r>
    </w:p>
    <w:p w:rsidR="00F96531" w:rsidRDefault="00F96531" w:rsidP="00F96531">
      <w:r>
        <w:t>293.7782</w:t>
      </w:r>
      <w:r>
        <w:tab/>
        <w:t>1.013e0</w:t>
      </w:r>
    </w:p>
    <w:p w:rsidR="00F96531" w:rsidRDefault="00F96531" w:rsidP="00F96531">
      <w:r>
        <w:t>293.8112</w:t>
      </w:r>
      <w:r>
        <w:tab/>
        <w:t>2.025e0</w:t>
      </w:r>
    </w:p>
    <w:p w:rsidR="00F96531" w:rsidRDefault="00F96531" w:rsidP="00F96531">
      <w:r>
        <w:t>293.8153</w:t>
      </w:r>
      <w:r>
        <w:tab/>
        <w:t>1.013e0</w:t>
      </w:r>
    </w:p>
    <w:p w:rsidR="00F96531" w:rsidRDefault="00F96531" w:rsidP="00F96531">
      <w:r>
        <w:t>293.8179</w:t>
      </w:r>
      <w:r>
        <w:tab/>
        <w:t>2.025e0</w:t>
      </w:r>
    </w:p>
    <w:p w:rsidR="00F96531" w:rsidRDefault="00F96531" w:rsidP="00F96531">
      <w:r>
        <w:t>293.8283</w:t>
      </w:r>
      <w:r>
        <w:tab/>
        <w:t>1.013e0</w:t>
      </w:r>
    </w:p>
    <w:p w:rsidR="00F96531" w:rsidRDefault="00F96531" w:rsidP="00F96531">
      <w:r>
        <w:lastRenderedPageBreak/>
        <w:t>293.8734</w:t>
      </w:r>
      <w:r>
        <w:tab/>
        <w:t>2.025e0</w:t>
      </w:r>
    </w:p>
    <w:p w:rsidR="00F96531" w:rsidRDefault="00F96531" w:rsidP="00F96531">
      <w:r>
        <w:t>293.8832</w:t>
      </w:r>
      <w:r>
        <w:tab/>
        <w:t>1.013e0</w:t>
      </w:r>
    </w:p>
    <w:p w:rsidR="00F96531" w:rsidRDefault="00F96531" w:rsidP="00F96531">
      <w:r>
        <w:t>293.8970</w:t>
      </w:r>
      <w:r>
        <w:tab/>
        <w:t>1.013e0</w:t>
      </w:r>
    </w:p>
    <w:p w:rsidR="00F96531" w:rsidRDefault="00F96531" w:rsidP="00F96531">
      <w:r>
        <w:t>293.9488</w:t>
      </w:r>
      <w:r>
        <w:tab/>
        <w:t>2.025e0</w:t>
      </w:r>
    </w:p>
    <w:p w:rsidR="00F96531" w:rsidRDefault="00F96531" w:rsidP="00F96531">
      <w:r>
        <w:t>293.9644</w:t>
      </w:r>
      <w:r>
        <w:tab/>
        <w:t>2.025e0</w:t>
      </w:r>
    </w:p>
    <w:p w:rsidR="00F96531" w:rsidRDefault="00F96531" w:rsidP="00F96531">
      <w:r>
        <w:t>293.9856</w:t>
      </w:r>
      <w:r>
        <w:tab/>
        <w:t>2.025e0</w:t>
      </w:r>
    </w:p>
    <w:p w:rsidR="00F96531" w:rsidRDefault="00F96531" w:rsidP="00F96531">
      <w:r>
        <w:t>293.9881</w:t>
      </w:r>
      <w:r>
        <w:tab/>
        <w:t>1.013e0</w:t>
      </w:r>
    </w:p>
    <w:p w:rsidR="00F96531" w:rsidRDefault="00F96531" w:rsidP="00F96531">
      <w:r>
        <w:t>293.9902</w:t>
      </w:r>
      <w:r>
        <w:tab/>
        <w:t>1.824e0</w:t>
      </w:r>
    </w:p>
    <w:p w:rsidR="00F96531" w:rsidRDefault="00F96531" w:rsidP="00F96531">
      <w:r>
        <w:t>293.9938</w:t>
      </w:r>
      <w:r>
        <w:tab/>
        <w:t>3.038e0</w:t>
      </w:r>
    </w:p>
    <w:p w:rsidR="00F96531" w:rsidRDefault="00F96531" w:rsidP="00F96531">
      <w:r>
        <w:t>293.9997</w:t>
      </w:r>
      <w:r>
        <w:tab/>
        <w:t>4.635e0</w:t>
      </w:r>
    </w:p>
    <w:p w:rsidR="00F96531" w:rsidRDefault="00F96531" w:rsidP="00F96531">
      <w:r>
        <w:t>294.0279</w:t>
      </w:r>
      <w:r>
        <w:tab/>
        <w:t>1.013e0</w:t>
      </w:r>
    </w:p>
    <w:p w:rsidR="00F96531" w:rsidRDefault="00F96531" w:rsidP="00F96531">
      <w:r>
        <w:t>294.0390</w:t>
      </w:r>
      <w:r>
        <w:tab/>
        <w:t>2.025e0</w:t>
      </w:r>
    </w:p>
    <w:p w:rsidR="00F96531" w:rsidRDefault="00F96531" w:rsidP="00F96531">
      <w:r>
        <w:t>294.0432</w:t>
      </w:r>
      <w:r>
        <w:tab/>
        <w:t>2.025e0</w:t>
      </w:r>
    </w:p>
    <w:p w:rsidR="00F96531" w:rsidRDefault="00F96531" w:rsidP="00F96531">
      <w:r>
        <w:t>294.0461</w:t>
      </w:r>
      <w:r>
        <w:tab/>
        <w:t>2.025e0</w:t>
      </w:r>
    </w:p>
    <w:p w:rsidR="00F96531" w:rsidRDefault="00F96531" w:rsidP="00F96531">
      <w:r>
        <w:t>294.0528</w:t>
      </w:r>
      <w:r>
        <w:tab/>
        <w:t>1.013e0</w:t>
      </w:r>
    </w:p>
    <w:p w:rsidR="00F96531" w:rsidRDefault="00F96531" w:rsidP="00F96531">
      <w:r>
        <w:t>294.0845</w:t>
      </w:r>
      <w:r>
        <w:tab/>
        <w:t>3.038e0</w:t>
      </w:r>
    </w:p>
    <w:p w:rsidR="00F96531" w:rsidRDefault="00F96531" w:rsidP="00F96531">
      <w:r>
        <w:t>294.0924</w:t>
      </w:r>
      <w:r>
        <w:tab/>
        <w:t>1.901e0</w:t>
      </w:r>
    </w:p>
    <w:p w:rsidR="00F96531" w:rsidRDefault="00F96531" w:rsidP="00F96531">
      <w:r>
        <w:t>294.0937</w:t>
      </w:r>
      <w:r>
        <w:tab/>
        <w:t>2.025e0</w:t>
      </w:r>
    </w:p>
    <w:p w:rsidR="00F96531" w:rsidRDefault="00F96531" w:rsidP="00F96531">
      <w:r>
        <w:t>294.0971</w:t>
      </w:r>
      <w:r>
        <w:tab/>
        <w:t>2.025e0</w:t>
      </w:r>
    </w:p>
    <w:p w:rsidR="00F96531" w:rsidRDefault="00F96531" w:rsidP="00F96531">
      <w:r>
        <w:lastRenderedPageBreak/>
        <w:t>294.1109</w:t>
      </w:r>
      <w:r>
        <w:tab/>
        <w:t>1.013e0</w:t>
      </w:r>
    </w:p>
    <w:p w:rsidR="00F96531" w:rsidRDefault="00F96531" w:rsidP="00F96531">
      <w:r>
        <w:t>294.1143</w:t>
      </w:r>
      <w:r>
        <w:tab/>
        <w:t>2.025e0</w:t>
      </w:r>
    </w:p>
    <w:p w:rsidR="00F96531" w:rsidRDefault="00F96531" w:rsidP="00F96531">
      <w:r>
        <w:t>294.1206</w:t>
      </w:r>
      <w:r>
        <w:tab/>
        <w:t>2.025e0</w:t>
      </w:r>
    </w:p>
    <w:p w:rsidR="00F96531" w:rsidRDefault="00F96531" w:rsidP="00F96531">
      <w:r>
        <w:t>294.1447</w:t>
      </w:r>
      <w:r>
        <w:tab/>
        <w:t>2.025e0</w:t>
      </w:r>
    </w:p>
    <w:p w:rsidR="00F96531" w:rsidRDefault="00F96531" w:rsidP="00F96531">
      <w:r>
        <w:t>294.1525</w:t>
      </w:r>
      <w:r>
        <w:tab/>
        <w:t>3.038e0</w:t>
      </w:r>
    </w:p>
    <w:p w:rsidR="00F96531" w:rsidRDefault="00F96531" w:rsidP="00F96531">
      <w:r>
        <w:t>294.1662</w:t>
      </w:r>
      <w:r>
        <w:tab/>
        <w:t>4.453e0</w:t>
      </w:r>
    </w:p>
    <w:p w:rsidR="00F96531" w:rsidRDefault="00F96531" w:rsidP="00F96531">
      <w:r>
        <w:t>294.1683</w:t>
      </w:r>
      <w:r>
        <w:tab/>
        <w:t>2.025e0</w:t>
      </w:r>
    </w:p>
    <w:p w:rsidR="00F96531" w:rsidRDefault="00F96531" w:rsidP="00F96531">
      <w:r>
        <w:t>294.1716</w:t>
      </w:r>
      <w:r>
        <w:tab/>
        <w:t>1.013e0</w:t>
      </w:r>
    </w:p>
    <w:p w:rsidR="00F96531" w:rsidRDefault="00F96531" w:rsidP="00F96531">
      <w:r>
        <w:t>294.1859</w:t>
      </w:r>
      <w:r>
        <w:tab/>
        <w:t>7.089e0</w:t>
      </w:r>
    </w:p>
    <w:p w:rsidR="00F96531" w:rsidRDefault="00F96531" w:rsidP="00F96531">
      <w:r>
        <w:t>294.1916</w:t>
      </w:r>
      <w:r>
        <w:tab/>
        <w:t>2.025e0</w:t>
      </w:r>
    </w:p>
    <w:p w:rsidR="00F96531" w:rsidRDefault="00F96531" w:rsidP="00F96531">
      <w:r>
        <w:t>294.1994</w:t>
      </w:r>
      <w:r>
        <w:tab/>
        <w:t>1.013e0</w:t>
      </w:r>
    </w:p>
    <w:p w:rsidR="00F96531" w:rsidRDefault="00F96531" w:rsidP="00F96531">
      <w:r>
        <w:t>294.2160</w:t>
      </w:r>
      <w:r>
        <w:tab/>
        <w:t>3.038e0</w:t>
      </w:r>
    </w:p>
    <w:p w:rsidR="00F96531" w:rsidRDefault="00F96531" w:rsidP="00F96531">
      <w:r>
        <w:t>294.2284</w:t>
      </w:r>
      <w:r>
        <w:tab/>
        <w:t>2.025e0</w:t>
      </w:r>
    </w:p>
    <w:p w:rsidR="00F96531" w:rsidRDefault="00F96531" w:rsidP="00F96531">
      <w:r>
        <w:t>294.2379</w:t>
      </w:r>
      <w:r>
        <w:tab/>
        <w:t>1.013e0</w:t>
      </w:r>
    </w:p>
    <w:p w:rsidR="00F96531" w:rsidRDefault="00F96531" w:rsidP="00F96531">
      <w:r>
        <w:t>294.2546</w:t>
      </w:r>
      <w:r>
        <w:tab/>
        <w:t>2.025e0</w:t>
      </w:r>
    </w:p>
    <w:p w:rsidR="00F96531" w:rsidRDefault="00F96531" w:rsidP="00F96531">
      <w:r>
        <w:t>294.2696</w:t>
      </w:r>
      <w:r>
        <w:tab/>
        <w:t>1.013e0</w:t>
      </w:r>
    </w:p>
    <w:p w:rsidR="00F96531" w:rsidRDefault="00F96531" w:rsidP="00F96531">
      <w:r>
        <w:t>294.2793</w:t>
      </w:r>
      <w:r>
        <w:tab/>
        <w:t>2.025e0</w:t>
      </w:r>
    </w:p>
    <w:p w:rsidR="00F96531" w:rsidRDefault="00F96531" w:rsidP="00F96531">
      <w:r>
        <w:t>294.3488</w:t>
      </w:r>
      <w:r>
        <w:tab/>
        <w:t>1.013e0</w:t>
      </w:r>
    </w:p>
    <w:p w:rsidR="00F96531" w:rsidRDefault="00F96531" w:rsidP="00F96531">
      <w:r>
        <w:t>294.3559</w:t>
      </w:r>
      <w:r>
        <w:tab/>
        <w:t>2.025e0</w:t>
      </w:r>
    </w:p>
    <w:p w:rsidR="00F96531" w:rsidRDefault="00F96531" w:rsidP="00F96531">
      <w:r>
        <w:lastRenderedPageBreak/>
        <w:t>294.3705</w:t>
      </w:r>
      <w:r>
        <w:tab/>
        <w:t>2.025e0</w:t>
      </w:r>
    </w:p>
    <w:p w:rsidR="00F96531" w:rsidRDefault="00F96531" w:rsidP="00F96531">
      <w:r>
        <w:t>294.4136</w:t>
      </w:r>
      <w:r>
        <w:tab/>
        <w:t>2.025e0</w:t>
      </w:r>
    </w:p>
    <w:p w:rsidR="00F96531" w:rsidRDefault="00F96531" w:rsidP="00F96531">
      <w:r>
        <w:t>294.4531</w:t>
      </w:r>
      <w:r>
        <w:tab/>
        <w:t>1.013e0</w:t>
      </w:r>
    </w:p>
    <w:p w:rsidR="00F96531" w:rsidRDefault="00F96531" w:rsidP="00F96531">
      <w:r>
        <w:t>294.4574</w:t>
      </w:r>
      <w:r>
        <w:tab/>
        <w:t>1.013e0</w:t>
      </w:r>
    </w:p>
    <w:p w:rsidR="00F96531" w:rsidRDefault="00F96531" w:rsidP="00F96531">
      <w:r>
        <w:t>294.4615</w:t>
      </w:r>
      <w:r>
        <w:tab/>
        <w:t>1.013e0</w:t>
      </w:r>
    </w:p>
    <w:p w:rsidR="00F96531" w:rsidRDefault="00F96531" w:rsidP="00F96531">
      <w:r>
        <w:t>294.4715</w:t>
      </w:r>
      <w:r>
        <w:tab/>
        <w:t>1.013e0</w:t>
      </w:r>
    </w:p>
    <w:p w:rsidR="00F96531" w:rsidRDefault="00F96531" w:rsidP="00F96531">
      <w:r>
        <w:t>294.4835</w:t>
      </w:r>
      <w:r>
        <w:tab/>
        <w:t>1.013e0</w:t>
      </w:r>
    </w:p>
    <w:p w:rsidR="00F96531" w:rsidRDefault="00F96531" w:rsidP="00F96531">
      <w:r>
        <w:t>294.4847</w:t>
      </w:r>
      <w:r>
        <w:tab/>
        <w:t>2.025e0</w:t>
      </w:r>
    </w:p>
    <w:p w:rsidR="00F96531" w:rsidRDefault="00F96531" w:rsidP="00F96531">
      <w:r>
        <w:t>294.4897</w:t>
      </w:r>
      <w:r>
        <w:tab/>
        <w:t>1.013e0</w:t>
      </w:r>
    </w:p>
    <w:p w:rsidR="00F96531" w:rsidRDefault="00F96531" w:rsidP="00F96531">
      <w:r>
        <w:t>294.5165</w:t>
      </w:r>
      <w:r>
        <w:tab/>
        <w:t>1.013e0</w:t>
      </w:r>
    </w:p>
    <w:p w:rsidR="00F96531" w:rsidRDefault="00F96531" w:rsidP="00F96531">
      <w:r>
        <w:t>294.5528</w:t>
      </w:r>
      <w:r>
        <w:tab/>
        <w:t>2.025e0</w:t>
      </w:r>
    </w:p>
    <w:p w:rsidR="00F96531" w:rsidRDefault="00F96531" w:rsidP="00F96531">
      <w:r>
        <w:t>294.6234</w:t>
      </w:r>
      <w:r>
        <w:tab/>
        <w:t>1.013e0</w:t>
      </w:r>
    </w:p>
    <w:p w:rsidR="00F96531" w:rsidRDefault="00F96531" w:rsidP="00F96531">
      <w:r>
        <w:t>294.6496</w:t>
      </w:r>
      <w:r>
        <w:tab/>
        <w:t>1.013e0</w:t>
      </w:r>
    </w:p>
    <w:p w:rsidR="00F96531" w:rsidRDefault="00F96531" w:rsidP="00F96531">
      <w:r>
        <w:t>294.6508</w:t>
      </w:r>
      <w:r>
        <w:tab/>
        <w:t>1.013e0</w:t>
      </w:r>
    </w:p>
    <w:p w:rsidR="00F96531" w:rsidRDefault="00F96531" w:rsidP="00F96531">
      <w:r>
        <w:t>294.6772</w:t>
      </w:r>
      <w:r>
        <w:tab/>
        <w:t>3.038e0</w:t>
      </w:r>
    </w:p>
    <w:p w:rsidR="00F96531" w:rsidRDefault="00F96531" w:rsidP="00F96531">
      <w:r>
        <w:t>294.6906</w:t>
      </w:r>
      <w:r>
        <w:tab/>
        <w:t>3.038e0</w:t>
      </w:r>
    </w:p>
    <w:p w:rsidR="00F96531" w:rsidRDefault="00F96531" w:rsidP="00F96531">
      <w:r>
        <w:t>294.7530</w:t>
      </w:r>
      <w:r>
        <w:tab/>
        <w:t>2.025e0</w:t>
      </w:r>
    </w:p>
    <w:p w:rsidR="00F96531" w:rsidRDefault="00F96531" w:rsidP="00F96531">
      <w:r>
        <w:t>294.7691</w:t>
      </w:r>
      <w:r>
        <w:tab/>
        <w:t>1.013e0</w:t>
      </w:r>
    </w:p>
    <w:p w:rsidR="00F96531" w:rsidRDefault="00F96531" w:rsidP="00F96531">
      <w:r>
        <w:t>294.7887</w:t>
      </w:r>
      <w:r>
        <w:tab/>
        <w:t>2.025e0</w:t>
      </w:r>
    </w:p>
    <w:p w:rsidR="00F96531" w:rsidRDefault="00F96531" w:rsidP="00F96531">
      <w:r>
        <w:lastRenderedPageBreak/>
        <w:t>294.8001</w:t>
      </w:r>
      <w:r>
        <w:tab/>
        <w:t>1.013e0</w:t>
      </w:r>
    </w:p>
    <w:p w:rsidR="00F96531" w:rsidRDefault="00F96531" w:rsidP="00F96531">
      <w:r>
        <w:t>294.8138</w:t>
      </w:r>
      <w:r>
        <w:tab/>
        <w:t>1.013e0</w:t>
      </w:r>
    </w:p>
    <w:p w:rsidR="00F96531" w:rsidRDefault="00F96531" w:rsidP="00F96531">
      <w:r>
        <w:t>294.8255</w:t>
      </w:r>
      <w:r>
        <w:tab/>
        <w:t>2.025e0</w:t>
      </w:r>
    </w:p>
    <w:p w:rsidR="00F96531" w:rsidRDefault="00F96531" w:rsidP="00F96531">
      <w:r>
        <w:t>294.8441</w:t>
      </w:r>
      <w:r>
        <w:tab/>
        <w:t>1.013e0</w:t>
      </w:r>
    </w:p>
    <w:p w:rsidR="00F96531" w:rsidRDefault="00F96531" w:rsidP="00F96531">
      <w:r>
        <w:t>294.8678</w:t>
      </w:r>
      <w:r>
        <w:tab/>
        <w:t>1.013e0</w:t>
      </w:r>
    </w:p>
    <w:p w:rsidR="00F96531" w:rsidRDefault="00F96531" w:rsidP="00F96531">
      <w:r>
        <w:t>294.8691</w:t>
      </w:r>
      <w:r>
        <w:tab/>
        <w:t>1.013e0</w:t>
      </w:r>
    </w:p>
    <w:p w:rsidR="00F96531" w:rsidRDefault="00F96531" w:rsidP="00F96531">
      <w:r>
        <w:t>294.8758</w:t>
      </w:r>
      <w:r>
        <w:tab/>
        <w:t>1.013e0</w:t>
      </w:r>
    </w:p>
    <w:p w:rsidR="00F96531" w:rsidRDefault="00F96531" w:rsidP="00F96531">
      <w:r>
        <w:t>294.8973</w:t>
      </w:r>
      <w:r>
        <w:tab/>
        <w:t>2.025e0</w:t>
      </w:r>
    </w:p>
    <w:p w:rsidR="00F96531" w:rsidRDefault="00F96531" w:rsidP="00F96531">
      <w:r>
        <w:t>294.9008</w:t>
      </w:r>
      <w:r>
        <w:tab/>
        <w:t>1.013e0</w:t>
      </w:r>
    </w:p>
    <w:p w:rsidR="00F96531" w:rsidRDefault="00F96531" w:rsidP="00F96531">
      <w:r>
        <w:t>294.9143</w:t>
      </w:r>
      <w:r>
        <w:tab/>
        <w:t>1.013e0</w:t>
      </w:r>
    </w:p>
    <w:p w:rsidR="00F96531" w:rsidRDefault="00F96531" w:rsidP="00F96531">
      <w:r>
        <w:t>294.9184</w:t>
      </w:r>
      <w:r>
        <w:tab/>
        <w:t>2.025e0</w:t>
      </w:r>
    </w:p>
    <w:p w:rsidR="00F96531" w:rsidRDefault="00F96531" w:rsidP="00F96531">
      <w:r>
        <w:t>294.9246</w:t>
      </w:r>
      <w:r>
        <w:tab/>
        <w:t>1.013e0</w:t>
      </w:r>
    </w:p>
    <w:p w:rsidR="00F96531" w:rsidRDefault="00F96531" w:rsidP="00F96531">
      <w:r>
        <w:t>294.9285</w:t>
      </w:r>
      <w:r>
        <w:tab/>
        <w:t>1.013e0</w:t>
      </w:r>
    </w:p>
    <w:p w:rsidR="00F96531" w:rsidRDefault="00F96531" w:rsidP="00F96531">
      <w:r>
        <w:t>294.9399</w:t>
      </w:r>
      <w:r>
        <w:tab/>
        <w:t>1.013e0</w:t>
      </w:r>
    </w:p>
    <w:p w:rsidR="00F96531" w:rsidRDefault="00F96531" w:rsidP="00F96531">
      <w:r>
        <w:t>294.9998</w:t>
      </w:r>
      <w:r>
        <w:tab/>
        <w:t>2.025e0</w:t>
      </w:r>
    </w:p>
    <w:p w:rsidR="00F96531" w:rsidRDefault="00F96531" w:rsidP="00F96531">
      <w:r>
        <w:t>295.0042</w:t>
      </w:r>
      <w:r>
        <w:tab/>
        <w:t>3.038e0</w:t>
      </w:r>
    </w:p>
    <w:p w:rsidR="00F96531" w:rsidRDefault="00F96531" w:rsidP="00F96531">
      <w:r>
        <w:t>295.0226</w:t>
      </w:r>
      <w:r>
        <w:tab/>
        <w:t>3.038e0</w:t>
      </w:r>
    </w:p>
    <w:p w:rsidR="00F96531" w:rsidRDefault="00F96531" w:rsidP="00F96531">
      <w:r>
        <w:t>295.0555</w:t>
      </w:r>
      <w:r>
        <w:tab/>
        <w:t>1.013e0</w:t>
      </w:r>
    </w:p>
    <w:p w:rsidR="00F96531" w:rsidRDefault="00F96531" w:rsidP="00F96531">
      <w:r>
        <w:t>295.0833</w:t>
      </w:r>
      <w:r>
        <w:tab/>
        <w:t>1.013e0</w:t>
      </w:r>
    </w:p>
    <w:p w:rsidR="00F96531" w:rsidRDefault="00F96531" w:rsidP="00F96531">
      <w:r>
        <w:lastRenderedPageBreak/>
        <w:t>295.0846</w:t>
      </w:r>
      <w:r>
        <w:tab/>
        <w:t>4.051e0</w:t>
      </w:r>
    </w:p>
    <w:p w:rsidR="00F96531" w:rsidRDefault="00F96531" w:rsidP="00F96531">
      <w:r>
        <w:t>295.1026</w:t>
      </w:r>
      <w:r>
        <w:tab/>
        <w:t>1.013e0</w:t>
      </w:r>
    </w:p>
    <w:p w:rsidR="00F96531" w:rsidRDefault="00F96531" w:rsidP="00F96531">
      <w:r>
        <w:t>295.1044</w:t>
      </w:r>
      <w:r>
        <w:tab/>
        <w:t>3.038e0</w:t>
      </w:r>
    </w:p>
    <w:p w:rsidR="00F96531" w:rsidRDefault="00F96531" w:rsidP="00F96531">
      <w:r>
        <w:t>295.1087</w:t>
      </w:r>
      <w:r>
        <w:tab/>
        <w:t>2.560e0</w:t>
      </w:r>
    </w:p>
    <w:p w:rsidR="00F96531" w:rsidRDefault="00F96531" w:rsidP="00F96531">
      <w:r>
        <w:t>295.1477</w:t>
      </w:r>
      <w:r>
        <w:tab/>
        <w:t>1.631e1</w:t>
      </w:r>
    </w:p>
    <w:p w:rsidR="00F96531" w:rsidRDefault="00F96531" w:rsidP="00F96531">
      <w:r>
        <w:t>295.1500</w:t>
      </w:r>
      <w:r>
        <w:tab/>
        <w:t>7.089e0</w:t>
      </w:r>
    </w:p>
    <w:p w:rsidR="00F96531" w:rsidRDefault="00F96531" w:rsidP="00F96531">
      <w:r>
        <w:t>295.1537</w:t>
      </w:r>
      <w:r>
        <w:tab/>
        <w:t>3.038e1</w:t>
      </w:r>
    </w:p>
    <w:p w:rsidR="00F96531" w:rsidRDefault="00F96531" w:rsidP="00F96531">
      <w:r>
        <w:t>295.1550</w:t>
      </w:r>
      <w:r>
        <w:tab/>
        <w:t>1.400e1</w:t>
      </w:r>
    </w:p>
    <w:p w:rsidR="00F96531" w:rsidRDefault="00F96531" w:rsidP="00F96531">
      <w:r>
        <w:t>295.1707</w:t>
      </w:r>
      <w:r>
        <w:tab/>
        <w:t>1.215e1</w:t>
      </w:r>
    </w:p>
    <w:p w:rsidR="00F96531" w:rsidRDefault="00F96531" w:rsidP="00F96531">
      <w:r>
        <w:t>295.2022</w:t>
      </w:r>
      <w:r>
        <w:tab/>
        <w:t>1.174e1</w:t>
      </w:r>
    </w:p>
    <w:p w:rsidR="00F96531" w:rsidRDefault="00F96531" w:rsidP="00F96531">
      <w:r>
        <w:t>295.2198</w:t>
      </w:r>
      <w:r>
        <w:tab/>
        <w:t>3.038e0</w:t>
      </w:r>
    </w:p>
    <w:p w:rsidR="00F96531" w:rsidRDefault="00F96531" w:rsidP="00F96531">
      <w:r>
        <w:t>295.2317</w:t>
      </w:r>
      <w:r>
        <w:tab/>
        <w:t>4.163e0</w:t>
      </w:r>
    </w:p>
    <w:p w:rsidR="00F96531" w:rsidRDefault="00F96531" w:rsidP="00F96531">
      <w:r>
        <w:t>295.2479</w:t>
      </w:r>
      <w:r>
        <w:tab/>
        <w:t>1.013e0</w:t>
      </w:r>
    </w:p>
    <w:p w:rsidR="00F96531" w:rsidRDefault="00F96531" w:rsidP="00F96531">
      <w:r>
        <w:t>295.2551</w:t>
      </w:r>
      <w:r>
        <w:tab/>
        <w:t>2.025e0</w:t>
      </w:r>
    </w:p>
    <w:p w:rsidR="00F96531" w:rsidRDefault="00F96531" w:rsidP="00F96531">
      <w:r>
        <w:t>295.2616</w:t>
      </w:r>
      <w:r>
        <w:tab/>
        <w:t>1.013e0</w:t>
      </w:r>
    </w:p>
    <w:p w:rsidR="00F96531" w:rsidRDefault="00F96531" w:rsidP="00F96531">
      <w:r>
        <w:t>295.2643</w:t>
      </w:r>
      <w:r>
        <w:tab/>
        <w:t>2.025e0</w:t>
      </w:r>
    </w:p>
    <w:p w:rsidR="00F96531" w:rsidRDefault="00F96531" w:rsidP="00F96531">
      <w:r>
        <w:t>295.2695</w:t>
      </w:r>
      <w:r>
        <w:tab/>
        <w:t>1.013e0</w:t>
      </w:r>
    </w:p>
    <w:p w:rsidR="00F96531" w:rsidRDefault="00F96531" w:rsidP="00F96531">
      <w:r>
        <w:t>295.2789</w:t>
      </w:r>
      <w:r>
        <w:tab/>
        <w:t>1.013e0</w:t>
      </w:r>
    </w:p>
    <w:p w:rsidR="00F96531" w:rsidRDefault="00F96531" w:rsidP="00F96531">
      <w:r>
        <w:t>295.3004</w:t>
      </w:r>
      <w:r>
        <w:tab/>
        <w:t>1.013e0</w:t>
      </w:r>
    </w:p>
    <w:p w:rsidR="00F96531" w:rsidRDefault="00F96531" w:rsidP="00F96531">
      <w:r>
        <w:lastRenderedPageBreak/>
        <w:t>295.3071</w:t>
      </w:r>
      <w:r>
        <w:tab/>
        <w:t>1.013e0</w:t>
      </w:r>
    </w:p>
    <w:p w:rsidR="00F96531" w:rsidRDefault="00F96531" w:rsidP="00F96531">
      <w:r>
        <w:t>295.3197</w:t>
      </w:r>
      <w:r>
        <w:tab/>
        <w:t>1.013e0</w:t>
      </w:r>
    </w:p>
    <w:p w:rsidR="00F96531" w:rsidRDefault="00F96531" w:rsidP="00F96531">
      <w:r>
        <w:t>295.3340</w:t>
      </w:r>
      <w:r>
        <w:tab/>
        <w:t>1.013e0</w:t>
      </w:r>
    </w:p>
    <w:p w:rsidR="00F96531" w:rsidRDefault="00F96531" w:rsidP="00F96531">
      <w:r>
        <w:t>295.3474</w:t>
      </w:r>
      <w:r>
        <w:tab/>
        <w:t>1.013e0</w:t>
      </w:r>
    </w:p>
    <w:p w:rsidR="00F96531" w:rsidRDefault="00F96531" w:rsidP="00F96531">
      <w:r>
        <w:t>295.3618</w:t>
      </w:r>
      <w:r>
        <w:tab/>
        <w:t>3.038e0</w:t>
      </w:r>
    </w:p>
    <w:p w:rsidR="00F96531" w:rsidRDefault="00F96531" w:rsidP="00F96531">
      <w:r>
        <w:t>295.3766</w:t>
      </w:r>
      <w:r>
        <w:tab/>
        <w:t>1.013e0</w:t>
      </w:r>
    </w:p>
    <w:p w:rsidR="00F96531" w:rsidRDefault="00F96531" w:rsidP="00F96531">
      <w:r>
        <w:t>295.4028</w:t>
      </w:r>
      <w:r>
        <w:tab/>
        <w:t>2.025e0</w:t>
      </w:r>
    </w:p>
    <w:p w:rsidR="00F96531" w:rsidRDefault="00F96531" w:rsidP="00F96531">
      <w:r>
        <w:t>295.4164</w:t>
      </w:r>
      <w:r>
        <w:tab/>
        <w:t>1.013e0</w:t>
      </w:r>
    </w:p>
    <w:p w:rsidR="00F96531" w:rsidRDefault="00F96531" w:rsidP="00F96531">
      <w:r>
        <w:t>295.4441</w:t>
      </w:r>
      <w:r>
        <w:tab/>
        <w:t>1.013e0</w:t>
      </w:r>
    </w:p>
    <w:p w:rsidR="00F96531" w:rsidRDefault="00F96531" w:rsidP="00F96531">
      <w:r>
        <w:t>295.4467</w:t>
      </w:r>
      <w:r>
        <w:tab/>
        <w:t>1.013e0</w:t>
      </w:r>
    </w:p>
    <w:p w:rsidR="00F96531" w:rsidRDefault="00F96531" w:rsidP="00F96531">
      <w:r>
        <w:t>295.4567</w:t>
      </w:r>
      <w:r>
        <w:tab/>
        <w:t>1.013e0</w:t>
      </w:r>
    </w:p>
    <w:p w:rsidR="00F96531" w:rsidRDefault="00F96531" w:rsidP="00F96531">
      <w:r>
        <w:t>295.4579</w:t>
      </w:r>
      <w:r>
        <w:tab/>
        <w:t>1.013e0</w:t>
      </w:r>
    </w:p>
    <w:p w:rsidR="00F96531" w:rsidRDefault="00F96531" w:rsidP="00F96531">
      <w:r>
        <w:t>295.4778</w:t>
      </w:r>
      <w:r>
        <w:tab/>
        <w:t>3.038e0</w:t>
      </w:r>
    </w:p>
    <w:p w:rsidR="00F96531" w:rsidRDefault="00F96531" w:rsidP="00F96531">
      <w:r>
        <w:t>295.4956</w:t>
      </w:r>
      <w:r>
        <w:tab/>
        <w:t>1.013e0</w:t>
      </w:r>
    </w:p>
    <w:p w:rsidR="00F96531" w:rsidRDefault="00F96531" w:rsidP="00F96531">
      <w:r>
        <w:t>295.4994</w:t>
      </w:r>
      <w:r>
        <w:tab/>
        <w:t>2.025e0</w:t>
      </w:r>
    </w:p>
    <w:p w:rsidR="00F96531" w:rsidRDefault="00F96531" w:rsidP="00F96531">
      <w:r>
        <w:t>295.5259</w:t>
      </w:r>
      <w:r>
        <w:tab/>
        <w:t>1.013e0</w:t>
      </w:r>
    </w:p>
    <w:p w:rsidR="00F96531" w:rsidRDefault="00F96531" w:rsidP="00F96531">
      <w:r>
        <w:t>295.5312</w:t>
      </w:r>
      <w:r>
        <w:tab/>
        <w:t>1.013e0</w:t>
      </w:r>
    </w:p>
    <w:p w:rsidR="00F96531" w:rsidRDefault="00F96531" w:rsidP="00F96531">
      <w:r>
        <w:t>295.5460</w:t>
      </w:r>
      <w:r>
        <w:tab/>
        <w:t>3.038e0</w:t>
      </w:r>
    </w:p>
    <w:p w:rsidR="00F96531" w:rsidRDefault="00F96531" w:rsidP="00F96531">
      <w:r>
        <w:t>295.5670</w:t>
      </w:r>
      <w:r>
        <w:tab/>
        <w:t>1.013e0</w:t>
      </w:r>
    </w:p>
    <w:p w:rsidR="00F96531" w:rsidRDefault="00F96531" w:rsidP="00F96531">
      <w:r>
        <w:lastRenderedPageBreak/>
        <w:t>295.5894</w:t>
      </w:r>
      <w:r>
        <w:tab/>
        <w:t>1.013e0</w:t>
      </w:r>
    </w:p>
    <w:p w:rsidR="00F96531" w:rsidRDefault="00F96531" w:rsidP="00F96531">
      <w:r>
        <w:t>295.6034</w:t>
      </w:r>
      <w:r>
        <w:tab/>
        <w:t>1.013e0</w:t>
      </w:r>
    </w:p>
    <w:p w:rsidR="00F96531" w:rsidRDefault="00F96531" w:rsidP="00F96531">
      <w:r>
        <w:t>295.6075</w:t>
      </w:r>
      <w:r>
        <w:tab/>
        <w:t>1.013e0</w:t>
      </w:r>
    </w:p>
    <w:p w:rsidR="00F96531" w:rsidRDefault="00F96531" w:rsidP="00F96531">
      <w:r>
        <w:t>295.6291</w:t>
      </w:r>
      <w:r>
        <w:tab/>
        <w:t>1.013e0</w:t>
      </w:r>
    </w:p>
    <w:p w:rsidR="00F96531" w:rsidRDefault="00F96531" w:rsidP="00F96531">
      <w:r>
        <w:t>295.6317</w:t>
      </w:r>
      <w:r>
        <w:tab/>
        <w:t>2.025e0</w:t>
      </w:r>
    </w:p>
    <w:p w:rsidR="00F96531" w:rsidRDefault="00F96531" w:rsidP="00F96531">
      <w:r>
        <w:t>295.6383</w:t>
      </w:r>
      <w:r>
        <w:tab/>
        <w:t>2.025e0</w:t>
      </w:r>
    </w:p>
    <w:p w:rsidR="00F96531" w:rsidRDefault="00F96531" w:rsidP="00F96531">
      <w:r>
        <w:t>295.6501</w:t>
      </w:r>
      <w:r>
        <w:tab/>
        <w:t>1.013e0</w:t>
      </w:r>
    </w:p>
    <w:p w:rsidR="00F96531" w:rsidRDefault="00F96531" w:rsidP="00F96531">
      <w:r>
        <w:t>295.6668</w:t>
      </w:r>
      <w:r>
        <w:tab/>
        <w:t>1.013e0</w:t>
      </w:r>
    </w:p>
    <w:p w:rsidR="00F96531" w:rsidRDefault="00F96531" w:rsidP="00F96531">
      <w:r>
        <w:t>295.6806</w:t>
      </w:r>
      <w:r>
        <w:tab/>
        <w:t>1.013e0</w:t>
      </w:r>
    </w:p>
    <w:p w:rsidR="00F96531" w:rsidRDefault="00F96531" w:rsidP="00F96531">
      <w:r>
        <w:t>295.7045</w:t>
      </w:r>
      <w:r>
        <w:tab/>
        <w:t>1.013e0</w:t>
      </w:r>
    </w:p>
    <w:p w:rsidR="00F96531" w:rsidRDefault="00F96531" w:rsidP="00F96531">
      <w:r>
        <w:t>295.7083</w:t>
      </w:r>
      <w:r>
        <w:tab/>
        <w:t>1.013e0</w:t>
      </w:r>
    </w:p>
    <w:p w:rsidR="00F96531" w:rsidRDefault="00F96531" w:rsidP="00F96531">
      <w:r>
        <w:t>295.7374</w:t>
      </w:r>
      <w:r>
        <w:tab/>
        <w:t>2.025e0</w:t>
      </w:r>
    </w:p>
    <w:p w:rsidR="00F96531" w:rsidRDefault="00F96531" w:rsidP="00F96531">
      <w:r>
        <w:t>295.7455</w:t>
      </w:r>
      <w:r>
        <w:tab/>
        <w:t>1.013e0</w:t>
      </w:r>
    </w:p>
    <w:p w:rsidR="00F96531" w:rsidRDefault="00F96531" w:rsidP="00F96531">
      <w:r>
        <w:t>295.7719</w:t>
      </w:r>
      <w:r>
        <w:tab/>
        <w:t>1.013e0</w:t>
      </w:r>
    </w:p>
    <w:p w:rsidR="00F96531" w:rsidRDefault="00F96531" w:rsidP="00F96531">
      <w:r>
        <w:t>295.7732</w:t>
      </w:r>
      <w:r>
        <w:tab/>
        <w:t>1.013e0</w:t>
      </w:r>
    </w:p>
    <w:p w:rsidR="00F96531" w:rsidRDefault="00F96531" w:rsidP="00F96531">
      <w:r>
        <w:t>295.8050</w:t>
      </w:r>
      <w:r>
        <w:tab/>
        <w:t>1.013e0</w:t>
      </w:r>
    </w:p>
    <w:p w:rsidR="00F96531" w:rsidRDefault="00F96531" w:rsidP="00F96531">
      <w:r>
        <w:t>295.8153</w:t>
      </w:r>
      <w:r>
        <w:tab/>
        <w:t>2.025e0</w:t>
      </w:r>
    </w:p>
    <w:p w:rsidR="00F96531" w:rsidRDefault="00F96531" w:rsidP="00F96531">
      <w:r>
        <w:t>295.8367</w:t>
      </w:r>
      <w:r>
        <w:tab/>
        <w:t>2.025e0</w:t>
      </w:r>
    </w:p>
    <w:p w:rsidR="00F96531" w:rsidRDefault="00F96531" w:rsidP="00F96531">
      <w:r>
        <w:t>295.8394</w:t>
      </w:r>
      <w:r>
        <w:tab/>
        <w:t>1.013e0</w:t>
      </w:r>
    </w:p>
    <w:p w:rsidR="00F96531" w:rsidRDefault="00F96531" w:rsidP="00F96531">
      <w:r>
        <w:lastRenderedPageBreak/>
        <w:t>295.8645</w:t>
      </w:r>
      <w:r>
        <w:tab/>
        <w:t>1.013e0</w:t>
      </w:r>
    </w:p>
    <w:p w:rsidR="00F96531" w:rsidRDefault="00F96531" w:rsidP="00F96531">
      <w:r>
        <w:t>295.9323</w:t>
      </w:r>
      <w:r>
        <w:tab/>
        <w:t>1.013e0</w:t>
      </w:r>
    </w:p>
    <w:p w:rsidR="00F96531" w:rsidRDefault="00F96531" w:rsidP="00F96531">
      <w:r>
        <w:t>295.9596</w:t>
      </w:r>
      <w:r>
        <w:tab/>
        <w:t>1.013e0</w:t>
      </w:r>
    </w:p>
    <w:p w:rsidR="00F96531" w:rsidRDefault="00F96531" w:rsidP="00F96531">
      <w:r>
        <w:t>295.9647</w:t>
      </w:r>
      <w:r>
        <w:tab/>
        <w:t>2.025e0</w:t>
      </w:r>
    </w:p>
    <w:p w:rsidR="00F96531" w:rsidRDefault="00F96531" w:rsidP="00F96531">
      <w:r>
        <w:t>295.9711</w:t>
      </w:r>
      <w:r>
        <w:tab/>
        <w:t>4.051e0</w:t>
      </w:r>
    </w:p>
    <w:p w:rsidR="00F96531" w:rsidRDefault="00F96531" w:rsidP="00F96531">
      <w:r>
        <w:t>295.9738</w:t>
      </w:r>
      <w:r>
        <w:tab/>
        <w:t>3.038e0</w:t>
      </w:r>
    </w:p>
    <w:p w:rsidR="00F96531" w:rsidRDefault="00F96531" w:rsidP="00F96531">
      <w:r>
        <w:t>295.9841</w:t>
      </w:r>
      <w:r>
        <w:tab/>
        <w:t>2.025e0</w:t>
      </w:r>
    </w:p>
    <w:p w:rsidR="00F96531" w:rsidRDefault="00F96531" w:rsidP="00F96531">
      <w:r>
        <w:t>296.0191</w:t>
      </w:r>
      <w:r>
        <w:tab/>
        <w:t>1.013e0</w:t>
      </w:r>
    </w:p>
    <w:p w:rsidR="00F96531" w:rsidRDefault="00F96531" w:rsidP="00F96531">
      <w:r>
        <w:t>296.0460</w:t>
      </w:r>
      <w:r>
        <w:tab/>
        <w:t>3.038e0</w:t>
      </w:r>
    </w:p>
    <w:p w:rsidR="00F96531" w:rsidRDefault="00F96531" w:rsidP="00F96531">
      <w:r>
        <w:t>296.0498</w:t>
      </w:r>
      <w:r>
        <w:tab/>
        <w:t>1.013e0</w:t>
      </w:r>
    </w:p>
    <w:p w:rsidR="00F96531" w:rsidRDefault="00F96531" w:rsidP="00F96531">
      <w:r>
        <w:t>296.0522</w:t>
      </w:r>
      <w:r>
        <w:tab/>
        <w:t>4.153e0</w:t>
      </w:r>
    </w:p>
    <w:p w:rsidR="00F96531" w:rsidRDefault="00F96531" w:rsidP="00F96531">
      <w:r>
        <w:t>296.0619</w:t>
      </w:r>
      <w:r>
        <w:tab/>
        <w:t>1.013e0</w:t>
      </w:r>
    </w:p>
    <w:p w:rsidR="00F96531" w:rsidRDefault="00F96531" w:rsidP="00F96531">
      <w:r>
        <w:t>296.0822</w:t>
      </w:r>
      <w:r>
        <w:tab/>
        <w:t>3.038e0</w:t>
      </w:r>
    </w:p>
    <w:p w:rsidR="00F96531" w:rsidRDefault="00F96531" w:rsidP="00F96531">
      <w:r>
        <w:t>296.0863</w:t>
      </w:r>
      <w:r>
        <w:tab/>
        <w:t>2.025e0</w:t>
      </w:r>
    </w:p>
    <w:p w:rsidR="00F96531" w:rsidRDefault="00F96531" w:rsidP="00F96531">
      <w:r>
        <w:t>296.0942</w:t>
      </w:r>
      <w:r>
        <w:tab/>
        <w:t>1.013e0</w:t>
      </w:r>
    </w:p>
    <w:p w:rsidR="00F96531" w:rsidRDefault="00F96531" w:rsidP="00F96531">
      <w:r>
        <w:t>296.1121</w:t>
      </w:r>
      <w:r>
        <w:tab/>
        <w:t>4.670e0</w:t>
      </w:r>
    </w:p>
    <w:p w:rsidR="00F96531" w:rsidRDefault="00F96531" w:rsidP="00F96531">
      <w:r>
        <w:t>296.1184</w:t>
      </w:r>
      <w:r>
        <w:tab/>
        <w:t>2.025e0</w:t>
      </w:r>
    </w:p>
    <w:p w:rsidR="00F96531" w:rsidRDefault="00F96531" w:rsidP="00F96531">
      <w:r>
        <w:t>296.1199</w:t>
      </w:r>
      <w:r>
        <w:tab/>
        <w:t>1.013e0</w:t>
      </w:r>
    </w:p>
    <w:p w:rsidR="00F96531" w:rsidRDefault="00F96531" w:rsidP="00F96531">
      <w:r>
        <w:t>296.1237</w:t>
      </w:r>
      <w:r>
        <w:tab/>
        <w:t>2.025e0</w:t>
      </w:r>
    </w:p>
    <w:p w:rsidR="00F96531" w:rsidRDefault="00F96531" w:rsidP="00F96531">
      <w:r>
        <w:lastRenderedPageBreak/>
        <w:t>296.1415</w:t>
      </w:r>
      <w:r>
        <w:tab/>
        <w:t>1.013e0</w:t>
      </w:r>
    </w:p>
    <w:p w:rsidR="00F96531" w:rsidRDefault="00F96531" w:rsidP="00F96531">
      <w:r>
        <w:t>296.1468</w:t>
      </w:r>
      <w:r>
        <w:tab/>
        <w:t>2.025e0</w:t>
      </w:r>
    </w:p>
    <w:p w:rsidR="00F96531" w:rsidRDefault="00F96531" w:rsidP="00F96531">
      <w:r>
        <w:t>296.1504</w:t>
      </w:r>
      <w:r>
        <w:tab/>
        <w:t>7.064e0</w:t>
      </w:r>
    </w:p>
    <w:p w:rsidR="00F96531" w:rsidRDefault="00F96531" w:rsidP="00F96531">
      <w:r>
        <w:t>296.1526</w:t>
      </w:r>
      <w:r>
        <w:tab/>
        <w:t>8.101e0</w:t>
      </w:r>
    </w:p>
    <w:p w:rsidR="00F96531" w:rsidRDefault="00F96531" w:rsidP="00F96531">
      <w:r>
        <w:t>296.1639</w:t>
      </w:r>
      <w:r>
        <w:tab/>
        <w:t>2.025e0</w:t>
      </w:r>
    </w:p>
    <w:p w:rsidR="00F96531" w:rsidRDefault="00F96531" w:rsidP="00F96531">
      <w:r>
        <w:t>296.1697</w:t>
      </w:r>
      <w:r>
        <w:tab/>
        <w:t>4.427e0</w:t>
      </w:r>
    </w:p>
    <w:p w:rsidR="00F96531" w:rsidRDefault="00F96531" w:rsidP="00F96531">
      <w:r>
        <w:t>296.1712</w:t>
      </w:r>
      <w:r>
        <w:tab/>
        <w:t>1.138e1</w:t>
      </w:r>
    </w:p>
    <w:p w:rsidR="00F96531" w:rsidRDefault="00F96531" w:rsidP="00F96531">
      <w:r>
        <w:t>296.1786</w:t>
      </w:r>
      <w:r>
        <w:tab/>
        <w:t>2.025e0</w:t>
      </w:r>
    </w:p>
    <w:p w:rsidR="00F96531" w:rsidRDefault="00F96531" w:rsidP="00F96531">
      <w:r>
        <w:t>296.2018</w:t>
      </w:r>
      <w:r>
        <w:tab/>
        <w:t>3.038e0</w:t>
      </w:r>
    </w:p>
    <w:p w:rsidR="00F96531" w:rsidRDefault="00F96531" w:rsidP="00F96531">
      <w:r>
        <w:t>296.2176</w:t>
      </w:r>
      <w:r>
        <w:tab/>
        <w:t>1.215e1</w:t>
      </w:r>
    </w:p>
    <w:p w:rsidR="00F96531" w:rsidRDefault="00F96531" w:rsidP="00F96531">
      <w:r>
        <w:t>296.2194</w:t>
      </w:r>
      <w:r>
        <w:tab/>
        <w:t>9.563e0</w:t>
      </w:r>
    </w:p>
    <w:p w:rsidR="00F96531" w:rsidRDefault="00F96531" w:rsidP="00F96531">
      <w:r>
        <w:t>296.2215</w:t>
      </w:r>
      <w:r>
        <w:tab/>
        <w:t>4.139e0</w:t>
      </w:r>
    </w:p>
    <w:p w:rsidR="00F96531" w:rsidRDefault="00F96531" w:rsidP="00F96531">
      <w:r>
        <w:t>296.2252</w:t>
      </w:r>
      <w:r>
        <w:tab/>
        <w:t>9.377e0</w:t>
      </w:r>
    </w:p>
    <w:p w:rsidR="00F96531" w:rsidRDefault="00F96531" w:rsidP="00F96531">
      <w:r>
        <w:t>296.2498</w:t>
      </w:r>
      <w:r>
        <w:tab/>
        <w:t>3.038e0</w:t>
      </w:r>
    </w:p>
    <w:p w:rsidR="00F96531" w:rsidRDefault="00F96531" w:rsidP="00F96531">
      <w:r>
        <w:t>296.2590</w:t>
      </w:r>
      <w:r>
        <w:tab/>
        <w:t>5.063e0</w:t>
      </w:r>
    </w:p>
    <w:p w:rsidR="00F96531" w:rsidRDefault="00F96531" w:rsidP="00F96531">
      <w:r>
        <w:t>296.3264</w:t>
      </w:r>
      <w:r>
        <w:tab/>
        <w:t>1.013e0</w:t>
      </w:r>
    </w:p>
    <w:p w:rsidR="00F96531" w:rsidRDefault="00F96531" w:rsidP="00F96531">
      <w:r>
        <w:t>296.3286</w:t>
      </w:r>
      <w:r>
        <w:tab/>
        <w:t>2.025e0</w:t>
      </w:r>
    </w:p>
    <w:p w:rsidR="00F96531" w:rsidRDefault="00F96531" w:rsidP="00F96531">
      <w:r>
        <w:t>296.3629</w:t>
      </w:r>
      <w:r>
        <w:tab/>
        <w:t>1.013e0</w:t>
      </w:r>
    </w:p>
    <w:p w:rsidR="00F96531" w:rsidRDefault="00F96531" w:rsidP="00F96531">
      <w:r>
        <w:t>296.3791</w:t>
      </w:r>
      <w:r>
        <w:tab/>
        <w:t>1.013e0</w:t>
      </w:r>
    </w:p>
    <w:p w:rsidR="00F96531" w:rsidRDefault="00F96531" w:rsidP="00F96531">
      <w:r>
        <w:lastRenderedPageBreak/>
        <w:t>296.3987</w:t>
      </w:r>
      <w:r>
        <w:tab/>
        <w:t>1.013e0</w:t>
      </w:r>
    </w:p>
    <w:p w:rsidR="00F96531" w:rsidRDefault="00F96531" w:rsidP="00F96531">
      <w:r>
        <w:t>296.4000</w:t>
      </w:r>
      <w:r>
        <w:tab/>
        <w:t>2.025e0</w:t>
      </w:r>
    </w:p>
    <w:p w:rsidR="00F96531" w:rsidRDefault="00F96531" w:rsidP="00F96531">
      <w:r>
        <w:t>296.4041</w:t>
      </w:r>
      <w:r>
        <w:tab/>
        <w:t>1.013e0</w:t>
      </w:r>
    </w:p>
    <w:p w:rsidR="00F96531" w:rsidRDefault="00F96531" w:rsidP="00F96531">
      <w:r>
        <w:t>296.4182</w:t>
      </w:r>
      <w:r>
        <w:tab/>
        <w:t>1.013e0</w:t>
      </w:r>
    </w:p>
    <w:p w:rsidR="00F96531" w:rsidRDefault="00F96531" w:rsidP="00F96531">
      <w:r>
        <w:t>296.4264</w:t>
      </w:r>
      <w:r>
        <w:tab/>
        <w:t>1.013e0</w:t>
      </w:r>
    </w:p>
    <w:p w:rsidR="00F96531" w:rsidRDefault="00F96531" w:rsidP="00F96531">
      <w:r>
        <w:t>296.4391</w:t>
      </w:r>
      <w:r>
        <w:tab/>
        <w:t>3.038e0</w:t>
      </w:r>
    </w:p>
    <w:p w:rsidR="00F96531" w:rsidRDefault="00F96531" w:rsidP="00F96531">
      <w:r>
        <w:t>296.4838</w:t>
      </w:r>
      <w:r>
        <w:tab/>
        <w:t>2.025e0</w:t>
      </w:r>
    </w:p>
    <w:p w:rsidR="00F96531" w:rsidRDefault="00F96531" w:rsidP="00F96531">
      <w:r>
        <w:t>296.4913</w:t>
      </w:r>
      <w:r>
        <w:tab/>
        <w:t>1.013e0</w:t>
      </w:r>
    </w:p>
    <w:p w:rsidR="00F96531" w:rsidRDefault="00F96531" w:rsidP="00F96531">
      <w:r>
        <w:t>296.4954</w:t>
      </w:r>
      <w:r>
        <w:tab/>
        <w:t>1.013e0</w:t>
      </w:r>
    </w:p>
    <w:p w:rsidR="00F96531" w:rsidRDefault="00F96531" w:rsidP="00F96531">
      <w:r>
        <w:t>296.5047</w:t>
      </w:r>
      <w:r>
        <w:tab/>
        <w:t>1.013e0</w:t>
      </w:r>
    </w:p>
    <w:p w:rsidR="00F96531" w:rsidRDefault="00F96531" w:rsidP="00F96531">
      <w:r>
        <w:t>296.5106</w:t>
      </w:r>
      <w:r>
        <w:tab/>
        <w:t>1.351e0</w:t>
      </w:r>
    </w:p>
    <w:p w:rsidR="00F96531" w:rsidRDefault="00F96531" w:rsidP="00F96531">
      <w:r>
        <w:t>296.5138</w:t>
      </w:r>
      <w:r>
        <w:tab/>
        <w:t>1.013e0</w:t>
      </w:r>
    </w:p>
    <w:p w:rsidR="00F96531" w:rsidRDefault="00F96531" w:rsidP="00F96531">
      <w:r>
        <w:t>296.5428</w:t>
      </w:r>
      <w:r>
        <w:tab/>
        <w:t>3.038e0</w:t>
      </w:r>
    </w:p>
    <w:p w:rsidR="00F96531" w:rsidRDefault="00F96531" w:rsidP="00F96531">
      <w:r>
        <w:t>296.5549</w:t>
      </w:r>
      <w:r>
        <w:tab/>
        <w:t>2.025e0</w:t>
      </w:r>
    </w:p>
    <w:p w:rsidR="00F96531" w:rsidRDefault="00F96531" w:rsidP="00F96531">
      <w:r>
        <w:t>296.5674</w:t>
      </w:r>
      <w:r>
        <w:tab/>
        <w:t>2.025e0</w:t>
      </w:r>
    </w:p>
    <w:p w:rsidR="00F96531" w:rsidRDefault="00F96531" w:rsidP="00F96531">
      <w:r>
        <w:t>296.5695</w:t>
      </w:r>
      <w:r>
        <w:tab/>
        <w:t>1.013e0</w:t>
      </w:r>
    </w:p>
    <w:p w:rsidR="00F96531" w:rsidRDefault="00F96531" w:rsidP="00F96531">
      <w:r>
        <w:t>296.5733</w:t>
      </w:r>
      <w:r>
        <w:tab/>
        <w:t>1.013e0</w:t>
      </w:r>
    </w:p>
    <w:p w:rsidR="00F96531" w:rsidRDefault="00F96531" w:rsidP="00F96531">
      <w:r>
        <w:t>296.6007</w:t>
      </w:r>
      <w:r>
        <w:tab/>
        <w:t>1.013e0</w:t>
      </w:r>
    </w:p>
    <w:p w:rsidR="00F96531" w:rsidRDefault="00F96531" w:rsidP="00F96531">
      <w:r>
        <w:t>296.6103</w:t>
      </w:r>
      <w:r>
        <w:tab/>
        <w:t>1.013e0</w:t>
      </w:r>
    </w:p>
    <w:p w:rsidR="00F96531" w:rsidRDefault="00F96531" w:rsidP="00F96531">
      <w:r>
        <w:lastRenderedPageBreak/>
        <w:t>296.6144</w:t>
      </w:r>
      <w:r>
        <w:tab/>
        <w:t>1.013e0</w:t>
      </w:r>
    </w:p>
    <w:p w:rsidR="00F96531" w:rsidRDefault="00F96531" w:rsidP="00F96531">
      <w:r>
        <w:t>296.6277</w:t>
      </w:r>
      <w:r>
        <w:tab/>
        <w:t>1.013e0</w:t>
      </w:r>
    </w:p>
    <w:p w:rsidR="00F96531" w:rsidRDefault="00F96531" w:rsidP="00F96531">
      <w:r>
        <w:t>296.6409</w:t>
      </w:r>
      <w:r>
        <w:tab/>
        <w:t>1.013e0</w:t>
      </w:r>
    </w:p>
    <w:p w:rsidR="00F96531" w:rsidRDefault="00F96531" w:rsidP="00F96531">
      <w:r>
        <w:t>296.6500</w:t>
      </w:r>
      <w:r>
        <w:tab/>
        <w:t>2.025e0</w:t>
      </w:r>
    </w:p>
    <w:p w:rsidR="00F96531" w:rsidRDefault="00F96531" w:rsidP="00F96531">
      <w:r>
        <w:t>296.6528</w:t>
      </w:r>
      <w:r>
        <w:tab/>
        <w:t>3.038e0</w:t>
      </w:r>
    </w:p>
    <w:p w:rsidR="00F96531" w:rsidRDefault="00F96531" w:rsidP="00F96531">
      <w:r>
        <w:t>296.6727</w:t>
      </w:r>
      <w:r>
        <w:tab/>
        <w:t>1.013e0</w:t>
      </w:r>
    </w:p>
    <w:p w:rsidR="00F96531" w:rsidRDefault="00F96531" w:rsidP="00F96531">
      <w:r>
        <w:t>296.6778</w:t>
      </w:r>
      <w:r>
        <w:tab/>
        <w:t>1.013e0</w:t>
      </w:r>
    </w:p>
    <w:p w:rsidR="00F96531" w:rsidRDefault="00F96531" w:rsidP="00F96531">
      <w:r>
        <w:t>296.7044</w:t>
      </w:r>
      <w:r>
        <w:tab/>
        <w:t>2.025e0</w:t>
      </w:r>
    </w:p>
    <w:p w:rsidR="00F96531" w:rsidRDefault="00F96531" w:rsidP="00F96531">
      <w:r>
        <w:t>296.7079</w:t>
      </w:r>
      <w:r>
        <w:tab/>
        <w:t>1.285e0</w:t>
      </w:r>
    </w:p>
    <w:p w:rsidR="00F96531" w:rsidRDefault="00F96531" w:rsidP="00F96531">
      <w:r>
        <w:t>296.7322</w:t>
      </w:r>
      <w:r>
        <w:tab/>
        <w:t>1.013e0</w:t>
      </w:r>
    </w:p>
    <w:p w:rsidR="00F96531" w:rsidRDefault="00F96531" w:rsidP="00F96531">
      <w:r>
        <w:t>296.7353</w:t>
      </w:r>
      <w:r>
        <w:tab/>
        <w:t>2.025e0</w:t>
      </w:r>
    </w:p>
    <w:p w:rsidR="00F96531" w:rsidRDefault="00F96531" w:rsidP="00F96531">
      <w:r>
        <w:t>296.7426</w:t>
      </w:r>
      <w:r>
        <w:tab/>
        <w:t>1.013e0</w:t>
      </w:r>
    </w:p>
    <w:p w:rsidR="00F96531" w:rsidRDefault="00F96531" w:rsidP="00F96531">
      <w:r>
        <w:t>296.7612</w:t>
      </w:r>
      <w:r>
        <w:tab/>
        <w:t>1.013e0</w:t>
      </w:r>
    </w:p>
    <w:p w:rsidR="00F96531" w:rsidRDefault="00F96531" w:rsidP="00F96531">
      <w:r>
        <w:t>296.7804</w:t>
      </w:r>
      <w:r>
        <w:tab/>
        <w:t>1.013e0</w:t>
      </w:r>
    </w:p>
    <w:p w:rsidR="00F96531" w:rsidRDefault="00F96531" w:rsidP="00F96531">
      <w:r>
        <w:t>296.8062</w:t>
      </w:r>
      <w:r>
        <w:tab/>
        <w:t>1.013e0</w:t>
      </w:r>
    </w:p>
    <w:p w:rsidR="00F96531" w:rsidRDefault="00F96531" w:rsidP="00F96531">
      <w:r>
        <w:t>296.8154</w:t>
      </w:r>
      <w:r>
        <w:tab/>
        <w:t>1.013e0</w:t>
      </w:r>
    </w:p>
    <w:p w:rsidR="00F96531" w:rsidRDefault="00F96531" w:rsidP="00F96531">
      <w:r>
        <w:t>296.8386</w:t>
      </w:r>
      <w:r>
        <w:tab/>
        <w:t>1.013e0</w:t>
      </w:r>
    </w:p>
    <w:p w:rsidR="00F96531" w:rsidRDefault="00F96531" w:rsidP="00F96531">
      <w:r>
        <w:t>296.8399</w:t>
      </w:r>
      <w:r>
        <w:tab/>
        <w:t>1.013e0</w:t>
      </w:r>
    </w:p>
    <w:p w:rsidR="00F96531" w:rsidRDefault="00F96531" w:rsidP="00F96531">
      <w:r>
        <w:t>296.8538</w:t>
      </w:r>
      <w:r>
        <w:tab/>
        <w:t>3.038e0</w:t>
      </w:r>
    </w:p>
    <w:p w:rsidR="00F96531" w:rsidRDefault="00F96531" w:rsidP="00F96531">
      <w:r>
        <w:lastRenderedPageBreak/>
        <w:t>296.8564</w:t>
      </w:r>
      <w:r>
        <w:tab/>
        <w:t>1.013e0</w:t>
      </w:r>
    </w:p>
    <w:p w:rsidR="00F96531" w:rsidRDefault="00F96531" w:rsidP="00F96531">
      <w:r>
        <w:t>296.8873</w:t>
      </w:r>
      <w:r>
        <w:tab/>
        <w:t>1.013e0</w:t>
      </w:r>
    </w:p>
    <w:p w:rsidR="00F96531" w:rsidRDefault="00F96531" w:rsidP="00F96531">
      <w:r>
        <w:t>296.9211</w:t>
      </w:r>
      <w:r>
        <w:tab/>
        <w:t>2.025e0</w:t>
      </w:r>
    </w:p>
    <w:p w:rsidR="00F96531" w:rsidRDefault="00F96531" w:rsidP="00F96531">
      <w:r>
        <w:t>296.9465</w:t>
      </w:r>
      <w:r>
        <w:tab/>
        <w:t>3.038e0</w:t>
      </w:r>
    </w:p>
    <w:p w:rsidR="00F96531" w:rsidRDefault="00F96531" w:rsidP="00F96531">
      <w:r>
        <w:t>296.9535</w:t>
      </w:r>
      <w:r>
        <w:tab/>
        <w:t>1.013e0</w:t>
      </w:r>
    </w:p>
    <w:p w:rsidR="00F96531" w:rsidRDefault="00F96531" w:rsidP="00F96531">
      <w:r>
        <w:t>296.9576</w:t>
      </w:r>
      <w:r>
        <w:tab/>
        <w:t>1.013e0</w:t>
      </w:r>
    </w:p>
    <w:p w:rsidR="00F96531" w:rsidRDefault="00F96531" w:rsidP="00F96531">
      <w:r>
        <w:t>296.9608</w:t>
      </w:r>
      <w:r>
        <w:tab/>
        <w:t>2.025e0</w:t>
      </w:r>
    </w:p>
    <w:p w:rsidR="00F96531" w:rsidRDefault="00F96531" w:rsidP="00F96531">
      <w:r>
        <w:t>296.9673</w:t>
      </w:r>
      <w:r>
        <w:tab/>
        <w:t>3.038e0</w:t>
      </w:r>
    </w:p>
    <w:p w:rsidR="00F96531" w:rsidRDefault="00F96531" w:rsidP="00F96531">
      <w:r>
        <w:t>296.9716</w:t>
      </w:r>
      <w:r>
        <w:tab/>
        <w:t>4.051e0</w:t>
      </w:r>
    </w:p>
    <w:p w:rsidR="00F96531" w:rsidRDefault="00F96531" w:rsidP="00F96531">
      <w:r>
        <w:t>296.9793</w:t>
      </w:r>
      <w:r>
        <w:tab/>
        <w:t>1.013e0</w:t>
      </w:r>
    </w:p>
    <w:p w:rsidR="00F96531" w:rsidRDefault="00F96531" w:rsidP="00F96531">
      <w:r>
        <w:t>296.9860</w:t>
      </w:r>
      <w:r>
        <w:tab/>
        <w:t>2.025e0</w:t>
      </w:r>
    </w:p>
    <w:p w:rsidR="00F96531" w:rsidRDefault="00F96531" w:rsidP="00F96531">
      <w:r>
        <w:t>297.0388</w:t>
      </w:r>
      <w:r>
        <w:tab/>
        <w:t>1.013e0</w:t>
      </w:r>
    </w:p>
    <w:p w:rsidR="00F96531" w:rsidRDefault="00F96531" w:rsidP="00F96531">
      <w:r>
        <w:t>297.0518</w:t>
      </w:r>
      <w:r>
        <w:tab/>
        <w:t>4.051e0</w:t>
      </w:r>
    </w:p>
    <w:p w:rsidR="00F96531" w:rsidRDefault="00F96531" w:rsidP="00F96531">
      <w:r>
        <w:t>297.0535</w:t>
      </w:r>
      <w:r>
        <w:tab/>
        <w:t>3.038e0</w:t>
      </w:r>
    </w:p>
    <w:p w:rsidR="00F96531" w:rsidRDefault="00F96531" w:rsidP="00F96531">
      <w:r>
        <w:t>297.0672</w:t>
      </w:r>
      <w:r>
        <w:tab/>
        <w:t>1.013e0</w:t>
      </w:r>
    </w:p>
    <w:p w:rsidR="00F96531" w:rsidRDefault="00F96531" w:rsidP="00F96531">
      <w:r>
        <w:t>297.0767</w:t>
      </w:r>
      <w:r>
        <w:tab/>
        <w:t>2.025e0</w:t>
      </w:r>
    </w:p>
    <w:p w:rsidR="00F96531" w:rsidRDefault="00F96531" w:rsidP="00F96531">
      <w:r>
        <w:t>297.0814</w:t>
      </w:r>
      <w:r>
        <w:tab/>
        <w:t>1.013e0</w:t>
      </w:r>
    </w:p>
    <w:p w:rsidR="00F96531" w:rsidRDefault="00F96531" w:rsidP="00F96531">
      <w:r>
        <w:t>297.0847</w:t>
      </w:r>
      <w:r>
        <w:tab/>
        <w:t>4.051e0</w:t>
      </w:r>
    </w:p>
    <w:p w:rsidR="00F96531" w:rsidRDefault="00F96531" w:rsidP="00F96531">
      <w:r>
        <w:t>297.0993</w:t>
      </w:r>
      <w:r>
        <w:tab/>
        <w:t>5.589e0</w:t>
      </w:r>
    </w:p>
    <w:p w:rsidR="00F96531" w:rsidRDefault="00F96531" w:rsidP="00F96531">
      <w:r>
        <w:lastRenderedPageBreak/>
        <w:t>297.1107</w:t>
      </w:r>
      <w:r>
        <w:tab/>
        <w:t>1.651e0</w:t>
      </w:r>
    </w:p>
    <w:p w:rsidR="00F96531" w:rsidRDefault="00F96531" w:rsidP="00F96531">
      <w:r>
        <w:t>297.1120</w:t>
      </w:r>
      <w:r>
        <w:tab/>
        <w:t>4.051e0</w:t>
      </w:r>
    </w:p>
    <w:p w:rsidR="00F96531" w:rsidRDefault="00F96531" w:rsidP="00F96531">
      <w:r>
        <w:t>297.1209</w:t>
      </w:r>
      <w:r>
        <w:tab/>
        <w:t>2.025e0</w:t>
      </w:r>
    </w:p>
    <w:p w:rsidR="00F96531" w:rsidRDefault="00F96531" w:rsidP="00F96531">
      <w:r>
        <w:t>297.1375</w:t>
      </w:r>
      <w:r>
        <w:tab/>
        <w:t>1.013e0</w:t>
      </w:r>
    </w:p>
    <w:p w:rsidR="00F96531" w:rsidRDefault="00F96531" w:rsidP="00F96531">
      <w:r>
        <w:t>297.1406</w:t>
      </w:r>
      <w:r>
        <w:tab/>
        <w:t>4.051e0</w:t>
      </w:r>
    </w:p>
    <w:p w:rsidR="00F96531" w:rsidRDefault="00F96531" w:rsidP="00F96531">
      <w:r>
        <w:t>297.1462</w:t>
      </w:r>
      <w:r>
        <w:tab/>
        <w:t>1.013e0</w:t>
      </w:r>
    </w:p>
    <w:p w:rsidR="00F96531" w:rsidRDefault="00F96531" w:rsidP="00F96531">
      <w:r>
        <w:t>297.1541</w:t>
      </w:r>
      <w:r>
        <w:tab/>
        <w:t>6.839e0</w:t>
      </w:r>
    </w:p>
    <w:p w:rsidR="00F96531" w:rsidRDefault="00F96531" w:rsidP="00F96531">
      <w:r>
        <w:t>297.1602</w:t>
      </w:r>
      <w:r>
        <w:tab/>
        <w:t>2.025e0</w:t>
      </w:r>
    </w:p>
    <w:p w:rsidR="00F96531" w:rsidRDefault="00F96531" w:rsidP="00F96531">
      <w:r>
        <w:t>297.1742</w:t>
      </w:r>
      <w:r>
        <w:tab/>
        <w:t>3.385e0</w:t>
      </w:r>
    </w:p>
    <w:p w:rsidR="00F96531" w:rsidRDefault="00F96531" w:rsidP="00F96531">
      <w:r>
        <w:t>297.1780</w:t>
      </w:r>
      <w:r>
        <w:tab/>
        <w:t>1.013e0</w:t>
      </w:r>
    </w:p>
    <w:p w:rsidR="00F96531" w:rsidRDefault="00F96531" w:rsidP="00F96531">
      <w:r>
        <w:t>297.1979</w:t>
      </w:r>
      <w:r>
        <w:tab/>
        <w:t>2.774e0</w:t>
      </w:r>
    </w:p>
    <w:p w:rsidR="00F96531" w:rsidRDefault="00F96531" w:rsidP="00F96531">
      <w:r>
        <w:t>297.2133</w:t>
      </w:r>
      <w:r>
        <w:tab/>
        <w:t>2.899e0</w:t>
      </w:r>
    </w:p>
    <w:p w:rsidR="00F96531" w:rsidRDefault="00F96531" w:rsidP="00F96531">
      <w:r>
        <w:t>297.2228</w:t>
      </w:r>
      <w:r>
        <w:tab/>
        <w:t>4.762e0</w:t>
      </w:r>
    </w:p>
    <w:p w:rsidR="00F96531" w:rsidRDefault="00F96531" w:rsidP="00F96531">
      <w:r>
        <w:t>297.2242</w:t>
      </w:r>
      <w:r>
        <w:tab/>
        <w:t>4.051e0</w:t>
      </w:r>
    </w:p>
    <w:p w:rsidR="00F96531" w:rsidRDefault="00F96531" w:rsidP="00F96531">
      <w:r>
        <w:t>297.2270</w:t>
      </w:r>
      <w:r>
        <w:tab/>
        <w:t>2.025e0</w:t>
      </w:r>
    </w:p>
    <w:p w:rsidR="00F96531" w:rsidRDefault="00F96531" w:rsidP="00F96531">
      <w:r>
        <w:t>297.2335</w:t>
      </w:r>
      <w:r>
        <w:tab/>
        <w:t>2.025e0</w:t>
      </w:r>
    </w:p>
    <w:p w:rsidR="00F96531" w:rsidRDefault="00F96531" w:rsidP="00F96531">
      <w:r>
        <w:t>297.2401</w:t>
      </w:r>
      <w:r>
        <w:tab/>
        <w:t>3.063e0</w:t>
      </w:r>
    </w:p>
    <w:p w:rsidR="00F96531" w:rsidRDefault="00F96531" w:rsidP="00F96531">
      <w:r>
        <w:t>297.2416</w:t>
      </w:r>
      <w:r>
        <w:tab/>
        <w:t>1.013e0</w:t>
      </w:r>
    </w:p>
    <w:p w:rsidR="00F96531" w:rsidRDefault="00F96531" w:rsidP="00F96531">
      <w:r>
        <w:t>297.2677</w:t>
      </w:r>
      <w:r>
        <w:tab/>
        <w:t>5.063e0</w:t>
      </w:r>
    </w:p>
    <w:p w:rsidR="00F96531" w:rsidRDefault="00F96531" w:rsidP="00F96531">
      <w:r>
        <w:lastRenderedPageBreak/>
        <w:t>297.2871</w:t>
      </w:r>
      <w:r>
        <w:tab/>
        <w:t>4.051e0</w:t>
      </w:r>
    </w:p>
    <w:p w:rsidR="00F96531" w:rsidRDefault="00F96531" w:rsidP="00F96531">
      <w:r>
        <w:t>297.2881</w:t>
      </w:r>
      <w:r>
        <w:tab/>
        <w:t>1.418e1</w:t>
      </w:r>
    </w:p>
    <w:p w:rsidR="00F96531" w:rsidRDefault="00F96531" w:rsidP="00F96531">
      <w:r>
        <w:t>297.2996</w:t>
      </w:r>
      <w:r>
        <w:tab/>
        <w:t>4.051e0</w:t>
      </w:r>
    </w:p>
    <w:p w:rsidR="00F96531" w:rsidRDefault="00F96531" w:rsidP="00F96531">
      <w:r>
        <w:t>297.3021</w:t>
      </w:r>
      <w:r>
        <w:tab/>
        <w:t>5.063e0</w:t>
      </w:r>
    </w:p>
    <w:p w:rsidR="00F96531" w:rsidRDefault="00F96531" w:rsidP="00F96531">
      <w:r>
        <w:t>297.3066</w:t>
      </w:r>
      <w:r>
        <w:tab/>
        <w:t>2.025e0</w:t>
      </w:r>
    </w:p>
    <w:p w:rsidR="00F96531" w:rsidRDefault="00F96531" w:rsidP="00F96531">
      <w:r>
        <w:t>297.3209</w:t>
      </w:r>
      <w:r>
        <w:tab/>
        <w:t>1.013e0</w:t>
      </w:r>
    </w:p>
    <w:p w:rsidR="00F96531" w:rsidRDefault="00F96531" w:rsidP="00F96531">
      <w:r>
        <w:t>297.3567</w:t>
      </w:r>
      <w:r>
        <w:tab/>
        <w:t>1.013e0</w:t>
      </w:r>
    </w:p>
    <w:p w:rsidR="00F96531" w:rsidRDefault="00F96531" w:rsidP="00F96531">
      <w:r>
        <w:t>297.3805</w:t>
      </w:r>
      <w:r>
        <w:tab/>
        <w:t>1.013e0</w:t>
      </w:r>
    </w:p>
    <w:p w:rsidR="00F96531" w:rsidRDefault="00F96531" w:rsidP="00F96531">
      <w:r>
        <w:t>297.4288</w:t>
      </w:r>
      <w:r>
        <w:tab/>
        <w:t>1.013e0</w:t>
      </w:r>
    </w:p>
    <w:p w:rsidR="00F96531" w:rsidRDefault="00F96531" w:rsidP="00F96531">
      <w:r>
        <w:t>297.4387</w:t>
      </w:r>
      <w:r>
        <w:tab/>
        <w:t>1.013e0</w:t>
      </w:r>
    </w:p>
    <w:p w:rsidR="00F96531" w:rsidRDefault="00F96531" w:rsidP="00F96531">
      <w:r>
        <w:t>297.4481</w:t>
      </w:r>
      <w:r>
        <w:tab/>
        <w:t>1.013e0</w:t>
      </w:r>
    </w:p>
    <w:p w:rsidR="00F96531" w:rsidRDefault="00F96531" w:rsidP="00F96531">
      <w:r>
        <w:t>297.4507</w:t>
      </w:r>
      <w:r>
        <w:tab/>
        <w:t>1.013e0</w:t>
      </w:r>
    </w:p>
    <w:p w:rsidR="00F96531" w:rsidRDefault="00F96531" w:rsidP="00F96531">
      <w:r>
        <w:t>297.4572</w:t>
      </w:r>
      <w:r>
        <w:tab/>
        <w:t>1.013e0</w:t>
      </w:r>
    </w:p>
    <w:p w:rsidR="00F96531" w:rsidRDefault="00F96531" w:rsidP="00F96531">
      <w:r>
        <w:t>297.4829</w:t>
      </w:r>
      <w:r>
        <w:tab/>
        <w:t>1.013e0</w:t>
      </w:r>
    </w:p>
    <w:p w:rsidR="00F96531" w:rsidRDefault="00F96531" w:rsidP="00F96531">
      <w:r>
        <w:t>297.4992</w:t>
      </w:r>
      <w:r>
        <w:tab/>
        <w:t>3.038e0</w:t>
      </w:r>
    </w:p>
    <w:p w:rsidR="00F96531" w:rsidRDefault="00F96531" w:rsidP="00F96531">
      <w:r>
        <w:t>297.5235</w:t>
      </w:r>
      <w:r>
        <w:tab/>
        <w:t>4.051e0</w:t>
      </w:r>
    </w:p>
    <w:p w:rsidR="00F96531" w:rsidRDefault="00F96531" w:rsidP="00F96531">
      <w:r>
        <w:t>297.5302</w:t>
      </w:r>
      <w:r>
        <w:tab/>
        <w:t>2.025e0</w:t>
      </w:r>
    </w:p>
    <w:p w:rsidR="00F96531" w:rsidRDefault="00F96531" w:rsidP="00F96531">
      <w:r>
        <w:t>297.5313</w:t>
      </w:r>
      <w:r>
        <w:tab/>
        <w:t>1.013e0</w:t>
      </w:r>
    </w:p>
    <w:p w:rsidR="00F96531" w:rsidRDefault="00F96531" w:rsidP="00F96531">
      <w:r>
        <w:t>297.5394</w:t>
      </w:r>
      <w:r>
        <w:tab/>
        <w:t>1.013e0</w:t>
      </w:r>
    </w:p>
    <w:p w:rsidR="00F96531" w:rsidRDefault="00F96531" w:rsidP="00F96531">
      <w:r>
        <w:lastRenderedPageBreak/>
        <w:t>297.5493</w:t>
      </w:r>
      <w:r>
        <w:tab/>
        <w:t>2.025e0</w:t>
      </w:r>
    </w:p>
    <w:p w:rsidR="00F96531" w:rsidRDefault="00F96531" w:rsidP="00F96531">
      <w:r>
        <w:t>297.5632</w:t>
      </w:r>
      <w:r>
        <w:tab/>
        <w:t>1.013e0</w:t>
      </w:r>
    </w:p>
    <w:p w:rsidR="00F96531" w:rsidRDefault="00F96531" w:rsidP="00F96531">
      <w:r>
        <w:t>297.5673</w:t>
      </w:r>
      <w:r>
        <w:tab/>
        <w:t>1.013e0</w:t>
      </w:r>
    </w:p>
    <w:p w:rsidR="00F96531" w:rsidRDefault="00F96531" w:rsidP="00F96531">
      <w:r>
        <w:t>297.5751</w:t>
      </w:r>
      <w:r>
        <w:tab/>
        <w:t>1.013e0</w:t>
      </w:r>
    </w:p>
    <w:p w:rsidR="00F96531" w:rsidRDefault="00F96531" w:rsidP="00F96531">
      <w:r>
        <w:t>297.5818</w:t>
      </w:r>
      <w:r>
        <w:tab/>
        <w:t>1.013e0</w:t>
      </w:r>
    </w:p>
    <w:p w:rsidR="00F96531" w:rsidRDefault="00F96531" w:rsidP="00F96531">
      <w:r>
        <w:t>297.6022</w:t>
      </w:r>
      <w:r>
        <w:tab/>
        <w:t>1.013e0</w:t>
      </w:r>
    </w:p>
    <w:p w:rsidR="00F96531" w:rsidRDefault="00F96531" w:rsidP="00F96531">
      <w:r>
        <w:t>297.6248</w:t>
      </w:r>
      <w:r>
        <w:tab/>
        <w:t>2.025e0</w:t>
      </w:r>
    </w:p>
    <w:p w:rsidR="00F96531" w:rsidRDefault="00F96531" w:rsidP="00F96531">
      <w:r>
        <w:t>297.6379</w:t>
      </w:r>
      <w:r>
        <w:tab/>
        <w:t>3.038e0</w:t>
      </w:r>
    </w:p>
    <w:p w:rsidR="00F96531" w:rsidRDefault="00F96531" w:rsidP="00F96531">
      <w:r>
        <w:t>297.6510</w:t>
      </w:r>
      <w:r>
        <w:tab/>
        <w:t>5.063e0</w:t>
      </w:r>
    </w:p>
    <w:p w:rsidR="00F96531" w:rsidRDefault="00F96531" w:rsidP="00F96531">
      <w:r>
        <w:t>297.6586</w:t>
      </w:r>
      <w:r>
        <w:tab/>
        <w:t>1.013e0</w:t>
      </w:r>
    </w:p>
    <w:p w:rsidR="00F96531" w:rsidRDefault="00F96531" w:rsidP="00F96531">
      <w:r>
        <w:t>297.6823</w:t>
      </w:r>
      <w:r>
        <w:tab/>
        <w:t>1.013e0</w:t>
      </w:r>
    </w:p>
    <w:p w:rsidR="00F96531" w:rsidRDefault="00F96531" w:rsidP="00F96531">
      <w:r>
        <w:t>297.6903</w:t>
      </w:r>
      <w:r>
        <w:tab/>
        <w:t>1.013e0</w:t>
      </w:r>
    </w:p>
    <w:p w:rsidR="00F96531" w:rsidRDefault="00F96531" w:rsidP="00F96531">
      <w:r>
        <w:t>297.6917</w:t>
      </w:r>
      <w:r>
        <w:tab/>
        <w:t>2.025e0</w:t>
      </w:r>
    </w:p>
    <w:p w:rsidR="00F96531" w:rsidRDefault="00F96531" w:rsidP="00F96531">
      <w:r>
        <w:t>297.7697</w:t>
      </w:r>
      <w:r>
        <w:tab/>
        <w:t>1.013e0</w:t>
      </w:r>
    </w:p>
    <w:p w:rsidR="00F96531" w:rsidRDefault="00F96531" w:rsidP="00F96531">
      <w:r>
        <w:t>297.8056</w:t>
      </w:r>
      <w:r>
        <w:tab/>
        <w:t>1.013e0</w:t>
      </w:r>
    </w:p>
    <w:p w:rsidR="00F96531" w:rsidRDefault="00F96531" w:rsidP="00F96531">
      <w:r>
        <w:t>297.8083</w:t>
      </w:r>
      <w:r>
        <w:tab/>
        <w:t>1.013e0</w:t>
      </w:r>
    </w:p>
    <w:p w:rsidR="00F96531" w:rsidRDefault="00F96531" w:rsidP="00F96531">
      <w:r>
        <w:t>297.8120</w:t>
      </w:r>
      <w:r>
        <w:tab/>
        <w:t>2.025e0</w:t>
      </w:r>
    </w:p>
    <w:p w:rsidR="00F96531" w:rsidRDefault="00F96531" w:rsidP="00F96531">
      <w:r>
        <w:t>297.8204</w:t>
      </w:r>
      <w:r>
        <w:tab/>
        <w:t>1.013e0</w:t>
      </w:r>
    </w:p>
    <w:p w:rsidR="00F96531" w:rsidRDefault="00F96531" w:rsidP="00F96531">
      <w:r>
        <w:t>297.8253</w:t>
      </w:r>
      <w:r>
        <w:tab/>
        <w:t>1.013e0</w:t>
      </w:r>
    </w:p>
    <w:p w:rsidR="00F96531" w:rsidRDefault="00F96531" w:rsidP="00F96531">
      <w:r>
        <w:lastRenderedPageBreak/>
        <w:t>297.8463</w:t>
      </w:r>
      <w:r>
        <w:tab/>
        <w:t>1.013e0</w:t>
      </w:r>
    </w:p>
    <w:p w:rsidR="00F96531" w:rsidRDefault="00F96531" w:rsidP="00F96531">
      <w:r>
        <w:t>297.8956</w:t>
      </w:r>
      <w:r>
        <w:tab/>
        <w:t>1.013e0</w:t>
      </w:r>
    </w:p>
    <w:p w:rsidR="00F96531" w:rsidRDefault="00F96531" w:rsidP="00F96531">
      <w:r>
        <w:t>297.8969</w:t>
      </w:r>
      <w:r>
        <w:tab/>
        <w:t>1.013e0</w:t>
      </w:r>
    </w:p>
    <w:p w:rsidR="00F96531" w:rsidRDefault="00F96531" w:rsidP="00F96531">
      <w:r>
        <w:t>297.9127</w:t>
      </w:r>
      <w:r>
        <w:tab/>
        <w:t>1.013e0</w:t>
      </w:r>
    </w:p>
    <w:p w:rsidR="00F96531" w:rsidRDefault="00F96531" w:rsidP="00F96531">
      <w:r>
        <w:t>297.9194</w:t>
      </w:r>
      <w:r>
        <w:tab/>
        <w:t>2.025e0</w:t>
      </w:r>
    </w:p>
    <w:p w:rsidR="00F96531" w:rsidRDefault="00F96531" w:rsidP="00F96531">
      <w:r>
        <w:t>297.9207</w:t>
      </w:r>
      <w:r>
        <w:tab/>
        <w:t>2.025e0</w:t>
      </w:r>
    </w:p>
    <w:p w:rsidR="00F96531" w:rsidRDefault="00F96531" w:rsidP="00F96531">
      <w:r>
        <w:t>297.9247</w:t>
      </w:r>
      <w:r>
        <w:tab/>
        <w:t>1.013e0</w:t>
      </w:r>
    </w:p>
    <w:p w:rsidR="00F96531" w:rsidRDefault="00F96531" w:rsidP="00F96531">
      <w:r>
        <w:t>297.9551</w:t>
      </w:r>
      <w:r>
        <w:tab/>
        <w:t>1.013e0</w:t>
      </w:r>
    </w:p>
    <w:p w:rsidR="00F96531" w:rsidRDefault="00F96531" w:rsidP="00F96531">
      <w:r>
        <w:t>297.9711</w:t>
      </w:r>
      <w:r>
        <w:tab/>
        <w:t>1.013e0</w:t>
      </w:r>
    </w:p>
    <w:p w:rsidR="00F96531" w:rsidRDefault="00F96531" w:rsidP="00F96531">
      <w:r>
        <w:t>297.9843</w:t>
      </w:r>
      <w:r>
        <w:tab/>
        <w:t>2.025e0</w:t>
      </w:r>
    </w:p>
    <w:p w:rsidR="00F96531" w:rsidRDefault="00F96531" w:rsidP="00F96531">
      <w:r>
        <w:t>298.0042</w:t>
      </w:r>
      <w:r>
        <w:tab/>
        <w:t>4.215e0</w:t>
      </w:r>
    </w:p>
    <w:p w:rsidR="00F96531" w:rsidRDefault="00F96531" w:rsidP="00F96531">
      <w:r>
        <w:t>298.0053</w:t>
      </w:r>
      <w:r>
        <w:tab/>
        <w:t>2.025e0</w:t>
      </w:r>
    </w:p>
    <w:p w:rsidR="00F96531" w:rsidRDefault="00F96531" w:rsidP="00F96531">
      <w:r>
        <w:t>298.0081</w:t>
      </w:r>
      <w:r>
        <w:tab/>
        <w:t>2.025e0</w:t>
      </w:r>
    </w:p>
    <w:p w:rsidR="00F96531" w:rsidRDefault="00F96531" w:rsidP="00F96531">
      <w:r>
        <w:t>298.0108</w:t>
      </w:r>
      <w:r>
        <w:tab/>
        <w:t>2.025e0</w:t>
      </w:r>
    </w:p>
    <w:p w:rsidR="00F96531" w:rsidRDefault="00F96531" w:rsidP="00F96531">
      <w:r>
        <w:t>298.0135</w:t>
      </w:r>
      <w:r>
        <w:tab/>
        <w:t>1.189e0</w:t>
      </w:r>
    </w:p>
    <w:p w:rsidR="00F96531" w:rsidRDefault="00F96531" w:rsidP="00F96531">
      <w:r>
        <w:t>298.0319</w:t>
      </w:r>
      <w:r>
        <w:tab/>
        <w:t>5.462e0</w:t>
      </w:r>
    </w:p>
    <w:p w:rsidR="00F96531" w:rsidRDefault="00F96531" w:rsidP="00F96531">
      <w:r>
        <w:t>298.0446</w:t>
      </w:r>
      <w:r>
        <w:tab/>
        <w:t>2.656e0</w:t>
      </w:r>
    </w:p>
    <w:p w:rsidR="00F96531" w:rsidRDefault="00F96531" w:rsidP="00F96531">
      <w:r>
        <w:t>298.0640</w:t>
      </w:r>
      <w:r>
        <w:tab/>
        <w:t>8.548e0</w:t>
      </w:r>
    </w:p>
    <w:p w:rsidR="00F96531" w:rsidRDefault="00F96531" w:rsidP="00F96531">
      <w:r>
        <w:t>298.0679</w:t>
      </w:r>
      <w:r>
        <w:tab/>
        <w:t>4.051e0</w:t>
      </w:r>
    </w:p>
    <w:p w:rsidR="00F96531" w:rsidRDefault="00F96531" w:rsidP="00F96531">
      <w:r>
        <w:lastRenderedPageBreak/>
        <w:t>298.1081</w:t>
      </w:r>
      <w:r>
        <w:tab/>
        <w:t>1.013e0</w:t>
      </w:r>
    </w:p>
    <w:p w:rsidR="00F96531" w:rsidRDefault="00F96531" w:rsidP="00F96531">
      <w:r>
        <w:t>298.1121</w:t>
      </w:r>
      <w:r>
        <w:tab/>
        <w:t>2.025e0</w:t>
      </w:r>
    </w:p>
    <w:p w:rsidR="00F96531" w:rsidRDefault="00F96531" w:rsidP="00F96531">
      <w:r>
        <w:t>298.1146</w:t>
      </w:r>
      <w:r>
        <w:tab/>
        <w:t>1.456e0</w:t>
      </w:r>
    </w:p>
    <w:p w:rsidR="00F96531" w:rsidRDefault="00F96531" w:rsidP="00F96531">
      <w:r>
        <w:t>298.1461</w:t>
      </w:r>
      <w:r>
        <w:tab/>
        <w:t>1.013e0</w:t>
      </w:r>
    </w:p>
    <w:p w:rsidR="00F96531" w:rsidRDefault="00F96531" w:rsidP="00F96531">
      <w:r>
        <w:t>298.1557</w:t>
      </w:r>
      <w:r>
        <w:tab/>
        <w:t>2.552e0</w:t>
      </w:r>
    </w:p>
    <w:p w:rsidR="00F96531" w:rsidRDefault="00F96531" w:rsidP="00F96531">
      <w:r>
        <w:t>298.1591</w:t>
      </w:r>
      <w:r>
        <w:tab/>
        <w:t>2.025e0</w:t>
      </w:r>
    </w:p>
    <w:p w:rsidR="00F96531" w:rsidRDefault="00F96531" w:rsidP="00F96531">
      <w:r>
        <w:t>298.1720</w:t>
      </w:r>
      <w:r>
        <w:tab/>
        <w:t>1.013e0</w:t>
      </w:r>
    </w:p>
    <w:p w:rsidR="00F96531" w:rsidRDefault="00F96531" w:rsidP="00F96531">
      <w:r>
        <w:t>298.1826</w:t>
      </w:r>
      <w:r>
        <w:tab/>
        <w:t>2.025e0</w:t>
      </w:r>
    </w:p>
    <w:p w:rsidR="00F96531" w:rsidRDefault="00F96531" w:rsidP="00F96531">
      <w:r>
        <w:t>298.1950</w:t>
      </w:r>
      <w:r>
        <w:tab/>
        <w:t>1.013e0</w:t>
      </w:r>
    </w:p>
    <w:p w:rsidR="00F96531" w:rsidRDefault="00F96531" w:rsidP="00F96531">
      <w:r>
        <w:t>298.1984</w:t>
      </w:r>
      <w:r>
        <w:tab/>
        <w:t>3.038e0</w:t>
      </w:r>
    </w:p>
    <w:p w:rsidR="00F96531" w:rsidRDefault="00F96531" w:rsidP="00F96531">
      <w:r>
        <w:t>298.2086</w:t>
      </w:r>
      <w:r>
        <w:tab/>
        <w:t>2.025e0</w:t>
      </w:r>
    </w:p>
    <w:p w:rsidR="00F96531" w:rsidRDefault="00F96531" w:rsidP="00F96531">
      <w:r>
        <w:t>298.2188</w:t>
      </w:r>
      <w:r>
        <w:tab/>
        <w:t>1.013e0</w:t>
      </w:r>
    </w:p>
    <w:p w:rsidR="00F96531" w:rsidRDefault="00F96531" w:rsidP="00F96531">
      <w:r>
        <w:t>298.2255</w:t>
      </w:r>
      <w:r>
        <w:tab/>
        <w:t>1.880e0</w:t>
      </w:r>
    </w:p>
    <w:p w:rsidR="00F96531" w:rsidRDefault="00F96531" w:rsidP="00F96531">
      <w:r>
        <w:t>298.2424</w:t>
      </w:r>
      <w:r>
        <w:tab/>
        <w:t>1.013e0</w:t>
      </w:r>
    </w:p>
    <w:p w:rsidR="00F96531" w:rsidRDefault="00F96531" w:rsidP="00F96531">
      <w:r>
        <w:t>298.2534</w:t>
      </w:r>
      <w:r>
        <w:tab/>
        <w:t>1.013e0</w:t>
      </w:r>
    </w:p>
    <w:p w:rsidR="00F96531" w:rsidRDefault="00F96531" w:rsidP="00F96531">
      <w:r>
        <w:t>298.2559</w:t>
      </w:r>
      <w:r>
        <w:tab/>
        <w:t>2.025e0</w:t>
      </w:r>
    </w:p>
    <w:p w:rsidR="00F96531" w:rsidRDefault="00F96531" w:rsidP="00F96531">
      <w:r>
        <w:t>298.2922</w:t>
      </w:r>
      <w:r>
        <w:tab/>
        <w:t>2.025e0</w:t>
      </w:r>
    </w:p>
    <w:p w:rsidR="00F96531" w:rsidRDefault="00F96531" w:rsidP="00F96531">
      <w:r>
        <w:t>298.2980</w:t>
      </w:r>
      <w:r>
        <w:tab/>
        <w:t>4.051e0</w:t>
      </w:r>
    </w:p>
    <w:p w:rsidR="00F96531" w:rsidRDefault="00F96531" w:rsidP="00F96531">
      <w:r>
        <w:t>298.3020</w:t>
      </w:r>
      <w:r>
        <w:tab/>
        <w:t>1.013e0</w:t>
      </w:r>
    </w:p>
    <w:p w:rsidR="00F96531" w:rsidRDefault="00F96531" w:rsidP="00F96531">
      <w:r>
        <w:lastRenderedPageBreak/>
        <w:t>298.3061</w:t>
      </w:r>
      <w:r>
        <w:tab/>
        <w:t>1.013e0</w:t>
      </w:r>
    </w:p>
    <w:p w:rsidR="00F96531" w:rsidRDefault="00F96531" w:rsidP="00F96531">
      <w:r>
        <w:t>298.3148</w:t>
      </w:r>
      <w:r>
        <w:tab/>
        <w:t>4.051e0</w:t>
      </w:r>
    </w:p>
    <w:p w:rsidR="00F96531" w:rsidRDefault="00F96531" w:rsidP="00F96531">
      <w:r>
        <w:t>298.3254</w:t>
      </w:r>
      <w:r>
        <w:tab/>
        <w:t>1.013e0</w:t>
      </w:r>
    </w:p>
    <w:p w:rsidR="00F96531" w:rsidRDefault="00F96531" w:rsidP="00F96531">
      <w:r>
        <w:t>298.3339</w:t>
      </w:r>
      <w:r>
        <w:tab/>
        <w:t>1.013e0</w:t>
      </w:r>
    </w:p>
    <w:p w:rsidR="00F96531" w:rsidRDefault="00F96531" w:rsidP="00F96531">
      <w:r>
        <w:t>298.3658</w:t>
      </w:r>
      <w:r>
        <w:tab/>
        <w:t>1.013e0</w:t>
      </w:r>
    </w:p>
    <w:p w:rsidR="00F96531" w:rsidRDefault="00F96531" w:rsidP="00F96531">
      <w:r>
        <w:t>298.3684</w:t>
      </w:r>
      <w:r>
        <w:tab/>
        <w:t>1.013e0</w:t>
      </w:r>
    </w:p>
    <w:p w:rsidR="00F96531" w:rsidRDefault="00F96531" w:rsidP="00F96531">
      <w:r>
        <w:t>298.3730</w:t>
      </w:r>
      <w:r>
        <w:tab/>
        <w:t>1.013e0</w:t>
      </w:r>
    </w:p>
    <w:p w:rsidR="00F96531" w:rsidRDefault="00F96531" w:rsidP="00F96531">
      <w:r>
        <w:t>298.3797</w:t>
      </w:r>
      <w:r>
        <w:tab/>
        <w:t>1.013e0</w:t>
      </w:r>
    </w:p>
    <w:p w:rsidR="00F96531" w:rsidRDefault="00F96531" w:rsidP="00F96531">
      <w:r>
        <w:t>298.3935</w:t>
      </w:r>
      <w:r>
        <w:tab/>
        <w:t>2.025e0</w:t>
      </w:r>
    </w:p>
    <w:p w:rsidR="00F96531" w:rsidRDefault="00F96531" w:rsidP="00F96531">
      <w:r>
        <w:t>298.4161</w:t>
      </w:r>
      <w:r>
        <w:tab/>
        <w:t>1.013e0</w:t>
      </w:r>
    </w:p>
    <w:p w:rsidR="00F96531" w:rsidRDefault="00F96531" w:rsidP="00F96531">
      <w:r>
        <w:t>298.4341</w:t>
      </w:r>
      <w:r>
        <w:tab/>
        <w:t>1.013e0</w:t>
      </w:r>
    </w:p>
    <w:p w:rsidR="00F96531" w:rsidRDefault="00F96531" w:rsidP="00F96531">
      <w:r>
        <w:t>298.5108</w:t>
      </w:r>
      <w:r>
        <w:tab/>
        <w:t>2.025e0</w:t>
      </w:r>
    </w:p>
    <w:p w:rsidR="00F96531" w:rsidRDefault="00F96531" w:rsidP="00F96531">
      <w:r>
        <w:t>298.5128</w:t>
      </w:r>
      <w:r>
        <w:tab/>
        <w:t>1.013e0</w:t>
      </w:r>
    </w:p>
    <w:p w:rsidR="00F96531" w:rsidRDefault="00F96531" w:rsidP="00F96531">
      <w:r>
        <w:t>298.5170</w:t>
      </w:r>
      <w:r>
        <w:tab/>
        <w:t>3.038e0</w:t>
      </w:r>
    </w:p>
    <w:p w:rsidR="00F96531" w:rsidRDefault="00F96531" w:rsidP="00F96531">
      <w:r>
        <w:t>298.5536</w:t>
      </w:r>
      <w:r>
        <w:tab/>
        <w:t>1.013e0</w:t>
      </w:r>
    </w:p>
    <w:p w:rsidR="00F96531" w:rsidRDefault="00F96531" w:rsidP="00F96531">
      <w:r>
        <w:t>298.5671</w:t>
      </w:r>
      <w:r>
        <w:tab/>
        <w:t>2.025e0</w:t>
      </w:r>
    </w:p>
    <w:p w:rsidR="00F96531" w:rsidRDefault="00F96531" w:rsidP="00F96531">
      <w:r>
        <w:t>298.5764</w:t>
      </w:r>
      <w:r>
        <w:tab/>
        <w:t>1.013e0</w:t>
      </w:r>
    </w:p>
    <w:p w:rsidR="00F96531" w:rsidRDefault="00F96531" w:rsidP="00F96531">
      <w:r>
        <w:t>298.6266</w:t>
      </w:r>
      <w:r>
        <w:tab/>
        <w:t>1.013e0</w:t>
      </w:r>
    </w:p>
    <w:p w:rsidR="00F96531" w:rsidRDefault="00F96531" w:rsidP="00F96531">
      <w:r>
        <w:t>298.6461</w:t>
      </w:r>
      <w:r>
        <w:tab/>
        <w:t>1.013e0</w:t>
      </w:r>
    </w:p>
    <w:p w:rsidR="00F96531" w:rsidRDefault="00F96531" w:rsidP="00F96531">
      <w:r>
        <w:lastRenderedPageBreak/>
        <w:t>298.6544</w:t>
      </w:r>
      <w:r>
        <w:tab/>
        <w:t>1.013e0</w:t>
      </w:r>
    </w:p>
    <w:p w:rsidR="00F96531" w:rsidRDefault="00F96531" w:rsidP="00F96531">
      <w:r>
        <w:t>298.6598</w:t>
      </w:r>
      <w:r>
        <w:tab/>
        <w:t>1.013e0</w:t>
      </w:r>
    </w:p>
    <w:p w:rsidR="00F96531" w:rsidRDefault="00F96531" w:rsidP="00F96531">
      <w:r>
        <w:t>298.6885</w:t>
      </w:r>
      <w:r>
        <w:tab/>
        <w:t>3.038e0</w:t>
      </w:r>
    </w:p>
    <w:p w:rsidR="00F96531" w:rsidRDefault="00F96531" w:rsidP="00F96531">
      <w:r>
        <w:t>298.6904</w:t>
      </w:r>
      <w:r>
        <w:tab/>
        <w:t>1.013e0</w:t>
      </w:r>
    </w:p>
    <w:p w:rsidR="00F96531" w:rsidRDefault="00F96531" w:rsidP="00F96531">
      <w:r>
        <w:t>298.7195</w:t>
      </w:r>
      <w:r>
        <w:tab/>
        <w:t>1.013e0</w:t>
      </w:r>
    </w:p>
    <w:p w:rsidR="00F96531" w:rsidRDefault="00F96531" w:rsidP="00F96531">
      <w:r>
        <w:t>298.7658</w:t>
      </w:r>
      <w:r>
        <w:tab/>
        <w:t>1.013e0</w:t>
      </w:r>
    </w:p>
    <w:p w:rsidR="00F96531" w:rsidRDefault="00F96531" w:rsidP="00F96531">
      <w:r>
        <w:t>298.7738</w:t>
      </w:r>
      <w:r>
        <w:tab/>
        <w:t>2.025e0</w:t>
      </w:r>
    </w:p>
    <w:p w:rsidR="00F96531" w:rsidRDefault="00F96531" w:rsidP="00F96531">
      <w:r>
        <w:t>298.7750</w:t>
      </w:r>
      <w:r>
        <w:tab/>
        <w:t>1.013e0</w:t>
      </w:r>
    </w:p>
    <w:p w:rsidR="00F96531" w:rsidRDefault="00F96531" w:rsidP="00F96531">
      <w:r>
        <w:t>298.7778</w:t>
      </w:r>
      <w:r>
        <w:tab/>
        <w:t>1.013e0</w:t>
      </w:r>
    </w:p>
    <w:p w:rsidR="00F96531" w:rsidRDefault="00F96531" w:rsidP="00F96531">
      <w:r>
        <w:t>298.7875</w:t>
      </w:r>
      <w:r>
        <w:tab/>
        <w:t>1.013e0</w:t>
      </w:r>
    </w:p>
    <w:p w:rsidR="00F96531" w:rsidRDefault="00F96531" w:rsidP="00F96531">
      <w:r>
        <w:t>298.8069</w:t>
      </w:r>
      <w:r>
        <w:tab/>
        <w:t>1.013e0</w:t>
      </w:r>
    </w:p>
    <w:p w:rsidR="00F96531" w:rsidRDefault="00F96531" w:rsidP="00F96531">
      <w:r>
        <w:t>298.8346</w:t>
      </w:r>
      <w:r>
        <w:tab/>
        <w:t>1.013e0</w:t>
      </w:r>
    </w:p>
    <w:p w:rsidR="00F96531" w:rsidRDefault="00F96531" w:rsidP="00F96531">
      <w:r>
        <w:t>298.8652</w:t>
      </w:r>
      <w:r>
        <w:tab/>
        <w:t>1.013e0</w:t>
      </w:r>
    </w:p>
    <w:p w:rsidR="00F96531" w:rsidRDefault="00F96531" w:rsidP="00F96531">
      <w:r>
        <w:t>298.8916</w:t>
      </w:r>
      <w:r>
        <w:tab/>
        <w:t>2.025e0</w:t>
      </w:r>
    </w:p>
    <w:p w:rsidR="00F96531" w:rsidRDefault="00F96531" w:rsidP="00F96531">
      <w:r>
        <w:t>298.9182</w:t>
      </w:r>
      <w:r>
        <w:tab/>
        <w:t>1.013e0</w:t>
      </w:r>
    </w:p>
    <w:p w:rsidR="00F96531" w:rsidRDefault="00F96531" w:rsidP="00F96531">
      <w:r>
        <w:t>298.9208</w:t>
      </w:r>
      <w:r>
        <w:tab/>
        <w:t>2.025e0</w:t>
      </w:r>
    </w:p>
    <w:p w:rsidR="00F96531" w:rsidRDefault="00F96531" w:rsidP="00F96531">
      <w:r>
        <w:t>298.9601</w:t>
      </w:r>
      <w:r>
        <w:tab/>
        <w:t>4.051e0</w:t>
      </w:r>
    </w:p>
    <w:p w:rsidR="00F96531" w:rsidRDefault="00F96531" w:rsidP="00F96531">
      <w:r>
        <w:t>298.9686</w:t>
      </w:r>
      <w:r>
        <w:tab/>
        <w:t>2.025e0</w:t>
      </w:r>
    </w:p>
    <w:p w:rsidR="00F96531" w:rsidRDefault="00F96531" w:rsidP="00F96531">
      <w:r>
        <w:t>298.9713</w:t>
      </w:r>
      <w:r>
        <w:tab/>
        <w:t>1.013e0</w:t>
      </w:r>
    </w:p>
    <w:p w:rsidR="00F96531" w:rsidRDefault="00F96531" w:rsidP="00F96531">
      <w:r>
        <w:lastRenderedPageBreak/>
        <w:t>298.9779</w:t>
      </w:r>
      <w:r>
        <w:tab/>
        <w:t>1.013e0</w:t>
      </w:r>
    </w:p>
    <w:p w:rsidR="00F96531" w:rsidRDefault="00F96531" w:rsidP="00F96531">
      <w:r>
        <w:t>298.9930</w:t>
      </w:r>
      <w:r>
        <w:tab/>
        <w:t>1.013e0</w:t>
      </w:r>
    </w:p>
    <w:p w:rsidR="00F96531" w:rsidRDefault="00F96531" w:rsidP="00F96531">
      <w:r>
        <w:t>299.0052</w:t>
      </w:r>
      <w:r>
        <w:tab/>
        <w:t>3.038e0</w:t>
      </w:r>
    </w:p>
    <w:p w:rsidR="00F96531" w:rsidRDefault="00F96531" w:rsidP="00F96531">
      <w:r>
        <w:t>299.0137</w:t>
      </w:r>
      <w:r>
        <w:tab/>
        <w:t>2.025e0</w:t>
      </w:r>
    </w:p>
    <w:p w:rsidR="00F96531" w:rsidRDefault="00F96531" w:rsidP="00F96531">
      <w:r>
        <w:t>299.0812</w:t>
      </w:r>
      <w:r>
        <w:tab/>
        <w:t>3.038e0</w:t>
      </w:r>
    </w:p>
    <w:p w:rsidR="00F96531" w:rsidRDefault="00F96531" w:rsidP="00F96531">
      <w:r>
        <w:t>299.0827</w:t>
      </w:r>
      <w:r>
        <w:tab/>
        <w:t>2.025e0</w:t>
      </w:r>
    </w:p>
    <w:p w:rsidR="00F96531" w:rsidRDefault="00F96531" w:rsidP="00F96531">
      <w:r>
        <w:t>299.0846</w:t>
      </w:r>
      <w:r>
        <w:tab/>
        <w:t>3.038e0</w:t>
      </w:r>
    </w:p>
    <w:p w:rsidR="00F96531" w:rsidRDefault="00F96531" w:rsidP="00F96531">
      <w:r>
        <w:t>299.0881</w:t>
      </w:r>
      <w:r>
        <w:tab/>
        <w:t>1.094e1</w:t>
      </w:r>
    </w:p>
    <w:p w:rsidR="00F96531" w:rsidRDefault="00F96531" w:rsidP="00F96531">
      <w:r>
        <w:t>299.0922</w:t>
      </w:r>
      <w:r>
        <w:tab/>
        <w:t>7.962e0</w:t>
      </w:r>
    </w:p>
    <w:p w:rsidR="00F96531" w:rsidRDefault="00F96531" w:rsidP="00F96531">
      <w:r>
        <w:t>299.1003</w:t>
      </w:r>
      <w:r>
        <w:tab/>
        <w:t>3.038e0</w:t>
      </w:r>
    </w:p>
    <w:p w:rsidR="00F96531" w:rsidRDefault="00F96531" w:rsidP="00F96531">
      <w:r>
        <w:t>299.1077</w:t>
      </w:r>
      <w:r>
        <w:tab/>
        <w:t>1.013e0</w:t>
      </w:r>
    </w:p>
    <w:p w:rsidR="00F96531" w:rsidRDefault="00F96531" w:rsidP="00F96531">
      <w:r>
        <w:t>299.1101</w:t>
      </w:r>
      <w:r>
        <w:tab/>
        <w:t>2.025e0</w:t>
      </w:r>
    </w:p>
    <w:p w:rsidR="00F96531" w:rsidRDefault="00F96531" w:rsidP="00F96531">
      <w:r>
        <w:t>299.1237</w:t>
      </w:r>
      <w:r>
        <w:tab/>
        <w:t>1.013e0</w:t>
      </w:r>
    </w:p>
    <w:p w:rsidR="00F96531" w:rsidRDefault="00F96531" w:rsidP="00F96531">
      <w:r>
        <w:t>299.1309</w:t>
      </w:r>
      <w:r>
        <w:tab/>
        <w:t>2.025e0</w:t>
      </w:r>
    </w:p>
    <w:p w:rsidR="00F96531" w:rsidRDefault="00F96531" w:rsidP="00F96531">
      <w:r>
        <w:t>299.1427</w:t>
      </w:r>
      <w:r>
        <w:tab/>
        <w:t>4.650e0</w:t>
      </w:r>
    </w:p>
    <w:p w:rsidR="00F96531" w:rsidRDefault="00F96531" w:rsidP="00F96531">
      <w:r>
        <w:t>299.1454</w:t>
      </w:r>
      <w:r>
        <w:tab/>
        <w:t>4.295e0</w:t>
      </w:r>
    </w:p>
    <w:p w:rsidR="00F96531" w:rsidRDefault="00F96531" w:rsidP="00F96531">
      <w:r>
        <w:t>299.1745</w:t>
      </w:r>
      <w:r>
        <w:tab/>
        <w:t>3.038e0</w:t>
      </w:r>
    </w:p>
    <w:p w:rsidR="00F96531" w:rsidRDefault="00F96531" w:rsidP="00F96531">
      <w:r>
        <w:t>299.1795</w:t>
      </w:r>
      <w:r>
        <w:tab/>
        <w:t>1.013e0</w:t>
      </w:r>
    </w:p>
    <w:p w:rsidR="00F96531" w:rsidRDefault="00F96531" w:rsidP="00F96531">
      <w:r>
        <w:t>299.1840</w:t>
      </w:r>
      <w:r>
        <w:tab/>
        <w:t>3.038e0</w:t>
      </w:r>
    </w:p>
    <w:p w:rsidR="00F96531" w:rsidRDefault="00F96531" w:rsidP="00F96531">
      <w:r>
        <w:lastRenderedPageBreak/>
        <w:t>299.1873</w:t>
      </w:r>
      <w:r>
        <w:tab/>
        <w:t>1.333e0</w:t>
      </w:r>
    </w:p>
    <w:p w:rsidR="00F96531" w:rsidRDefault="00F96531" w:rsidP="00F96531">
      <w:r>
        <w:t>299.2150</w:t>
      </w:r>
      <w:r>
        <w:tab/>
        <w:t>1.013e0</w:t>
      </w:r>
    </w:p>
    <w:p w:rsidR="00F96531" w:rsidRDefault="00F96531" w:rsidP="00F96531">
      <w:r>
        <w:t>299.2278</w:t>
      </w:r>
      <w:r>
        <w:tab/>
        <w:t>6.076e0</w:t>
      </w:r>
    </w:p>
    <w:p w:rsidR="00F96531" w:rsidRDefault="00F96531" w:rsidP="00F96531">
      <w:r>
        <w:t>299.2404</w:t>
      </w:r>
      <w:r>
        <w:tab/>
        <w:t>2.025e0</w:t>
      </w:r>
    </w:p>
    <w:p w:rsidR="00F96531" w:rsidRDefault="00F96531" w:rsidP="00F96531">
      <w:r>
        <w:t>299.2442</w:t>
      </w:r>
      <w:r>
        <w:tab/>
        <w:t>1.013e0</w:t>
      </w:r>
    </w:p>
    <w:p w:rsidR="00F96531" w:rsidRDefault="00F96531" w:rsidP="00F96531">
      <w:r>
        <w:t>299.2505</w:t>
      </w:r>
      <w:r>
        <w:tab/>
        <w:t>5.063e0</w:t>
      </w:r>
    </w:p>
    <w:p w:rsidR="00F96531" w:rsidRDefault="00F96531" w:rsidP="00F96531">
      <w:r>
        <w:t>299.2523</w:t>
      </w:r>
      <w:r>
        <w:tab/>
        <w:t>1.013e0</w:t>
      </w:r>
    </w:p>
    <w:p w:rsidR="00F96531" w:rsidRDefault="00F96531" w:rsidP="00F96531">
      <w:r>
        <w:t>299.2671</w:t>
      </w:r>
      <w:r>
        <w:tab/>
        <w:t>5.063e0</w:t>
      </w:r>
    </w:p>
    <w:p w:rsidR="00F96531" w:rsidRDefault="00F96531" w:rsidP="00F96531">
      <w:r>
        <w:t>299.2695</w:t>
      </w:r>
      <w:r>
        <w:tab/>
        <w:t>2.025e0</w:t>
      </w:r>
    </w:p>
    <w:p w:rsidR="00F96531" w:rsidRDefault="00F96531" w:rsidP="00F96531">
      <w:r>
        <w:t>299.2856</w:t>
      </w:r>
      <w:r>
        <w:tab/>
        <w:t>3.038e0</w:t>
      </w:r>
    </w:p>
    <w:p w:rsidR="00F96531" w:rsidRDefault="00F96531" w:rsidP="00F96531">
      <w:r>
        <w:t>299.2870</w:t>
      </w:r>
      <w:r>
        <w:tab/>
        <w:t>3.038e0</w:t>
      </w:r>
    </w:p>
    <w:p w:rsidR="00F96531" w:rsidRDefault="00F96531" w:rsidP="00F96531">
      <w:r>
        <w:t>299.3065</w:t>
      </w:r>
      <w:r>
        <w:tab/>
        <w:t>1.013e0</w:t>
      </w:r>
    </w:p>
    <w:p w:rsidR="00F96531" w:rsidRDefault="00F96531" w:rsidP="00F96531">
      <w:r>
        <w:t>299.3144</w:t>
      </w:r>
      <w:r>
        <w:tab/>
        <w:t>1.013e0</w:t>
      </w:r>
    </w:p>
    <w:p w:rsidR="00F96531" w:rsidRDefault="00F96531" w:rsidP="00F96531">
      <w:r>
        <w:t>299.3157</w:t>
      </w:r>
      <w:r>
        <w:tab/>
        <w:t>1.013e0</w:t>
      </w:r>
    </w:p>
    <w:p w:rsidR="00F96531" w:rsidRDefault="00F96531" w:rsidP="00F96531">
      <w:r>
        <w:t>299.3471</w:t>
      </w:r>
      <w:r>
        <w:tab/>
        <w:t>2.025e0</w:t>
      </w:r>
    </w:p>
    <w:p w:rsidR="00F96531" w:rsidRDefault="00F96531" w:rsidP="00F96531">
      <w:r>
        <w:t>299.3526</w:t>
      </w:r>
      <w:r>
        <w:tab/>
        <w:t>1.013e0</w:t>
      </w:r>
    </w:p>
    <w:p w:rsidR="00F96531" w:rsidRDefault="00F96531" w:rsidP="00F96531">
      <w:r>
        <w:t>299.3634</w:t>
      </w:r>
      <w:r>
        <w:tab/>
        <w:t>2.025e0</w:t>
      </w:r>
    </w:p>
    <w:p w:rsidR="00F96531" w:rsidRDefault="00F96531" w:rsidP="00F96531">
      <w:r>
        <w:t>299.3913</w:t>
      </w:r>
      <w:r>
        <w:tab/>
        <w:t>1.013e0</w:t>
      </w:r>
    </w:p>
    <w:p w:rsidR="00F96531" w:rsidRDefault="00F96531" w:rsidP="00F96531">
      <w:r>
        <w:t>299.4590</w:t>
      </w:r>
      <w:r>
        <w:tab/>
        <w:t>1.013e0</w:t>
      </w:r>
    </w:p>
    <w:p w:rsidR="00F96531" w:rsidRDefault="00F96531" w:rsidP="00F96531">
      <w:r>
        <w:lastRenderedPageBreak/>
        <w:t>299.4683</w:t>
      </w:r>
      <w:r>
        <w:tab/>
        <w:t>1.013e0</w:t>
      </w:r>
    </w:p>
    <w:p w:rsidR="00F96531" w:rsidRDefault="00F96531" w:rsidP="00F96531">
      <w:r>
        <w:t>299.4895</w:t>
      </w:r>
      <w:r>
        <w:tab/>
        <w:t>1.013e0</w:t>
      </w:r>
    </w:p>
    <w:p w:rsidR="00F96531" w:rsidRDefault="00F96531" w:rsidP="00F96531">
      <w:r>
        <w:t>299.5065</w:t>
      </w:r>
      <w:r>
        <w:tab/>
        <w:t>1.013e0</w:t>
      </w:r>
    </w:p>
    <w:p w:rsidR="00F96531" w:rsidRDefault="00F96531" w:rsidP="00F96531">
      <w:r>
        <w:t>299.5372</w:t>
      </w:r>
      <w:r>
        <w:tab/>
        <w:t>1.013e0</w:t>
      </w:r>
    </w:p>
    <w:p w:rsidR="00F96531" w:rsidRDefault="00F96531" w:rsidP="00F96531">
      <w:r>
        <w:t>299.5556</w:t>
      </w:r>
      <w:r>
        <w:tab/>
        <w:t>2.025e0</w:t>
      </w:r>
    </w:p>
    <w:p w:rsidR="00F96531" w:rsidRDefault="00F96531" w:rsidP="00F96531">
      <w:r>
        <w:t>299.5968</w:t>
      </w:r>
      <w:r>
        <w:tab/>
        <w:t>1.013e0</w:t>
      </w:r>
    </w:p>
    <w:p w:rsidR="00F96531" w:rsidRDefault="00F96531" w:rsidP="00F96531">
      <w:r>
        <w:t>299.5981</w:t>
      </w:r>
      <w:r>
        <w:tab/>
        <w:t>1.013e0</w:t>
      </w:r>
    </w:p>
    <w:p w:rsidR="00F96531" w:rsidRDefault="00F96531" w:rsidP="00F96531">
      <w:r>
        <w:t>299.6286</w:t>
      </w:r>
      <w:r>
        <w:tab/>
        <w:t>1.013e0</w:t>
      </w:r>
    </w:p>
    <w:p w:rsidR="00F96531" w:rsidRDefault="00F96531" w:rsidP="00F96531">
      <w:r>
        <w:t>299.6320</w:t>
      </w:r>
      <w:r>
        <w:tab/>
        <w:t>2.025e0</w:t>
      </w:r>
    </w:p>
    <w:p w:rsidR="00F96531" w:rsidRDefault="00F96531" w:rsidP="00F96531">
      <w:r>
        <w:t>299.6359</w:t>
      </w:r>
      <w:r>
        <w:tab/>
        <w:t>2.025e0</w:t>
      </w:r>
    </w:p>
    <w:p w:rsidR="00F96531" w:rsidRDefault="00F96531" w:rsidP="00F96531">
      <w:r>
        <w:t>299.6565</w:t>
      </w:r>
      <w:r>
        <w:tab/>
        <w:t>1.013e0</w:t>
      </w:r>
    </w:p>
    <w:p w:rsidR="00F96531" w:rsidRDefault="00F96531" w:rsidP="00F96531">
      <w:r>
        <w:t>299.6701</w:t>
      </w:r>
      <w:r>
        <w:tab/>
        <w:t>1.013e0</w:t>
      </w:r>
    </w:p>
    <w:p w:rsidR="00F96531" w:rsidRDefault="00F96531" w:rsidP="00F96531">
      <w:r>
        <w:t>299.6916</w:t>
      </w:r>
      <w:r>
        <w:tab/>
        <w:t>2.025e0</w:t>
      </w:r>
    </w:p>
    <w:p w:rsidR="00F96531" w:rsidRDefault="00F96531" w:rsidP="00F96531">
      <w:r>
        <w:t>299.7249</w:t>
      </w:r>
      <w:r>
        <w:tab/>
        <w:t>2.025e0</w:t>
      </w:r>
    </w:p>
    <w:p w:rsidR="00F96531" w:rsidRDefault="00F96531" w:rsidP="00F96531">
      <w:r>
        <w:t>299.7354</w:t>
      </w:r>
      <w:r>
        <w:tab/>
        <w:t>2.025e0</w:t>
      </w:r>
    </w:p>
    <w:p w:rsidR="00F96531" w:rsidRDefault="00F96531" w:rsidP="00F96531">
      <w:r>
        <w:t>299.7719</w:t>
      </w:r>
      <w:r>
        <w:tab/>
        <w:t>1.013e0</w:t>
      </w:r>
    </w:p>
    <w:p w:rsidR="00F96531" w:rsidRDefault="00F96531" w:rsidP="00F96531">
      <w:r>
        <w:t>299.7732</w:t>
      </w:r>
      <w:r>
        <w:tab/>
        <w:t>1.013e0</w:t>
      </w:r>
    </w:p>
    <w:p w:rsidR="00F96531" w:rsidRDefault="00F96531" w:rsidP="00F96531">
      <w:r>
        <w:t>299.7812</w:t>
      </w:r>
      <w:r>
        <w:tab/>
        <w:t>1.013e0</w:t>
      </w:r>
    </w:p>
    <w:p w:rsidR="00F96531" w:rsidRDefault="00F96531" w:rsidP="00F96531">
      <w:r>
        <w:t>299.7838</w:t>
      </w:r>
      <w:r>
        <w:tab/>
        <w:t>1.013e0</w:t>
      </w:r>
    </w:p>
    <w:p w:rsidR="00F96531" w:rsidRDefault="00F96531" w:rsidP="00F96531">
      <w:r>
        <w:lastRenderedPageBreak/>
        <w:t>299.8049</w:t>
      </w:r>
      <w:r>
        <w:tab/>
        <w:t>1.013e0</w:t>
      </w:r>
    </w:p>
    <w:p w:rsidR="00F96531" w:rsidRDefault="00F96531" w:rsidP="00F96531">
      <w:r>
        <w:t>299.8161</w:t>
      </w:r>
      <w:r>
        <w:tab/>
        <w:t>1.013e0</w:t>
      </w:r>
    </w:p>
    <w:p w:rsidR="00F96531" w:rsidRDefault="00F96531" w:rsidP="00F96531">
      <w:r>
        <w:t>299.8315</w:t>
      </w:r>
      <w:r>
        <w:tab/>
        <w:t>1.013e0</w:t>
      </w:r>
    </w:p>
    <w:p w:rsidR="00F96531" w:rsidRDefault="00F96531" w:rsidP="00F96531">
      <w:r>
        <w:t>299.8646</w:t>
      </w:r>
      <w:r>
        <w:tab/>
        <w:t>1.013e0</w:t>
      </w:r>
    </w:p>
    <w:p w:rsidR="00F96531" w:rsidRDefault="00F96531" w:rsidP="00F96531">
      <w:r>
        <w:t>299.8829</w:t>
      </w:r>
      <w:r>
        <w:tab/>
        <w:t>1.013e0</w:t>
      </w:r>
    </w:p>
    <w:p w:rsidR="00F96531" w:rsidRDefault="00F96531" w:rsidP="00F96531">
      <w:r>
        <w:t>299.8965</w:t>
      </w:r>
      <w:r>
        <w:tab/>
        <w:t>1.013e0</w:t>
      </w:r>
    </w:p>
    <w:p w:rsidR="00F96531" w:rsidRDefault="00F96531" w:rsidP="00F96531">
      <w:r>
        <w:t>299.9087</w:t>
      </w:r>
      <w:r>
        <w:tab/>
        <w:t>2.025e0</w:t>
      </w:r>
    </w:p>
    <w:p w:rsidR="00F96531" w:rsidRDefault="00F96531" w:rsidP="00F96531">
      <w:r>
        <w:t>299.9190</w:t>
      </w:r>
      <w:r>
        <w:tab/>
        <w:t>1.013e0</w:t>
      </w:r>
    </w:p>
    <w:p w:rsidR="00F96531" w:rsidRDefault="00F96531" w:rsidP="00F96531">
      <w:r>
        <w:t>299.9271</w:t>
      </w:r>
      <w:r>
        <w:tab/>
        <w:t>1.013e0</w:t>
      </w:r>
    </w:p>
    <w:p w:rsidR="00F96531" w:rsidRDefault="00F96531" w:rsidP="00F96531">
      <w:r>
        <w:t>299.9430</w:t>
      </w:r>
      <w:r>
        <w:tab/>
        <w:t>1.013e0</w:t>
      </w:r>
    </w:p>
    <w:p w:rsidR="00F96531" w:rsidRDefault="00F96531" w:rsidP="00F96531">
      <w:r>
        <w:t>299.9470</w:t>
      </w:r>
      <w:r>
        <w:tab/>
        <w:t>1.013e0</w:t>
      </w:r>
    </w:p>
    <w:p w:rsidR="00F96531" w:rsidRDefault="00F96531" w:rsidP="00F96531">
      <w:r>
        <w:t>299.9787</w:t>
      </w:r>
      <w:r>
        <w:tab/>
        <w:t>1.013e0</w:t>
      </w:r>
    </w:p>
    <w:p w:rsidR="00F96531" w:rsidRDefault="00F96531" w:rsidP="00F96531">
      <w:r>
        <w:t>299.9815</w:t>
      </w:r>
      <w:r>
        <w:tab/>
        <w:t>2.025e0</w:t>
      </w:r>
    </w:p>
    <w:p w:rsidR="00F96531" w:rsidRDefault="00F96531" w:rsidP="00F96531">
      <w:r>
        <w:t>300.0038</w:t>
      </w:r>
      <w:r>
        <w:tab/>
        <w:t>2.025e0</w:t>
      </w:r>
    </w:p>
    <w:p w:rsidR="00F96531" w:rsidRDefault="00F96531" w:rsidP="00F96531">
      <w:r>
        <w:t>300.0251</w:t>
      </w:r>
      <w:r>
        <w:tab/>
        <w:t>2.424e0</w:t>
      </w:r>
    </w:p>
    <w:p w:rsidR="00F96531" w:rsidRDefault="00F96531" w:rsidP="00F96531">
      <w:r>
        <w:t>300.0303</w:t>
      </w:r>
      <w:r>
        <w:tab/>
        <w:t>1.013e0</w:t>
      </w:r>
    </w:p>
    <w:p w:rsidR="00F96531" w:rsidRDefault="00F96531" w:rsidP="00F96531">
      <w:r>
        <w:t>300.0345</w:t>
      </w:r>
      <w:r>
        <w:tab/>
        <w:t>1.013e0</w:t>
      </w:r>
    </w:p>
    <w:p w:rsidR="00F96531" w:rsidRDefault="00F96531" w:rsidP="00F96531">
      <w:r>
        <w:t>300.0461</w:t>
      </w:r>
      <w:r>
        <w:tab/>
        <w:t>2.771e0</w:t>
      </w:r>
    </w:p>
    <w:p w:rsidR="00F96531" w:rsidRDefault="00F96531" w:rsidP="00F96531">
      <w:r>
        <w:t>300.0576</w:t>
      </w:r>
      <w:r>
        <w:tab/>
        <w:t>2.025e0</w:t>
      </w:r>
    </w:p>
    <w:p w:rsidR="00F96531" w:rsidRDefault="00F96531" w:rsidP="00F96531">
      <w:r>
        <w:lastRenderedPageBreak/>
        <w:t>300.0795</w:t>
      </w:r>
      <w:r>
        <w:tab/>
        <w:t>4.051e0</w:t>
      </w:r>
    </w:p>
    <w:p w:rsidR="00F96531" w:rsidRDefault="00F96531" w:rsidP="00F96531">
      <w:r>
        <w:t>300.0881</w:t>
      </w:r>
      <w:r>
        <w:tab/>
        <w:t>3.038e0</w:t>
      </w:r>
    </w:p>
    <w:p w:rsidR="00F96531" w:rsidRDefault="00F96531" w:rsidP="00F96531">
      <w:r>
        <w:t>300.0891</w:t>
      </w:r>
      <w:r>
        <w:tab/>
        <w:t>1.013e0</w:t>
      </w:r>
    </w:p>
    <w:p w:rsidR="00F96531" w:rsidRDefault="00F96531" w:rsidP="00F96531">
      <w:r>
        <w:t>300.1003</w:t>
      </w:r>
      <w:r>
        <w:tab/>
        <w:t>4.195e0</w:t>
      </w:r>
    </w:p>
    <w:p w:rsidR="00F96531" w:rsidRDefault="00F96531" w:rsidP="00F96531">
      <w:r>
        <w:t>300.1025</w:t>
      </w:r>
      <w:r>
        <w:tab/>
        <w:t>3.038e0</w:t>
      </w:r>
    </w:p>
    <w:p w:rsidR="00F96531" w:rsidRDefault="00F96531" w:rsidP="00F96531">
      <w:r>
        <w:t>300.1177</w:t>
      </w:r>
      <w:r>
        <w:tab/>
        <w:t>1.013e0</w:t>
      </w:r>
    </w:p>
    <w:p w:rsidR="00F96531" w:rsidRDefault="00F96531" w:rsidP="00F96531">
      <w:r>
        <w:t>300.1272</w:t>
      </w:r>
      <w:r>
        <w:tab/>
        <w:t>1.013e0</w:t>
      </w:r>
    </w:p>
    <w:p w:rsidR="00F96531" w:rsidRDefault="00F96531" w:rsidP="00F96531">
      <w:r>
        <w:t>300.1313</w:t>
      </w:r>
      <w:r>
        <w:tab/>
        <w:t>2.025e0</w:t>
      </w:r>
    </w:p>
    <w:p w:rsidR="00F96531" w:rsidRDefault="00F96531" w:rsidP="00F96531">
      <w:r>
        <w:t>300.1414</w:t>
      </w:r>
      <w:r>
        <w:tab/>
        <w:t>2.025e0</w:t>
      </w:r>
    </w:p>
    <w:p w:rsidR="00F96531" w:rsidRDefault="00F96531" w:rsidP="00F96531">
      <w:r>
        <w:t>300.1526</w:t>
      </w:r>
      <w:r>
        <w:tab/>
        <w:t>1.355e0</w:t>
      </w:r>
    </w:p>
    <w:p w:rsidR="00F96531" w:rsidRDefault="00F96531" w:rsidP="00F96531">
      <w:r>
        <w:t>300.1662</w:t>
      </w:r>
      <w:r>
        <w:tab/>
        <w:t>2.806e0</w:t>
      </w:r>
    </w:p>
    <w:p w:rsidR="00F96531" w:rsidRDefault="00F96531" w:rsidP="00F96531">
      <w:r>
        <w:t>300.1921</w:t>
      </w:r>
      <w:r>
        <w:tab/>
        <w:t>5.063e0</w:t>
      </w:r>
    </w:p>
    <w:p w:rsidR="00F96531" w:rsidRDefault="00F96531" w:rsidP="00F96531">
      <w:r>
        <w:t>300.1959</w:t>
      </w:r>
      <w:r>
        <w:tab/>
        <w:t>4.051e0</w:t>
      </w:r>
    </w:p>
    <w:p w:rsidR="00F96531" w:rsidRDefault="00F96531" w:rsidP="00F96531">
      <w:r>
        <w:t>300.1984</w:t>
      </w:r>
      <w:r>
        <w:tab/>
        <w:t>1.655e0</w:t>
      </w:r>
    </w:p>
    <w:p w:rsidR="00F96531" w:rsidRDefault="00F96531" w:rsidP="00F96531">
      <w:r>
        <w:t>300.2152</w:t>
      </w:r>
      <w:r>
        <w:tab/>
        <w:t>3.774e0</w:t>
      </w:r>
    </w:p>
    <w:p w:rsidR="00F96531" w:rsidRDefault="00F96531" w:rsidP="00F96531">
      <w:r>
        <w:t>300.2370</w:t>
      </w:r>
      <w:r>
        <w:tab/>
        <w:t>2.025e0</w:t>
      </w:r>
    </w:p>
    <w:p w:rsidR="00F96531" w:rsidRDefault="00F96531" w:rsidP="00F96531">
      <w:r>
        <w:t>300.2389</w:t>
      </w:r>
      <w:r>
        <w:tab/>
        <w:t>2.025e0</w:t>
      </w:r>
    </w:p>
    <w:p w:rsidR="00F96531" w:rsidRDefault="00F96531" w:rsidP="00F96531">
      <w:r>
        <w:t>300.2639</w:t>
      </w:r>
      <w:r>
        <w:tab/>
        <w:t>1.013e0</w:t>
      </w:r>
    </w:p>
    <w:p w:rsidR="00F96531" w:rsidRDefault="00F96531" w:rsidP="00F96531">
      <w:r>
        <w:t>300.2696</w:t>
      </w:r>
      <w:r>
        <w:tab/>
        <w:t>2.025e0</w:t>
      </w:r>
    </w:p>
    <w:p w:rsidR="00F96531" w:rsidRDefault="00F96531" w:rsidP="00F96531">
      <w:r>
        <w:lastRenderedPageBreak/>
        <w:t>300.2706</w:t>
      </w:r>
      <w:r>
        <w:tab/>
        <w:t>1.013e0</w:t>
      </w:r>
    </w:p>
    <w:p w:rsidR="00F96531" w:rsidRDefault="00F96531" w:rsidP="00F96531">
      <w:r>
        <w:t>300.2744</w:t>
      </w:r>
      <w:r>
        <w:tab/>
        <w:t>1.013e0</w:t>
      </w:r>
    </w:p>
    <w:p w:rsidR="00F96531" w:rsidRDefault="00F96531" w:rsidP="00F96531">
      <w:r>
        <w:t>300.2868</w:t>
      </w:r>
      <w:r>
        <w:tab/>
        <w:t>2.025e0</w:t>
      </w:r>
    </w:p>
    <w:p w:rsidR="00F96531" w:rsidRDefault="00F96531" w:rsidP="00F96531">
      <w:r>
        <w:t>300.2967</w:t>
      </w:r>
      <w:r>
        <w:tab/>
        <w:t>1.013e0</w:t>
      </w:r>
    </w:p>
    <w:p w:rsidR="00F96531" w:rsidRDefault="00F96531" w:rsidP="00F96531">
      <w:r>
        <w:t>300.3144</w:t>
      </w:r>
      <w:r>
        <w:tab/>
        <w:t>1.013e0</w:t>
      </w:r>
    </w:p>
    <w:p w:rsidR="00F96531" w:rsidRDefault="00F96531" w:rsidP="00F96531">
      <w:r>
        <w:t>300.3248</w:t>
      </w:r>
      <w:r>
        <w:tab/>
        <w:t>2.025e0</w:t>
      </w:r>
    </w:p>
    <w:p w:rsidR="00F96531" w:rsidRDefault="00F96531" w:rsidP="00F96531">
      <w:r>
        <w:t>300.3328</w:t>
      </w:r>
      <w:r>
        <w:tab/>
        <w:t>1.013e0</w:t>
      </w:r>
    </w:p>
    <w:p w:rsidR="00F96531" w:rsidRDefault="00F96531" w:rsidP="00F96531">
      <w:r>
        <w:t>300.3899</w:t>
      </w:r>
      <w:r>
        <w:tab/>
        <w:t>1.013e0</w:t>
      </w:r>
    </w:p>
    <w:p w:rsidR="00F96531" w:rsidRDefault="00F96531" w:rsidP="00F96531">
      <w:r>
        <w:t>300.4245</w:t>
      </w:r>
      <w:r>
        <w:tab/>
        <w:t>1.013e0</w:t>
      </w:r>
    </w:p>
    <w:p w:rsidR="00F96531" w:rsidRDefault="00F96531" w:rsidP="00F96531">
      <w:r>
        <w:t>300.4284</w:t>
      </w:r>
      <w:r>
        <w:tab/>
        <w:t>1.013e0</w:t>
      </w:r>
    </w:p>
    <w:p w:rsidR="00F96531" w:rsidRDefault="00F96531" w:rsidP="00F96531">
      <w:r>
        <w:t>300.4402</w:t>
      </w:r>
      <w:r>
        <w:tab/>
        <w:t>1.013e0</w:t>
      </w:r>
    </w:p>
    <w:p w:rsidR="00F96531" w:rsidRDefault="00F96531" w:rsidP="00F96531">
      <w:r>
        <w:t>300.4620</w:t>
      </w:r>
      <w:r>
        <w:tab/>
        <w:t>1.013e0</w:t>
      </w:r>
    </w:p>
    <w:p w:rsidR="00F96531" w:rsidRDefault="00F96531" w:rsidP="00F96531">
      <w:r>
        <w:t>300.4682</w:t>
      </w:r>
      <w:r>
        <w:tab/>
        <w:t>2.025e0</w:t>
      </w:r>
    </w:p>
    <w:p w:rsidR="00F96531" w:rsidRDefault="00F96531" w:rsidP="00F96531">
      <w:r>
        <w:t>300.4855</w:t>
      </w:r>
      <w:r>
        <w:tab/>
        <w:t>1.013e0</w:t>
      </w:r>
    </w:p>
    <w:p w:rsidR="00F96531" w:rsidRDefault="00F96531" w:rsidP="00F96531">
      <w:r>
        <w:t>300.4990</w:t>
      </w:r>
      <w:r>
        <w:tab/>
        <w:t>1.013e0</w:t>
      </w:r>
    </w:p>
    <w:p w:rsidR="00F96531" w:rsidRDefault="00F96531" w:rsidP="00F96531">
      <w:r>
        <w:t>300.5187</w:t>
      </w:r>
      <w:r>
        <w:tab/>
        <w:t>3.038e0</w:t>
      </w:r>
    </w:p>
    <w:p w:rsidR="00F96531" w:rsidRDefault="00F96531" w:rsidP="00F96531">
      <w:r>
        <w:t>300.5252</w:t>
      </w:r>
      <w:r>
        <w:tab/>
        <w:t>2.025e0</w:t>
      </w:r>
    </w:p>
    <w:p w:rsidR="00F96531" w:rsidRDefault="00F96531" w:rsidP="00F96531">
      <w:r>
        <w:t>300.5482</w:t>
      </w:r>
      <w:r>
        <w:tab/>
        <w:t>1.013e0</w:t>
      </w:r>
    </w:p>
    <w:p w:rsidR="00F96531" w:rsidRDefault="00F96531" w:rsidP="00F96531">
      <w:r>
        <w:t>300.5537</w:t>
      </w:r>
      <w:r>
        <w:tab/>
        <w:t>1.013e0</w:t>
      </w:r>
    </w:p>
    <w:p w:rsidR="00F96531" w:rsidRDefault="00F96531" w:rsidP="00F96531">
      <w:r>
        <w:lastRenderedPageBreak/>
        <w:t>300.5718</w:t>
      </w:r>
      <w:r>
        <w:tab/>
        <w:t>1.013e0</w:t>
      </w:r>
    </w:p>
    <w:p w:rsidR="00F96531" w:rsidRDefault="00F96531" w:rsidP="00F96531">
      <w:r>
        <w:t>300.5731</w:t>
      </w:r>
      <w:r>
        <w:tab/>
        <w:t>1.013e0</w:t>
      </w:r>
    </w:p>
    <w:p w:rsidR="00F96531" w:rsidRDefault="00F96531" w:rsidP="00F96531">
      <w:r>
        <w:t>300.6152</w:t>
      </w:r>
      <w:r>
        <w:tab/>
        <w:t>1.013e0</w:t>
      </w:r>
    </w:p>
    <w:p w:rsidR="00F96531" w:rsidRDefault="00F96531" w:rsidP="00F96531">
      <w:r>
        <w:t>300.6193</w:t>
      </w:r>
      <w:r>
        <w:tab/>
        <w:t>1.013e0</w:t>
      </w:r>
    </w:p>
    <w:p w:rsidR="00F96531" w:rsidRDefault="00F96531" w:rsidP="00F96531">
      <w:r>
        <w:t>300.6206</w:t>
      </w:r>
      <w:r>
        <w:tab/>
        <w:t>1.013e0</w:t>
      </w:r>
    </w:p>
    <w:p w:rsidR="00F96531" w:rsidRDefault="00F96531" w:rsidP="00F96531">
      <w:r>
        <w:t>300.6357</w:t>
      </w:r>
      <w:r>
        <w:tab/>
        <w:t>1.013e0</w:t>
      </w:r>
    </w:p>
    <w:p w:rsidR="00F96531" w:rsidRDefault="00F96531" w:rsidP="00F96531">
      <w:r>
        <w:t>300.6371</w:t>
      </w:r>
      <w:r>
        <w:tab/>
        <w:t>1.013e0</w:t>
      </w:r>
    </w:p>
    <w:p w:rsidR="00F96531" w:rsidRDefault="00F96531" w:rsidP="00F96531">
      <w:r>
        <w:t>300.6552</w:t>
      </w:r>
      <w:r>
        <w:tab/>
        <w:t>1.013e0</w:t>
      </w:r>
    </w:p>
    <w:p w:rsidR="00F96531" w:rsidRDefault="00F96531" w:rsidP="00F96531">
      <w:r>
        <w:t>300.6566</w:t>
      </w:r>
      <w:r>
        <w:tab/>
        <w:t>1.013e0</w:t>
      </w:r>
    </w:p>
    <w:p w:rsidR="00F96531" w:rsidRDefault="00F96531" w:rsidP="00F96531">
      <w:r>
        <w:t>300.6699</w:t>
      </w:r>
      <w:r>
        <w:tab/>
        <w:t>1.013e0</w:t>
      </w:r>
    </w:p>
    <w:p w:rsidR="00F96531" w:rsidRDefault="00F96531" w:rsidP="00F96531">
      <w:r>
        <w:t>300.6805</w:t>
      </w:r>
      <w:r>
        <w:tab/>
        <w:t>1.013e0</w:t>
      </w:r>
    </w:p>
    <w:p w:rsidR="00F96531" w:rsidRDefault="00F96531" w:rsidP="00F96531">
      <w:r>
        <w:t>300.6959</w:t>
      </w:r>
      <w:r>
        <w:tab/>
        <w:t>1.013e0</w:t>
      </w:r>
    </w:p>
    <w:p w:rsidR="00F96531" w:rsidRDefault="00F96531" w:rsidP="00F96531">
      <w:r>
        <w:t>300.7355</w:t>
      </w:r>
      <w:r>
        <w:tab/>
        <w:t>1.013e0</w:t>
      </w:r>
    </w:p>
    <w:p w:rsidR="00F96531" w:rsidRDefault="00F96531" w:rsidP="00F96531">
      <w:r>
        <w:t>300.7428</w:t>
      </w:r>
      <w:r>
        <w:tab/>
        <w:t>1.013e0</w:t>
      </w:r>
    </w:p>
    <w:p w:rsidR="00F96531" w:rsidRDefault="00F96531" w:rsidP="00F96531">
      <w:r>
        <w:t>300.7629</w:t>
      </w:r>
      <w:r>
        <w:tab/>
        <w:t>1.013e0</w:t>
      </w:r>
    </w:p>
    <w:p w:rsidR="00F96531" w:rsidRDefault="00F96531" w:rsidP="00F96531">
      <w:r>
        <w:t>300.7720</w:t>
      </w:r>
      <w:r>
        <w:tab/>
        <w:t>1.013e0</w:t>
      </w:r>
    </w:p>
    <w:p w:rsidR="00F96531" w:rsidRDefault="00F96531" w:rsidP="00F96531">
      <w:r>
        <w:t>300.7787</w:t>
      </w:r>
      <w:r>
        <w:tab/>
        <w:t>1.013e0</w:t>
      </w:r>
    </w:p>
    <w:p w:rsidR="00F96531" w:rsidRDefault="00F96531" w:rsidP="00F96531">
      <w:r>
        <w:t>300.8026</w:t>
      </w:r>
      <w:r>
        <w:tab/>
        <w:t>1.013e0</w:t>
      </w:r>
    </w:p>
    <w:p w:rsidR="00F96531" w:rsidRDefault="00F96531" w:rsidP="00F96531">
      <w:r>
        <w:t>300.8039</w:t>
      </w:r>
      <w:r>
        <w:tab/>
        <w:t>1.013e0</w:t>
      </w:r>
    </w:p>
    <w:p w:rsidR="00F96531" w:rsidRDefault="00F96531" w:rsidP="00F96531">
      <w:r>
        <w:lastRenderedPageBreak/>
        <w:t>300.8085</w:t>
      </w:r>
      <w:r>
        <w:tab/>
        <w:t>3.038e0</w:t>
      </w:r>
    </w:p>
    <w:p w:rsidR="00F96531" w:rsidRDefault="00F96531" w:rsidP="00F96531">
      <w:r>
        <w:t>300.8437</w:t>
      </w:r>
      <w:r>
        <w:tab/>
        <w:t>1.013e0</w:t>
      </w:r>
    </w:p>
    <w:p w:rsidR="00F96531" w:rsidRDefault="00F96531" w:rsidP="00F96531">
      <w:r>
        <w:t>300.8543</w:t>
      </w:r>
      <w:r>
        <w:tab/>
        <w:t>4.051e0</w:t>
      </w:r>
    </w:p>
    <w:p w:rsidR="00F96531" w:rsidRDefault="00F96531" w:rsidP="00F96531">
      <w:r>
        <w:t>300.8582</w:t>
      </w:r>
      <w:r>
        <w:tab/>
        <w:t>1.013e0</w:t>
      </w:r>
    </w:p>
    <w:p w:rsidR="00F96531" w:rsidRDefault="00F96531" w:rsidP="00F96531">
      <w:r>
        <w:t>300.8624</w:t>
      </w:r>
      <w:r>
        <w:tab/>
        <w:t>1.013e0</w:t>
      </w:r>
    </w:p>
    <w:p w:rsidR="00F96531" w:rsidRDefault="00F96531" w:rsidP="00F96531">
      <w:r>
        <w:t>300.9054</w:t>
      </w:r>
      <w:r>
        <w:tab/>
        <w:t>2.025e0</w:t>
      </w:r>
    </w:p>
    <w:p w:rsidR="00F96531" w:rsidRDefault="00F96531" w:rsidP="00F96531">
      <w:r>
        <w:t>300.9458</w:t>
      </w:r>
      <w:r>
        <w:tab/>
        <w:t>1.013e0</w:t>
      </w:r>
    </w:p>
    <w:p w:rsidR="00F96531" w:rsidRDefault="00F96531" w:rsidP="00F96531">
      <w:r>
        <w:t>300.9709</w:t>
      </w:r>
      <w:r>
        <w:tab/>
        <w:t>1.013e0</w:t>
      </w:r>
    </w:p>
    <w:p w:rsidR="00F96531" w:rsidRDefault="00F96531" w:rsidP="00F96531">
      <w:r>
        <w:t>300.9750</w:t>
      </w:r>
      <w:r>
        <w:tab/>
        <w:t>1.013e0</w:t>
      </w:r>
    </w:p>
    <w:p w:rsidR="00F96531" w:rsidRDefault="00F96531" w:rsidP="00F96531">
      <w:r>
        <w:t>300.9861</w:t>
      </w:r>
      <w:r>
        <w:tab/>
        <w:t>1.013e0</w:t>
      </w:r>
    </w:p>
    <w:p w:rsidR="00F96531" w:rsidRDefault="00F96531" w:rsidP="00F96531">
      <w:r>
        <w:t>301.0056</w:t>
      </w:r>
      <w:r>
        <w:tab/>
        <w:t>1.013e0</w:t>
      </w:r>
    </w:p>
    <w:p w:rsidR="00F96531" w:rsidRDefault="00F96531" w:rsidP="00F96531">
      <w:r>
        <w:t>301.0186</w:t>
      </w:r>
      <w:r>
        <w:tab/>
        <w:t>3.038e0</w:t>
      </w:r>
    </w:p>
    <w:p w:rsidR="00F96531" w:rsidRDefault="00F96531" w:rsidP="00F96531">
      <w:r>
        <w:t>301.0225</w:t>
      </w:r>
      <w:r>
        <w:tab/>
        <w:t>6.462e0</w:t>
      </w:r>
    </w:p>
    <w:p w:rsidR="00F96531" w:rsidRDefault="00F96531" w:rsidP="00F96531">
      <w:r>
        <w:t>301.0281</w:t>
      </w:r>
      <w:r>
        <w:tab/>
        <w:t>7.089e0</w:t>
      </w:r>
    </w:p>
    <w:p w:rsidR="00F96531" w:rsidRDefault="00F96531" w:rsidP="00F96531">
      <w:r>
        <w:t>301.0379</w:t>
      </w:r>
      <w:r>
        <w:tab/>
        <w:t>2.718e0</w:t>
      </w:r>
    </w:p>
    <w:p w:rsidR="00F96531" w:rsidRDefault="00F96531" w:rsidP="00F96531">
      <w:r>
        <w:t>301.0403</w:t>
      </w:r>
      <w:r>
        <w:tab/>
        <w:t>3.038e0</w:t>
      </w:r>
    </w:p>
    <w:p w:rsidR="00F96531" w:rsidRDefault="00F96531" w:rsidP="00F96531">
      <w:r>
        <w:t>301.0575</w:t>
      </w:r>
      <w:r>
        <w:tab/>
        <w:t>3.648e0</w:t>
      </w:r>
    </w:p>
    <w:p w:rsidR="00F96531" w:rsidRDefault="00F96531" w:rsidP="00F96531">
      <w:r>
        <w:t>301.0605</w:t>
      </w:r>
      <w:r>
        <w:tab/>
        <w:t>3.502e0</w:t>
      </w:r>
    </w:p>
    <w:p w:rsidR="00F96531" w:rsidRDefault="00F96531" w:rsidP="00F96531">
      <w:r>
        <w:t>301.0905</w:t>
      </w:r>
      <w:r>
        <w:tab/>
        <w:t>1.013e0</w:t>
      </w:r>
    </w:p>
    <w:p w:rsidR="00F96531" w:rsidRDefault="00F96531" w:rsidP="00F96531">
      <w:r>
        <w:lastRenderedPageBreak/>
        <w:t>301.0932</w:t>
      </w:r>
      <w:r>
        <w:tab/>
        <w:t>2.025e0</w:t>
      </w:r>
    </w:p>
    <w:p w:rsidR="00F96531" w:rsidRDefault="00F96531" w:rsidP="00F96531">
      <w:r>
        <w:t>301.1059</w:t>
      </w:r>
      <w:r>
        <w:tab/>
        <w:t>6.445e0</w:t>
      </w:r>
    </w:p>
    <w:p w:rsidR="00F96531" w:rsidRDefault="00F96531" w:rsidP="00F96531">
      <w:r>
        <w:t>301.1154</w:t>
      </w:r>
      <w:r>
        <w:tab/>
        <w:t>2.025e0</w:t>
      </w:r>
    </w:p>
    <w:p w:rsidR="00F96531" w:rsidRDefault="00F96531" w:rsidP="00F96531">
      <w:r>
        <w:t>301.1188</w:t>
      </w:r>
      <w:r>
        <w:tab/>
        <w:t>3.703e0</w:t>
      </w:r>
    </w:p>
    <w:p w:rsidR="00F96531" w:rsidRDefault="00F96531" w:rsidP="00F96531">
      <w:r>
        <w:t>301.1210</w:t>
      </w:r>
      <w:r>
        <w:tab/>
        <w:t>1.013e0</w:t>
      </w:r>
    </w:p>
    <w:p w:rsidR="00F96531" w:rsidRDefault="00F96531" w:rsidP="00F96531">
      <w:r>
        <w:t>301.1498</w:t>
      </w:r>
      <w:r>
        <w:tab/>
        <w:t>3.038e0</w:t>
      </w:r>
    </w:p>
    <w:p w:rsidR="00F96531" w:rsidRDefault="00F96531" w:rsidP="00F96531">
      <w:r>
        <w:t>301.1546</w:t>
      </w:r>
      <w:r>
        <w:tab/>
        <w:t>2.012e0</w:t>
      </w:r>
    </w:p>
    <w:p w:rsidR="00F96531" w:rsidRDefault="00F96531" w:rsidP="00F96531">
      <w:r>
        <w:t>301.1588</w:t>
      </w:r>
      <w:r>
        <w:tab/>
        <w:t>3.038e0</w:t>
      </w:r>
    </w:p>
    <w:p w:rsidR="00F96531" w:rsidRDefault="00F96531" w:rsidP="00F96531">
      <w:r>
        <w:t>301.1625</w:t>
      </w:r>
      <w:r>
        <w:tab/>
        <w:t>2.025e0</w:t>
      </w:r>
    </w:p>
    <w:p w:rsidR="00F96531" w:rsidRDefault="00F96531" w:rsidP="00F96531">
      <w:r>
        <w:t>301.1646</w:t>
      </w:r>
      <w:r>
        <w:tab/>
        <w:t>2.025e0</w:t>
      </w:r>
    </w:p>
    <w:p w:rsidR="00F96531" w:rsidRDefault="00F96531" w:rsidP="00F96531">
      <w:r>
        <w:t>301.1668</w:t>
      </w:r>
      <w:r>
        <w:tab/>
        <w:t>3.109e0</w:t>
      </w:r>
    </w:p>
    <w:p w:rsidR="00F96531" w:rsidRDefault="00F96531" w:rsidP="00F96531">
      <w:r>
        <w:t>301.1844</w:t>
      </w:r>
      <w:r>
        <w:tab/>
        <w:t>4.267e0</w:t>
      </w:r>
    </w:p>
    <w:p w:rsidR="00F96531" w:rsidRDefault="00F96531" w:rsidP="00F96531">
      <w:r>
        <w:t>301.1939</w:t>
      </w:r>
      <w:r>
        <w:tab/>
        <w:t>4.051e0</w:t>
      </w:r>
    </w:p>
    <w:p w:rsidR="00F96531" w:rsidRDefault="00F96531" w:rsidP="00F96531">
      <w:r>
        <w:t>301.1989</w:t>
      </w:r>
      <w:r>
        <w:tab/>
        <w:t>2.025e0</w:t>
      </w:r>
    </w:p>
    <w:p w:rsidR="00F96531" w:rsidRDefault="00F96531" w:rsidP="00F96531">
      <w:r>
        <w:t>301.2087</w:t>
      </w:r>
      <w:r>
        <w:tab/>
        <w:t>3.038e0</w:t>
      </w:r>
    </w:p>
    <w:p w:rsidR="00F96531" w:rsidRDefault="00F96531" w:rsidP="00F96531">
      <w:r>
        <w:t>301.2110</w:t>
      </w:r>
      <w:r>
        <w:tab/>
        <w:t>2.845e0</w:t>
      </w:r>
    </w:p>
    <w:p w:rsidR="00F96531" w:rsidRDefault="00F96531" w:rsidP="00F96531">
      <w:r>
        <w:t>301.2180</w:t>
      </w:r>
      <w:r>
        <w:tab/>
        <w:t>1.013e0</w:t>
      </w:r>
    </w:p>
    <w:p w:rsidR="00F96531" w:rsidRDefault="00F96531" w:rsidP="00F96531">
      <w:r>
        <w:t>301.2209</w:t>
      </w:r>
      <w:r>
        <w:tab/>
        <w:t>1.887e0</w:t>
      </w:r>
    </w:p>
    <w:p w:rsidR="00F96531" w:rsidRDefault="00F96531" w:rsidP="00F96531">
      <w:r>
        <w:t>301.2284</w:t>
      </w:r>
      <w:r>
        <w:tab/>
        <w:t>1.013e0</w:t>
      </w:r>
    </w:p>
    <w:p w:rsidR="00F96531" w:rsidRDefault="00F96531" w:rsidP="00F96531">
      <w:r>
        <w:lastRenderedPageBreak/>
        <w:t>301.2411</w:t>
      </w:r>
      <w:r>
        <w:tab/>
        <w:t>2.025e0</w:t>
      </w:r>
    </w:p>
    <w:p w:rsidR="00F96531" w:rsidRDefault="00F96531" w:rsidP="00F96531">
      <w:r>
        <w:t>301.2722</w:t>
      </w:r>
      <w:r>
        <w:tab/>
        <w:t>5.063e0</w:t>
      </w:r>
    </w:p>
    <w:p w:rsidR="00F96531" w:rsidRDefault="00F96531" w:rsidP="00F96531">
      <w:r>
        <w:t>301.2758</w:t>
      </w:r>
      <w:r>
        <w:tab/>
        <w:t>2.025e0</w:t>
      </w:r>
    </w:p>
    <w:p w:rsidR="00F96531" w:rsidRDefault="00F96531" w:rsidP="00F96531">
      <w:r>
        <w:t>301.2910</w:t>
      </w:r>
      <w:r>
        <w:tab/>
        <w:t>2.025e0</w:t>
      </w:r>
    </w:p>
    <w:p w:rsidR="00F96531" w:rsidRDefault="00F96531" w:rsidP="00F96531">
      <w:r>
        <w:t>301.2933</w:t>
      </w:r>
      <w:r>
        <w:tab/>
        <w:t>1.013e1</w:t>
      </w:r>
    </w:p>
    <w:p w:rsidR="00F96531" w:rsidRDefault="00F96531" w:rsidP="00F96531">
      <w:r>
        <w:t>301.3254</w:t>
      </w:r>
      <w:r>
        <w:tab/>
        <w:t>1.013e0</w:t>
      </w:r>
    </w:p>
    <w:p w:rsidR="00F96531" w:rsidRDefault="00F96531" w:rsidP="00F96531">
      <w:r>
        <w:t>301.4158</w:t>
      </w:r>
      <w:r>
        <w:tab/>
        <w:t>1.013e0</w:t>
      </w:r>
    </w:p>
    <w:p w:rsidR="00F96531" w:rsidRDefault="00F96531" w:rsidP="00F96531">
      <w:r>
        <w:t>301.4312</w:t>
      </w:r>
      <w:r>
        <w:tab/>
        <w:t>1.013e0</w:t>
      </w:r>
    </w:p>
    <w:p w:rsidR="00F96531" w:rsidRDefault="00F96531" w:rsidP="00F96531">
      <w:r>
        <w:t>301.4808</w:t>
      </w:r>
      <w:r>
        <w:tab/>
        <w:t>1.013e0</w:t>
      </w:r>
    </w:p>
    <w:p w:rsidR="00F96531" w:rsidRDefault="00F96531" w:rsidP="00F96531">
      <w:r>
        <w:t>301.4903</w:t>
      </w:r>
      <w:r>
        <w:tab/>
        <w:t>1.013e0</w:t>
      </w:r>
    </w:p>
    <w:p w:rsidR="00F96531" w:rsidRDefault="00F96531" w:rsidP="00F96531">
      <w:r>
        <w:t>301.4924</w:t>
      </w:r>
      <w:r>
        <w:tab/>
        <w:t>2.025e0</w:t>
      </w:r>
    </w:p>
    <w:p w:rsidR="00F96531" w:rsidRDefault="00F96531" w:rsidP="00F96531">
      <w:r>
        <w:t>301.5245</w:t>
      </w:r>
      <w:r>
        <w:tab/>
        <w:t>1.013e0</w:t>
      </w:r>
    </w:p>
    <w:p w:rsidR="00F96531" w:rsidRDefault="00F96531" w:rsidP="00F96531">
      <w:r>
        <w:t>301.5272</w:t>
      </w:r>
      <w:r>
        <w:tab/>
        <w:t>1.013e0</w:t>
      </w:r>
    </w:p>
    <w:p w:rsidR="00F96531" w:rsidRDefault="00F96531" w:rsidP="00F96531">
      <w:r>
        <w:t>301.5353</w:t>
      </w:r>
      <w:r>
        <w:tab/>
        <w:t>1.013e0</w:t>
      </w:r>
    </w:p>
    <w:p w:rsidR="00F96531" w:rsidRDefault="00F96531" w:rsidP="00F96531">
      <w:r>
        <w:t>301.5519</w:t>
      </w:r>
      <w:r>
        <w:tab/>
        <w:t>1.013e0</w:t>
      </w:r>
    </w:p>
    <w:p w:rsidR="00F96531" w:rsidRDefault="00F96531" w:rsidP="00F96531">
      <w:r>
        <w:t>301.5605</w:t>
      </w:r>
      <w:r>
        <w:tab/>
        <w:t>1.013e0</w:t>
      </w:r>
    </w:p>
    <w:p w:rsidR="00F96531" w:rsidRDefault="00F96531" w:rsidP="00F96531">
      <w:r>
        <w:t>301.5844</w:t>
      </w:r>
      <w:r>
        <w:tab/>
        <w:t>1.013e0</w:t>
      </w:r>
    </w:p>
    <w:p w:rsidR="00F96531" w:rsidRDefault="00F96531" w:rsidP="00F96531">
      <w:r>
        <w:t>301.5870</w:t>
      </w:r>
      <w:r>
        <w:tab/>
        <w:t>1.013e0</w:t>
      </w:r>
    </w:p>
    <w:p w:rsidR="00F96531" w:rsidRDefault="00F96531" w:rsidP="00F96531">
      <w:r>
        <w:t>301.5950</w:t>
      </w:r>
      <w:r>
        <w:tab/>
        <w:t>1.013e0</w:t>
      </w:r>
    </w:p>
    <w:p w:rsidR="00F96531" w:rsidRDefault="00F96531" w:rsidP="00F96531">
      <w:r>
        <w:lastRenderedPageBreak/>
        <w:t>301.6203</w:t>
      </w:r>
      <w:r>
        <w:tab/>
        <w:t>1.013e0</w:t>
      </w:r>
    </w:p>
    <w:p w:rsidR="00F96531" w:rsidRDefault="00F96531" w:rsidP="00F96531">
      <w:r>
        <w:t>301.6329</w:t>
      </w:r>
      <w:r>
        <w:tab/>
        <w:t>2.025e0</w:t>
      </w:r>
    </w:p>
    <w:p w:rsidR="00F96531" w:rsidRDefault="00F96531" w:rsidP="00F96531">
      <w:r>
        <w:t>301.6522</w:t>
      </w:r>
      <w:r>
        <w:tab/>
        <w:t>1.013e0</w:t>
      </w:r>
    </w:p>
    <w:p w:rsidR="00F96531" w:rsidRDefault="00F96531" w:rsidP="00F96531">
      <w:r>
        <w:t>301.6616</w:t>
      </w:r>
      <w:r>
        <w:tab/>
        <w:t>1.013e0</w:t>
      </w:r>
    </w:p>
    <w:p w:rsidR="00F96531" w:rsidRDefault="00F96531" w:rsidP="00F96531">
      <w:r>
        <w:t>301.6720</w:t>
      </w:r>
      <w:r>
        <w:tab/>
        <w:t>1.013e0</w:t>
      </w:r>
    </w:p>
    <w:p w:rsidR="00F96531" w:rsidRDefault="00F96531" w:rsidP="00F96531">
      <w:r>
        <w:t>301.6840</w:t>
      </w:r>
      <w:r>
        <w:tab/>
        <w:t>1.013e0</w:t>
      </w:r>
    </w:p>
    <w:p w:rsidR="00F96531" w:rsidRDefault="00F96531" w:rsidP="00F96531">
      <w:r>
        <w:t>301.6886</w:t>
      </w:r>
      <w:r>
        <w:tab/>
        <w:t>2.025e0</w:t>
      </w:r>
    </w:p>
    <w:p w:rsidR="00F96531" w:rsidRDefault="00F96531" w:rsidP="00F96531">
      <w:r>
        <w:t>301.6932</w:t>
      </w:r>
      <w:r>
        <w:tab/>
        <w:t>1.013e0</w:t>
      </w:r>
    </w:p>
    <w:p w:rsidR="00F96531" w:rsidRDefault="00F96531" w:rsidP="00F96531">
      <w:r>
        <w:t>301.7165</w:t>
      </w:r>
      <w:r>
        <w:tab/>
        <w:t>1.013e0</w:t>
      </w:r>
    </w:p>
    <w:p w:rsidR="00F96531" w:rsidRDefault="00F96531" w:rsidP="00F96531">
      <w:r>
        <w:t>301.7195</w:t>
      </w:r>
      <w:r>
        <w:tab/>
        <w:t>4.051e0</w:t>
      </w:r>
    </w:p>
    <w:p w:rsidR="00F96531" w:rsidRDefault="00F96531" w:rsidP="00F96531">
      <w:r>
        <w:t>301.7317</w:t>
      </w:r>
      <w:r>
        <w:tab/>
        <w:t>1.013e0</w:t>
      </w:r>
    </w:p>
    <w:p w:rsidR="00F96531" w:rsidRDefault="00F96531" w:rsidP="00F96531">
      <w:r>
        <w:t>301.7385</w:t>
      </w:r>
      <w:r>
        <w:tab/>
        <w:t>1.013e0</w:t>
      </w:r>
    </w:p>
    <w:p w:rsidR="00F96531" w:rsidRDefault="00F96531" w:rsidP="00F96531">
      <w:r>
        <w:t>301.7702</w:t>
      </w:r>
      <w:r>
        <w:tab/>
        <w:t>1.013e0</w:t>
      </w:r>
    </w:p>
    <w:p w:rsidR="00F96531" w:rsidRDefault="00F96531" w:rsidP="00F96531">
      <w:r>
        <w:t>301.7901</w:t>
      </w:r>
      <w:r>
        <w:tab/>
        <w:t>1.013e0</w:t>
      </w:r>
    </w:p>
    <w:p w:rsidR="00F96531" w:rsidRDefault="00F96531" w:rsidP="00F96531">
      <w:r>
        <w:t>301.7982</w:t>
      </w:r>
      <w:r>
        <w:tab/>
        <w:t>1.013e0</w:t>
      </w:r>
    </w:p>
    <w:p w:rsidR="00F96531" w:rsidRDefault="00F96531" w:rsidP="00F96531">
      <w:r>
        <w:t>301.8414</w:t>
      </w:r>
      <w:r>
        <w:tab/>
        <w:t>1.013e0</w:t>
      </w:r>
    </w:p>
    <w:p w:rsidR="00F96531" w:rsidRDefault="00F96531" w:rsidP="00F96531">
      <w:r>
        <w:t>301.8459</w:t>
      </w:r>
      <w:r>
        <w:tab/>
        <w:t>1.013e0</w:t>
      </w:r>
    </w:p>
    <w:p w:rsidR="00F96531" w:rsidRDefault="00F96531" w:rsidP="00F96531">
      <w:r>
        <w:t>301.9196</w:t>
      </w:r>
      <w:r>
        <w:tab/>
        <w:t>2.025e0</w:t>
      </w:r>
    </w:p>
    <w:p w:rsidR="00F96531" w:rsidRDefault="00F96531" w:rsidP="00F96531">
      <w:r>
        <w:t>301.9376</w:t>
      </w:r>
      <w:r>
        <w:tab/>
        <w:t>1.013e0</w:t>
      </w:r>
    </w:p>
    <w:p w:rsidR="00F96531" w:rsidRDefault="00F96531" w:rsidP="00F96531">
      <w:r>
        <w:lastRenderedPageBreak/>
        <w:t>301.9526</w:t>
      </w:r>
      <w:r>
        <w:tab/>
        <w:t>1.013e0</w:t>
      </w:r>
    </w:p>
    <w:p w:rsidR="00F96531" w:rsidRDefault="00F96531" w:rsidP="00F96531">
      <w:r>
        <w:t>301.9859</w:t>
      </w:r>
      <w:r>
        <w:tab/>
        <w:t>2.602e0</w:t>
      </w:r>
    </w:p>
    <w:p w:rsidR="00F96531" w:rsidRDefault="00F96531" w:rsidP="00F96531">
      <w:r>
        <w:t>302.0109</w:t>
      </w:r>
      <w:r>
        <w:tab/>
        <w:t>4.982e0</w:t>
      </w:r>
    </w:p>
    <w:p w:rsidR="00F96531" w:rsidRDefault="00F96531" w:rsidP="00F96531">
      <w:r>
        <w:t>302.0186</w:t>
      </w:r>
      <w:r>
        <w:tab/>
        <w:t>1.837e1</w:t>
      </w:r>
    </w:p>
    <w:p w:rsidR="00F96531" w:rsidRDefault="00F96531" w:rsidP="00F96531">
      <w:r>
        <w:t>302.0197</w:t>
      </w:r>
      <w:r>
        <w:tab/>
        <w:t>3.167e1</w:t>
      </w:r>
    </w:p>
    <w:p w:rsidR="00F96531" w:rsidRDefault="00F96531" w:rsidP="00F96531">
      <w:r>
        <w:t>302.0259</w:t>
      </w:r>
      <w:r>
        <w:tab/>
        <w:t>5.308e0</w:t>
      </w:r>
    </w:p>
    <w:p w:rsidR="00F96531" w:rsidRDefault="00F96531" w:rsidP="00F96531">
      <w:r>
        <w:t>302.0294</w:t>
      </w:r>
      <w:r>
        <w:tab/>
        <w:t>1.363e1</w:t>
      </w:r>
    </w:p>
    <w:p w:rsidR="00F96531" w:rsidRDefault="00F96531" w:rsidP="00F96531">
      <w:r>
        <w:t>302.0436</w:t>
      </w:r>
      <w:r>
        <w:tab/>
        <w:t>3.343e0</w:t>
      </w:r>
    </w:p>
    <w:p w:rsidR="00F96531" w:rsidRDefault="00F96531" w:rsidP="00F96531">
      <w:r>
        <w:t>302.0784</w:t>
      </w:r>
      <w:r>
        <w:tab/>
        <w:t>1.013e0</w:t>
      </w:r>
    </w:p>
    <w:p w:rsidR="00F96531" w:rsidRDefault="00F96531" w:rsidP="00F96531">
      <w:r>
        <w:t>302.1014</w:t>
      </w:r>
      <w:r>
        <w:tab/>
        <w:t>2.788e0</w:t>
      </w:r>
    </w:p>
    <w:p w:rsidR="00F96531" w:rsidRDefault="00F96531" w:rsidP="00F96531">
      <w:r>
        <w:t>302.1270</w:t>
      </w:r>
      <w:r>
        <w:tab/>
        <w:t>1.013e0</w:t>
      </w:r>
    </w:p>
    <w:p w:rsidR="00F96531" w:rsidRDefault="00F96531" w:rsidP="00F96531">
      <w:r>
        <w:t>302.1282</w:t>
      </w:r>
      <w:r>
        <w:tab/>
        <w:t>1.335e0</w:t>
      </w:r>
    </w:p>
    <w:p w:rsidR="00F96531" w:rsidRDefault="00F96531" w:rsidP="00F96531">
      <w:r>
        <w:t>302.1381</w:t>
      </w:r>
      <w:r>
        <w:tab/>
        <w:t>1.013e0</w:t>
      </w:r>
    </w:p>
    <w:p w:rsidR="00F96531" w:rsidRDefault="00F96531" w:rsidP="00F96531">
      <w:r>
        <w:t>302.1422</w:t>
      </w:r>
      <w:r>
        <w:tab/>
        <w:t>3.038e0</w:t>
      </w:r>
    </w:p>
    <w:p w:rsidR="00F96531" w:rsidRDefault="00F96531" w:rsidP="00F96531">
      <w:r>
        <w:t>302.1484</w:t>
      </w:r>
      <w:r>
        <w:tab/>
        <w:t>2.025e0</w:t>
      </w:r>
    </w:p>
    <w:p w:rsidR="00F96531" w:rsidRDefault="00F96531" w:rsidP="00F96531">
      <w:r>
        <w:t>302.1726</w:t>
      </w:r>
      <w:r>
        <w:tab/>
        <w:t>2.221e0</w:t>
      </w:r>
    </w:p>
    <w:p w:rsidR="00F96531" w:rsidRDefault="00F96531" w:rsidP="00F96531">
      <w:r>
        <w:t>302.1833</w:t>
      </w:r>
      <w:r>
        <w:tab/>
        <w:t>1.013e0</w:t>
      </w:r>
    </w:p>
    <w:p w:rsidR="00F96531" w:rsidRDefault="00F96531" w:rsidP="00F96531">
      <w:r>
        <w:t>302.1966</w:t>
      </w:r>
      <w:r>
        <w:tab/>
        <w:t>1.013e0</w:t>
      </w:r>
    </w:p>
    <w:p w:rsidR="00F96531" w:rsidRDefault="00F96531" w:rsidP="00F96531">
      <w:r>
        <w:t>302.1999</w:t>
      </w:r>
      <w:r>
        <w:tab/>
        <w:t>3.038e0</w:t>
      </w:r>
    </w:p>
    <w:p w:rsidR="00F96531" w:rsidRDefault="00F96531" w:rsidP="00F96531">
      <w:r>
        <w:lastRenderedPageBreak/>
        <w:t>302.2106</w:t>
      </w:r>
      <w:r>
        <w:tab/>
        <w:t>3.664e0</w:t>
      </w:r>
    </w:p>
    <w:p w:rsidR="00F96531" w:rsidRDefault="00F96531" w:rsidP="00F96531">
      <w:r>
        <w:t>302.2136</w:t>
      </w:r>
      <w:r>
        <w:tab/>
        <w:t>1.748e0</w:t>
      </w:r>
    </w:p>
    <w:p w:rsidR="00F96531" w:rsidRDefault="00F96531" w:rsidP="00F96531">
      <w:r>
        <w:t>302.2237</w:t>
      </w:r>
      <w:r>
        <w:tab/>
        <w:t>2.025e0</w:t>
      </w:r>
    </w:p>
    <w:p w:rsidR="00F96531" w:rsidRDefault="00F96531" w:rsidP="00F96531">
      <w:r>
        <w:t>302.2263</w:t>
      </w:r>
      <w:r>
        <w:tab/>
        <w:t>2.025e0</w:t>
      </w:r>
    </w:p>
    <w:p w:rsidR="00F96531" w:rsidRDefault="00F96531" w:rsidP="00F96531">
      <w:r>
        <w:t>302.2283</w:t>
      </w:r>
      <w:r>
        <w:tab/>
        <w:t>3.038e0</w:t>
      </w:r>
    </w:p>
    <w:p w:rsidR="00F96531" w:rsidRDefault="00F96531" w:rsidP="00F96531">
      <w:r>
        <w:t>302.2467</w:t>
      </w:r>
      <w:r>
        <w:tab/>
        <w:t>3.038e0</w:t>
      </w:r>
    </w:p>
    <w:p w:rsidR="00F96531" w:rsidRDefault="00F96531" w:rsidP="00F96531">
      <w:r>
        <w:t>302.2537</w:t>
      </w:r>
      <w:r>
        <w:tab/>
        <w:t>2.025e0</w:t>
      </w:r>
    </w:p>
    <w:p w:rsidR="00F96531" w:rsidRDefault="00F96531" w:rsidP="00F96531">
      <w:r>
        <w:t>302.2700</w:t>
      </w:r>
      <w:r>
        <w:tab/>
        <w:t>2.025e0</w:t>
      </w:r>
    </w:p>
    <w:p w:rsidR="00F96531" w:rsidRDefault="00F96531" w:rsidP="00F96531">
      <w:r>
        <w:t>302.2884</w:t>
      </w:r>
      <w:r>
        <w:tab/>
        <w:t>1.013e0</w:t>
      </w:r>
    </w:p>
    <w:p w:rsidR="00F96531" w:rsidRDefault="00F96531" w:rsidP="00F96531">
      <w:r>
        <w:t>302.2987</w:t>
      </w:r>
      <w:r>
        <w:tab/>
        <w:t>1.013e0</w:t>
      </w:r>
    </w:p>
    <w:p w:rsidR="00F96531" w:rsidRDefault="00F96531" w:rsidP="00F96531">
      <w:r>
        <w:t>302.3134</w:t>
      </w:r>
      <w:r>
        <w:tab/>
        <w:t>1.013e0</w:t>
      </w:r>
    </w:p>
    <w:p w:rsidR="00F96531" w:rsidRDefault="00F96531" w:rsidP="00F96531">
      <w:r>
        <w:t>302.3400</w:t>
      </w:r>
      <w:r>
        <w:tab/>
        <w:t>1.013e0</w:t>
      </w:r>
    </w:p>
    <w:p w:rsidR="00F96531" w:rsidRDefault="00F96531" w:rsidP="00F96531">
      <w:r>
        <w:t>302.3495</w:t>
      </w:r>
      <w:r>
        <w:tab/>
        <w:t>1.013e0</w:t>
      </w:r>
    </w:p>
    <w:p w:rsidR="00F96531" w:rsidRDefault="00F96531" w:rsidP="00F96531">
      <w:r>
        <w:t>302.3647</w:t>
      </w:r>
      <w:r>
        <w:tab/>
        <w:t>1.013e0</w:t>
      </w:r>
    </w:p>
    <w:p w:rsidR="00F96531" w:rsidRDefault="00F96531" w:rsidP="00F96531">
      <w:r>
        <w:t>302.3733</w:t>
      </w:r>
      <w:r>
        <w:tab/>
        <w:t>1.013e0</w:t>
      </w:r>
    </w:p>
    <w:p w:rsidR="00F96531" w:rsidRDefault="00F96531" w:rsidP="00F96531">
      <w:r>
        <w:t>302.3909</w:t>
      </w:r>
      <w:r>
        <w:tab/>
        <w:t>1.013e0</w:t>
      </w:r>
    </w:p>
    <w:p w:rsidR="00F96531" w:rsidRDefault="00F96531" w:rsidP="00F96531">
      <w:r>
        <w:t>302.4011</w:t>
      </w:r>
      <w:r>
        <w:tab/>
        <w:t>1.013e0</w:t>
      </w:r>
    </w:p>
    <w:p w:rsidR="00F96531" w:rsidRDefault="00F96531" w:rsidP="00F96531">
      <w:r>
        <w:t>302.4038</w:t>
      </w:r>
      <w:r>
        <w:tab/>
        <w:t>3.038e0</w:t>
      </w:r>
    </w:p>
    <w:p w:rsidR="00F96531" w:rsidRDefault="00F96531" w:rsidP="00F96531">
      <w:r>
        <w:t>302.4239</w:t>
      </w:r>
      <w:r>
        <w:tab/>
        <w:t>2.025e0</w:t>
      </w:r>
    </w:p>
    <w:p w:rsidR="00F96531" w:rsidRDefault="00F96531" w:rsidP="00F96531">
      <w:r>
        <w:lastRenderedPageBreak/>
        <w:t>302.4358</w:t>
      </w:r>
      <w:r>
        <w:tab/>
        <w:t>1.013e0</w:t>
      </w:r>
    </w:p>
    <w:p w:rsidR="00F96531" w:rsidRDefault="00F96531" w:rsidP="00F96531">
      <w:r>
        <w:t>302.4450</w:t>
      </w:r>
      <w:r>
        <w:tab/>
        <w:t>2.025e0</w:t>
      </w:r>
    </w:p>
    <w:p w:rsidR="00F96531" w:rsidRDefault="00F96531" w:rsidP="00F96531">
      <w:r>
        <w:t>302.4610</w:t>
      </w:r>
      <w:r>
        <w:tab/>
        <w:t>1.013e0</w:t>
      </w:r>
    </w:p>
    <w:p w:rsidR="00F96531" w:rsidRDefault="00F96531" w:rsidP="00F96531">
      <w:r>
        <w:t>302.4637</w:t>
      </w:r>
      <w:r>
        <w:tab/>
        <w:t>2.025e0</w:t>
      </w:r>
    </w:p>
    <w:p w:rsidR="00F96531" w:rsidRDefault="00F96531" w:rsidP="00F96531">
      <w:r>
        <w:t>302.4888</w:t>
      </w:r>
      <w:r>
        <w:tab/>
        <w:t>1.013e0</w:t>
      </w:r>
    </w:p>
    <w:p w:rsidR="00F96531" w:rsidRDefault="00F96531" w:rsidP="00F96531">
      <w:r>
        <w:t>302.4930</w:t>
      </w:r>
      <w:r>
        <w:tab/>
        <w:t>1.013e0</w:t>
      </w:r>
    </w:p>
    <w:p w:rsidR="00F96531" w:rsidRDefault="00F96531" w:rsidP="00F96531">
      <w:r>
        <w:t>302.5068</w:t>
      </w:r>
      <w:r>
        <w:tab/>
        <w:t>4.051e0</w:t>
      </w:r>
    </w:p>
    <w:p w:rsidR="00F96531" w:rsidRDefault="00F96531" w:rsidP="00F96531">
      <w:r>
        <w:t>302.5167</w:t>
      </w:r>
      <w:r>
        <w:tab/>
        <w:t>1.013e0</w:t>
      </w:r>
    </w:p>
    <w:p w:rsidR="00F96531" w:rsidRDefault="00F96531" w:rsidP="00F96531">
      <w:r>
        <w:t>302.5234</w:t>
      </w:r>
      <w:r>
        <w:tab/>
        <w:t>2.025e0</w:t>
      </w:r>
    </w:p>
    <w:p w:rsidR="00F96531" w:rsidRDefault="00F96531" w:rsidP="00F96531">
      <w:r>
        <w:t>302.5433</w:t>
      </w:r>
      <w:r>
        <w:tab/>
        <w:t>1.013e0</w:t>
      </w:r>
    </w:p>
    <w:p w:rsidR="00F96531" w:rsidRDefault="00F96531" w:rsidP="00F96531">
      <w:r>
        <w:t>302.5446</w:t>
      </w:r>
      <w:r>
        <w:tab/>
        <w:t>1.013e0</w:t>
      </w:r>
    </w:p>
    <w:p w:rsidR="00F96531" w:rsidRDefault="00F96531" w:rsidP="00F96531">
      <w:r>
        <w:t>302.5516</w:t>
      </w:r>
      <w:r>
        <w:tab/>
        <w:t>1.673e0</w:t>
      </w:r>
    </w:p>
    <w:p w:rsidR="00F96531" w:rsidRDefault="00F96531" w:rsidP="00F96531">
      <w:r>
        <w:t>302.5627</w:t>
      </w:r>
      <w:r>
        <w:tab/>
        <w:t>1.013e0</w:t>
      </w:r>
    </w:p>
    <w:p w:rsidR="00F96531" w:rsidRDefault="00F96531" w:rsidP="00F96531">
      <w:r>
        <w:t>302.5652</w:t>
      </w:r>
      <w:r>
        <w:tab/>
        <w:t>3.038e0</w:t>
      </w:r>
    </w:p>
    <w:p w:rsidR="00F96531" w:rsidRDefault="00F96531" w:rsidP="00F96531">
      <w:r>
        <w:t>302.5944</w:t>
      </w:r>
      <w:r>
        <w:tab/>
        <w:t>1.013e0</w:t>
      </w:r>
    </w:p>
    <w:p w:rsidR="00F96531" w:rsidRDefault="00F96531" w:rsidP="00F96531">
      <w:r>
        <w:t>302.6072</w:t>
      </w:r>
      <w:r>
        <w:tab/>
        <w:t>1.013e0</w:t>
      </w:r>
    </w:p>
    <w:p w:rsidR="00F96531" w:rsidRDefault="00F96531" w:rsidP="00F96531">
      <w:r>
        <w:t>302.6233</w:t>
      </w:r>
      <w:r>
        <w:tab/>
        <w:t>1.013e0</w:t>
      </w:r>
    </w:p>
    <w:p w:rsidR="00F96531" w:rsidRDefault="00F96531" w:rsidP="00F96531">
      <w:r>
        <w:t>302.6271</w:t>
      </w:r>
      <w:r>
        <w:tab/>
        <w:t>1.013e0</w:t>
      </w:r>
    </w:p>
    <w:p w:rsidR="00F96531" w:rsidRDefault="00F96531" w:rsidP="00F96531">
      <w:r>
        <w:t>302.6390</w:t>
      </w:r>
      <w:r>
        <w:tab/>
        <w:t>1.013e0</w:t>
      </w:r>
    </w:p>
    <w:p w:rsidR="00F96531" w:rsidRDefault="00F96531" w:rsidP="00F96531">
      <w:r>
        <w:lastRenderedPageBreak/>
        <w:t>302.6404</w:t>
      </w:r>
      <w:r>
        <w:tab/>
        <w:t>1.013e0</w:t>
      </w:r>
    </w:p>
    <w:p w:rsidR="00F96531" w:rsidRDefault="00F96531" w:rsidP="00F96531">
      <w:r>
        <w:t>302.6563</w:t>
      </w:r>
      <w:r>
        <w:tab/>
        <w:t>1.013e0</w:t>
      </w:r>
    </w:p>
    <w:p w:rsidR="00F96531" w:rsidRDefault="00F96531" w:rsidP="00F96531">
      <w:r>
        <w:t>302.6670</w:t>
      </w:r>
      <w:r>
        <w:tab/>
        <w:t>1.013e0</w:t>
      </w:r>
    </w:p>
    <w:p w:rsidR="00F96531" w:rsidRDefault="00F96531" w:rsidP="00F96531">
      <w:r>
        <w:t>302.6770</w:t>
      </w:r>
      <w:r>
        <w:tab/>
        <w:t>1.013e0</w:t>
      </w:r>
    </w:p>
    <w:p w:rsidR="00F96531" w:rsidRDefault="00F96531" w:rsidP="00F96531">
      <w:r>
        <w:t>302.6783</w:t>
      </w:r>
      <w:r>
        <w:tab/>
        <w:t>1.013e0</w:t>
      </w:r>
    </w:p>
    <w:p w:rsidR="00F96531" w:rsidRDefault="00F96531" w:rsidP="00F96531">
      <w:r>
        <w:t>302.6962</w:t>
      </w:r>
      <w:r>
        <w:tab/>
        <w:t>1.013e0</w:t>
      </w:r>
    </w:p>
    <w:p w:rsidR="00F96531" w:rsidRDefault="00F96531" w:rsidP="00F96531">
      <w:r>
        <w:t>302.7058</w:t>
      </w:r>
      <w:r>
        <w:tab/>
        <w:t>1.013e0</w:t>
      </w:r>
    </w:p>
    <w:p w:rsidR="00F96531" w:rsidRDefault="00F96531" w:rsidP="00F96531">
      <w:r>
        <w:t>302.7148</w:t>
      </w:r>
      <w:r>
        <w:tab/>
        <w:t>1.013e0</w:t>
      </w:r>
    </w:p>
    <w:p w:rsidR="00F96531" w:rsidRDefault="00F96531" w:rsidP="00F96531">
      <w:r>
        <w:t>302.7609</w:t>
      </w:r>
      <w:r>
        <w:tab/>
        <w:t>2.025e0</w:t>
      </w:r>
    </w:p>
    <w:p w:rsidR="00F96531" w:rsidRDefault="00F96531" w:rsidP="00F96531">
      <w:r>
        <w:t>302.7627</w:t>
      </w:r>
      <w:r>
        <w:tab/>
        <w:t>2.025e0</w:t>
      </w:r>
    </w:p>
    <w:p w:rsidR="00F96531" w:rsidRDefault="00F96531" w:rsidP="00F96531">
      <w:r>
        <w:t>302.7668</w:t>
      </w:r>
      <w:r>
        <w:tab/>
        <w:t>3.038e0</w:t>
      </w:r>
    </w:p>
    <w:p w:rsidR="00F96531" w:rsidRDefault="00F96531" w:rsidP="00F96531">
      <w:r>
        <w:t>302.7786</w:t>
      </w:r>
      <w:r>
        <w:tab/>
        <w:t>1.013e0</w:t>
      </w:r>
    </w:p>
    <w:p w:rsidR="00F96531" w:rsidRDefault="00F96531" w:rsidP="00F96531">
      <w:r>
        <w:t>302.7839</w:t>
      </w:r>
      <w:r>
        <w:tab/>
        <w:t>2.025e0</w:t>
      </w:r>
    </w:p>
    <w:p w:rsidR="00F96531" w:rsidRDefault="00F96531" w:rsidP="00F96531">
      <w:r>
        <w:t>302.8078</w:t>
      </w:r>
      <w:r>
        <w:tab/>
        <w:t>2.025e0</w:t>
      </w:r>
    </w:p>
    <w:p w:rsidR="00F96531" w:rsidRDefault="00F96531" w:rsidP="00F96531">
      <w:r>
        <w:t>302.8489</w:t>
      </w:r>
      <w:r>
        <w:tab/>
        <w:t>1.013e0</w:t>
      </w:r>
    </w:p>
    <w:p w:rsidR="00F96531" w:rsidRDefault="00F96531" w:rsidP="00F96531">
      <w:r>
        <w:t>302.8622</w:t>
      </w:r>
      <w:r>
        <w:tab/>
        <w:t>1.013e0</w:t>
      </w:r>
    </w:p>
    <w:p w:rsidR="00F96531" w:rsidRDefault="00F96531" w:rsidP="00F96531">
      <w:r>
        <w:t>302.8864</w:t>
      </w:r>
      <w:r>
        <w:tab/>
        <w:t>2.025e0</w:t>
      </w:r>
    </w:p>
    <w:p w:rsidR="00F96531" w:rsidRDefault="00F96531" w:rsidP="00F96531">
      <w:r>
        <w:t>302.8914</w:t>
      </w:r>
      <w:r>
        <w:tab/>
        <w:t>1.013e0</w:t>
      </w:r>
    </w:p>
    <w:p w:rsidR="00F96531" w:rsidRDefault="00F96531" w:rsidP="00F96531">
      <w:r>
        <w:t>302.8982</w:t>
      </w:r>
      <w:r>
        <w:tab/>
        <w:t>1.013e0</w:t>
      </w:r>
    </w:p>
    <w:p w:rsidR="00F96531" w:rsidRDefault="00F96531" w:rsidP="00F96531">
      <w:r>
        <w:lastRenderedPageBreak/>
        <w:t>302.9095</w:t>
      </w:r>
      <w:r>
        <w:tab/>
        <w:t>1.013e0</w:t>
      </w:r>
    </w:p>
    <w:p w:rsidR="00F96531" w:rsidRDefault="00F96531" w:rsidP="00F96531">
      <w:r>
        <w:t>302.9370</w:t>
      </w:r>
      <w:r>
        <w:tab/>
        <w:t>1.013e0</w:t>
      </w:r>
    </w:p>
    <w:p w:rsidR="00F96531" w:rsidRDefault="00F96531" w:rsidP="00F96531">
      <w:r>
        <w:t>302.9473</w:t>
      </w:r>
      <w:r>
        <w:tab/>
        <w:t>1.013e0</w:t>
      </w:r>
    </w:p>
    <w:p w:rsidR="00F96531" w:rsidRDefault="00F96531" w:rsidP="00F96531">
      <w:r>
        <w:t>303.0301</w:t>
      </w:r>
      <w:r>
        <w:tab/>
        <w:t>3.829e1</w:t>
      </w:r>
    </w:p>
    <w:p w:rsidR="00F96531" w:rsidRDefault="00F96531" w:rsidP="00F96531">
      <w:r>
        <w:t>303.0317</w:t>
      </w:r>
      <w:r>
        <w:tab/>
        <w:t>5.275e1</w:t>
      </w:r>
    </w:p>
    <w:p w:rsidR="00F96531" w:rsidRDefault="00F96531" w:rsidP="00F96531">
      <w:r>
        <w:t>303.0330</w:t>
      </w:r>
      <w:r>
        <w:tab/>
        <w:t>1.853e2</w:t>
      </w:r>
    </w:p>
    <w:p w:rsidR="00F96531" w:rsidRDefault="00F96531" w:rsidP="00F96531">
      <w:r>
        <w:t>303.0375</w:t>
      </w:r>
      <w:r>
        <w:tab/>
        <w:t>4.364e1</w:t>
      </w:r>
    </w:p>
    <w:p w:rsidR="00F96531" w:rsidRDefault="00F96531" w:rsidP="00F96531">
      <w:r>
        <w:t>303.0853</w:t>
      </w:r>
      <w:r>
        <w:tab/>
        <w:t>5.063e0</w:t>
      </w:r>
    </w:p>
    <w:p w:rsidR="00F96531" w:rsidRDefault="00F96531" w:rsidP="00F96531">
      <w:r>
        <w:t>303.0996</w:t>
      </w:r>
      <w:r>
        <w:tab/>
        <w:t>7.071e0</w:t>
      </w:r>
    </w:p>
    <w:p w:rsidR="00F96531" w:rsidRDefault="00F96531" w:rsidP="00F96531">
      <w:r>
        <w:t>303.1064</w:t>
      </w:r>
      <w:r>
        <w:tab/>
        <w:t>3.038e0</w:t>
      </w:r>
    </w:p>
    <w:p w:rsidR="00F96531" w:rsidRDefault="00F96531" w:rsidP="00F96531">
      <w:r>
        <w:t>303.1120</w:t>
      </w:r>
      <w:r>
        <w:tab/>
        <w:t>1.013e0</w:t>
      </w:r>
    </w:p>
    <w:p w:rsidR="00F96531" w:rsidRDefault="00F96531" w:rsidP="00F96531">
      <w:r>
        <w:t>303.1340</w:t>
      </w:r>
      <w:r>
        <w:tab/>
        <w:t>2.408e0</w:t>
      </w:r>
    </w:p>
    <w:p w:rsidR="00F96531" w:rsidRDefault="00F96531" w:rsidP="00F96531">
      <w:r>
        <w:t>303.1373</w:t>
      </w:r>
      <w:r>
        <w:tab/>
        <w:t>3.218e0</w:t>
      </w:r>
    </w:p>
    <w:p w:rsidR="00F96531" w:rsidRDefault="00F96531" w:rsidP="00F96531">
      <w:r>
        <w:t>303.1571</w:t>
      </w:r>
      <w:r>
        <w:tab/>
        <w:t>2.025e0</w:t>
      </w:r>
    </w:p>
    <w:p w:rsidR="00F96531" w:rsidRDefault="00F96531" w:rsidP="00F96531">
      <w:r>
        <w:t>303.1616</w:t>
      </w:r>
      <w:r>
        <w:tab/>
        <w:t>1.013e0</w:t>
      </w:r>
    </w:p>
    <w:p w:rsidR="00F96531" w:rsidRDefault="00F96531" w:rsidP="00F96531">
      <w:r>
        <w:t>303.1740</w:t>
      </w:r>
      <w:r>
        <w:tab/>
        <w:t>1.013e0</w:t>
      </w:r>
    </w:p>
    <w:p w:rsidR="00F96531" w:rsidRDefault="00F96531" w:rsidP="00F96531">
      <w:r>
        <w:t>303.1786</w:t>
      </w:r>
      <w:r>
        <w:tab/>
        <w:t>1.789e0</w:t>
      </w:r>
    </w:p>
    <w:p w:rsidR="00F96531" w:rsidRDefault="00F96531" w:rsidP="00F96531">
      <w:r>
        <w:t>303.1856</w:t>
      </w:r>
      <w:r>
        <w:tab/>
        <w:t>1.445e0</w:t>
      </w:r>
    </w:p>
    <w:p w:rsidR="00F96531" w:rsidRDefault="00F96531" w:rsidP="00F96531">
      <w:r>
        <w:t>303.2104</w:t>
      </w:r>
      <w:r>
        <w:tab/>
        <w:t>1.013e0</w:t>
      </w:r>
    </w:p>
    <w:p w:rsidR="00F96531" w:rsidRDefault="00F96531" w:rsidP="00F96531">
      <w:r>
        <w:lastRenderedPageBreak/>
        <w:t>303.2171</w:t>
      </w:r>
      <w:r>
        <w:tab/>
        <w:t>1.013e0</w:t>
      </w:r>
    </w:p>
    <w:p w:rsidR="00F96531" w:rsidRDefault="00F96531" w:rsidP="00F96531">
      <w:r>
        <w:t>303.2185</w:t>
      </w:r>
      <w:r>
        <w:tab/>
        <w:t>1.013e0</w:t>
      </w:r>
    </w:p>
    <w:p w:rsidR="00F96531" w:rsidRDefault="00F96531" w:rsidP="00F96531">
      <w:r>
        <w:t>303.2288</w:t>
      </w:r>
      <w:r>
        <w:tab/>
        <w:t>5.063e0</w:t>
      </w:r>
    </w:p>
    <w:p w:rsidR="00F96531" w:rsidRDefault="00F96531" w:rsidP="00F96531">
      <w:r>
        <w:t>303.2383</w:t>
      </w:r>
      <w:r>
        <w:tab/>
        <w:t>1.013e0</w:t>
      </w:r>
    </w:p>
    <w:p w:rsidR="00F96531" w:rsidRDefault="00F96531" w:rsidP="00F96531">
      <w:r>
        <w:t>303.2512</w:t>
      </w:r>
      <w:r>
        <w:tab/>
        <w:t>1.013e0</w:t>
      </w:r>
    </w:p>
    <w:p w:rsidR="00F96531" w:rsidRDefault="00F96531" w:rsidP="00F96531">
      <w:r>
        <w:t>303.2553</w:t>
      </w:r>
      <w:r>
        <w:tab/>
        <w:t>1.013e0</w:t>
      </w:r>
    </w:p>
    <w:p w:rsidR="00F96531" w:rsidRDefault="00F96531" w:rsidP="00F96531">
      <w:r>
        <w:t>303.2690</w:t>
      </w:r>
      <w:r>
        <w:tab/>
        <w:t>1.013e0</w:t>
      </w:r>
    </w:p>
    <w:p w:rsidR="00F96531" w:rsidRDefault="00F96531" w:rsidP="00F96531">
      <w:r>
        <w:t>303.2704</w:t>
      </w:r>
      <w:r>
        <w:tab/>
        <w:t>1.013e0</w:t>
      </w:r>
    </w:p>
    <w:p w:rsidR="00F96531" w:rsidRDefault="00F96531" w:rsidP="00F96531">
      <w:r>
        <w:t>303.2910</w:t>
      </w:r>
      <w:r>
        <w:tab/>
        <w:t>4.051e0</w:t>
      </w:r>
    </w:p>
    <w:p w:rsidR="00F96531" w:rsidRDefault="00F96531" w:rsidP="00F96531">
      <w:r>
        <w:t>303.2969</w:t>
      </w:r>
      <w:r>
        <w:tab/>
        <w:t>1.013e0</w:t>
      </w:r>
    </w:p>
    <w:p w:rsidR="00F96531" w:rsidRDefault="00F96531" w:rsidP="00F96531">
      <w:r>
        <w:t>303.3118</w:t>
      </w:r>
      <w:r>
        <w:tab/>
        <w:t>1.013e0</w:t>
      </w:r>
    </w:p>
    <w:p w:rsidR="00F96531" w:rsidRDefault="00F96531" w:rsidP="00F96531">
      <w:r>
        <w:t>303.3302</w:t>
      </w:r>
      <w:r>
        <w:tab/>
        <w:t>1.013e0</w:t>
      </w:r>
    </w:p>
    <w:p w:rsidR="00F96531" w:rsidRDefault="00F96531" w:rsidP="00F96531">
      <w:r>
        <w:t>303.3711</w:t>
      </w:r>
      <w:r>
        <w:tab/>
        <w:t>1.013e0</w:t>
      </w:r>
    </w:p>
    <w:p w:rsidR="00F96531" w:rsidRDefault="00F96531" w:rsidP="00F96531">
      <w:r>
        <w:t>303.3766</w:t>
      </w:r>
      <w:r>
        <w:tab/>
        <w:t>1.013e0</w:t>
      </w:r>
    </w:p>
    <w:p w:rsidR="00F96531" w:rsidRDefault="00F96531" w:rsidP="00F96531">
      <w:r>
        <w:t>303.3860</w:t>
      </w:r>
      <w:r>
        <w:tab/>
        <w:t>2.025e0</w:t>
      </w:r>
    </w:p>
    <w:p w:rsidR="00F96531" w:rsidRDefault="00F96531" w:rsidP="00F96531">
      <w:r>
        <w:t>303.4126</w:t>
      </w:r>
      <w:r>
        <w:tab/>
        <w:t>1.013e0</w:t>
      </w:r>
    </w:p>
    <w:p w:rsidR="00F96531" w:rsidRDefault="00F96531" w:rsidP="00F96531">
      <w:r>
        <w:t>303.4167</w:t>
      </w:r>
      <w:r>
        <w:tab/>
        <w:t>1.013e0</w:t>
      </w:r>
    </w:p>
    <w:p w:rsidR="00F96531" w:rsidRDefault="00F96531" w:rsidP="00F96531">
      <w:r>
        <w:t>303.4221</w:t>
      </w:r>
      <w:r>
        <w:tab/>
        <w:t>1.013e0</w:t>
      </w:r>
    </w:p>
    <w:p w:rsidR="00F96531" w:rsidRDefault="00F96531" w:rsidP="00F96531">
      <w:r>
        <w:t>303.4459</w:t>
      </w:r>
      <w:r>
        <w:tab/>
        <w:t>1.013e0</w:t>
      </w:r>
    </w:p>
    <w:p w:rsidR="00F96531" w:rsidRDefault="00F96531" w:rsidP="00F96531">
      <w:r>
        <w:lastRenderedPageBreak/>
        <w:t>303.4552</w:t>
      </w:r>
      <w:r>
        <w:tab/>
        <w:t>1.013e0</w:t>
      </w:r>
    </w:p>
    <w:p w:rsidR="00F96531" w:rsidRDefault="00F96531" w:rsidP="00F96531">
      <w:r>
        <w:t>303.4565</w:t>
      </w:r>
      <w:r>
        <w:tab/>
        <w:t>2.025e0</w:t>
      </w:r>
    </w:p>
    <w:p w:rsidR="00F96531" w:rsidRDefault="00F96531" w:rsidP="00F96531">
      <w:r>
        <w:t>303.4697</w:t>
      </w:r>
      <w:r>
        <w:tab/>
        <w:t>1.013e0</w:t>
      </w:r>
    </w:p>
    <w:p w:rsidR="00F96531" w:rsidRDefault="00F96531" w:rsidP="00F96531">
      <w:r>
        <w:t>303.4725</w:t>
      </w:r>
      <w:r>
        <w:tab/>
        <w:t>1.013e0</w:t>
      </w:r>
    </w:p>
    <w:p w:rsidR="00F96531" w:rsidRDefault="00F96531" w:rsidP="00F96531">
      <w:r>
        <w:t>303.4814</w:t>
      </w:r>
      <w:r>
        <w:tab/>
        <w:t>1.013e0</w:t>
      </w:r>
    </w:p>
    <w:p w:rsidR="00F96531" w:rsidRDefault="00F96531" w:rsidP="00F96531">
      <w:r>
        <w:t>303.5242</w:t>
      </w:r>
      <w:r>
        <w:tab/>
        <w:t>1.013e0</w:t>
      </w:r>
    </w:p>
    <w:p w:rsidR="00F96531" w:rsidRDefault="00F96531" w:rsidP="00F96531">
      <w:r>
        <w:t>303.5296</w:t>
      </w:r>
      <w:r>
        <w:tab/>
        <w:t>2.025e0</w:t>
      </w:r>
    </w:p>
    <w:p w:rsidR="00F96531" w:rsidRDefault="00F96531" w:rsidP="00F96531">
      <w:r>
        <w:t>303.5379</w:t>
      </w:r>
      <w:r>
        <w:tab/>
        <w:t>1.013e0</w:t>
      </w:r>
    </w:p>
    <w:p w:rsidR="00F96531" w:rsidRDefault="00F96531" w:rsidP="00F96531">
      <w:r>
        <w:t>303.5435</w:t>
      </w:r>
      <w:r>
        <w:tab/>
        <w:t>1.013e0</w:t>
      </w:r>
    </w:p>
    <w:p w:rsidR="00F96531" w:rsidRDefault="00F96531" w:rsidP="00F96531">
      <w:r>
        <w:t>303.5477</w:t>
      </w:r>
      <w:r>
        <w:tab/>
        <w:t>1.013e0</w:t>
      </w:r>
    </w:p>
    <w:p w:rsidR="00F96531" w:rsidRDefault="00F96531" w:rsidP="00F96531">
      <w:r>
        <w:t>303.5575</w:t>
      </w:r>
      <w:r>
        <w:tab/>
        <w:t>1.013e0</w:t>
      </w:r>
    </w:p>
    <w:p w:rsidR="00F96531" w:rsidRDefault="00F96531" w:rsidP="00F96531">
      <w:r>
        <w:t>303.5655</w:t>
      </w:r>
      <w:r>
        <w:tab/>
        <w:t>1.013e0</w:t>
      </w:r>
    </w:p>
    <w:p w:rsidR="00F96531" w:rsidRDefault="00F96531" w:rsidP="00F96531">
      <w:r>
        <w:t>303.5710</w:t>
      </w:r>
      <w:r>
        <w:tab/>
        <w:t>1.013e0</w:t>
      </w:r>
    </w:p>
    <w:p w:rsidR="00F96531" w:rsidRDefault="00F96531" w:rsidP="00F96531">
      <w:r>
        <w:t>303.5934</w:t>
      </w:r>
      <w:r>
        <w:tab/>
        <w:t>1.013e0</w:t>
      </w:r>
    </w:p>
    <w:p w:rsidR="00F96531" w:rsidRDefault="00F96531" w:rsidP="00F96531">
      <w:r>
        <w:t>303.6373</w:t>
      </w:r>
      <w:r>
        <w:tab/>
        <w:t>2.025e0</w:t>
      </w:r>
    </w:p>
    <w:p w:rsidR="00F96531" w:rsidRDefault="00F96531" w:rsidP="00F96531">
      <w:r>
        <w:t>303.6580</w:t>
      </w:r>
      <w:r>
        <w:tab/>
        <w:t>1.013e0</w:t>
      </w:r>
    </w:p>
    <w:p w:rsidR="00F96531" w:rsidRDefault="00F96531" w:rsidP="00F96531">
      <w:r>
        <w:t>303.6594</w:t>
      </w:r>
      <w:r>
        <w:tab/>
        <w:t>1.013e0</w:t>
      </w:r>
    </w:p>
    <w:p w:rsidR="00F96531" w:rsidRDefault="00F96531" w:rsidP="00F96531">
      <w:r>
        <w:t>303.6719</w:t>
      </w:r>
      <w:r>
        <w:tab/>
        <w:t>1.013e0</w:t>
      </w:r>
    </w:p>
    <w:p w:rsidR="00F96531" w:rsidRDefault="00F96531" w:rsidP="00F96531">
      <w:r>
        <w:t>303.6856</w:t>
      </w:r>
      <w:r>
        <w:tab/>
        <w:t>1.013e0</w:t>
      </w:r>
    </w:p>
    <w:p w:rsidR="00F96531" w:rsidRDefault="00F96531" w:rsidP="00F96531">
      <w:r>
        <w:lastRenderedPageBreak/>
        <w:t>303.7039</w:t>
      </w:r>
      <w:r>
        <w:tab/>
        <w:t>1.013e0</w:t>
      </w:r>
    </w:p>
    <w:p w:rsidR="00F96531" w:rsidRDefault="00F96531" w:rsidP="00F96531">
      <w:r>
        <w:t>303.7052</w:t>
      </w:r>
      <w:r>
        <w:tab/>
        <w:t>1.013e0</w:t>
      </w:r>
    </w:p>
    <w:p w:rsidR="00F96531" w:rsidRDefault="00F96531" w:rsidP="00F96531">
      <w:r>
        <w:t>303.7201</w:t>
      </w:r>
      <w:r>
        <w:tab/>
        <w:t>1.013e0</w:t>
      </w:r>
    </w:p>
    <w:p w:rsidR="00F96531" w:rsidRDefault="00F96531" w:rsidP="00F96531">
      <w:r>
        <w:t>303.7251</w:t>
      </w:r>
      <w:r>
        <w:tab/>
        <w:t>1.013e0</w:t>
      </w:r>
    </w:p>
    <w:p w:rsidR="00F96531" w:rsidRDefault="00F96531" w:rsidP="00F96531">
      <w:r>
        <w:t>303.7331</w:t>
      </w:r>
      <w:r>
        <w:tab/>
        <w:t>3.038e0</w:t>
      </w:r>
    </w:p>
    <w:p w:rsidR="00F96531" w:rsidRDefault="00F96531" w:rsidP="00F96531">
      <w:r>
        <w:t>303.7477</w:t>
      </w:r>
      <w:r>
        <w:tab/>
        <w:t>1.013e0</w:t>
      </w:r>
    </w:p>
    <w:p w:rsidR="00F96531" w:rsidRDefault="00F96531" w:rsidP="00F96531">
      <w:r>
        <w:t>303.7569</w:t>
      </w:r>
      <w:r>
        <w:tab/>
        <w:t>1.013e0</w:t>
      </w:r>
    </w:p>
    <w:p w:rsidR="00F96531" w:rsidRDefault="00F96531" w:rsidP="00F96531">
      <w:r>
        <w:t>303.7636</w:t>
      </w:r>
      <w:r>
        <w:tab/>
        <w:t>1.013e0</w:t>
      </w:r>
    </w:p>
    <w:p w:rsidR="00F96531" w:rsidRDefault="00F96531" w:rsidP="00F96531">
      <w:r>
        <w:t>303.7812</w:t>
      </w:r>
      <w:r>
        <w:tab/>
        <w:t>3.038e0</w:t>
      </w:r>
    </w:p>
    <w:p w:rsidR="00F96531" w:rsidRDefault="00F96531" w:rsidP="00F96531">
      <w:r>
        <w:t>303.8168</w:t>
      </w:r>
      <w:r>
        <w:tab/>
        <w:t>2.025e0</w:t>
      </w:r>
    </w:p>
    <w:p w:rsidR="00F96531" w:rsidRDefault="00F96531" w:rsidP="00F96531">
      <w:r>
        <w:t>303.8232</w:t>
      </w:r>
      <w:r>
        <w:tab/>
        <w:t>2.025e0</w:t>
      </w:r>
    </w:p>
    <w:p w:rsidR="00F96531" w:rsidRDefault="00F96531" w:rsidP="00F96531">
      <w:r>
        <w:t>303.8347</w:t>
      </w:r>
      <w:r>
        <w:tab/>
        <w:t>1.013e0</w:t>
      </w:r>
    </w:p>
    <w:p w:rsidR="00F96531" w:rsidRDefault="00F96531" w:rsidP="00F96531">
      <w:r>
        <w:t>303.8568</w:t>
      </w:r>
      <w:r>
        <w:tab/>
        <w:t>1.013e0</w:t>
      </w:r>
    </w:p>
    <w:p w:rsidR="00F96531" w:rsidRDefault="00F96531" w:rsidP="00F96531">
      <w:r>
        <w:t>303.8754</w:t>
      </w:r>
      <w:r>
        <w:tab/>
        <w:t>1.013e0</w:t>
      </w:r>
    </w:p>
    <w:p w:rsidR="00F96531" w:rsidRDefault="00F96531" w:rsidP="00F96531">
      <w:r>
        <w:t>303.8793</w:t>
      </w:r>
      <w:r>
        <w:tab/>
        <w:t>1.013e0</w:t>
      </w:r>
    </w:p>
    <w:p w:rsidR="00F96531" w:rsidRDefault="00F96531" w:rsidP="00F96531">
      <w:r>
        <w:t>303.8810</w:t>
      </w:r>
      <w:r>
        <w:tab/>
        <w:t>4.051e0</w:t>
      </w:r>
    </w:p>
    <w:p w:rsidR="00F96531" w:rsidRDefault="00F96531" w:rsidP="00F96531">
      <w:r>
        <w:t>303.8912</w:t>
      </w:r>
      <w:r>
        <w:tab/>
        <w:t>1.013e0</w:t>
      </w:r>
    </w:p>
    <w:p w:rsidR="00F96531" w:rsidRDefault="00F96531" w:rsidP="00F96531">
      <w:r>
        <w:t>303.9270</w:t>
      </w:r>
      <w:r>
        <w:tab/>
        <w:t>2.025e0</w:t>
      </w:r>
    </w:p>
    <w:p w:rsidR="00F96531" w:rsidRDefault="00F96531" w:rsidP="00F96531">
      <w:r>
        <w:t>303.9326</w:t>
      </w:r>
      <w:r>
        <w:tab/>
        <w:t>1.013e0</w:t>
      </w:r>
    </w:p>
    <w:p w:rsidR="00F96531" w:rsidRDefault="00F96531" w:rsidP="00F96531">
      <w:r>
        <w:lastRenderedPageBreak/>
        <w:t>303.9406</w:t>
      </w:r>
      <w:r>
        <w:tab/>
        <w:t>3.038e0</w:t>
      </w:r>
    </w:p>
    <w:p w:rsidR="00F96531" w:rsidRDefault="00F96531" w:rsidP="00F96531">
      <w:r>
        <w:t>303.9470</w:t>
      </w:r>
      <w:r>
        <w:tab/>
        <w:t>2.025e0</w:t>
      </w:r>
    </w:p>
    <w:p w:rsidR="00F96531" w:rsidRDefault="00F96531" w:rsidP="00F96531">
      <w:r>
        <w:t>303.9728</w:t>
      </w:r>
      <w:r>
        <w:tab/>
        <w:t>1.013e0</w:t>
      </w:r>
    </w:p>
    <w:p w:rsidR="00F96531" w:rsidRDefault="00F96531" w:rsidP="00F96531">
      <w:r>
        <w:t>304.0004</w:t>
      </w:r>
      <w:r>
        <w:tab/>
        <w:t>1.013e0</w:t>
      </w:r>
    </w:p>
    <w:p w:rsidR="00F96531" w:rsidRDefault="00F96531" w:rsidP="00F96531">
      <w:r>
        <w:t>304.0035</w:t>
      </w:r>
      <w:r>
        <w:tab/>
        <w:t>4.068e0</w:t>
      </w:r>
    </w:p>
    <w:p w:rsidR="00F96531" w:rsidRDefault="00F96531" w:rsidP="00F96531">
      <w:r>
        <w:t>304.0259</w:t>
      </w:r>
      <w:r>
        <w:tab/>
        <w:t>1.545e1</w:t>
      </w:r>
    </w:p>
    <w:p w:rsidR="00F96531" w:rsidRDefault="00F96531" w:rsidP="00F96531">
      <w:r>
        <w:t>304.0308</w:t>
      </w:r>
      <w:r>
        <w:tab/>
        <w:t>1.013e1</w:t>
      </w:r>
    </w:p>
    <w:p w:rsidR="00F96531" w:rsidRDefault="00F96531" w:rsidP="00F96531">
      <w:r>
        <w:t>304.0319</w:t>
      </w:r>
      <w:r>
        <w:tab/>
        <w:t>7.089e0</w:t>
      </w:r>
    </w:p>
    <w:p w:rsidR="00F96531" w:rsidRDefault="00F96531" w:rsidP="00F96531">
      <w:r>
        <w:t>304.0760</w:t>
      </w:r>
      <w:r>
        <w:tab/>
        <w:t>2.772e2</w:t>
      </w:r>
    </w:p>
    <w:p w:rsidR="00F96531" w:rsidRDefault="00F96531" w:rsidP="00F96531">
      <w:r>
        <w:t>304.0782</w:t>
      </w:r>
      <w:r>
        <w:tab/>
        <w:t>1.798e2</w:t>
      </w:r>
    </w:p>
    <w:p w:rsidR="00F96531" w:rsidRDefault="00F96531" w:rsidP="00F96531">
      <w:r>
        <w:t>304.0807</w:t>
      </w:r>
      <w:r>
        <w:tab/>
        <w:t>1.358e2</w:t>
      </w:r>
    </w:p>
    <w:p w:rsidR="00F96531" w:rsidRDefault="00F96531" w:rsidP="00F96531">
      <w:r>
        <w:t>304.1509</w:t>
      </w:r>
      <w:r>
        <w:tab/>
        <w:t>1.013e0</w:t>
      </w:r>
    </w:p>
    <w:p w:rsidR="00F96531" w:rsidRDefault="00F96531" w:rsidP="00F96531">
      <w:r>
        <w:t>304.1549</w:t>
      </w:r>
      <w:r>
        <w:tab/>
        <w:t>7.495e0</w:t>
      </w:r>
    </w:p>
    <w:p w:rsidR="00F96531" w:rsidRDefault="00F96531" w:rsidP="00F96531">
      <w:r>
        <w:t>304.1737</w:t>
      </w:r>
      <w:r>
        <w:tab/>
        <w:t>3.038e0</w:t>
      </w:r>
    </w:p>
    <w:p w:rsidR="00F96531" w:rsidRDefault="00F96531" w:rsidP="00F96531">
      <w:r>
        <w:t>304.1803</w:t>
      </w:r>
      <w:r>
        <w:tab/>
        <w:t>3.544e0</w:t>
      </w:r>
    </w:p>
    <w:p w:rsidR="00F96531" w:rsidRDefault="00F96531" w:rsidP="00F96531">
      <w:r>
        <w:t>304.1827</w:t>
      </w:r>
      <w:r>
        <w:tab/>
        <w:t>2.025e0</w:t>
      </w:r>
    </w:p>
    <w:p w:rsidR="00F96531" w:rsidRDefault="00F96531" w:rsidP="00F96531">
      <w:r>
        <w:t>304.1878</w:t>
      </w:r>
      <w:r>
        <w:tab/>
        <w:t>1.013e0</w:t>
      </w:r>
    </w:p>
    <w:p w:rsidR="00F96531" w:rsidRDefault="00F96531" w:rsidP="00F96531">
      <w:r>
        <w:t>304.1951</w:t>
      </w:r>
      <w:r>
        <w:tab/>
        <w:t>3.038e0</w:t>
      </w:r>
    </w:p>
    <w:p w:rsidR="00F96531" w:rsidRDefault="00F96531" w:rsidP="00F96531">
      <w:r>
        <w:t>304.2107</w:t>
      </w:r>
      <w:r>
        <w:tab/>
        <w:t>2.025e0</w:t>
      </w:r>
    </w:p>
    <w:p w:rsidR="00F96531" w:rsidRDefault="00F96531" w:rsidP="00F96531">
      <w:r>
        <w:lastRenderedPageBreak/>
        <w:t>304.2156</w:t>
      </w:r>
      <w:r>
        <w:tab/>
        <w:t>3.972e0</w:t>
      </w:r>
    </w:p>
    <w:p w:rsidR="00F96531" w:rsidRDefault="00F96531" w:rsidP="00F96531">
      <w:r>
        <w:t>304.2283</w:t>
      </w:r>
      <w:r>
        <w:tab/>
        <w:t>1.013e0</w:t>
      </w:r>
    </w:p>
    <w:p w:rsidR="00F96531" w:rsidRDefault="00F96531" w:rsidP="00F96531">
      <w:r>
        <w:t>304.2365</w:t>
      </w:r>
      <w:r>
        <w:tab/>
        <w:t>6.076e0</w:t>
      </w:r>
    </w:p>
    <w:p w:rsidR="00F96531" w:rsidRDefault="00F96531" w:rsidP="00F96531">
      <w:r>
        <w:t>304.2437</w:t>
      </w:r>
      <w:r>
        <w:tab/>
        <w:t>1.013e0</w:t>
      </w:r>
    </w:p>
    <w:p w:rsidR="00F96531" w:rsidRDefault="00F96531" w:rsidP="00F96531">
      <w:r>
        <w:t>304.2946</w:t>
      </w:r>
      <w:r>
        <w:tab/>
        <w:t>1.189e1</w:t>
      </w:r>
    </w:p>
    <w:p w:rsidR="00F96531" w:rsidRDefault="00F96531" w:rsidP="00F96531">
      <w:r>
        <w:t>304.2961</w:t>
      </w:r>
      <w:r>
        <w:tab/>
        <w:t>1.519e1</w:t>
      </w:r>
    </w:p>
    <w:p w:rsidR="00F96531" w:rsidRDefault="00F96531" w:rsidP="00F96531">
      <w:r>
        <w:t>304.3001</w:t>
      </w:r>
      <w:r>
        <w:tab/>
        <w:t>2.626e1</w:t>
      </w:r>
    </w:p>
    <w:p w:rsidR="00F96531" w:rsidRDefault="00F96531" w:rsidP="00F96531">
      <w:r>
        <w:t>304.3022</w:t>
      </w:r>
      <w:r>
        <w:tab/>
        <w:t>1.051e1</w:t>
      </w:r>
    </w:p>
    <w:p w:rsidR="00F96531" w:rsidRDefault="00F96531" w:rsidP="00F96531">
      <w:r>
        <w:t>304.3035</w:t>
      </w:r>
      <w:r>
        <w:tab/>
        <w:t>1.384e1</w:t>
      </w:r>
    </w:p>
    <w:p w:rsidR="00F96531" w:rsidRDefault="00F96531" w:rsidP="00F96531">
      <w:r>
        <w:t>304.3463</w:t>
      </w:r>
      <w:r>
        <w:tab/>
        <w:t>2.025e0</w:t>
      </w:r>
    </w:p>
    <w:p w:rsidR="00F96531" w:rsidRDefault="00F96531" w:rsidP="00F96531">
      <w:r>
        <w:t>304.3701</w:t>
      </w:r>
      <w:r>
        <w:tab/>
        <w:t>3.038e0</w:t>
      </w:r>
    </w:p>
    <w:p w:rsidR="00F96531" w:rsidRDefault="00F96531" w:rsidP="00F96531">
      <w:r>
        <w:t>304.3721</w:t>
      </w:r>
      <w:r>
        <w:tab/>
        <w:t>1.013e0</w:t>
      </w:r>
    </w:p>
    <w:p w:rsidR="00F96531" w:rsidRDefault="00F96531" w:rsidP="00F96531">
      <w:r>
        <w:t>304.3795</w:t>
      </w:r>
      <w:r>
        <w:tab/>
        <w:t>2.025e0</w:t>
      </w:r>
    </w:p>
    <w:p w:rsidR="00F96531" w:rsidRDefault="00F96531" w:rsidP="00F96531">
      <w:r>
        <w:t>304.3874</w:t>
      </w:r>
      <w:r>
        <w:tab/>
        <w:t>1.013e0</w:t>
      </w:r>
    </w:p>
    <w:p w:rsidR="00F96531" w:rsidRDefault="00F96531" w:rsidP="00F96531">
      <w:r>
        <w:t>304.3921</w:t>
      </w:r>
      <w:r>
        <w:tab/>
        <w:t>2.025e0</w:t>
      </w:r>
    </w:p>
    <w:p w:rsidR="00F96531" w:rsidRDefault="00F96531" w:rsidP="00F96531">
      <w:r>
        <w:t>304.4258</w:t>
      </w:r>
      <w:r>
        <w:tab/>
        <w:t>2.025e0</w:t>
      </w:r>
    </w:p>
    <w:p w:rsidR="00F96531" w:rsidRDefault="00F96531" w:rsidP="00F96531">
      <w:r>
        <w:t>304.4274</w:t>
      </w:r>
      <w:r>
        <w:tab/>
        <w:t>1.013e0</w:t>
      </w:r>
    </w:p>
    <w:p w:rsidR="00F96531" w:rsidRDefault="00F96531" w:rsidP="00F96531">
      <w:r>
        <w:t>304.4404</w:t>
      </w:r>
      <w:r>
        <w:tab/>
        <w:t>2.025e0</w:t>
      </w:r>
    </w:p>
    <w:p w:rsidR="00F96531" w:rsidRDefault="00F96531" w:rsidP="00F96531">
      <w:r>
        <w:t>304.4520</w:t>
      </w:r>
      <w:r>
        <w:tab/>
        <w:t>2.025e0</w:t>
      </w:r>
    </w:p>
    <w:p w:rsidR="00F96531" w:rsidRDefault="00F96531" w:rsidP="00F96531">
      <w:r>
        <w:lastRenderedPageBreak/>
        <w:t>304.4662</w:t>
      </w:r>
      <w:r>
        <w:tab/>
        <w:t>1.013e0</w:t>
      </w:r>
    </w:p>
    <w:p w:rsidR="00F96531" w:rsidRDefault="00F96531" w:rsidP="00F96531">
      <w:r>
        <w:t>304.4793</w:t>
      </w:r>
      <w:r>
        <w:tab/>
        <w:t>1.013e0</w:t>
      </w:r>
    </w:p>
    <w:p w:rsidR="00F96531" w:rsidRDefault="00F96531" w:rsidP="00F96531">
      <w:r>
        <w:t>304.4819</w:t>
      </w:r>
      <w:r>
        <w:tab/>
        <w:t>2.025e0</w:t>
      </w:r>
    </w:p>
    <w:p w:rsidR="00F96531" w:rsidRDefault="00F96531" w:rsidP="00F96531">
      <w:r>
        <w:t>304.4925</w:t>
      </w:r>
      <w:r>
        <w:tab/>
        <w:t>1.013e0</w:t>
      </w:r>
    </w:p>
    <w:p w:rsidR="00F96531" w:rsidRDefault="00F96531" w:rsidP="00F96531">
      <w:r>
        <w:t>304.4979</w:t>
      </w:r>
      <w:r>
        <w:tab/>
        <w:t>4.051e0</w:t>
      </w:r>
    </w:p>
    <w:p w:rsidR="00F96531" w:rsidRDefault="00F96531" w:rsidP="00F96531">
      <w:r>
        <w:t>304.5102</w:t>
      </w:r>
      <w:r>
        <w:tab/>
        <w:t>2.025e0</w:t>
      </w:r>
    </w:p>
    <w:p w:rsidR="00F96531" w:rsidRDefault="00F96531" w:rsidP="00F96531">
      <w:r>
        <w:t>304.5174</w:t>
      </w:r>
      <w:r>
        <w:tab/>
        <w:t>2.025e0</w:t>
      </w:r>
    </w:p>
    <w:p w:rsidR="00F96531" w:rsidRDefault="00F96531" w:rsidP="00F96531">
      <w:r>
        <w:t>304.5215</w:t>
      </w:r>
      <w:r>
        <w:tab/>
        <w:t>1.013e0</w:t>
      </w:r>
    </w:p>
    <w:p w:rsidR="00F96531" w:rsidRDefault="00F96531" w:rsidP="00F96531">
      <w:r>
        <w:t>304.5338</w:t>
      </w:r>
      <w:r>
        <w:tab/>
        <w:t>2.025e0</w:t>
      </w:r>
    </w:p>
    <w:p w:rsidR="00F96531" w:rsidRDefault="00F96531" w:rsidP="00F96531">
      <w:r>
        <w:t>304.5491</w:t>
      </w:r>
      <w:r>
        <w:tab/>
        <w:t>3.038e0</w:t>
      </w:r>
    </w:p>
    <w:p w:rsidR="00F96531" w:rsidRDefault="00F96531" w:rsidP="00F96531">
      <w:r>
        <w:t>304.5527</w:t>
      </w:r>
      <w:r>
        <w:tab/>
        <w:t>2.025e0</w:t>
      </w:r>
    </w:p>
    <w:p w:rsidR="00F96531" w:rsidRDefault="00F96531" w:rsidP="00F96531">
      <w:r>
        <w:t>304.5658</w:t>
      </w:r>
      <w:r>
        <w:tab/>
        <w:t>2.025e0</w:t>
      </w:r>
    </w:p>
    <w:p w:rsidR="00F96531" w:rsidRDefault="00F96531" w:rsidP="00F96531">
      <w:r>
        <w:t>304.5737</w:t>
      </w:r>
      <w:r>
        <w:tab/>
        <w:t>2.025e0</w:t>
      </w:r>
    </w:p>
    <w:p w:rsidR="00F96531" w:rsidRDefault="00F96531" w:rsidP="00F96531">
      <w:r>
        <w:t>304.5829</w:t>
      </w:r>
      <w:r>
        <w:tab/>
        <w:t>2.025e0</w:t>
      </w:r>
    </w:p>
    <w:p w:rsidR="00F96531" w:rsidRDefault="00F96531" w:rsidP="00F96531">
      <w:r>
        <w:t>304.5986</w:t>
      </w:r>
      <w:r>
        <w:tab/>
        <w:t>6.011e0</w:t>
      </w:r>
    </w:p>
    <w:p w:rsidR="00F96531" w:rsidRDefault="00F96531" w:rsidP="00F96531">
      <w:r>
        <w:t>304.6047</w:t>
      </w:r>
      <w:r>
        <w:tab/>
        <w:t>2.581e0</w:t>
      </w:r>
    </w:p>
    <w:p w:rsidR="00F96531" w:rsidRDefault="00F96531" w:rsidP="00F96531">
      <w:r>
        <w:t>304.6100</w:t>
      </w:r>
      <w:r>
        <w:tab/>
        <w:t>1.013e0</w:t>
      </w:r>
    </w:p>
    <w:p w:rsidR="00F96531" w:rsidRDefault="00F96531" w:rsidP="00F96531">
      <w:r>
        <w:t>304.6277</w:t>
      </w:r>
      <w:r>
        <w:tab/>
        <w:t>4.051e0</w:t>
      </w:r>
    </w:p>
    <w:p w:rsidR="00F96531" w:rsidRDefault="00F96531" w:rsidP="00F96531">
      <w:r>
        <w:t>304.6497</w:t>
      </w:r>
      <w:r>
        <w:tab/>
        <w:t>1.013e0</w:t>
      </w:r>
    </w:p>
    <w:p w:rsidR="00F96531" w:rsidRDefault="00F96531" w:rsidP="00F96531">
      <w:r>
        <w:lastRenderedPageBreak/>
        <w:t>304.6510</w:t>
      </w:r>
      <w:r>
        <w:tab/>
        <w:t>1.013e0</w:t>
      </w:r>
    </w:p>
    <w:p w:rsidR="00F96531" w:rsidRDefault="00F96531" w:rsidP="00F96531">
      <w:r>
        <w:t>304.6669</w:t>
      </w:r>
      <w:r>
        <w:tab/>
        <w:t>2.025e0</w:t>
      </w:r>
    </w:p>
    <w:p w:rsidR="00F96531" w:rsidRDefault="00F96531" w:rsidP="00F96531">
      <w:r>
        <w:t>304.6962</w:t>
      </w:r>
      <w:r>
        <w:tab/>
        <w:t>3.038e0</w:t>
      </w:r>
    </w:p>
    <w:p w:rsidR="00F96531" w:rsidRDefault="00F96531" w:rsidP="00F96531">
      <w:r>
        <w:t>304.7031</w:t>
      </w:r>
      <w:r>
        <w:tab/>
        <w:t>2.025e0</w:t>
      </w:r>
    </w:p>
    <w:p w:rsidR="00F96531" w:rsidRDefault="00F96531" w:rsidP="00F96531">
      <w:r>
        <w:t>304.7049</w:t>
      </w:r>
      <w:r>
        <w:tab/>
        <w:t>2.025e0</w:t>
      </w:r>
    </w:p>
    <w:p w:rsidR="00F96531" w:rsidRDefault="00F96531" w:rsidP="00F96531">
      <w:r>
        <w:t>304.7108</w:t>
      </w:r>
      <w:r>
        <w:tab/>
        <w:t>1.013e0</w:t>
      </w:r>
    </w:p>
    <w:p w:rsidR="00F96531" w:rsidRDefault="00F96531" w:rsidP="00F96531">
      <w:r>
        <w:t>304.7263</w:t>
      </w:r>
      <w:r>
        <w:tab/>
        <w:t>1.013e0</w:t>
      </w:r>
    </w:p>
    <w:p w:rsidR="00F96531" w:rsidRDefault="00F96531" w:rsidP="00F96531">
      <w:r>
        <w:t>304.7415</w:t>
      </w:r>
      <w:r>
        <w:tab/>
        <w:t>1.013e0</w:t>
      </w:r>
    </w:p>
    <w:p w:rsidR="00F96531" w:rsidRDefault="00F96531" w:rsidP="00F96531">
      <w:r>
        <w:t>304.7429</w:t>
      </w:r>
      <w:r>
        <w:tab/>
        <w:t>1.013e0</w:t>
      </w:r>
    </w:p>
    <w:p w:rsidR="00F96531" w:rsidRDefault="00F96531" w:rsidP="00F96531">
      <w:r>
        <w:t>304.7512</w:t>
      </w:r>
      <w:r>
        <w:tab/>
        <w:t>2.025e0</w:t>
      </w:r>
    </w:p>
    <w:p w:rsidR="00F96531" w:rsidRDefault="00F96531" w:rsidP="00F96531">
      <w:r>
        <w:t>304.7748</w:t>
      </w:r>
      <w:r>
        <w:tab/>
        <w:t>1.013e0</w:t>
      </w:r>
    </w:p>
    <w:p w:rsidR="00F96531" w:rsidRDefault="00F96531" w:rsidP="00F96531">
      <w:r>
        <w:t>304.7816</w:t>
      </w:r>
      <w:r>
        <w:tab/>
        <w:t>1.013e0</w:t>
      </w:r>
    </w:p>
    <w:p w:rsidR="00F96531" w:rsidRDefault="00F96531" w:rsidP="00F96531">
      <w:r>
        <w:t>304.7887</w:t>
      </w:r>
      <w:r>
        <w:tab/>
        <w:t>2.025e0</w:t>
      </w:r>
    </w:p>
    <w:p w:rsidR="00F96531" w:rsidRDefault="00F96531" w:rsidP="00F96531">
      <w:r>
        <w:t>304.8172</w:t>
      </w:r>
      <w:r>
        <w:tab/>
        <w:t>2.025e0</w:t>
      </w:r>
    </w:p>
    <w:p w:rsidR="00F96531" w:rsidRDefault="00F96531" w:rsidP="00F96531">
      <w:r>
        <w:t>304.8426</w:t>
      </w:r>
      <w:r>
        <w:tab/>
        <w:t>1.013e0</w:t>
      </w:r>
    </w:p>
    <w:p w:rsidR="00F96531" w:rsidRDefault="00F96531" w:rsidP="00F96531">
      <w:r>
        <w:t>304.8702</w:t>
      </w:r>
      <w:r>
        <w:tab/>
        <w:t>1.013e0</w:t>
      </w:r>
    </w:p>
    <w:p w:rsidR="00F96531" w:rsidRDefault="00F96531" w:rsidP="00F96531">
      <w:r>
        <w:t>304.8731</w:t>
      </w:r>
      <w:r>
        <w:tab/>
        <w:t>1.013e0</w:t>
      </w:r>
    </w:p>
    <w:p w:rsidR="00F96531" w:rsidRDefault="00F96531" w:rsidP="00F96531">
      <w:r>
        <w:t>304.8837</w:t>
      </w:r>
      <w:r>
        <w:tab/>
        <w:t>2.025e0</w:t>
      </w:r>
    </w:p>
    <w:p w:rsidR="00F96531" w:rsidRDefault="00F96531" w:rsidP="00F96531">
      <w:r>
        <w:t>304.8856</w:t>
      </w:r>
      <w:r>
        <w:tab/>
        <w:t>5.063e0</w:t>
      </w:r>
    </w:p>
    <w:p w:rsidR="00F96531" w:rsidRDefault="00F96531" w:rsidP="00F96531">
      <w:r>
        <w:lastRenderedPageBreak/>
        <w:t>304.8878</w:t>
      </w:r>
      <w:r>
        <w:tab/>
        <w:t>3.038e0</w:t>
      </w:r>
    </w:p>
    <w:p w:rsidR="00F96531" w:rsidRDefault="00F96531" w:rsidP="00F96531">
      <w:r>
        <w:t>304.8925</w:t>
      </w:r>
      <w:r>
        <w:tab/>
        <w:t>3.038e0</w:t>
      </w:r>
    </w:p>
    <w:p w:rsidR="00F96531" w:rsidRDefault="00F96531" w:rsidP="00F96531">
      <w:r>
        <w:t>304.8999</w:t>
      </w:r>
      <w:r>
        <w:tab/>
        <w:t>3.038e0</w:t>
      </w:r>
    </w:p>
    <w:p w:rsidR="00F96531" w:rsidRDefault="00F96531" w:rsidP="00F96531">
      <w:r>
        <w:t>304.9092</w:t>
      </w:r>
      <w:r>
        <w:tab/>
        <w:t>1.013e0</w:t>
      </w:r>
    </w:p>
    <w:p w:rsidR="00F96531" w:rsidRDefault="00F96531" w:rsidP="00F96531">
      <w:r>
        <w:t>304.9146</w:t>
      </w:r>
      <w:r>
        <w:tab/>
        <w:t>1.013e0</w:t>
      </w:r>
    </w:p>
    <w:p w:rsidR="00F96531" w:rsidRDefault="00F96531" w:rsidP="00F96531">
      <w:r>
        <w:t>304.9464</w:t>
      </w:r>
      <w:r>
        <w:tab/>
        <w:t>3.038e0</w:t>
      </w:r>
    </w:p>
    <w:p w:rsidR="00F96531" w:rsidRDefault="00F96531" w:rsidP="00F96531">
      <w:r>
        <w:t>304.9651</w:t>
      </w:r>
      <w:r>
        <w:tab/>
        <w:t>1.013e0</w:t>
      </w:r>
    </w:p>
    <w:p w:rsidR="00F96531" w:rsidRDefault="00F96531" w:rsidP="00F96531">
      <w:r>
        <w:t>304.9750</w:t>
      </w:r>
      <w:r>
        <w:tab/>
        <w:t>2.025e0</w:t>
      </w:r>
    </w:p>
    <w:p w:rsidR="00F96531" w:rsidRDefault="00F96531" w:rsidP="00F96531">
      <w:r>
        <w:t>304.9856</w:t>
      </w:r>
      <w:r>
        <w:tab/>
        <w:t>1.390e1</w:t>
      </w:r>
    </w:p>
    <w:p w:rsidR="00F96531" w:rsidRDefault="00F96531" w:rsidP="00F96531">
      <w:r>
        <w:t>304.9909</w:t>
      </w:r>
      <w:r>
        <w:tab/>
        <w:t>3.819e0</w:t>
      </w:r>
    </w:p>
    <w:p w:rsidR="00F96531" w:rsidRDefault="00F96531" w:rsidP="00F96531">
      <w:r>
        <w:t>304.9987</w:t>
      </w:r>
      <w:r>
        <w:tab/>
        <w:t>2.837e0</w:t>
      </w:r>
    </w:p>
    <w:p w:rsidR="00F96531" w:rsidRDefault="00F96531" w:rsidP="00F96531">
      <w:r>
        <w:t>305.0035</w:t>
      </w:r>
      <w:r>
        <w:tab/>
        <w:t>1.013e1</w:t>
      </w:r>
    </w:p>
    <w:p w:rsidR="00F96531" w:rsidRDefault="00F96531" w:rsidP="00F96531">
      <w:r>
        <w:t>305.0111</w:t>
      </w:r>
      <w:r>
        <w:tab/>
        <w:t>3.038e0</w:t>
      </w:r>
    </w:p>
    <w:p w:rsidR="00F96531" w:rsidRDefault="00F96531" w:rsidP="00F96531">
      <w:r>
        <w:t>305.0599</w:t>
      </w:r>
      <w:r>
        <w:tab/>
        <w:t>2.734e1</w:t>
      </w:r>
    </w:p>
    <w:p w:rsidR="00F96531" w:rsidRDefault="00F96531" w:rsidP="00F96531">
      <w:r>
        <w:t>305.0645</w:t>
      </w:r>
      <w:r>
        <w:tab/>
        <w:t>2.392e2</w:t>
      </w:r>
    </w:p>
    <w:p w:rsidR="00F96531" w:rsidRDefault="00F96531" w:rsidP="00F96531">
      <w:r>
        <w:t>305.0657</w:t>
      </w:r>
      <w:r>
        <w:tab/>
        <w:t>1.155e2</w:t>
      </w:r>
    </w:p>
    <w:p w:rsidR="00F96531" w:rsidRDefault="00F96531" w:rsidP="00F96531">
      <w:r>
        <w:t>305.0978</w:t>
      </w:r>
      <w:r>
        <w:tab/>
        <w:t>5.063e0</w:t>
      </w:r>
    </w:p>
    <w:p w:rsidR="00F96531" w:rsidRDefault="00F96531" w:rsidP="00F96531">
      <w:r>
        <w:t>305.1458</w:t>
      </w:r>
      <w:r>
        <w:tab/>
        <w:t>8.051e0</w:t>
      </w:r>
    </w:p>
    <w:p w:rsidR="00F96531" w:rsidRDefault="00F96531" w:rsidP="00F96531">
      <w:r>
        <w:t>305.1516</w:t>
      </w:r>
      <w:r>
        <w:tab/>
        <w:t>3.038e0</w:t>
      </w:r>
    </w:p>
    <w:p w:rsidR="00F96531" w:rsidRDefault="00F96531" w:rsidP="00F96531">
      <w:r>
        <w:lastRenderedPageBreak/>
        <w:t>305.1544</w:t>
      </w:r>
      <w:r>
        <w:tab/>
        <w:t>3.038e0</w:t>
      </w:r>
    </w:p>
    <w:p w:rsidR="00F96531" w:rsidRDefault="00F96531" w:rsidP="00F96531">
      <w:r>
        <w:t>305.1602</w:t>
      </w:r>
      <w:r>
        <w:tab/>
        <w:t>4.051e0</w:t>
      </w:r>
    </w:p>
    <w:p w:rsidR="00F96531" w:rsidRDefault="00F96531" w:rsidP="00F96531">
      <w:r>
        <w:t>305.1640</w:t>
      </w:r>
      <w:r>
        <w:tab/>
        <w:t>2.025e0</w:t>
      </w:r>
    </w:p>
    <w:p w:rsidR="00F96531" w:rsidRDefault="00F96531" w:rsidP="00F96531">
      <w:r>
        <w:t>305.1966</w:t>
      </w:r>
      <w:r>
        <w:tab/>
        <w:t>6.004e0</w:t>
      </w:r>
    </w:p>
    <w:p w:rsidR="00F96531" w:rsidRDefault="00F96531" w:rsidP="00F96531">
      <w:r>
        <w:t>305.2014</w:t>
      </w:r>
      <w:r>
        <w:tab/>
        <w:t>1.013e0</w:t>
      </w:r>
    </w:p>
    <w:p w:rsidR="00F96531" w:rsidRDefault="00F96531" w:rsidP="00F96531">
      <w:r>
        <w:t>305.2042</w:t>
      </w:r>
      <w:r>
        <w:tab/>
        <w:t>9.136e0</w:t>
      </w:r>
    </w:p>
    <w:p w:rsidR="00F96531" w:rsidRDefault="00F96531" w:rsidP="00F96531">
      <w:r>
        <w:t>305.2108</w:t>
      </w:r>
      <w:r>
        <w:tab/>
        <w:t>4.051e0</w:t>
      </w:r>
    </w:p>
    <w:p w:rsidR="00F96531" w:rsidRDefault="00F96531" w:rsidP="00F96531">
      <w:r>
        <w:t>305.2122</w:t>
      </w:r>
      <w:r>
        <w:tab/>
        <w:t>5.063e0</w:t>
      </w:r>
    </w:p>
    <w:p w:rsidR="00F96531" w:rsidRDefault="00F96531" w:rsidP="00F96531">
      <w:r>
        <w:t>305.2211</w:t>
      </w:r>
      <w:r>
        <w:tab/>
        <w:t>3.026e0</w:t>
      </w:r>
    </w:p>
    <w:p w:rsidR="00F96531" w:rsidRDefault="00F96531" w:rsidP="00F96531">
      <w:r>
        <w:t>305.2483</w:t>
      </w:r>
      <w:r>
        <w:tab/>
        <w:t>4.051e0</w:t>
      </w:r>
    </w:p>
    <w:p w:rsidR="00F96531" w:rsidRDefault="00F96531" w:rsidP="00F96531">
      <w:r>
        <w:t>305.2578</w:t>
      </w:r>
      <w:r>
        <w:tab/>
        <w:t>6.076e0</w:t>
      </w:r>
    </w:p>
    <w:p w:rsidR="00F96531" w:rsidRDefault="00F96531" w:rsidP="00F96531">
      <w:r>
        <w:t>305.2819</w:t>
      </w:r>
      <w:r>
        <w:tab/>
        <w:t>1.013e0</w:t>
      </w:r>
    </w:p>
    <w:p w:rsidR="00F96531" w:rsidRDefault="00F96531" w:rsidP="00F96531">
      <w:r>
        <w:t>305.2918</w:t>
      </w:r>
      <w:r>
        <w:tab/>
        <w:t>7.142e0</w:t>
      </w:r>
    </w:p>
    <w:p w:rsidR="00F96531" w:rsidRDefault="00F96531" w:rsidP="00F96531">
      <w:r>
        <w:t>305.2979</w:t>
      </w:r>
      <w:r>
        <w:tab/>
        <w:t>3.038e0</w:t>
      </w:r>
    </w:p>
    <w:p w:rsidR="00F96531" w:rsidRDefault="00F96531" w:rsidP="00F96531">
      <w:r>
        <w:t>305.3008</w:t>
      </w:r>
      <w:r>
        <w:tab/>
        <w:t>4.051e0</w:t>
      </w:r>
    </w:p>
    <w:p w:rsidR="00F96531" w:rsidRDefault="00F96531" w:rsidP="00F96531">
      <w:r>
        <w:t>305.3154</w:t>
      </w:r>
      <w:r>
        <w:tab/>
        <w:t>6.076e0</w:t>
      </w:r>
    </w:p>
    <w:p w:rsidR="00F96531" w:rsidRDefault="00F96531" w:rsidP="00F96531">
      <w:r>
        <w:t>305.3248</w:t>
      </w:r>
      <w:r>
        <w:tab/>
        <w:t>1.013e0</w:t>
      </w:r>
    </w:p>
    <w:p w:rsidR="00F96531" w:rsidRDefault="00F96531" w:rsidP="00F96531">
      <w:r>
        <w:t>305.3307</w:t>
      </w:r>
      <w:r>
        <w:tab/>
        <w:t>2.025e0</w:t>
      </w:r>
    </w:p>
    <w:p w:rsidR="00F96531" w:rsidRDefault="00F96531" w:rsidP="00F96531">
      <w:r>
        <w:t>305.3373</w:t>
      </w:r>
      <w:r>
        <w:tab/>
        <w:t>4.051e0</w:t>
      </w:r>
    </w:p>
    <w:p w:rsidR="00F96531" w:rsidRDefault="00F96531" w:rsidP="00F96531">
      <w:r>
        <w:lastRenderedPageBreak/>
        <w:t>305.3429</w:t>
      </w:r>
      <w:r>
        <w:tab/>
        <w:t>2.025e0</w:t>
      </w:r>
    </w:p>
    <w:p w:rsidR="00F96531" w:rsidRDefault="00F96531" w:rsidP="00F96531">
      <w:r>
        <w:t>305.3617</w:t>
      </w:r>
      <w:r>
        <w:tab/>
        <w:t>2.025e0</w:t>
      </w:r>
    </w:p>
    <w:p w:rsidR="00F96531" w:rsidRDefault="00F96531" w:rsidP="00F96531">
      <w:r>
        <w:t>305.3802</w:t>
      </w:r>
      <w:r>
        <w:tab/>
        <w:t>1.013e0</w:t>
      </w:r>
    </w:p>
    <w:p w:rsidR="00F96531" w:rsidRDefault="00F96531" w:rsidP="00F96531">
      <w:r>
        <w:t>305.3884</w:t>
      </w:r>
      <w:r>
        <w:tab/>
        <w:t>2.025e0</w:t>
      </w:r>
    </w:p>
    <w:p w:rsidR="00F96531" w:rsidRDefault="00F96531" w:rsidP="00F96531">
      <w:r>
        <w:t>305.4066</w:t>
      </w:r>
      <w:r>
        <w:tab/>
        <w:t>1.013e0</w:t>
      </w:r>
    </w:p>
    <w:p w:rsidR="00F96531" w:rsidRDefault="00F96531" w:rsidP="00F96531">
      <w:r>
        <w:t>305.4357</w:t>
      </w:r>
      <w:r>
        <w:tab/>
        <w:t>1.013e0</w:t>
      </w:r>
    </w:p>
    <w:p w:rsidR="00F96531" w:rsidRDefault="00F96531" w:rsidP="00F96531">
      <w:r>
        <w:t>305.4395</w:t>
      </w:r>
      <w:r>
        <w:tab/>
        <w:t>4.051e0</w:t>
      </w:r>
    </w:p>
    <w:p w:rsidR="00F96531" w:rsidRDefault="00F96531" w:rsidP="00F96531">
      <w:r>
        <w:t>305.4526</w:t>
      </w:r>
      <w:r>
        <w:tab/>
        <w:t>2.025e0</w:t>
      </w:r>
    </w:p>
    <w:p w:rsidR="00F96531" w:rsidRDefault="00F96531" w:rsidP="00F96531">
      <w:r>
        <w:t>305.4536</w:t>
      </w:r>
      <w:r>
        <w:tab/>
        <w:t>1.013e0</w:t>
      </w:r>
    </w:p>
    <w:p w:rsidR="00F96531" w:rsidRDefault="00F96531" w:rsidP="00F96531">
      <w:r>
        <w:t>305.4634</w:t>
      </w:r>
      <w:r>
        <w:tab/>
        <w:t>1.013e0</w:t>
      </w:r>
    </w:p>
    <w:p w:rsidR="00F96531" w:rsidRDefault="00F96531" w:rsidP="00F96531">
      <w:r>
        <w:t>305.4709</w:t>
      </w:r>
      <w:r>
        <w:tab/>
        <w:t>2.025e0</w:t>
      </w:r>
    </w:p>
    <w:p w:rsidR="00F96531" w:rsidRDefault="00F96531" w:rsidP="00F96531">
      <w:r>
        <w:t>305.4843</w:t>
      </w:r>
      <w:r>
        <w:tab/>
        <w:t>2.025e0</w:t>
      </w:r>
    </w:p>
    <w:p w:rsidR="00F96531" w:rsidRDefault="00F96531" w:rsidP="00F96531">
      <w:r>
        <w:t>305.4902</w:t>
      </w:r>
      <w:r>
        <w:tab/>
        <w:t>1.547e0</w:t>
      </w:r>
    </w:p>
    <w:p w:rsidR="00F96531" w:rsidRDefault="00F96531" w:rsidP="00F96531">
      <w:r>
        <w:t>305.4967</w:t>
      </w:r>
      <w:r>
        <w:tab/>
        <w:t>1.013e0</w:t>
      </w:r>
    </w:p>
    <w:p w:rsidR="00F96531" w:rsidRDefault="00F96531" w:rsidP="00F96531">
      <w:r>
        <w:t>305.5179</w:t>
      </w:r>
      <w:r>
        <w:tab/>
        <w:t>3.797e0</w:t>
      </w:r>
    </w:p>
    <w:p w:rsidR="00F96531" w:rsidRDefault="00F96531" w:rsidP="00F96531">
      <w:r>
        <w:t>305.5232</w:t>
      </w:r>
      <w:r>
        <w:tab/>
        <w:t>1.013e0</w:t>
      </w:r>
    </w:p>
    <w:p w:rsidR="00F96531" w:rsidRDefault="00F96531" w:rsidP="00F96531">
      <w:r>
        <w:t>305.5333</w:t>
      </w:r>
      <w:r>
        <w:tab/>
        <w:t>3.038e0</w:t>
      </w:r>
    </w:p>
    <w:p w:rsidR="00F96531" w:rsidRDefault="00F96531" w:rsidP="00F96531">
      <w:r>
        <w:t>305.5494</w:t>
      </w:r>
      <w:r>
        <w:tab/>
        <w:t>2.025e0</w:t>
      </w:r>
    </w:p>
    <w:p w:rsidR="00F96531" w:rsidRDefault="00F96531" w:rsidP="00F96531">
      <w:r>
        <w:t>305.5786</w:t>
      </w:r>
      <w:r>
        <w:tab/>
        <w:t>1.013e0</w:t>
      </w:r>
    </w:p>
    <w:p w:rsidR="00F96531" w:rsidRDefault="00F96531" w:rsidP="00F96531">
      <w:r>
        <w:lastRenderedPageBreak/>
        <w:t>305.5901</w:t>
      </w:r>
      <w:r>
        <w:tab/>
        <w:t>2.025e0</w:t>
      </w:r>
    </w:p>
    <w:p w:rsidR="00F96531" w:rsidRDefault="00F96531" w:rsidP="00F96531">
      <w:r>
        <w:t>305.6009</w:t>
      </w:r>
      <w:r>
        <w:tab/>
        <w:t>1.013e0</w:t>
      </w:r>
    </w:p>
    <w:p w:rsidR="00F96531" w:rsidRDefault="00F96531" w:rsidP="00F96531">
      <w:r>
        <w:t>305.6200</w:t>
      </w:r>
      <w:r>
        <w:tab/>
        <w:t>3.038e0</w:t>
      </w:r>
    </w:p>
    <w:p w:rsidR="00F96531" w:rsidRDefault="00F96531" w:rsidP="00F96531">
      <w:r>
        <w:t>305.6453</w:t>
      </w:r>
      <w:r>
        <w:tab/>
        <w:t>1.013e0</w:t>
      </w:r>
    </w:p>
    <w:p w:rsidR="00F96531" w:rsidRDefault="00F96531" w:rsidP="00F96531">
      <w:r>
        <w:t>305.6506</w:t>
      </w:r>
      <w:r>
        <w:tab/>
        <w:t>2.025e0</w:t>
      </w:r>
    </w:p>
    <w:p w:rsidR="00F96531" w:rsidRDefault="00F96531" w:rsidP="00F96531">
      <w:r>
        <w:t>305.6577</w:t>
      </w:r>
      <w:r>
        <w:tab/>
        <w:t>1.013e0</w:t>
      </w:r>
    </w:p>
    <w:p w:rsidR="00F96531" w:rsidRDefault="00F96531" w:rsidP="00F96531">
      <w:r>
        <w:t>305.6607</w:t>
      </w:r>
      <w:r>
        <w:tab/>
        <w:t>3.038e0</w:t>
      </w:r>
    </w:p>
    <w:p w:rsidR="00F96531" w:rsidRDefault="00F96531" w:rsidP="00F96531">
      <w:r>
        <w:t>305.6759</w:t>
      </w:r>
      <w:r>
        <w:tab/>
        <w:t>1.013e0</w:t>
      </w:r>
    </w:p>
    <w:p w:rsidR="00F96531" w:rsidRDefault="00F96531" w:rsidP="00F96531">
      <w:r>
        <w:t>305.6910</w:t>
      </w:r>
      <w:r>
        <w:tab/>
        <w:t>1.013e0</w:t>
      </w:r>
    </w:p>
    <w:p w:rsidR="00F96531" w:rsidRDefault="00F96531" w:rsidP="00F96531">
      <w:r>
        <w:t>305.6922</w:t>
      </w:r>
      <w:r>
        <w:tab/>
        <w:t>2.025e0</w:t>
      </w:r>
    </w:p>
    <w:p w:rsidR="00F96531" w:rsidRDefault="00F96531" w:rsidP="00F96531">
      <w:r>
        <w:t>305.6966</w:t>
      </w:r>
      <w:r>
        <w:tab/>
        <w:t>2.025e0</w:t>
      </w:r>
    </w:p>
    <w:p w:rsidR="00F96531" w:rsidRDefault="00F96531" w:rsidP="00F96531">
      <w:r>
        <w:t>305.6992</w:t>
      </w:r>
      <w:r>
        <w:tab/>
        <w:t>2.025e0</w:t>
      </w:r>
    </w:p>
    <w:p w:rsidR="00F96531" w:rsidRDefault="00F96531" w:rsidP="00F96531">
      <w:r>
        <w:t>305.7033</w:t>
      </w:r>
      <w:r>
        <w:tab/>
        <w:t>2.025e0</w:t>
      </w:r>
    </w:p>
    <w:p w:rsidR="00F96531" w:rsidRDefault="00F96531" w:rsidP="00F96531">
      <w:r>
        <w:t>305.7318</w:t>
      </w:r>
      <w:r>
        <w:tab/>
        <w:t>1.013e0</w:t>
      </w:r>
    </w:p>
    <w:p w:rsidR="00F96531" w:rsidRDefault="00F96531" w:rsidP="00F96531">
      <w:r>
        <w:t>305.7359</w:t>
      </w:r>
      <w:r>
        <w:tab/>
        <w:t>1.013e0</w:t>
      </w:r>
    </w:p>
    <w:p w:rsidR="00F96531" w:rsidRDefault="00F96531" w:rsidP="00F96531">
      <w:r>
        <w:t>305.7611</w:t>
      </w:r>
      <w:r>
        <w:tab/>
        <w:t>1.013e0</w:t>
      </w:r>
    </w:p>
    <w:p w:rsidR="00F96531" w:rsidRDefault="00F96531" w:rsidP="00F96531">
      <w:r>
        <w:t>305.7798</w:t>
      </w:r>
      <w:r>
        <w:tab/>
        <w:t>1.013e0</w:t>
      </w:r>
    </w:p>
    <w:p w:rsidR="00F96531" w:rsidRDefault="00F96531" w:rsidP="00F96531">
      <w:r>
        <w:t>305.8008</w:t>
      </w:r>
      <w:r>
        <w:tab/>
        <w:t>1.013e0</w:t>
      </w:r>
    </w:p>
    <w:p w:rsidR="00F96531" w:rsidRDefault="00F96531" w:rsidP="00F96531">
      <w:r>
        <w:t>305.8308</w:t>
      </w:r>
      <w:r>
        <w:tab/>
        <w:t>2.025e0</w:t>
      </w:r>
    </w:p>
    <w:p w:rsidR="00F96531" w:rsidRDefault="00F96531" w:rsidP="00F96531">
      <w:r>
        <w:lastRenderedPageBreak/>
        <w:t>305.8531</w:t>
      </w:r>
      <w:r>
        <w:tab/>
        <w:t>1.013e0</w:t>
      </w:r>
    </w:p>
    <w:p w:rsidR="00F96531" w:rsidRDefault="00F96531" w:rsidP="00F96531">
      <w:r>
        <w:t>305.8617</w:t>
      </w:r>
      <w:r>
        <w:tab/>
        <w:t>2.025e0</w:t>
      </w:r>
    </w:p>
    <w:p w:rsidR="00F96531" w:rsidRDefault="00F96531" w:rsidP="00F96531">
      <w:r>
        <w:t>305.8674</w:t>
      </w:r>
      <w:r>
        <w:tab/>
        <w:t>1.013e0</w:t>
      </w:r>
    </w:p>
    <w:p w:rsidR="00F96531" w:rsidRDefault="00F96531" w:rsidP="00F96531">
      <w:r>
        <w:t>305.8811</w:t>
      </w:r>
      <w:r>
        <w:tab/>
        <w:t>2.025e0</w:t>
      </w:r>
    </w:p>
    <w:p w:rsidR="00F96531" w:rsidRDefault="00F96531" w:rsidP="00F96531">
      <w:r>
        <w:t>305.8896</w:t>
      </w:r>
      <w:r>
        <w:tab/>
        <w:t>1.013e0</w:t>
      </w:r>
    </w:p>
    <w:p w:rsidR="00F96531" w:rsidRDefault="00F96531" w:rsidP="00F96531">
      <w:r>
        <w:t>305.8910</w:t>
      </w:r>
      <w:r>
        <w:tab/>
        <w:t>1.013e0</w:t>
      </w:r>
    </w:p>
    <w:p w:rsidR="00F96531" w:rsidRDefault="00F96531" w:rsidP="00F96531">
      <w:r>
        <w:t>305.9037</w:t>
      </w:r>
      <w:r>
        <w:tab/>
        <w:t>1.013e0</w:t>
      </w:r>
    </w:p>
    <w:p w:rsidR="00F96531" w:rsidRDefault="00F96531" w:rsidP="00F96531">
      <w:r>
        <w:t>305.9091</w:t>
      </w:r>
      <w:r>
        <w:tab/>
        <w:t>1.013e0</w:t>
      </w:r>
    </w:p>
    <w:p w:rsidR="00F96531" w:rsidRDefault="00F96531" w:rsidP="00F96531">
      <w:r>
        <w:t>305.9276</w:t>
      </w:r>
      <w:r>
        <w:tab/>
        <w:t>1.013e0</w:t>
      </w:r>
    </w:p>
    <w:p w:rsidR="00F96531" w:rsidRDefault="00F96531" w:rsidP="00F96531">
      <w:r>
        <w:t>305.9311</w:t>
      </w:r>
      <w:r>
        <w:tab/>
        <w:t>2.025e0</w:t>
      </w:r>
    </w:p>
    <w:p w:rsidR="00F96531" w:rsidRDefault="00F96531" w:rsidP="00F96531">
      <w:r>
        <w:t>305.9391</w:t>
      </w:r>
      <w:r>
        <w:tab/>
        <w:t>2.025e0</w:t>
      </w:r>
    </w:p>
    <w:p w:rsidR="00F96531" w:rsidRDefault="00F96531" w:rsidP="00F96531">
      <w:r>
        <w:t>305.9490</w:t>
      </w:r>
      <w:r>
        <w:tab/>
        <w:t>2.025e0</w:t>
      </w:r>
    </w:p>
    <w:p w:rsidR="00F96531" w:rsidRDefault="00F96531" w:rsidP="00F96531">
      <w:r>
        <w:t>305.9630</w:t>
      </w:r>
      <w:r>
        <w:tab/>
        <w:t>2.025e0</w:t>
      </w:r>
    </w:p>
    <w:p w:rsidR="00F96531" w:rsidRDefault="00F96531" w:rsidP="00F96531">
      <w:r>
        <w:t>305.9660</w:t>
      </w:r>
      <w:r>
        <w:tab/>
        <w:t>4.051e0</w:t>
      </w:r>
    </w:p>
    <w:p w:rsidR="00F96531" w:rsidRDefault="00F96531" w:rsidP="00F96531">
      <w:r>
        <w:t>305.9922</w:t>
      </w:r>
      <w:r>
        <w:tab/>
        <w:t>3.038e0</w:t>
      </w:r>
    </w:p>
    <w:p w:rsidR="00F96531" w:rsidRDefault="00F96531" w:rsidP="00F96531">
      <w:r>
        <w:t>305.9967</w:t>
      </w:r>
      <w:r>
        <w:tab/>
        <w:t>1.746e0</w:t>
      </w:r>
    </w:p>
    <w:p w:rsidR="00F96531" w:rsidRDefault="00F96531" w:rsidP="00F96531">
      <w:r>
        <w:t>305.9984</w:t>
      </w:r>
      <w:r>
        <w:tab/>
        <w:t>2.025e0</w:t>
      </w:r>
    </w:p>
    <w:p w:rsidR="00F96531" w:rsidRDefault="00F96531" w:rsidP="00F96531">
      <w:r>
        <w:t>306.0007</w:t>
      </w:r>
      <w:r>
        <w:tab/>
        <w:t>1.127e0</w:t>
      </w:r>
    </w:p>
    <w:p w:rsidR="00F96531" w:rsidRDefault="00F96531" w:rsidP="00F96531">
      <w:r>
        <w:t>306.0258</w:t>
      </w:r>
      <w:r>
        <w:tab/>
        <w:t>3.038e0</w:t>
      </w:r>
    </w:p>
    <w:p w:rsidR="00F96531" w:rsidRDefault="00F96531" w:rsidP="00F96531">
      <w:r>
        <w:lastRenderedPageBreak/>
        <w:t>306.0526</w:t>
      </w:r>
      <w:r>
        <w:tab/>
        <w:t>6.220e0</w:t>
      </w:r>
    </w:p>
    <w:p w:rsidR="00F96531" w:rsidRDefault="00F96531" w:rsidP="00F96531">
      <w:r>
        <w:t>306.0741</w:t>
      </w:r>
      <w:r>
        <w:tab/>
        <w:t>9.119e1</w:t>
      </w:r>
    </w:p>
    <w:p w:rsidR="00F96531" w:rsidRDefault="00F96531" w:rsidP="00F96531">
      <w:r>
        <w:t>306.0766</w:t>
      </w:r>
      <w:r>
        <w:tab/>
        <w:t>1.081e2</w:t>
      </w:r>
    </w:p>
    <w:p w:rsidR="00F96531" w:rsidRDefault="00F96531" w:rsidP="00F96531">
      <w:r>
        <w:t>306.0793</w:t>
      </w:r>
      <w:r>
        <w:tab/>
        <w:t>3.342e1</w:t>
      </w:r>
    </w:p>
    <w:p w:rsidR="00F96531" w:rsidRDefault="00F96531" w:rsidP="00F96531">
      <w:r>
        <w:t>306.0844</w:t>
      </w:r>
      <w:r>
        <w:tab/>
        <w:t>1.419e1</w:t>
      </w:r>
    </w:p>
    <w:p w:rsidR="00F96531" w:rsidRDefault="00F96531" w:rsidP="00F96531">
      <w:r>
        <w:t>306.1368</w:t>
      </w:r>
      <w:r>
        <w:tab/>
        <w:t>4.369e0</w:t>
      </w:r>
    </w:p>
    <w:p w:rsidR="00F96531" w:rsidRDefault="00F96531" w:rsidP="00F96531">
      <w:r>
        <w:t>306.1395</w:t>
      </w:r>
      <w:r>
        <w:tab/>
        <w:t>5.063e0</w:t>
      </w:r>
    </w:p>
    <w:p w:rsidR="00F96531" w:rsidRDefault="00F96531" w:rsidP="00F96531">
      <w:r>
        <w:t>306.1522</w:t>
      </w:r>
      <w:r>
        <w:tab/>
        <w:t>1.013e0</w:t>
      </w:r>
    </w:p>
    <w:p w:rsidR="00F96531" w:rsidRDefault="00F96531" w:rsidP="00F96531">
      <w:r>
        <w:t>306.1721</w:t>
      </w:r>
      <w:r>
        <w:tab/>
        <w:t>2.025e0</w:t>
      </w:r>
    </w:p>
    <w:p w:rsidR="00F96531" w:rsidRDefault="00F96531" w:rsidP="00F96531">
      <w:r>
        <w:t>306.1768</w:t>
      </w:r>
      <w:r>
        <w:tab/>
        <w:t>6.108e0</w:t>
      </w:r>
    </w:p>
    <w:p w:rsidR="00F96531" w:rsidRDefault="00F96531" w:rsidP="00F96531">
      <w:r>
        <w:t>306.1779</w:t>
      </w:r>
      <w:r>
        <w:tab/>
        <w:t>3.038e0</w:t>
      </w:r>
    </w:p>
    <w:p w:rsidR="00F96531" w:rsidRDefault="00F96531" w:rsidP="00F96531">
      <w:r>
        <w:t>306.1917</w:t>
      </w:r>
      <w:r>
        <w:tab/>
        <w:t>4.393e0</w:t>
      </w:r>
    </w:p>
    <w:p w:rsidR="00F96531" w:rsidRDefault="00F96531" w:rsidP="00F96531">
      <w:r>
        <w:t>306.1929</w:t>
      </w:r>
      <w:r>
        <w:tab/>
        <w:t>3.081e0</w:t>
      </w:r>
    </w:p>
    <w:p w:rsidR="00F96531" w:rsidRDefault="00F96531" w:rsidP="00F96531">
      <w:r>
        <w:t>306.1970</w:t>
      </w:r>
      <w:r>
        <w:tab/>
        <w:t>9.057e0</w:t>
      </w:r>
    </w:p>
    <w:p w:rsidR="00F96531" w:rsidRDefault="00F96531" w:rsidP="00F96531">
      <w:r>
        <w:t>306.2127</w:t>
      </w:r>
      <w:r>
        <w:tab/>
        <w:t>1.013e0</w:t>
      </w:r>
    </w:p>
    <w:p w:rsidR="00F96531" w:rsidRDefault="00F96531" w:rsidP="00F96531">
      <w:r>
        <w:t>306.2195</w:t>
      </w:r>
      <w:r>
        <w:tab/>
        <w:t>3.038e0</w:t>
      </w:r>
    </w:p>
    <w:p w:rsidR="00F96531" w:rsidRDefault="00F96531" w:rsidP="00F96531">
      <w:r>
        <w:t>306.2376</w:t>
      </w:r>
      <w:r>
        <w:tab/>
        <w:t>2.025e0</w:t>
      </w:r>
    </w:p>
    <w:p w:rsidR="00F96531" w:rsidRDefault="00F96531" w:rsidP="00F96531">
      <w:r>
        <w:t>306.2409</w:t>
      </w:r>
      <w:r>
        <w:tab/>
        <w:t>3.038e0</w:t>
      </w:r>
    </w:p>
    <w:p w:rsidR="00F96531" w:rsidRDefault="00F96531" w:rsidP="00F96531">
      <w:r>
        <w:t>306.2423</w:t>
      </w:r>
      <w:r>
        <w:tab/>
        <w:t>3.038e0</w:t>
      </w:r>
    </w:p>
    <w:p w:rsidR="00F96531" w:rsidRDefault="00F96531" w:rsidP="00F96531">
      <w:r>
        <w:lastRenderedPageBreak/>
        <w:t>306.2500</w:t>
      </w:r>
      <w:r>
        <w:tab/>
        <w:t>5.063e0</w:t>
      </w:r>
    </w:p>
    <w:p w:rsidR="00F96531" w:rsidRDefault="00F96531" w:rsidP="00F96531">
      <w:r>
        <w:t>306.2688</w:t>
      </w:r>
      <w:r>
        <w:tab/>
        <w:t>1.013e0</w:t>
      </w:r>
    </w:p>
    <w:p w:rsidR="00F96531" w:rsidRDefault="00F96531" w:rsidP="00F96531">
      <w:r>
        <w:t>306.2727</w:t>
      </w:r>
      <w:r>
        <w:tab/>
        <w:t>2.025e0</w:t>
      </w:r>
    </w:p>
    <w:p w:rsidR="00F96531" w:rsidRDefault="00F96531" w:rsidP="00F96531">
      <w:r>
        <w:t>306.2793</w:t>
      </w:r>
      <w:r>
        <w:tab/>
        <w:t>1.013e0</w:t>
      </w:r>
    </w:p>
    <w:p w:rsidR="00F96531" w:rsidRDefault="00F96531" w:rsidP="00F96531">
      <w:r>
        <w:t>306.2865</w:t>
      </w:r>
      <w:r>
        <w:tab/>
        <w:t>2.025e0</w:t>
      </w:r>
    </w:p>
    <w:p w:rsidR="00F96531" w:rsidRDefault="00F96531" w:rsidP="00F96531">
      <w:r>
        <w:t>306.2899</w:t>
      </w:r>
      <w:r>
        <w:tab/>
        <w:t>1.013e0</w:t>
      </w:r>
    </w:p>
    <w:p w:rsidR="00F96531" w:rsidRDefault="00F96531" w:rsidP="00F96531">
      <w:r>
        <w:t>306.2968</w:t>
      </w:r>
      <w:r>
        <w:tab/>
        <w:t>1.013e0</w:t>
      </w:r>
    </w:p>
    <w:p w:rsidR="00F96531" w:rsidRDefault="00F96531" w:rsidP="00F96531">
      <w:r>
        <w:t>306.3047</w:t>
      </w:r>
      <w:r>
        <w:tab/>
        <w:t>2.025e0</w:t>
      </w:r>
    </w:p>
    <w:p w:rsidR="00F96531" w:rsidRDefault="00F96531" w:rsidP="00F96531">
      <w:r>
        <w:t>306.3246</w:t>
      </w:r>
      <w:r>
        <w:tab/>
        <w:t>1.013e0</w:t>
      </w:r>
    </w:p>
    <w:p w:rsidR="00F96531" w:rsidRDefault="00F96531" w:rsidP="00F96531">
      <w:r>
        <w:t>306.3353</w:t>
      </w:r>
      <w:r>
        <w:tab/>
        <w:t>1.013e0</w:t>
      </w:r>
    </w:p>
    <w:p w:rsidR="00F96531" w:rsidRDefault="00F96531" w:rsidP="00F96531">
      <w:r>
        <w:t>306.3455</w:t>
      </w:r>
      <w:r>
        <w:tab/>
        <w:t>1.013e0</w:t>
      </w:r>
    </w:p>
    <w:p w:rsidR="00F96531" w:rsidRDefault="00F96531" w:rsidP="00F96531">
      <w:r>
        <w:t>306.3510</w:t>
      </w:r>
      <w:r>
        <w:tab/>
        <w:t>1.013e0</w:t>
      </w:r>
    </w:p>
    <w:p w:rsidR="00F96531" w:rsidRDefault="00F96531" w:rsidP="00F96531">
      <w:r>
        <w:t>306.3609</w:t>
      </w:r>
      <w:r>
        <w:tab/>
        <w:t>2.025e0</w:t>
      </w:r>
    </w:p>
    <w:p w:rsidR="00F96531" w:rsidRDefault="00F96531" w:rsidP="00F96531">
      <w:r>
        <w:t>306.3832</w:t>
      </w:r>
      <w:r>
        <w:tab/>
        <w:t>1.013e0</w:t>
      </w:r>
    </w:p>
    <w:p w:rsidR="00F96531" w:rsidRDefault="00F96531" w:rsidP="00F96531">
      <w:r>
        <w:t>306.4080</w:t>
      </w:r>
      <w:r>
        <w:tab/>
        <w:t>1.013e0</w:t>
      </w:r>
    </w:p>
    <w:p w:rsidR="00F96531" w:rsidRDefault="00F96531" w:rsidP="00F96531">
      <w:r>
        <w:t>306.4121</w:t>
      </w:r>
      <w:r>
        <w:tab/>
        <w:t>3.038e0</w:t>
      </w:r>
    </w:p>
    <w:p w:rsidR="00F96531" w:rsidRDefault="00F96531" w:rsidP="00F96531">
      <w:r>
        <w:t>306.4193</w:t>
      </w:r>
      <w:r>
        <w:tab/>
        <w:t>1.013e0</w:t>
      </w:r>
    </w:p>
    <w:p w:rsidR="00F96531" w:rsidRDefault="00F96531" w:rsidP="00F96531">
      <w:r>
        <w:t>306.4512</w:t>
      </w:r>
      <w:r>
        <w:tab/>
        <w:t>1.013e0</w:t>
      </w:r>
    </w:p>
    <w:p w:rsidR="00F96531" w:rsidRDefault="00F96531" w:rsidP="00F96531">
      <w:r>
        <w:t>306.4525</w:t>
      </w:r>
      <w:r>
        <w:tab/>
        <w:t>3.038e0</w:t>
      </w:r>
    </w:p>
    <w:p w:rsidR="00F96531" w:rsidRDefault="00F96531" w:rsidP="00F96531">
      <w:r>
        <w:lastRenderedPageBreak/>
        <w:t>306.5032</w:t>
      </w:r>
      <w:r>
        <w:tab/>
        <w:t>1.013e0</w:t>
      </w:r>
    </w:p>
    <w:p w:rsidR="00F96531" w:rsidRDefault="00F96531" w:rsidP="00F96531">
      <w:r>
        <w:t>306.5046</w:t>
      </w:r>
      <w:r>
        <w:tab/>
        <w:t>1.013e0</w:t>
      </w:r>
    </w:p>
    <w:p w:rsidR="00F96531" w:rsidRDefault="00F96531" w:rsidP="00F96531">
      <w:r>
        <w:t>306.5065</w:t>
      </w:r>
      <w:r>
        <w:tab/>
        <w:t>2.025e0</w:t>
      </w:r>
    </w:p>
    <w:p w:rsidR="00F96531" w:rsidRDefault="00F96531" w:rsidP="00F96531">
      <w:r>
        <w:t>306.5099</w:t>
      </w:r>
      <w:r>
        <w:tab/>
        <w:t>3.038e0</w:t>
      </w:r>
    </w:p>
    <w:p w:rsidR="00F96531" w:rsidRDefault="00F96531" w:rsidP="00F96531">
      <w:r>
        <w:t>306.5416</w:t>
      </w:r>
      <w:r>
        <w:tab/>
        <w:t>1.013e0</w:t>
      </w:r>
    </w:p>
    <w:p w:rsidR="00F96531" w:rsidRDefault="00F96531" w:rsidP="00F96531">
      <w:r>
        <w:t>306.5512</w:t>
      </w:r>
      <w:r>
        <w:tab/>
        <w:t>1.013e0</w:t>
      </w:r>
    </w:p>
    <w:p w:rsidR="00F96531" w:rsidRDefault="00F96531" w:rsidP="00F96531">
      <w:r>
        <w:t>306.5657</w:t>
      </w:r>
      <w:r>
        <w:tab/>
        <w:t>2.857e0</w:t>
      </w:r>
    </w:p>
    <w:p w:rsidR="00F96531" w:rsidRDefault="00F96531" w:rsidP="00F96531">
      <w:r>
        <w:t>306.5972</w:t>
      </w:r>
      <w:r>
        <w:tab/>
        <w:t>1.013e0</w:t>
      </w:r>
    </w:p>
    <w:p w:rsidR="00F96531" w:rsidRDefault="00F96531" w:rsidP="00F96531">
      <w:r>
        <w:t>306.6035</w:t>
      </w:r>
      <w:r>
        <w:tab/>
        <w:t>3.038e0</w:t>
      </w:r>
    </w:p>
    <w:p w:rsidR="00F96531" w:rsidRDefault="00F96531" w:rsidP="00F96531">
      <w:r>
        <w:t>306.6158</w:t>
      </w:r>
      <w:r>
        <w:tab/>
        <w:t>2.025e0</w:t>
      </w:r>
    </w:p>
    <w:p w:rsidR="00F96531" w:rsidRDefault="00F96531" w:rsidP="00F96531">
      <w:r>
        <w:t>306.6232</w:t>
      </w:r>
      <w:r>
        <w:tab/>
        <w:t>2.025e0</w:t>
      </w:r>
    </w:p>
    <w:p w:rsidR="00F96531" w:rsidRDefault="00F96531" w:rsidP="00F96531">
      <w:r>
        <w:t>306.6311</w:t>
      </w:r>
      <w:r>
        <w:tab/>
        <w:t>2.025e0</w:t>
      </w:r>
    </w:p>
    <w:p w:rsidR="00F96531" w:rsidRDefault="00F96531" w:rsidP="00F96531">
      <w:r>
        <w:t>306.6362</w:t>
      </w:r>
      <w:r>
        <w:tab/>
        <w:t>1.013e0</w:t>
      </w:r>
    </w:p>
    <w:p w:rsidR="00F96531" w:rsidRDefault="00F96531" w:rsidP="00F96531">
      <w:r>
        <w:t>306.6425</w:t>
      </w:r>
      <w:r>
        <w:tab/>
        <w:t>2.025e0</w:t>
      </w:r>
    </w:p>
    <w:p w:rsidR="00F96531" w:rsidRDefault="00F96531" w:rsidP="00F96531">
      <w:r>
        <w:t>306.6571</w:t>
      </w:r>
      <w:r>
        <w:tab/>
        <w:t>2.025e0</w:t>
      </w:r>
    </w:p>
    <w:p w:rsidR="00F96531" w:rsidRDefault="00F96531" w:rsidP="00F96531">
      <w:r>
        <w:t>306.6711</w:t>
      </w:r>
      <w:r>
        <w:tab/>
        <w:t>1.013e0</w:t>
      </w:r>
    </w:p>
    <w:p w:rsidR="00F96531" w:rsidRDefault="00F96531" w:rsidP="00F96531">
      <w:r>
        <w:t>306.6807</w:t>
      </w:r>
      <w:r>
        <w:tab/>
        <w:t>1.013e0</w:t>
      </w:r>
    </w:p>
    <w:p w:rsidR="00F96531" w:rsidRDefault="00F96531" w:rsidP="00F96531">
      <w:r>
        <w:t>306.6905</w:t>
      </w:r>
      <w:r>
        <w:tab/>
        <w:t>1.013e0</w:t>
      </w:r>
    </w:p>
    <w:p w:rsidR="00F96531" w:rsidRDefault="00F96531" w:rsidP="00F96531">
      <w:r>
        <w:t>306.6919</w:t>
      </w:r>
      <w:r>
        <w:tab/>
        <w:t>1.013e0</w:t>
      </w:r>
    </w:p>
    <w:p w:rsidR="00F96531" w:rsidRDefault="00F96531" w:rsidP="00F96531">
      <w:r>
        <w:lastRenderedPageBreak/>
        <w:t>306.7031</w:t>
      </w:r>
      <w:r>
        <w:tab/>
        <w:t>1.013e0</w:t>
      </w:r>
    </w:p>
    <w:p w:rsidR="00F96531" w:rsidRDefault="00F96531" w:rsidP="00F96531">
      <w:r>
        <w:t>306.7244</w:t>
      </w:r>
      <w:r>
        <w:tab/>
        <w:t>1.013e0</w:t>
      </w:r>
    </w:p>
    <w:p w:rsidR="00F96531" w:rsidRDefault="00F96531" w:rsidP="00F96531">
      <w:r>
        <w:t>306.7441</w:t>
      </w:r>
      <w:r>
        <w:tab/>
        <w:t>3.038e0</w:t>
      </w:r>
    </w:p>
    <w:p w:rsidR="00F96531" w:rsidRDefault="00F96531" w:rsidP="00F96531">
      <w:r>
        <w:t>306.7476</w:t>
      </w:r>
      <w:r>
        <w:tab/>
        <w:t>1.013e0</w:t>
      </w:r>
    </w:p>
    <w:p w:rsidR="00F96531" w:rsidRDefault="00F96531" w:rsidP="00F96531">
      <w:r>
        <w:t>306.7591</w:t>
      </w:r>
      <w:r>
        <w:tab/>
        <w:t>1.013e0</w:t>
      </w:r>
    </w:p>
    <w:p w:rsidR="00F96531" w:rsidRDefault="00F96531" w:rsidP="00F96531">
      <w:r>
        <w:t>306.7698</w:t>
      </w:r>
      <w:r>
        <w:tab/>
        <w:t>1.013e0</w:t>
      </w:r>
    </w:p>
    <w:p w:rsidR="00F96531" w:rsidRDefault="00F96531" w:rsidP="00F96531">
      <w:r>
        <w:t>306.8019</w:t>
      </w:r>
      <w:r>
        <w:tab/>
        <w:t>2.025e0</w:t>
      </w:r>
    </w:p>
    <w:p w:rsidR="00F96531" w:rsidRDefault="00F96531" w:rsidP="00F96531">
      <w:r>
        <w:t>306.8084</w:t>
      </w:r>
      <w:r>
        <w:tab/>
        <w:t>1.013e0</w:t>
      </w:r>
    </w:p>
    <w:p w:rsidR="00F96531" w:rsidRDefault="00F96531" w:rsidP="00F96531">
      <w:r>
        <w:t>306.8105</w:t>
      </w:r>
      <w:r>
        <w:tab/>
        <w:t>2.025e0</w:t>
      </w:r>
    </w:p>
    <w:p w:rsidR="00F96531" w:rsidRDefault="00F96531" w:rsidP="00F96531">
      <w:r>
        <w:t>306.8123</w:t>
      </w:r>
      <w:r>
        <w:tab/>
        <w:t>1.013e0</w:t>
      </w:r>
    </w:p>
    <w:p w:rsidR="00F96531" w:rsidRDefault="00F96531" w:rsidP="00F96531">
      <w:r>
        <w:t>306.8430</w:t>
      </w:r>
      <w:r>
        <w:tab/>
        <w:t>1.013e0</w:t>
      </w:r>
    </w:p>
    <w:p w:rsidR="00F96531" w:rsidRDefault="00F96531" w:rsidP="00F96531">
      <w:r>
        <w:t>306.8444</w:t>
      </w:r>
      <w:r>
        <w:tab/>
        <w:t>1.013e0</w:t>
      </w:r>
    </w:p>
    <w:p w:rsidR="00F96531" w:rsidRDefault="00F96531" w:rsidP="00F96531">
      <w:r>
        <w:t>306.8549</w:t>
      </w:r>
      <w:r>
        <w:tab/>
        <w:t>2.025e0</w:t>
      </w:r>
    </w:p>
    <w:p w:rsidR="00F96531" w:rsidRDefault="00F96531" w:rsidP="00F96531">
      <w:r>
        <w:t>306.9412</w:t>
      </w:r>
      <w:r>
        <w:tab/>
        <w:t>1.013e0</w:t>
      </w:r>
    </w:p>
    <w:p w:rsidR="00F96531" w:rsidRDefault="00F96531" w:rsidP="00F96531">
      <w:r>
        <w:t>306.9522</w:t>
      </w:r>
      <w:r>
        <w:tab/>
        <w:t>1.013e0</w:t>
      </w:r>
    </w:p>
    <w:p w:rsidR="00F96531" w:rsidRDefault="00F96531" w:rsidP="00F96531">
      <w:r>
        <w:t>306.9550</w:t>
      </w:r>
      <w:r>
        <w:tab/>
        <w:t>1.013e0</w:t>
      </w:r>
    </w:p>
    <w:p w:rsidR="00F96531" w:rsidRDefault="00F96531" w:rsidP="00F96531">
      <w:r>
        <w:t>306.9563</w:t>
      </w:r>
      <w:r>
        <w:tab/>
        <w:t>1.013e0</w:t>
      </w:r>
    </w:p>
    <w:p w:rsidR="00F96531" w:rsidRDefault="00F96531" w:rsidP="00F96531">
      <w:r>
        <w:t>306.9907</w:t>
      </w:r>
      <w:r>
        <w:tab/>
        <w:t>3.038e0</w:t>
      </w:r>
    </w:p>
    <w:p w:rsidR="00F96531" w:rsidRDefault="00F96531" w:rsidP="00F96531">
      <w:r>
        <w:t>306.9928</w:t>
      </w:r>
      <w:r>
        <w:tab/>
        <w:t>3.038e0</w:t>
      </w:r>
    </w:p>
    <w:p w:rsidR="00F96531" w:rsidRDefault="00F96531" w:rsidP="00F96531">
      <w:r>
        <w:lastRenderedPageBreak/>
        <w:t>306.9983</w:t>
      </w:r>
      <w:r>
        <w:tab/>
        <w:t>4.051e0</w:t>
      </w:r>
    </w:p>
    <w:p w:rsidR="00F96531" w:rsidRDefault="00F96531" w:rsidP="00F96531">
      <w:r>
        <w:t>307.0011</w:t>
      </w:r>
      <w:r>
        <w:tab/>
        <w:t>1.299e1</w:t>
      </w:r>
    </w:p>
    <w:p w:rsidR="00F96531" w:rsidRDefault="00F96531" w:rsidP="00F96531">
      <w:r>
        <w:t>307.0088</w:t>
      </w:r>
      <w:r>
        <w:tab/>
        <w:t>3.338e0</w:t>
      </w:r>
    </w:p>
    <w:p w:rsidR="00F96531" w:rsidRDefault="00F96531" w:rsidP="00F96531">
      <w:r>
        <w:t>307.0237</w:t>
      </w:r>
      <w:r>
        <w:tab/>
        <w:t>3.038e0</w:t>
      </w:r>
    </w:p>
    <w:p w:rsidR="00F96531" w:rsidRDefault="00F96531" w:rsidP="00F96531">
      <w:r>
        <w:t>307.0563</w:t>
      </w:r>
      <w:r>
        <w:tab/>
        <w:t>4.880e1</w:t>
      </w:r>
    </w:p>
    <w:p w:rsidR="00F96531" w:rsidRDefault="00F96531" w:rsidP="00F96531">
      <w:r>
        <w:t>307.0639</w:t>
      </w:r>
      <w:r>
        <w:tab/>
        <w:t>4.921e1</w:t>
      </w:r>
    </w:p>
    <w:p w:rsidR="00F96531" w:rsidRDefault="00F96531" w:rsidP="00F96531">
      <w:r>
        <w:t>307.0653</w:t>
      </w:r>
      <w:r>
        <w:tab/>
        <w:t>3.409e1</w:t>
      </w:r>
    </w:p>
    <w:p w:rsidR="00F96531" w:rsidRDefault="00F96531" w:rsidP="00F96531">
      <w:r>
        <w:t>307.0676</w:t>
      </w:r>
      <w:r>
        <w:tab/>
        <w:t>5.063e0</w:t>
      </w:r>
    </w:p>
    <w:p w:rsidR="00F96531" w:rsidRDefault="00F96531" w:rsidP="00F96531">
      <w:r>
        <w:t>307.1007</w:t>
      </w:r>
      <w:r>
        <w:tab/>
        <w:t>3.038e0</w:t>
      </w:r>
    </w:p>
    <w:p w:rsidR="00F96531" w:rsidRDefault="00F96531" w:rsidP="00F96531">
      <w:r>
        <w:t>307.1227</w:t>
      </w:r>
      <w:r>
        <w:tab/>
        <w:t>4.051e0</w:t>
      </w:r>
    </w:p>
    <w:p w:rsidR="00F96531" w:rsidRDefault="00F96531" w:rsidP="00F96531">
      <w:r>
        <w:t>307.1342</w:t>
      </w:r>
      <w:r>
        <w:tab/>
        <w:t>2.025e0</w:t>
      </w:r>
    </w:p>
    <w:p w:rsidR="00F96531" w:rsidRDefault="00F96531" w:rsidP="00F96531">
      <w:r>
        <w:t>307.1495</w:t>
      </w:r>
      <w:r>
        <w:tab/>
        <w:t>5.311e0</w:t>
      </w:r>
    </w:p>
    <w:p w:rsidR="00F96531" w:rsidRDefault="00F96531" w:rsidP="00F96531">
      <w:r>
        <w:t>307.1528</w:t>
      </w:r>
      <w:r>
        <w:tab/>
        <w:t>4.051e0</w:t>
      </w:r>
    </w:p>
    <w:p w:rsidR="00F96531" w:rsidRDefault="00F96531" w:rsidP="00F96531">
      <w:r>
        <w:t>307.1615</w:t>
      </w:r>
      <w:r>
        <w:tab/>
        <w:t>2.025e0</w:t>
      </w:r>
    </w:p>
    <w:p w:rsidR="00F96531" w:rsidRDefault="00F96531" w:rsidP="00F96531">
      <w:r>
        <w:t>307.1659</w:t>
      </w:r>
      <w:r>
        <w:tab/>
        <w:t>5.031e0</w:t>
      </w:r>
    </w:p>
    <w:p w:rsidR="00F96531" w:rsidRDefault="00F96531" w:rsidP="00F96531">
      <w:r>
        <w:t>307.1708</w:t>
      </w:r>
      <w:r>
        <w:tab/>
        <w:t>4.051e0</w:t>
      </w:r>
    </w:p>
    <w:p w:rsidR="00F96531" w:rsidRDefault="00F96531" w:rsidP="00F96531">
      <w:r>
        <w:t>307.1894</w:t>
      </w:r>
      <w:r>
        <w:tab/>
        <w:t>2.025e0</w:t>
      </w:r>
    </w:p>
    <w:p w:rsidR="00F96531" w:rsidRDefault="00F96531" w:rsidP="00F96531">
      <w:r>
        <w:t>307.1924</w:t>
      </w:r>
      <w:r>
        <w:tab/>
        <w:t>3.038e0</w:t>
      </w:r>
    </w:p>
    <w:p w:rsidR="00F96531" w:rsidRDefault="00F96531" w:rsidP="00F96531">
      <w:r>
        <w:t>307.1949</w:t>
      </w:r>
      <w:r>
        <w:tab/>
        <w:t>3.038e0</w:t>
      </w:r>
    </w:p>
    <w:p w:rsidR="00F96531" w:rsidRDefault="00F96531" w:rsidP="00F96531">
      <w:r>
        <w:lastRenderedPageBreak/>
        <w:t>307.1982</w:t>
      </w:r>
      <w:r>
        <w:tab/>
        <w:t>1.993e0</w:t>
      </w:r>
    </w:p>
    <w:p w:rsidR="00F96531" w:rsidRDefault="00F96531" w:rsidP="00F96531">
      <w:r>
        <w:t>307.2000</w:t>
      </w:r>
      <w:r>
        <w:tab/>
        <w:t>5.790e0</w:t>
      </w:r>
    </w:p>
    <w:p w:rsidR="00F96531" w:rsidRDefault="00F96531" w:rsidP="00F96531">
      <w:r>
        <w:t>307.2177</w:t>
      </w:r>
      <w:r>
        <w:tab/>
        <w:t>5.063e0</w:t>
      </w:r>
    </w:p>
    <w:p w:rsidR="00F96531" w:rsidRDefault="00F96531" w:rsidP="00F96531">
      <w:r>
        <w:t>307.2249</w:t>
      </w:r>
      <w:r>
        <w:tab/>
        <w:t>2.025e0</w:t>
      </w:r>
    </w:p>
    <w:p w:rsidR="00F96531" w:rsidRDefault="00F96531" w:rsidP="00F96531">
      <w:r>
        <w:t>307.2364</w:t>
      </w:r>
      <w:r>
        <w:tab/>
        <w:t>4.051e0</w:t>
      </w:r>
    </w:p>
    <w:p w:rsidR="00F96531" w:rsidRDefault="00F96531" w:rsidP="00F96531">
      <w:r>
        <w:t>307.2403</w:t>
      </w:r>
      <w:r>
        <w:tab/>
        <w:t>1.013e0</w:t>
      </w:r>
    </w:p>
    <w:p w:rsidR="00F96531" w:rsidRDefault="00F96531" w:rsidP="00F96531">
      <w:r>
        <w:t>307.2442</w:t>
      </w:r>
      <w:r>
        <w:tab/>
        <w:t>1.013e0</w:t>
      </w:r>
    </w:p>
    <w:p w:rsidR="00F96531" w:rsidRDefault="00F96531" w:rsidP="00F96531">
      <w:r>
        <w:t>307.2790</w:t>
      </w:r>
      <w:r>
        <w:tab/>
        <w:t>2.025e0</w:t>
      </w:r>
    </w:p>
    <w:p w:rsidR="00F96531" w:rsidRDefault="00F96531" w:rsidP="00F96531">
      <w:r>
        <w:t>307.2849</w:t>
      </w:r>
      <w:r>
        <w:tab/>
        <w:t>2.025e0</w:t>
      </w:r>
    </w:p>
    <w:p w:rsidR="00F96531" w:rsidRDefault="00F96531" w:rsidP="00F96531">
      <w:r>
        <w:t>307.3025</w:t>
      </w:r>
      <w:r>
        <w:tab/>
        <w:t>3.038e0</w:t>
      </w:r>
    </w:p>
    <w:p w:rsidR="00F96531" w:rsidRDefault="00F96531" w:rsidP="00F96531">
      <w:r>
        <w:t>307.3105</w:t>
      </w:r>
      <w:r>
        <w:tab/>
        <w:t>1.013e0</w:t>
      </w:r>
    </w:p>
    <w:p w:rsidR="00F96531" w:rsidRDefault="00F96531" w:rsidP="00F96531">
      <w:r>
        <w:t>307.3188</w:t>
      </w:r>
      <w:r>
        <w:tab/>
        <w:t>1.013e0</w:t>
      </w:r>
    </w:p>
    <w:p w:rsidR="00F96531" w:rsidRDefault="00F96531" w:rsidP="00F96531">
      <w:r>
        <w:t>307.3310</w:t>
      </w:r>
      <w:r>
        <w:tab/>
        <w:t>2.025e0</w:t>
      </w:r>
    </w:p>
    <w:p w:rsidR="00F96531" w:rsidRDefault="00F96531" w:rsidP="00F96531">
      <w:r>
        <w:t>307.3440</w:t>
      </w:r>
      <w:r>
        <w:tab/>
        <w:t>1.013e0</w:t>
      </w:r>
    </w:p>
    <w:p w:rsidR="00F96531" w:rsidRDefault="00F96531" w:rsidP="00F96531">
      <w:r>
        <w:t>307.3536</w:t>
      </w:r>
      <w:r>
        <w:tab/>
        <w:t>2.025e0</w:t>
      </w:r>
    </w:p>
    <w:p w:rsidR="00F96531" w:rsidRDefault="00F96531" w:rsidP="00F96531">
      <w:r>
        <w:t>307.3650</w:t>
      </w:r>
      <w:r>
        <w:tab/>
        <w:t>1.013e0</w:t>
      </w:r>
    </w:p>
    <w:p w:rsidR="00F96531" w:rsidRDefault="00F96531" w:rsidP="00F96531">
      <w:r>
        <w:t>307.3719</w:t>
      </w:r>
      <w:r>
        <w:tab/>
        <w:t>1.013e0</w:t>
      </w:r>
    </w:p>
    <w:p w:rsidR="00F96531" w:rsidRDefault="00F96531" w:rsidP="00F96531">
      <w:r>
        <w:t>307.3984</w:t>
      </w:r>
      <w:r>
        <w:tab/>
        <w:t>1.013e0</w:t>
      </w:r>
    </w:p>
    <w:p w:rsidR="00F96531" w:rsidRDefault="00F96531" w:rsidP="00F96531">
      <w:r>
        <w:t>307.4042</w:t>
      </w:r>
      <w:r>
        <w:tab/>
        <w:t>1.013e0</w:t>
      </w:r>
    </w:p>
    <w:p w:rsidR="00F96531" w:rsidRDefault="00F96531" w:rsidP="00F96531">
      <w:r>
        <w:lastRenderedPageBreak/>
        <w:t>307.4055</w:t>
      </w:r>
      <w:r>
        <w:tab/>
        <w:t>2.025e0</w:t>
      </w:r>
    </w:p>
    <w:p w:rsidR="00F96531" w:rsidRDefault="00F96531" w:rsidP="00F96531">
      <w:r>
        <w:t>307.4308</w:t>
      </w:r>
      <w:r>
        <w:tab/>
        <w:t>1.013e0</w:t>
      </w:r>
    </w:p>
    <w:p w:rsidR="00F96531" w:rsidRDefault="00F96531" w:rsidP="00F96531">
      <w:r>
        <w:t>307.4561</w:t>
      </w:r>
      <w:r>
        <w:tab/>
        <w:t>2.025e0</w:t>
      </w:r>
    </w:p>
    <w:p w:rsidR="00F96531" w:rsidRDefault="00F96531" w:rsidP="00F96531">
      <w:r>
        <w:t>307.4669</w:t>
      </w:r>
      <w:r>
        <w:tab/>
        <w:t>1.013e0</w:t>
      </w:r>
    </w:p>
    <w:p w:rsidR="00F96531" w:rsidRDefault="00F96531" w:rsidP="00F96531">
      <w:r>
        <w:t>307.4683</w:t>
      </w:r>
      <w:r>
        <w:tab/>
        <w:t>1.013e0</w:t>
      </w:r>
    </w:p>
    <w:p w:rsidR="00F96531" w:rsidRDefault="00F96531" w:rsidP="00F96531">
      <w:r>
        <w:t>307.4922</w:t>
      </w:r>
      <w:r>
        <w:tab/>
        <w:t>2.025e0</w:t>
      </w:r>
    </w:p>
    <w:p w:rsidR="00F96531" w:rsidRDefault="00F96531" w:rsidP="00F96531">
      <w:r>
        <w:t>307.4963</w:t>
      </w:r>
      <w:r>
        <w:tab/>
        <w:t>1.013e0</w:t>
      </w:r>
    </w:p>
    <w:p w:rsidR="00F96531" w:rsidRDefault="00F96531" w:rsidP="00F96531">
      <w:r>
        <w:t>307.5002</w:t>
      </w:r>
      <w:r>
        <w:tab/>
        <w:t>1.013e0</w:t>
      </w:r>
    </w:p>
    <w:p w:rsidR="00F96531" w:rsidRDefault="00F96531" w:rsidP="00F96531">
      <w:r>
        <w:t>307.5101</w:t>
      </w:r>
      <w:r>
        <w:tab/>
        <w:t>1.013e0</w:t>
      </w:r>
    </w:p>
    <w:p w:rsidR="00F96531" w:rsidRDefault="00F96531" w:rsidP="00F96531">
      <w:r>
        <w:t>307.5149</w:t>
      </w:r>
      <w:r>
        <w:tab/>
        <w:t>1.013e0</w:t>
      </w:r>
    </w:p>
    <w:p w:rsidR="00F96531" w:rsidRDefault="00F96531" w:rsidP="00F96531">
      <w:r>
        <w:t>307.5380</w:t>
      </w:r>
      <w:r>
        <w:tab/>
        <w:t>1.013e0</w:t>
      </w:r>
    </w:p>
    <w:p w:rsidR="00F96531" w:rsidRDefault="00F96531" w:rsidP="00F96531">
      <w:r>
        <w:t>307.5523</w:t>
      </w:r>
      <w:r>
        <w:tab/>
        <w:t>2.025e0</w:t>
      </w:r>
    </w:p>
    <w:p w:rsidR="00F96531" w:rsidRDefault="00F96531" w:rsidP="00F96531">
      <w:r>
        <w:t>307.5616</w:t>
      </w:r>
      <w:r>
        <w:tab/>
        <w:t>2.025e0</w:t>
      </w:r>
    </w:p>
    <w:p w:rsidR="00F96531" w:rsidRDefault="00F96531" w:rsidP="00F96531">
      <w:r>
        <w:t>307.5659</w:t>
      </w:r>
      <w:r>
        <w:tab/>
        <w:t>1.013e0</w:t>
      </w:r>
    </w:p>
    <w:p w:rsidR="00F96531" w:rsidRDefault="00F96531" w:rsidP="00F96531">
      <w:r>
        <w:t>307.5713</w:t>
      </w:r>
      <w:r>
        <w:tab/>
        <w:t>3.038e0</w:t>
      </w:r>
    </w:p>
    <w:p w:rsidR="00F96531" w:rsidRDefault="00F96531" w:rsidP="00F96531">
      <w:r>
        <w:t>307.5874</w:t>
      </w:r>
      <w:r>
        <w:tab/>
        <w:t>2.025e0</w:t>
      </w:r>
    </w:p>
    <w:p w:rsidR="00F96531" w:rsidRDefault="00F96531" w:rsidP="00F96531">
      <w:r>
        <w:t>307.5989</w:t>
      </w:r>
      <w:r>
        <w:tab/>
        <w:t>1.013e0</w:t>
      </w:r>
    </w:p>
    <w:p w:rsidR="00F96531" w:rsidRDefault="00F96531" w:rsidP="00F96531">
      <w:r>
        <w:t>307.6175</w:t>
      </w:r>
      <w:r>
        <w:tab/>
        <w:t>1.013e0</w:t>
      </w:r>
    </w:p>
    <w:p w:rsidR="00F96531" w:rsidRDefault="00F96531" w:rsidP="00F96531">
      <w:r>
        <w:t>307.6389</w:t>
      </w:r>
      <w:r>
        <w:tab/>
        <w:t>1.013e0</w:t>
      </w:r>
    </w:p>
    <w:p w:rsidR="00F96531" w:rsidRDefault="00F96531" w:rsidP="00F96531">
      <w:r>
        <w:lastRenderedPageBreak/>
        <w:t>307.6602</w:t>
      </w:r>
      <w:r>
        <w:tab/>
        <w:t>1.013e0</w:t>
      </w:r>
    </w:p>
    <w:p w:rsidR="00F96531" w:rsidRDefault="00F96531" w:rsidP="00F96531">
      <w:r>
        <w:t>307.6733</w:t>
      </w:r>
      <w:r>
        <w:tab/>
        <w:t>1.013e0</w:t>
      </w:r>
    </w:p>
    <w:p w:rsidR="00F96531" w:rsidRDefault="00F96531" w:rsidP="00F96531">
      <w:r>
        <w:t>307.7162</w:t>
      </w:r>
      <w:r>
        <w:tab/>
        <w:t>1.013e0</w:t>
      </w:r>
    </w:p>
    <w:p w:rsidR="00F96531" w:rsidRDefault="00F96531" w:rsidP="00F96531">
      <w:r>
        <w:t>307.7278</w:t>
      </w:r>
      <w:r>
        <w:tab/>
        <w:t>1.013e0</w:t>
      </w:r>
    </w:p>
    <w:p w:rsidR="00F96531" w:rsidRDefault="00F96531" w:rsidP="00F96531">
      <w:r>
        <w:t>307.7682</w:t>
      </w:r>
      <w:r>
        <w:tab/>
        <w:t>1.013e0</w:t>
      </w:r>
    </w:p>
    <w:p w:rsidR="00F96531" w:rsidRDefault="00F96531" w:rsidP="00F96531">
      <w:r>
        <w:t>307.8129</w:t>
      </w:r>
      <w:r>
        <w:tab/>
        <w:t>1.013e0</w:t>
      </w:r>
    </w:p>
    <w:p w:rsidR="00F96531" w:rsidRDefault="00F96531" w:rsidP="00F96531">
      <w:r>
        <w:t>307.8190</w:t>
      </w:r>
      <w:r>
        <w:tab/>
        <w:t>2.025e0</w:t>
      </w:r>
    </w:p>
    <w:p w:rsidR="00F96531" w:rsidRDefault="00F96531" w:rsidP="00F96531">
      <w:r>
        <w:t>307.8843</w:t>
      </w:r>
      <w:r>
        <w:tab/>
        <w:t>3.038e0</w:t>
      </w:r>
    </w:p>
    <w:p w:rsidR="00F96531" w:rsidRDefault="00F96531" w:rsidP="00F96531">
      <w:r>
        <w:t>307.8924</w:t>
      </w:r>
      <w:r>
        <w:tab/>
        <w:t>1.013e0</w:t>
      </w:r>
    </w:p>
    <w:p w:rsidR="00F96531" w:rsidRDefault="00F96531" w:rsidP="00F96531">
      <w:r>
        <w:t>307.8934</w:t>
      </w:r>
      <w:r>
        <w:tab/>
        <w:t>2.025e0</w:t>
      </w:r>
    </w:p>
    <w:p w:rsidR="00F96531" w:rsidRDefault="00F96531" w:rsidP="00F96531">
      <w:r>
        <w:t>307.9028</w:t>
      </w:r>
      <w:r>
        <w:tab/>
        <w:t>2.025e0</w:t>
      </w:r>
    </w:p>
    <w:p w:rsidR="00F96531" w:rsidRDefault="00F96531" w:rsidP="00F96531">
      <w:r>
        <w:t>307.9430</w:t>
      </w:r>
      <w:r>
        <w:tab/>
        <w:t>1.013e0</w:t>
      </w:r>
    </w:p>
    <w:p w:rsidR="00F96531" w:rsidRDefault="00F96531" w:rsidP="00F96531">
      <w:r>
        <w:t>307.9471</w:t>
      </w:r>
      <w:r>
        <w:tab/>
        <w:t>1.013e0</w:t>
      </w:r>
    </w:p>
    <w:p w:rsidR="00F96531" w:rsidRDefault="00F96531" w:rsidP="00F96531">
      <w:r>
        <w:t>307.9526</w:t>
      </w:r>
      <w:r>
        <w:tab/>
        <w:t>1.013e0</w:t>
      </w:r>
    </w:p>
    <w:p w:rsidR="00F96531" w:rsidRDefault="00F96531" w:rsidP="00F96531">
      <w:r>
        <w:t>307.9710</w:t>
      </w:r>
      <w:r>
        <w:tab/>
        <w:t>1.013e0</w:t>
      </w:r>
    </w:p>
    <w:p w:rsidR="00F96531" w:rsidRDefault="00F96531" w:rsidP="00F96531">
      <w:r>
        <w:t>307.9764</w:t>
      </w:r>
      <w:r>
        <w:tab/>
        <w:t>1.013e0</w:t>
      </w:r>
    </w:p>
    <w:p w:rsidR="00F96531" w:rsidRDefault="00F96531" w:rsidP="00F96531">
      <w:r>
        <w:t>308.0348</w:t>
      </w:r>
      <w:r>
        <w:tab/>
        <w:t>2.025e0</w:t>
      </w:r>
    </w:p>
    <w:p w:rsidR="00F96531" w:rsidRDefault="00F96531" w:rsidP="00F96531">
      <w:r>
        <w:t>308.0507</w:t>
      </w:r>
      <w:r>
        <w:tab/>
        <w:t>1.149e1</w:t>
      </w:r>
    </w:p>
    <w:p w:rsidR="00F96531" w:rsidRDefault="00F96531" w:rsidP="00F96531">
      <w:r>
        <w:t>308.0524</w:t>
      </w:r>
      <w:r>
        <w:tab/>
        <w:t>1.013e0</w:t>
      </w:r>
    </w:p>
    <w:p w:rsidR="00F96531" w:rsidRDefault="00F96531" w:rsidP="00F96531">
      <w:r>
        <w:lastRenderedPageBreak/>
        <w:t>308.0642</w:t>
      </w:r>
      <w:r>
        <w:tab/>
        <w:t>5.360e0</w:t>
      </w:r>
    </w:p>
    <w:p w:rsidR="00F96531" w:rsidRDefault="00F96531" w:rsidP="00F96531">
      <w:r>
        <w:t>308.0761</w:t>
      </w:r>
      <w:r>
        <w:tab/>
        <w:t>1.664e1</w:t>
      </w:r>
    </w:p>
    <w:p w:rsidR="00F96531" w:rsidRDefault="00F96531" w:rsidP="00F96531">
      <w:r>
        <w:t>308.0804</w:t>
      </w:r>
      <w:r>
        <w:tab/>
        <w:t>2.025e0</w:t>
      </w:r>
    </w:p>
    <w:p w:rsidR="00F96531" w:rsidRDefault="00F96531" w:rsidP="00F96531">
      <w:r>
        <w:t>308.0884</w:t>
      </w:r>
      <w:r>
        <w:tab/>
        <w:t>2.175e0</w:t>
      </w:r>
    </w:p>
    <w:p w:rsidR="00F96531" w:rsidRDefault="00F96531" w:rsidP="00F96531">
      <w:r>
        <w:t>308.1124</w:t>
      </w:r>
      <w:r>
        <w:tab/>
        <w:t>1.013e0</w:t>
      </w:r>
    </w:p>
    <w:p w:rsidR="00F96531" w:rsidRDefault="00F96531" w:rsidP="00F96531">
      <w:r>
        <w:t>308.1251</w:t>
      </w:r>
      <w:r>
        <w:tab/>
        <w:t>2.025e0</w:t>
      </w:r>
    </w:p>
    <w:p w:rsidR="00F96531" w:rsidRDefault="00F96531" w:rsidP="00F96531">
      <w:r>
        <w:t>308.1483</w:t>
      </w:r>
      <w:r>
        <w:tab/>
        <w:t>2.017e0</w:t>
      </w:r>
    </w:p>
    <w:p w:rsidR="00F96531" w:rsidRDefault="00F96531" w:rsidP="00F96531">
      <w:r>
        <w:t>308.1544</w:t>
      </w:r>
      <w:r>
        <w:tab/>
        <w:t>2.025e0</w:t>
      </w:r>
    </w:p>
    <w:p w:rsidR="00F96531" w:rsidRDefault="00F96531" w:rsidP="00F96531">
      <w:r>
        <w:t>308.1556</w:t>
      </w:r>
      <w:r>
        <w:tab/>
        <w:t>5.105e0</w:t>
      </w:r>
    </w:p>
    <w:p w:rsidR="00F96531" w:rsidRDefault="00F96531" w:rsidP="00F96531">
      <w:r>
        <w:t>308.1844</w:t>
      </w:r>
      <w:r>
        <w:tab/>
        <w:t>2.025e0</w:t>
      </w:r>
    </w:p>
    <w:p w:rsidR="00F96531" w:rsidRDefault="00F96531" w:rsidP="00F96531">
      <w:r>
        <w:t>308.1951</w:t>
      </w:r>
      <w:r>
        <w:tab/>
        <w:t>1.013e0</w:t>
      </w:r>
    </w:p>
    <w:p w:rsidR="00F96531" w:rsidRDefault="00F96531" w:rsidP="00F96531">
      <w:r>
        <w:t>308.1994</w:t>
      </w:r>
      <w:r>
        <w:tab/>
        <w:t>3.038e0</w:t>
      </w:r>
    </w:p>
    <w:p w:rsidR="00F96531" w:rsidRDefault="00F96531" w:rsidP="00F96531">
      <w:r>
        <w:t>308.2088</w:t>
      </w:r>
      <w:r>
        <w:tab/>
        <w:t>3.005e0</w:t>
      </w:r>
    </w:p>
    <w:p w:rsidR="00F96531" w:rsidRDefault="00F96531" w:rsidP="00F96531">
      <w:r>
        <w:t>308.2184</w:t>
      </w:r>
      <w:r>
        <w:tab/>
        <w:t>3.038e0</w:t>
      </w:r>
    </w:p>
    <w:p w:rsidR="00F96531" w:rsidRDefault="00F96531" w:rsidP="00F96531">
      <w:r>
        <w:t>308.2241</w:t>
      </w:r>
      <w:r>
        <w:tab/>
        <w:t>4.051e0</w:t>
      </w:r>
    </w:p>
    <w:p w:rsidR="00F96531" w:rsidRDefault="00F96531" w:rsidP="00F96531">
      <w:r>
        <w:t>308.2364</w:t>
      </w:r>
      <w:r>
        <w:tab/>
        <w:t>1.013e0</w:t>
      </w:r>
    </w:p>
    <w:p w:rsidR="00F96531" w:rsidRDefault="00F96531" w:rsidP="00F96531">
      <w:r>
        <w:t>308.2378</w:t>
      </w:r>
      <w:r>
        <w:tab/>
        <w:t>1.013e0</w:t>
      </w:r>
    </w:p>
    <w:p w:rsidR="00F96531" w:rsidRDefault="00F96531" w:rsidP="00F96531">
      <w:r>
        <w:t>308.2472</w:t>
      </w:r>
      <w:r>
        <w:tab/>
        <w:t>1.013e0</w:t>
      </w:r>
    </w:p>
    <w:p w:rsidR="00F96531" w:rsidRDefault="00F96531" w:rsidP="00F96531">
      <w:r>
        <w:t>308.2705</w:t>
      </w:r>
      <w:r>
        <w:tab/>
        <w:t>2.025e0</w:t>
      </w:r>
    </w:p>
    <w:p w:rsidR="00F96531" w:rsidRDefault="00F96531" w:rsidP="00F96531">
      <w:r>
        <w:lastRenderedPageBreak/>
        <w:t>308.2805</w:t>
      </w:r>
      <w:r>
        <w:tab/>
        <w:t>1.013e0</w:t>
      </w:r>
    </w:p>
    <w:p w:rsidR="00F96531" w:rsidRDefault="00F96531" w:rsidP="00F96531">
      <w:r>
        <w:t>308.3023</w:t>
      </w:r>
      <w:r>
        <w:tab/>
        <w:t>4.051e0</w:t>
      </w:r>
    </w:p>
    <w:p w:rsidR="00F96531" w:rsidRDefault="00F96531" w:rsidP="00F96531">
      <w:r>
        <w:t>308.3152</w:t>
      </w:r>
      <w:r>
        <w:tab/>
        <w:t>1.013e0</w:t>
      </w:r>
    </w:p>
    <w:p w:rsidR="00F96531" w:rsidRDefault="00F96531" w:rsidP="00F96531">
      <w:r>
        <w:t>308.3445</w:t>
      </w:r>
      <w:r>
        <w:tab/>
        <w:t>2.025e0</w:t>
      </w:r>
    </w:p>
    <w:p w:rsidR="00F96531" w:rsidRDefault="00F96531" w:rsidP="00F96531">
      <w:r>
        <w:t>308.4038</w:t>
      </w:r>
      <w:r>
        <w:tab/>
        <w:t>3.038e0</w:t>
      </w:r>
    </w:p>
    <w:p w:rsidR="00F96531" w:rsidRDefault="00F96531" w:rsidP="00F96531">
      <w:r>
        <w:t>308.4286</w:t>
      </w:r>
      <w:r>
        <w:tab/>
        <w:t>3.038e0</w:t>
      </w:r>
    </w:p>
    <w:p w:rsidR="00F96531" w:rsidRDefault="00F96531" w:rsidP="00F96531">
      <w:r>
        <w:t>308.4514</w:t>
      </w:r>
      <w:r>
        <w:tab/>
        <w:t>1.013e0</w:t>
      </w:r>
    </w:p>
    <w:p w:rsidR="00F96531" w:rsidRDefault="00F96531" w:rsidP="00F96531">
      <w:r>
        <w:t>308.4647</w:t>
      </w:r>
      <w:r>
        <w:tab/>
        <w:t>2.025e0</w:t>
      </w:r>
    </w:p>
    <w:p w:rsidR="00F96531" w:rsidRDefault="00F96531" w:rsidP="00F96531">
      <w:r>
        <w:t>308.4787</w:t>
      </w:r>
      <w:r>
        <w:tab/>
        <w:t>2.262e0</w:t>
      </w:r>
    </w:p>
    <w:p w:rsidR="00F96531" w:rsidRDefault="00F96531" w:rsidP="00F96531">
      <w:r>
        <w:t>308.4833</w:t>
      </w:r>
      <w:r>
        <w:tab/>
        <w:t>1.013e0</w:t>
      </w:r>
    </w:p>
    <w:p w:rsidR="00F96531" w:rsidRDefault="00F96531" w:rsidP="00F96531">
      <w:r>
        <w:t>308.4882</w:t>
      </w:r>
      <w:r>
        <w:tab/>
        <w:t>1.013e0</w:t>
      </w:r>
    </w:p>
    <w:p w:rsidR="00F96531" w:rsidRDefault="00F96531" w:rsidP="00F96531">
      <w:r>
        <w:t>308.5113</w:t>
      </w:r>
      <w:r>
        <w:tab/>
        <w:t>1.013e0</w:t>
      </w:r>
    </w:p>
    <w:p w:rsidR="00F96531" w:rsidRDefault="00F96531" w:rsidP="00F96531">
      <w:r>
        <w:t>308.5407</w:t>
      </w:r>
      <w:r>
        <w:tab/>
        <w:t>1.013e0</w:t>
      </w:r>
    </w:p>
    <w:p w:rsidR="00F96531" w:rsidRDefault="00F96531" w:rsidP="00F96531">
      <w:r>
        <w:t>308.5455</w:t>
      </w:r>
      <w:r>
        <w:tab/>
        <w:t>1.013e0</w:t>
      </w:r>
    </w:p>
    <w:p w:rsidR="00F96531" w:rsidRDefault="00F96531" w:rsidP="00F96531">
      <w:r>
        <w:t>308.5735</w:t>
      </w:r>
      <w:r>
        <w:tab/>
        <w:t>1.013e0</w:t>
      </w:r>
    </w:p>
    <w:p w:rsidR="00F96531" w:rsidRDefault="00F96531" w:rsidP="00F96531">
      <w:r>
        <w:t>308.5914</w:t>
      </w:r>
      <w:r>
        <w:tab/>
        <w:t>2.025e0</w:t>
      </w:r>
    </w:p>
    <w:p w:rsidR="00F96531" w:rsidRDefault="00F96531" w:rsidP="00F96531">
      <w:r>
        <w:t>308.6195</w:t>
      </w:r>
      <w:r>
        <w:tab/>
        <w:t>1.013e0</w:t>
      </w:r>
    </w:p>
    <w:p w:rsidR="00F96531" w:rsidRDefault="00F96531" w:rsidP="00F96531">
      <w:r>
        <w:t>308.6475</w:t>
      </w:r>
      <w:r>
        <w:tab/>
        <w:t>1.013e0</w:t>
      </w:r>
    </w:p>
    <w:p w:rsidR="00F96531" w:rsidRDefault="00F96531" w:rsidP="00F96531">
      <w:r>
        <w:t>308.6515</w:t>
      </w:r>
      <w:r>
        <w:tab/>
        <w:t>1.013e0</w:t>
      </w:r>
    </w:p>
    <w:p w:rsidR="00F96531" w:rsidRDefault="00F96531" w:rsidP="00F96531">
      <w:r>
        <w:lastRenderedPageBreak/>
        <w:t>308.6615</w:t>
      </w:r>
      <w:r>
        <w:tab/>
        <w:t>2.025e0</w:t>
      </w:r>
    </w:p>
    <w:p w:rsidR="00F96531" w:rsidRDefault="00F96531" w:rsidP="00F96531">
      <w:r>
        <w:t>308.7089</w:t>
      </w:r>
      <w:r>
        <w:tab/>
        <w:t>1.013e0</w:t>
      </w:r>
    </w:p>
    <w:p w:rsidR="00F96531" w:rsidRDefault="00F96531" w:rsidP="00F96531">
      <w:r>
        <w:t>308.7135</w:t>
      </w:r>
      <w:r>
        <w:tab/>
        <w:t>1.013e0</w:t>
      </w:r>
    </w:p>
    <w:p w:rsidR="00F96531" w:rsidRDefault="00F96531" w:rsidP="00F96531">
      <w:r>
        <w:t>308.7568</w:t>
      </w:r>
      <w:r>
        <w:tab/>
        <w:t>1.013e0</w:t>
      </w:r>
    </w:p>
    <w:p w:rsidR="00F96531" w:rsidRDefault="00F96531" w:rsidP="00F96531">
      <w:r>
        <w:t>308.7596</w:t>
      </w:r>
      <w:r>
        <w:tab/>
        <w:t>1.013e0</w:t>
      </w:r>
    </w:p>
    <w:p w:rsidR="00F96531" w:rsidRDefault="00F96531" w:rsidP="00F96531">
      <w:r>
        <w:t>308.7890</w:t>
      </w:r>
      <w:r>
        <w:tab/>
        <w:t>1.013e0</w:t>
      </w:r>
    </w:p>
    <w:p w:rsidR="00F96531" w:rsidRDefault="00F96531" w:rsidP="00F96531">
      <w:r>
        <w:t>308.8033</w:t>
      </w:r>
      <w:r>
        <w:tab/>
        <w:t>3.038e0</w:t>
      </w:r>
    </w:p>
    <w:p w:rsidR="00F96531" w:rsidRDefault="00F96531" w:rsidP="00F96531">
      <w:r>
        <w:t>308.8196</w:t>
      </w:r>
      <w:r>
        <w:tab/>
        <w:t>1.013e0</w:t>
      </w:r>
    </w:p>
    <w:p w:rsidR="00F96531" w:rsidRDefault="00F96531" w:rsidP="00F96531">
      <w:r>
        <w:t>308.8412</w:t>
      </w:r>
      <w:r>
        <w:tab/>
        <w:t>2.025e0</w:t>
      </w:r>
    </w:p>
    <w:p w:rsidR="00F96531" w:rsidRDefault="00F96531" w:rsidP="00F96531">
      <w:r>
        <w:t>308.8594</w:t>
      </w:r>
      <w:r>
        <w:tab/>
        <w:t>2.025e0</w:t>
      </w:r>
    </w:p>
    <w:p w:rsidR="00F96531" w:rsidRDefault="00F96531" w:rsidP="00F96531">
      <w:r>
        <w:t>308.8676</w:t>
      </w:r>
      <w:r>
        <w:tab/>
        <w:t>1.013e0</w:t>
      </w:r>
    </w:p>
    <w:p w:rsidR="00F96531" w:rsidRDefault="00F96531" w:rsidP="00F96531">
      <w:r>
        <w:t>308.8690</w:t>
      </w:r>
      <w:r>
        <w:tab/>
        <w:t>2.025e0</w:t>
      </w:r>
    </w:p>
    <w:p w:rsidR="00F96531" w:rsidRDefault="00F96531" w:rsidP="00F96531">
      <w:r>
        <w:t>308.8833</w:t>
      </w:r>
      <w:r>
        <w:tab/>
        <w:t>4.051e0</w:t>
      </w:r>
    </w:p>
    <w:p w:rsidR="00F96531" w:rsidRDefault="00F96531" w:rsidP="00F96531">
      <w:r>
        <w:t>308.8859</w:t>
      </w:r>
      <w:r>
        <w:tab/>
        <w:t>1.013e0</w:t>
      </w:r>
    </w:p>
    <w:p w:rsidR="00F96531" w:rsidRDefault="00F96531" w:rsidP="00F96531">
      <w:r>
        <w:t>308.8997</w:t>
      </w:r>
      <w:r>
        <w:tab/>
        <w:t>2.025e0</w:t>
      </w:r>
    </w:p>
    <w:p w:rsidR="00F96531" w:rsidRDefault="00F96531" w:rsidP="00F96531">
      <w:r>
        <w:t>308.9268</w:t>
      </w:r>
      <w:r>
        <w:tab/>
        <w:t>3.038e0</w:t>
      </w:r>
    </w:p>
    <w:p w:rsidR="00F96531" w:rsidRDefault="00F96531" w:rsidP="00F96531">
      <w:r>
        <w:t>308.9310</w:t>
      </w:r>
      <w:r>
        <w:tab/>
        <w:t>2.107e0</w:t>
      </w:r>
    </w:p>
    <w:p w:rsidR="00F96531" w:rsidRDefault="00F96531" w:rsidP="00F96531">
      <w:r>
        <w:t>308.9657</w:t>
      </w:r>
      <w:r>
        <w:tab/>
        <w:t>1.013e0</w:t>
      </w:r>
    </w:p>
    <w:p w:rsidR="00F96531" w:rsidRDefault="00F96531" w:rsidP="00F96531">
      <w:r>
        <w:t>308.9852</w:t>
      </w:r>
      <w:r>
        <w:tab/>
        <w:t>2.025e0</w:t>
      </w:r>
    </w:p>
    <w:p w:rsidR="00F96531" w:rsidRDefault="00F96531" w:rsidP="00F96531">
      <w:r>
        <w:lastRenderedPageBreak/>
        <w:t>308.9884</w:t>
      </w:r>
      <w:r>
        <w:tab/>
        <w:t>2.109e0</w:t>
      </w:r>
    </w:p>
    <w:p w:rsidR="00F96531" w:rsidRDefault="00F96531" w:rsidP="00F96531">
      <w:r>
        <w:t>309.0044</w:t>
      </w:r>
      <w:r>
        <w:tab/>
        <w:t>2.981e0</w:t>
      </w:r>
    </w:p>
    <w:p w:rsidR="00F96531" w:rsidRDefault="00F96531" w:rsidP="00F96531">
      <w:r>
        <w:t>309.0091</w:t>
      </w:r>
      <w:r>
        <w:tab/>
        <w:t>1.013e0</w:t>
      </w:r>
    </w:p>
    <w:p w:rsidR="00F96531" w:rsidRDefault="00F96531" w:rsidP="00F96531">
      <w:r>
        <w:t>309.0107</w:t>
      </w:r>
      <w:r>
        <w:tab/>
        <w:t>2.025e0</w:t>
      </w:r>
    </w:p>
    <w:p w:rsidR="00F96531" w:rsidRDefault="00F96531" w:rsidP="00F96531">
      <w:r>
        <w:t>309.0263</w:t>
      </w:r>
      <w:r>
        <w:tab/>
        <w:t>6.568e0</w:t>
      </w:r>
    </w:p>
    <w:p w:rsidR="00F96531" w:rsidRDefault="00F96531" w:rsidP="00F96531">
      <w:r>
        <w:t>309.0273</w:t>
      </w:r>
      <w:r>
        <w:tab/>
        <w:t>1.013e0</w:t>
      </w:r>
    </w:p>
    <w:p w:rsidR="00F96531" w:rsidRDefault="00F96531" w:rsidP="00F96531">
      <w:r>
        <w:t>309.0451</w:t>
      </w:r>
      <w:r>
        <w:tab/>
        <w:t>1.486e1</w:t>
      </w:r>
    </w:p>
    <w:p w:rsidR="00F96531" w:rsidRDefault="00F96531" w:rsidP="00F96531">
      <w:r>
        <w:t>309.0479</w:t>
      </w:r>
      <w:r>
        <w:tab/>
        <w:t>2.693e0</w:t>
      </w:r>
    </w:p>
    <w:p w:rsidR="00F96531" w:rsidRDefault="00F96531" w:rsidP="00F96531">
      <w:r>
        <w:t>309.0602</w:t>
      </w:r>
      <w:r>
        <w:tab/>
        <w:t>3.965e0</w:t>
      </w:r>
    </w:p>
    <w:p w:rsidR="00F96531" w:rsidRDefault="00F96531" w:rsidP="00F96531">
      <w:r>
        <w:t>309.0627</w:t>
      </w:r>
      <w:r>
        <w:tab/>
        <w:t>2.025e0</w:t>
      </w:r>
    </w:p>
    <w:p w:rsidR="00F96531" w:rsidRDefault="00F96531" w:rsidP="00F96531">
      <w:r>
        <w:t>309.0652</w:t>
      </w:r>
      <w:r>
        <w:tab/>
        <w:t>1.998e0</w:t>
      </w:r>
    </w:p>
    <w:p w:rsidR="00F96531" w:rsidRDefault="00F96531" w:rsidP="00F96531">
      <w:r>
        <w:t>309.0693</w:t>
      </w:r>
      <w:r>
        <w:tab/>
        <w:t>1.013e0</w:t>
      </w:r>
    </w:p>
    <w:p w:rsidR="00F96531" w:rsidRDefault="00F96531" w:rsidP="00F96531">
      <w:r>
        <w:t>309.0711</w:t>
      </w:r>
      <w:r>
        <w:tab/>
        <w:t>1.722e0</w:t>
      </w:r>
    </w:p>
    <w:p w:rsidR="00F96531" w:rsidRDefault="00F96531" w:rsidP="00F96531">
      <w:r>
        <w:t>309.0877</w:t>
      </w:r>
      <w:r>
        <w:tab/>
        <w:t>2.025e0</w:t>
      </w:r>
    </w:p>
    <w:p w:rsidR="00F96531" w:rsidRDefault="00F96531" w:rsidP="00F96531">
      <w:r>
        <w:t>309.1149</w:t>
      </w:r>
      <w:r>
        <w:tab/>
        <w:t>2.025e0</w:t>
      </w:r>
    </w:p>
    <w:p w:rsidR="00F96531" w:rsidRDefault="00F96531" w:rsidP="00F96531">
      <w:r>
        <w:t>309.1274</w:t>
      </w:r>
      <w:r>
        <w:tab/>
        <w:t>2.976e0</w:t>
      </w:r>
    </w:p>
    <w:p w:rsidR="00F96531" w:rsidRDefault="00F96531" w:rsidP="00F96531">
      <w:r>
        <w:t>309.1347</w:t>
      </w:r>
      <w:r>
        <w:tab/>
        <w:t>6.991e0</w:t>
      </w:r>
    </w:p>
    <w:p w:rsidR="00F96531" w:rsidRDefault="00F96531" w:rsidP="00F96531">
      <w:r>
        <w:t>309.1364</w:t>
      </w:r>
      <w:r>
        <w:tab/>
        <w:t>1.013e1</w:t>
      </w:r>
    </w:p>
    <w:p w:rsidR="00F96531" w:rsidRDefault="00F96531" w:rsidP="00F96531">
      <w:r>
        <w:t>309.1489</w:t>
      </w:r>
      <w:r>
        <w:tab/>
        <w:t>4.051e0</w:t>
      </w:r>
    </w:p>
    <w:p w:rsidR="00F96531" w:rsidRDefault="00F96531" w:rsidP="00F96531">
      <w:r>
        <w:lastRenderedPageBreak/>
        <w:t>309.1579</w:t>
      </w:r>
      <w:r>
        <w:tab/>
        <w:t>2.025e0</w:t>
      </w:r>
    </w:p>
    <w:p w:rsidR="00F96531" w:rsidRDefault="00F96531" w:rsidP="00F96531">
      <w:r>
        <w:t>309.1693</w:t>
      </w:r>
      <w:r>
        <w:tab/>
        <w:t>6.028e0</w:t>
      </w:r>
    </w:p>
    <w:p w:rsidR="00F96531" w:rsidRDefault="00F96531" w:rsidP="00F96531">
      <w:r>
        <w:t>309.1772</w:t>
      </w:r>
      <w:r>
        <w:tab/>
        <w:t>5.183e0</w:t>
      </w:r>
    </w:p>
    <w:p w:rsidR="00F96531" w:rsidRDefault="00F96531" w:rsidP="00F96531">
      <w:r>
        <w:t>309.1942</w:t>
      </w:r>
      <w:r>
        <w:tab/>
        <w:t>1.013e0</w:t>
      </w:r>
    </w:p>
    <w:p w:rsidR="00F96531" w:rsidRDefault="00F96531" w:rsidP="00F96531">
      <w:r>
        <w:t>309.1956</w:t>
      </w:r>
      <w:r>
        <w:tab/>
        <w:t>2.025e0</w:t>
      </w:r>
    </w:p>
    <w:p w:rsidR="00F96531" w:rsidRDefault="00F96531" w:rsidP="00F96531">
      <w:r>
        <w:t>309.2069</w:t>
      </w:r>
      <w:r>
        <w:tab/>
        <w:t>5.541e0</w:t>
      </w:r>
    </w:p>
    <w:p w:rsidR="00F96531" w:rsidRDefault="00F96531" w:rsidP="00F96531">
      <w:r>
        <w:t>309.2292</w:t>
      </w:r>
      <w:r>
        <w:tab/>
        <w:t>1.013e0</w:t>
      </w:r>
    </w:p>
    <w:p w:rsidR="00F96531" w:rsidRDefault="00F96531" w:rsidP="00F96531">
      <w:r>
        <w:t>309.2332</w:t>
      </w:r>
      <w:r>
        <w:tab/>
        <w:t>2.025e0</w:t>
      </w:r>
    </w:p>
    <w:p w:rsidR="00F96531" w:rsidRDefault="00F96531" w:rsidP="00F96531">
      <w:r>
        <w:t>309.2401</w:t>
      </w:r>
      <w:r>
        <w:tab/>
        <w:t>1.013e0</w:t>
      </w:r>
    </w:p>
    <w:p w:rsidR="00F96531" w:rsidRDefault="00F96531" w:rsidP="00F96531">
      <w:r>
        <w:t>309.2415</w:t>
      </w:r>
      <w:r>
        <w:tab/>
        <w:t>3.038e0</w:t>
      </w:r>
    </w:p>
    <w:p w:rsidR="00F96531" w:rsidRDefault="00F96531" w:rsidP="00F96531">
      <w:r>
        <w:t>309.2460</w:t>
      </w:r>
      <w:r>
        <w:tab/>
        <w:t>1.013e0</w:t>
      </w:r>
    </w:p>
    <w:p w:rsidR="00F96531" w:rsidRDefault="00F96531" w:rsidP="00F96531">
      <w:r>
        <w:t>309.2490</w:t>
      </w:r>
      <w:r>
        <w:tab/>
        <w:t>3.038e0</w:t>
      </w:r>
    </w:p>
    <w:p w:rsidR="00F96531" w:rsidRDefault="00F96531" w:rsidP="00F96531">
      <w:r>
        <w:t>309.2807</w:t>
      </w:r>
      <w:r>
        <w:tab/>
        <w:t>2.025e0</w:t>
      </w:r>
    </w:p>
    <w:p w:rsidR="00F96531" w:rsidRDefault="00F96531" w:rsidP="00F96531">
      <w:r>
        <w:t>309.2916</w:t>
      </w:r>
      <w:r>
        <w:tab/>
        <w:t>2.025e0</w:t>
      </w:r>
    </w:p>
    <w:p w:rsidR="00F96531" w:rsidRDefault="00F96531" w:rsidP="00F96531">
      <w:r>
        <w:t>309.3203</w:t>
      </w:r>
      <w:r>
        <w:tab/>
        <w:t>1.013e0</w:t>
      </w:r>
    </w:p>
    <w:p w:rsidR="00F96531" w:rsidRDefault="00F96531" w:rsidP="00F96531">
      <w:r>
        <w:t>309.3216</w:t>
      </w:r>
      <w:r>
        <w:tab/>
        <w:t>1.013e0</w:t>
      </w:r>
    </w:p>
    <w:p w:rsidR="00F96531" w:rsidRDefault="00F96531" w:rsidP="00F96531">
      <w:r>
        <w:t>309.3245</w:t>
      </w:r>
      <w:r>
        <w:tab/>
        <w:t>2.025e0</w:t>
      </w:r>
    </w:p>
    <w:p w:rsidR="00F96531" w:rsidRDefault="00F96531" w:rsidP="00F96531">
      <w:r>
        <w:t>309.3256</w:t>
      </w:r>
      <w:r>
        <w:tab/>
        <w:t>1.013e0</w:t>
      </w:r>
    </w:p>
    <w:p w:rsidR="00F96531" w:rsidRDefault="00F96531" w:rsidP="00F96531">
      <w:r>
        <w:t>309.3623</w:t>
      </w:r>
      <w:r>
        <w:tab/>
        <w:t>2.025e0</w:t>
      </w:r>
    </w:p>
    <w:p w:rsidR="00F96531" w:rsidRDefault="00F96531" w:rsidP="00F96531">
      <w:r>
        <w:lastRenderedPageBreak/>
        <w:t>309.3744</w:t>
      </w:r>
      <w:r>
        <w:tab/>
        <w:t>2.025e0</w:t>
      </w:r>
    </w:p>
    <w:p w:rsidR="00F96531" w:rsidRDefault="00F96531" w:rsidP="00F96531">
      <w:r>
        <w:t>309.3962</w:t>
      </w:r>
      <w:r>
        <w:tab/>
        <w:t>1.013e0</w:t>
      </w:r>
    </w:p>
    <w:p w:rsidR="00F96531" w:rsidRDefault="00F96531" w:rsidP="00F96531">
      <w:r>
        <w:t>309.4057</w:t>
      </w:r>
      <w:r>
        <w:tab/>
        <w:t>1.013e0</w:t>
      </w:r>
    </w:p>
    <w:p w:rsidR="00F96531" w:rsidRDefault="00F96531" w:rsidP="00F96531">
      <w:r>
        <w:t>309.4467</w:t>
      </w:r>
      <w:r>
        <w:tab/>
        <w:t>1.013e0</w:t>
      </w:r>
    </w:p>
    <w:p w:rsidR="00F96531" w:rsidRDefault="00F96531" w:rsidP="00F96531">
      <w:r>
        <w:t>309.4644</w:t>
      </w:r>
      <w:r>
        <w:tab/>
        <w:t>1.013e0</w:t>
      </w:r>
    </w:p>
    <w:p w:rsidR="00F96531" w:rsidRDefault="00F96531" w:rsidP="00F96531">
      <w:r>
        <w:t>309.5138</w:t>
      </w:r>
      <w:r>
        <w:tab/>
        <w:t>1.013e0</w:t>
      </w:r>
    </w:p>
    <w:p w:rsidR="00F96531" w:rsidRDefault="00F96531" w:rsidP="00F96531">
      <w:r>
        <w:t>309.5382</w:t>
      </w:r>
      <w:r>
        <w:tab/>
        <w:t>2.025e0</w:t>
      </w:r>
    </w:p>
    <w:p w:rsidR="00F96531" w:rsidRDefault="00F96531" w:rsidP="00F96531">
      <w:r>
        <w:t>309.5547</w:t>
      </w:r>
      <w:r>
        <w:tab/>
        <w:t>2.025e0</w:t>
      </w:r>
    </w:p>
    <w:p w:rsidR="00F96531" w:rsidRDefault="00F96531" w:rsidP="00F96531">
      <w:r>
        <w:t>309.5590</w:t>
      </w:r>
      <w:r>
        <w:tab/>
        <w:t>1.013e0</w:t>
      </w:r>
    </w:p>
    <w:p w:rsidR="00F96531" w:rsidRDefault="00F96531" w:rsidP="00F96531">
      <w:r>
        <w:t>309.5740</w:t>
      </w:r>
      <w:r>
        <w:tab/>
        <w:t>1.013e0</w:t>
      </w:r>
    </w:p>
    <w:p w:rsidR="00F96531" w:rsidRDefault="00F96531" w:rsidP="00F96531">
      <w:r>
        <w:t>309.5766</w:t>
      </w:r>
      <w:r>
        <w:tab/>
        <w:t>1.013e0</w:t>
      </w:r>
    </w:p>
    <w:p w:rsidR="00F96531" w:rsidRDefault="00F96531" w:rsidP="00F96531">
      <w:r>
        <w:t>309.5828</w:t>
      </w:r>
      <w:r>
        <w:tab/>
        <w:t>2.025e0</w:t>
      </w:r>
    </w:p>
    <w:p w:rsidR="00F96531" w:rsidRDefault="00F96531" w:rsidP="00F96531">
      <w:r>
        <w:t>309.6095</w:t>
      </w:r>
      <w:r>
        <w:tab/>
        <w:t>1.013e0</w:t>
      </w:r>
    </w:p>
    <w:p w:rsidR="00F96531" w:rsidRDefault="00F96531" w:rsidP="00F96531">
      <w:r>
        <w:t>309.6288</w:t>
      </w:r>
      <w:r>
        <w:tab/>
        <w:t>1.013e0</w:t>
      </w:r>
    </w:p>
    <w:p w:rsidR="00F96531" w:rsidRDefault="00F96531" w:rsidP="00F96531">
      <w:r>
        <w:t>309.6327</w:t>
      </w:r>
      <w:r>
        <w:tab/>
        <w:t>1.013e0</w:t>
      </w:r>
    </w:p>
    <w:p w:rsidR="00F96531" w:rsidRDefault="00F96531" w:rsidP="00F96531">
      <w:r>
        <w:t>309.6445</w:t>
      </w:r>
      <w:r>
        <w:tab/>
        <w:t>3.038e0</w:t>
      </w:r>
    </w:p>
    <w:p w:rsidR="00F96531" w:rsidRDefault="00F96531" w:rsidP="00F96531">
      <w:r>
        <w:t>309.6527</w:t>
      </w:r>
      <w:r>
        <w:tab/>
        <w:t>1.013e0</w:t>
      </w:r>
    </w:p>
    <w:p w:rsidR="00F96531" w:rsidRDefault="00F96531" w:rsidP="00F96531">
      <w:r>
        <w:t>309.6670</w:t>
      </w:r>
      <w:r>
        <w:tab/>
        <w:t>1.013e0</w:t>
      </w:r>
    </w:p>
    <w:p w:rsidR="00F96531" w:rsidRDefault="00F96531" w:rsidP="00F96531">
      <w:r>
        <w:t>309.6741</w:t>
      </w:r>
      <w:r>
        <w:tab/>
        <w:t>2.025e0</w:t>
      </w:r>
    </w:p>
    <w:p w:rsidR="00F96531" w:rsidRDefault="00F96531" w:rsidP="00F96531">
      <w:r>
        <w:lastRenderedPageBreak/>
        <w:t>309.7142</w:t>
      </w:r>
      <w:r>
        <w:tab/>
        <w:t>1.013e0</w:t>
      </w:r>
    </w:p>
    <w:p w:rsidR="00F96531" w:rsidRDefault="00F96531" w:rsidP="00F96531">
      <w:r>
        <w:t>309.7178</w:t>
      </w:r>
      <w:r>
        <w:tab/>
        <w:t>2.025e0</w:t>
      </w:r>
    </w:p>
    <w:p w:rsidR="00F96531" w:rsidRDefault="00F96531" w:rsidP="00F96531">
      <w:r>
        <w:t>309.7225</w:t>
      </w:r>
      <w:r>
        <w:tab/>
        <w:t>2.025e0</w:t>
      </w:r>
    </w:p>
    <w:p w:rsidR="00F96531" w:rsidRDefault="00F96531" w:rsidP="00F96531">
      <w:r>
        <w:t>309.7513</w:t>
      </w:r>
      <w:r>
        <w:tab/>
        <w:t>1.013e0</w:t>
      </w:r>
    </w:p>
    <w:p w:rsidR="00F96531" w:rsidRDefault="00F96531" w:rsidP="00F96531">
      <w:r>
        <w:t>309.7555</w:t>
      </w:r>
      <w:r>
        <w:tab/>
        <w:t>1.013e0</w:t>
      </w:r>
    </w:p>
    <w:p w:rsidR="00F96531" w:rsidRDefault="00F96531" w:rsidP="00F96531">
      <w:r>
        <w:t>309.7610</w:t>
      </w:r>
      <w:r>
        <w:tab/>
        <w:t>1.013e0</w:t>
      </w:r>
    </w:p>
    <w:p w:rsidR="00F96531" w:rsidRDefault="00F96531" w:rsidP="00F96531">
      <w:r>
        <w:t>309.7859</w:t>
      </w:r>
      <w:r>
        <w:tab/>
        <w:t>2.025e0</w:t>
      </w:r>
    </w:p>
    <w:p w:rsidR="00F96531" w:rsidRDefault="00F96531" w:rsidP="00F96531">
      <w:r>
        <w:t>309.8061</w:t>
      </w:r>
      <w:r>
        <w:tab/>
        <w:t>1.013e0</w:t>
      </w:r>
    </w:p>
    <w:p w:rsidR="00F96531" w:rsidRDefault="00F96531" w:rsidP="00F96531">
      <w:r>
        <w:t>309.8490</w:t>
      </w:r>
      <w:r>
        <w:tab/>
        <w:t>1.013e0</w:t>
      </w:r>
    </w:p>
    <w:p w:rsidR="00F96531" w:rsidRDefault="00F96531" w:rsidP="00F96531">
      <w:r>
        <w:t>309.8784</w:t>
      </w:r>
      <w:r>
        <w:tab/>
        <w:t>1.013e0</w:t>
      </w:r>
    </w:p>
    <w:p w:rsidR="00F96531" w:rsidRDefault="00F96531" w:rsidP="00F96531">
      <w:r>
        <w:t>309.8974</w:t>
      </w:r>
      <w:r>
        <w:tab/>
        <w:t>1.013e0</w:t>
      </w:r>
    </w:p>
    <w:p w:rsidR="00F96531" w:rsidRDefault="00F96531" w:rsidP="00F96531">
      <w:r>
        <w:t>309.9254</w:t>
      </w:r>
      <w:r>
        <w:tab/>
        <w:t>1.013e0</w:t>
      </w:r>
    </w:p>
    <w:p w:rsidR="00F96531" w:rsidRDefault="00F96531" w:rsidP="00F96531">
      <w:r>
        <w:t>309.9394</w:t>
      </w:r>
      <w:r>
        <w:tab/>
        <w:t>2.025e0</w:t>
      </w:r>
    </w:p>
    <w:p w:rsidR="00F96531" w:rsidRDefault="00F96531" w:rsidP="00F96531">
      <w:r>
        <w:t>309.9425</w:t>
      </w:r>
      <w:r>
        <w:tab/>
        <w:t>1.013e0</w:t>
      </w:r>
    </w:p>
    <w:p w:rsidR="00F96531" w:rsidRDefault="00F96531" w:rsidP="00F96531">
      <w:r>
        <w:t>309.9755</w:t>
      </w:r>
      <w:r>
        <w:tab/>
        <w:t>3.038e0</w:t>
      </w:r>
    </w:p>
    <w:p w:rsidR="00F96531" w:rsidRDefault="00F96531" w:rsidP="00F96531">
      <w:r>
        <w:t>310.0018</w:t>
      </w:r>
      <w:r>
        <w:tab/>
        <w:t>2.749e0</w:t>
      </w:r>
    </w:p>
    <w:p w:rsidR="00F96531" w:rsidRDefault="00F96531" w:rsidP="00F96531">
      <w:r>
        <w:t>310.0031</w:t>
      </w:r>
      <w:r>
        <w:tab/>
        <w:t>2.025e0</w:t>
      </w:r>
    </w:p>
    <w:p w:rsidR="00F96531" w:rsidRDefault="00F96531" w:rsidP="00F96531">
      <w:r>
        <w:t>310.0089</w:t>
      </w:r>
      <w:r>
        <w:tab/>
        <w:t>2.025e0</w:t>
      </w:r>
    </w:p>
    <w:p w:rsidR="00F96531" w:rsidRDefault="00F96531" w:rsidP="00F96531">
      <w:r>
        <w:t>310.0187</w:t>
      </w:r>
      <w:r>
        <w:tab/>
        <w:t>1.013e0</w:t>
      </w:r>
    </w:p>
    <w:p w:rsidR="00F96531" w:rsidRDefault="00F96531" w:rsidP="00F96531">
      <w:r>
        <w:lastRenderedPageBreak/>
        <w:t>310.0392</w:t>
      </w:r>
      <w:r>
        <w:tab/>
        <w:t>1.514e0</w:t>
      </w:r>
    </w:p>
    <w:p w:rsidR="00F96531" w:rsidRDefault="00F96531" w:rsidP="00F96531">
      <w:r>
        <w:t>310.0583</w:t>
      </w:r>
      <w:r>
        <w:tab/>
        <w:t>3.038e0</w:t>
      </w:r>
    </w:p>
    <w:p w:rsidR="00F96531" w:rsidRDefault="00F96531" w:rsidP="00F96531">
      <w:r>
        <w:t>310.0710</w:t>
      </w:r>
      <w:r>
        <w:tab/>
        <w:t>2.759e0</w:t>
      </w:r>
    </w:p>
    <w:p w:rsidR="00F96531" w:rsidRDefault="00F96531" w:rsidP="00F96531">
      <w:r>
        <w:t>310.0847</w:t>
      </w:r>
      <w:r>
        <w:tab/>
        <w:t>2.154e0</w:t>
      </w:r>
    </w:p>
    <w:p w:rsidR="00F96531" w:rsidRDefault="00F96531" w:rsidP="00F96531">
      <w:r>
        <w:t>310.0862</w:t>
      </w:r>
      <w:r>
        <w:tab/>
        <w:t>1.914e0</w:t>
      </w:r>
    </w:p>
    <w:p w:rsidR="00F96531" w:rsidRDefault="00F96531" w:rsidP="00F96531">
      <w:r>
        <w:t>310.0942</w:t>
      </w:r>
      <w:r>
        <w:tab/>
        <w:t>6.022e0</w:t>
      </w:r>
    </w:p>
    <w:p w:rsidR="00F96531" w:rsidRDefault="00F96531" w:rsidP="00F96531">
      <w:r>
        <w:t>310.1198</w:t>
      </w:r>
      <w:r>
        <w:tab/>
        <w:t>3.038e0</w:t>
      </w:r>
    </w:p>
    <w:p w:rsidR="00F96531" w:rsidRDefault="00F96531" w:rsidP="00F96531">
      <w:r>
        <w:t>310.1324</w:t>
      </w:r>
      <w:r>
        <w:tab/>
        <w:t>3.038e0</w:t>
      </w:r>
    </w:p>
    <w:p w:rsidR="00F96531" w:rsidRDefault="00F96531" w:rsidP="00F96531">
      <w:r>
        <w:t>310.1360</w:t>
      </w:r>
      <w:r>
        <w:tab/>
        <w:t>3.038e0</w:t>
      </w:r>
    </w:p>
    <w:p w:rsidR="00F96531" w:rsidRDefault="00F96531" w:rsidP="00F96531">
      <w:r>
        <w:t>310.1447</w:t>
      </w:r>
      <w:r>
        <w:tab/>
        <w:t>1.013e0</w:t>
      </w:r>
    </w:p>
    <w:p w:rsidR="00F96531" w:rsidRDefault="00F96531" w:rsidP="00F96531">
      <w:r>
        <w:t>310.1476</w:t>
      </w:r>
      <w:r>
        <w:tab/>
        <w:t>3.038e0</w:t>
      </w:r>
    </w:p>
    <w:p w:rsidR="00F96531" w:rsidRDefault="00F96531" w:rsidP="00F96531">
      <w:r>
        <w:t>310.1554</w:t>
      </w:r>
      <w:r>
        <w:tab/>
        <w:t>6.475e0</w:t>
      </w:r>
    </w:p>
    <w:p w:rsidR="00F96531" w:rsidRDefault="00F96531" w:rsidP="00F96531">
      <w:r>
        <w:t>310.1576</w:t>
      </w:r>
      <w:r>
        <w:tab/>
        <w:t>1.013e0</w:t>
      </w:r>
    </w:p>
    <w:p w:rsidR="00F96531" w:rsidRDefault="00F96531" w:rsidP="00F96531">
      <w:r>
        <w:t>310.1609</w:t>
      </w:r>
      <w:r>
        <w:tab/>
        <w:t>2.025e0</w:t>
      </w:r>
    </w:p>
    <w:p w:rsidR="00F96531" w:rsidRDefault="00F96531" w:rsidP="00F96531">
      <w:r>
        <w:t>310.1659</w:t>
      </w:r>
      <w:r>
        <w:tab/>
        <w:t>2.025e0</w:t>
      </w:r>
    </w:p>
    <w:p w:rsidR="00F96531" w:rsidRDefault="00F96531" w:rsidP="00F96531">
      <w:r>
        <w:t>310.1812</w:t>
      </w:r>
      <w:r>
        <w:tab/>
        <w:t>7.144e0</w:t>
      </w:r>
    </w:p>
    <w:p w:rsidR="00F96531" w:rsidRDefault="00F96531" w:rsidP="00F96531">
      <w:r>
        <w:t>310.2020</w:t>
      </w:r>
      <w:r>
        <w:tab/>
        <w:t>3.038e0</w:t>
      </w:r>
    </w:p>
    <w:p w:rsidR="00F96531" w:rsidRDefault="00F96531" w:rsidP="00F96531">
      <w:r>
        <w:t>310.2253</w:t>
      </w:r>
      <w:r>
        <w:tab/>
        <w:t>2.025e0</w:t>
      </w:r>
    </w:p>
    <w:p w:rsidR="00F96531" w:rsidRDefault="00F96531" w:rsidP="00F96531">
      <w:r>
        <w:t>310.2291</w:t>
      </w:r>
      <w:r>
        <w:tab/>
        <w:t>1.013e0</w:t>
      </w:r>
    </w:p>
    <w:p w:rsidR="00F96531" w:rsidRDefault="00F96531" w:rsidP="00F96531">
      <w:r>
        <w:lastRenderedPageBreak/>
        <w:t>310.2317</w:t>
      </w:r>
      <w:r>
        <w:tab/>
        <w:t>3.038e0</w:t>
      </w:r>
    </w:p>
    <w:p w:rsidR="00F96531" w:rsidRDefault="00F96531" w:rsidP="00F96531">
      <w:r>
        <w:t>310.2592</w:t>
      </w:r>
      <w:r>
        <w:tab/>
        <w:t>2.025e0</w:t>
      </w:r>
    </w:p>
    <w:p w:rsidR="00F96531" w:rsidRDefault="00F96531" w:rsidP="00F96531">
      <w:r>
        <w:t>310.2672</w:t>
      </w:r>
      <w:r>
        <w:tab/>
        <w:t>1.013e0</w:t>
      </w:r>
    </w:p>
    <w:p w:rsidR="00F96531" w:rsidRDefault="00F96531" w:rsidP="00F96531">
      <w:r>
        <w:t>310.2753</w:t>
      </w:r>
      <w:r>
        <w:tab/>
        <w:t>1.013e0</w:t>
      </w:r>
    </w:p>
    <w:p w:rsidR="00F96531" w:rsidRDefault="00F96531" w:rsidP="00F96531">
      <w:r>
        <w:t>310.2784</w:t>
      </w:r>
      <w:r>
        <w:tab/>
        <w:t>2.025e0</w:t>
      </w:r>
    </w:p>
    <w:p w:rsidR="00F96531" w:rsidRDefault="00F96531" w:rsidP="00F96531">
      <w:r>
        <w:t>310.2896</w:t>
      </w:r>
      <w:r>
        <w:tab/>
        <w:t>1.013e0</w:t>
      </w:r>
    </w:p>
    <w:p w:rsidR="00F96531" w:rsidRDefault="00F96531" w:rsidP="00F96531">
      <w:r>
        <w:t>310.3135</w:t>
      </w:r>
      <w:r>
        <w:tab/>
        <w:t>1.013e0</w:t>
      </w:r>
    </w:p>
    <w:p w:rsidR="00F96531" w:rsidRDefault="00F96531" w:rsidP="00F96531">
      <w:r>
        <w:t>310.3274</w:t>
      </w:r>
      <w:r>
        <w:tab/>
        <w:t>1.013e0</w:t>
      </w:r>
    </w:p>
    <w:p w:rsidR="00F96531" w:rsidRDefault="00F96531" w:rsidP="00F96531">
      <w:r>
        <w:t>310.3303</w:t>
      </w:r>
      <w:r>
        <w:tab/>
        <w:t>2.025e0</w:t>
      </w:r>
    </w:p>
    <w:p w:rsidR="00F96531" w:rsidRDefault="00F96531" w:rsidP="00F96531">
      <w:r>
        <w:t>310.3554</w:t>
      </w:r>
      <w:r>
        <w:tab/>
        <w:t>1.013e0</w:t>
      </w:r>
    </w:p>
    <w:p w:rsidR="00F96531" w:rsidRDefault="00F96531" w:rsidP="00F96531">
      <w:r>
        <w:t>310.3684</w:t>
      </w:r>
      <w:r>
        <w:tab/>
        <w:t>1.013e0</w:t>
      </w:r>
    </w:p>
    <w:p w:rsidR="00F96531" w:rsidRDefault="00F96531" w:rsidP="00F96531">
      <w:r>
        <w:t>310.3698</w:t>
      </w:r>
      <w:r>
        <w:tab/>
        <w:t>1.013e0</w:t>
      </w:r>
    </w:p>
    <w:p w:rsidR="00F96531" w:rsidRDefault="00F96531" w:rsidP="00F96531">
      <w:r>
        <w:t>310.4113</w:t>
      </w:r>
      <w:r>
        <w:tab/>
        <w:t>2.025e0</w:t>
      </w:r>
    </w:p>
    <w:p w:rsidR="00F96531" w:rsidRDefault="00F96531" w:rsidP="00F96531">
      <w:r>
        <w:t>310.4261</w:t>
      </w:r>
      <w:r>
        <w:tab/>
        <w:t>1.013e0</w:t>
      </w:r>
    </w:p>
    <w:p w:rsidR="00F96531" w:rsidRDefault="00F96531" w:rsidP="00F96531">
      <w:r>
        <w:t>310.4436</w:t>
      </w:r>
      <w:r>
        <w:tab/>
        <w:t>1.013e0</w:t>
      </w:r>
    </w:p>
    <w:p w:rsidR="00F96531" w:rsidRDefault="00F96531" w:rsidP="00F96531">
      <w:r>
        <w:t>310.4602</w:t>
      </w:r>
      <w:r>
        <w:tab/>
        <w:t>3.038e0</w:t>
      </w:r>
    </w:p>
    <w:p w:rsidR="00F96531" w:rsidRDefault="00F96531" w:rsidP="00F96531">
      <w:r>
        <w:t>310.4622</w:t>
      </w:r>
      <w:r>
        <w:tab/>
        <w:t>1.013e0</w:t>
      </w:r>
    </w:p>
    <w:p w:rsidR="00F96531" w:rsidRDefault="00F96531" w:rsidP="00F96531">
      <w:r>
        <w:t>310.4677</w:t>
      </w:r>
      <w:r>
        <w:tab/>
        <w:t>1.013e0</w:t>
      </w:r>
    </w:p>
    <w:p w:rsidR="00F96531" w:rsidRDefault="00F96531" w:rsidP="00F96531">
      <w:r>
        <w:t>310.4944</w:t>
      </w:r>
      <w:r>
        <w:tab/>
        <w:t>1.013e0</w:t>
      </w:r>
    </w:p>
    <w:p w:rsidR="00F96531" w:rsidRDefault="00F96531" w:rsidP="00F96531">
      <w:r>
        <w:lastRenderedPageBreak/>
        <w:t>310.4958</w:t>
      </w:r>
      <w:r>
        <w:tab/>
        <w:t>1.013e0</w:t>
      </w:r>
    </w:p>
    <w:p w:rsidR="00F96531" w:rsidRDefault="00F96531" w:rsidP="00F96531">
      <w:r>
        <w:t>310.5393</w:t>
      </w:r>
      <w:r>
        <w:tab/>
        <w:t>2.025e0</w:t>
      </w:r>
    </w:p>
    <w:p w:rsidR="00F96531" w:rsidRDefault="00F96531" w:rsidP="00F96531">
      <w:r>
        <w:t>310.5519</w:t>
      </w:r>
      <w:r>
        <w:tab/>
        <w:t>1.013e0</w:t>
      </w:r>
    </w:p>
    <w:p w:rsidR="00F96531" w:rsidRDefault="00F96531" w:rsidP="00F96531">
      <w:r>
        <w:t>310.5591</w:t>
      </w:r>
      <w:r>
        <w:tab/>
        <w:t>2.025e0</w:t>
      </w:r>
    </w:p>
    <w:p w:rsidR="00F96531" w:rsidRDefault="00F96531" w:rsidP="00F96531">
      <w:r>
        <w:t>310.5788</w:t>
      </w:r>
      <w:r>
        <w:tab/>
        <w:t>3.038e0</w:t>
      </w:r>
    </w:p>
    <w:p w:rsidR="00F96531" w:rsidRDefault="00F96531" w:rsidP="00F96531">
      <w:r>
        <w:t>310.6000</w:t>
      </w:r>
      <w:r>
        <w:tab/>
        <w:t>1.013e0</w:t>
      </w:r>
    </w:p>
    <w:p w:rsidR="00F96531" w:rsidRDefault="00F96531" w:rsidP="00F96531">
      <w:r>
        <w:t>310.6783</w:t>
      </w:r>
      <w:r>
        <w:tab/>
        <w:t>4.051e0</w:t>
      </w:r>
    </w:p>
    <w:p w:rsidR="00F96531" w:rsidRDefault="00F96531" w:rsidP="00F96531">
      <w:r>
        <w:t>310.6963</w:t>
      </w:r>
      <w:r>
        <w:tab/>
        <w:t>1.013e0</w:t>
      </w:r>
    </w:p>
    <w:p w:rsidR="00F96531" w:rsidRDefault="00F96531" w:rsidP="00F96531">
      <w:r>
        <w:t>310.7076</w:t>
      </w:r>
      <w:r>
        <w:tab/>
        <w:t>1.013e0</w:t>
      </w:r>
    </w:p>
    <w:p w:rsidR="00F96531" w:rsidRDefault="00F96531" w:rsidP="00F96531">
      <w:r>
        <w:t>310.7144</w:t>
      </w:r>
      <w:r>
        <w:tab/>
        <w:t>2.025e0</w:t>
      </w:r>
    </w:p>
    <w:p w:rsidR="00F96531" w:rsidRDefault="00F96531" w:rsidP="00F96531">
      <w:r>
        <w:t>310.7242</w:t>
      </w:r>
      <w:r>
        <w:tab/>
        <w:t>2.025e0</w:t>
      </w:r>
    </w:p>
    <w:p w:rsidR="00F96531" w:rsidRDefault="00F96531" w:rsidP="00F96531">
      <w:r>
        <w:t>310.7389</w:t>
      </w:r>
      <w:r>
        <w:tab/>
        <w:t>1.013e0</w:t>
      </w:r>
    </w:p>
    <w:p w:rsidR="00F96531" w:rsidRDefault="00F96531" w:rsidP="00F96531">
      <w:r>
        <w:t>310.7751</w:t>
      </w:r>
      <w:r>
        <w:tab/>
        <w:t>1.013e0</w:t>
      </w:r>
    </w:p>
    <w:p w:rsidR="00F96531" w:rsidRDefault="00F96531" w:rsidP="00F96531">
      <w:r>
        <w:t>310.7808</w:t>
      </w:r>
      <w:r>
        <w:tab/>
        <w:t>1.013e0</w:t>
      </w:r>
    </w:p>
    <w:p w:rsidR="00F96531" w:rsidRDefault="00F96531" w:rsidP="00F96531">
      <w:r>
        <w:t>310.7865</w:t>
      </w:r>
      <w:r>
        <w:tab/>
        <w:t>1.013e0</w:t>
      </w:r>
    </w:p>
    <w:p w:rsidR="00F96531" w:rsidRDefault="00F96531" w:rsidP="00F96531">
      <w:r>
        <w:t>310.7907</w:t>
      </w:r>
      <w:r>
        <w:tab/>
        <w:t>1.013e0</w:t>
      </w:r>
    </w:p>
    <w:p w:rsidR="00F96531" w:rsidRDefault="00F96531" w:rsidP="00F96531">
      <w:r>
        <w:t>310.7921</w:t>
      </w:r>
      <w:r>
        <w:tab/>
        <w:t>1.013e0</w:t>
      </w:r>
    </w:p>
    <w:p w:rsidR="00F96531" w:rsidRDefault="00F96531" w:rsidP="00F96531">
      <w:r>
        <w:t>310.8244</w:t>
      </w:r>
      <w:r>
        <w:tab/>
        <w:t>1.013e0</w:t>
      </w:r>
    </w:p>
    <w:p w:rsidR="00F96531" w:rsidRDefault="00F96531" w:rsidP="00F96531">
      <w:r>
        <w:t>310.8325</w:t>
      </w:r>
      <w:r>
        <w:tab/>
        <w:t>2.025e0</w:t>
      </w:r>
    </w:p>
    <w:p w:rsidR="00F96531" w:rsidRDefault="00F96531" w:rsidP="00F96531">
      <w:r>
        <w:lastRenderedPageBreak/>
        <w:t>310.8553</w:t>
      </w:r>
      <w:r>
        <w:tab/>
        <w:t>3.038e0</w:t>
      </w:r>
    </w:p>
    <w:p w:rsidR="00F96531" w:rsidRDefault="00F96531" w:rsidP="00F96531">
      <w:r>
        <w:t>310.8640</w:t>
      </w:r>
      <w:r>
        <w:tab/>
        <w:t>1.013e0</w:t>
      </w:r>
    </w:p>
    <w:p w:rsidR="00F96531" w:rsidRDefault="00F96531" w:rsidP="00F96531">
      <w:r>
        <w:t>310.8654</w:t>
      </w:r>
      <w:r>
        <w:tab/>
        <w:t>1.013e0</w:t>
      </w:r>
    </w:p>
    <w:p w:rsidR="00F96531" w:rsidRDefault="00F96531" w:rsidP="00F96531">
      <w:r>
        <w:t>310.8753</w:t>
      </w:r>
      <w:r>
        <w:tab/>
        <w:t>1.013e0</w:t>
      </w:r>
    </w:p>
    <w:p w:rsidR="00F96531" w:rsidRDefault="00F96531" w:rsidP="00F96531">
      <w:r>
        <w:t>310.9128</w:t>
      </w:r>
      <w:r>
        <w:tab/>
        <w:t>2.025e0</w:t>
      </w:r>
    </w:p>
    <w:p w:rsidR="00F96531" w:rsidRDefault="00F96531" w:rsidP="00F96531">
      <w:r>
        <w:t>310.9406</w:t>
      </w:r>
      <w:r>
        <w:tab/>
        <w:t>4.051e0</w:t>
      </w:r>
    </w:p>
    <w:p w:rsidR="00F96531" w:rsidRDefault="00F96531" w:rsidP="00F96531">
      <w:r>
        <w:t>310.9542</w:t>
      </w:r>
      <w:r>
        <w:tab/>
        <w:t>1.013e0</w:t>
      </w:r>
    </w:p>
    <w:p w:rsidR="00F96531" w:rsidRDefault="00F96531" w:rsidP="00F96531">
      <w:r>
        <w:t>310.9555</w:t>
      </w:r>
      <w:r>
        <w:tab/>
        <w:t>1.013e0</w:t>
      </w:r>
    </w:p>
    <w:p w:rsidR="00F96531" w:rsidRDefault="00F96531" w:rsidP="00F96531">
      <w:r>
        <w:t>310.9697</w:t>
      </w:r>
      <w:r>
        <w:tab/>
        <w:t>4.051e0</w:t>
      </w:r>
    </w:p>
    <w:p w:rsidR="00F96531" w:rsidRDefault="00F96531" w:rsidP="00F96531">
      <w:r>
        <w:t>310.9714</w:t>
      </w:r>
      <w:r>
        <w:tab/>
        <w:t>1.013e0</w:t>
      </w:r>
    </w:p>
    <w:p w:rsidR="00F96531" w:rsidRDefault="00F96531" w:rsidP="00F96531">
      <w:r>
        <w:t>310.9796</w:t>
      </w:r>
      <w:r>
        <w:tab/>
        <w:t>2.025e0</w:t>
      </w:r>
    </w:p>
    <w:p w:rsidR="00F96531" w:rsidRDefault="00F96531" w:rsidP="00F96531">
      <w:r>
        <w:t>310.9880</w:t>
      </w:r>
      <w:r>
        <w:tab/>
        <w:t>2.025e0</w:t>
      </w:r>
    </w:p>
    <w:p w:rsidR="00F96531" w:rsidRDefault="00F96531" w:rsidP="00F96531">
      <w:r>
        <w:t>311.0162</w:t>
      </w:r>
      <w:r>
        <w:tab/>
        <w:t>2.025e0</w:t>
      </w:r>
    </w:p>
    <w:p w:rsidR="00F96531" w:rsidRDefault="00F96531" w:rsidP="00F96531">
      <w:r>
        <w:t>311.0209</w:t>
      </w:r>
      <w:r>
        <w:tab/>
        <w:t>1.013e0</w:t>
      </w:r>
    </w:p>
    <w:p w:rsidR="00F96531" w:rsidRDefault="00F96531" w:rsidP="00F96531">
      <w:r>
        <w:t>311.0258</w:t>
      </w:r>
      <w:r>
        <w:tab/>
        <w:t>5.063e0</w:t>
      </w:r>
    </w:p>
    <w:p w:rsidR="00F96531" w:rsidRDefault="00F96531" w:rsidP="00F96531">
      <w:r>
        <w:t>311.0302</w:t>
      </w:r>
      <w:r>
        <w:tab/>
        <w:t>1.365e0</w:t>
      </w:r>
    </w:p>
    <w:p w:rsidR="00F96531" w:rsidRDefault="00F96531" w:rsidP="00F96531">
      <w:r>
        <w:t>311.0320</w:t>
      </w:r>
      <w:r>
        <w:tab/>
        <w:t>4.806e0</w:t>
      </w:r>
    </w:p>
    <w:p w:rsidR="00F96531" w:rsidRDefault="00F96531" w:rsidP="00F96531">
      <w:r>
        <w:t>311.0421</w:t>
      </w:r>
      <w:r>
        <w:tab/>
        <w:t>5.063e0</w:t>
      </w:r>
    </w:p>
    <w:p w:rsidR="00F96531" w:rsidRDefault="00F96531" w:rsidP="00F96531">
      <w:r>
        <w:t>311.0516</w:t>
      </w:r>
      <w:r>
        <w:tab/>
        <w:t>5.694e0</w:t>
      </w:r>
    </w:p>
    <w:p w:rsidR="00F96531" w:rsidRDefault="00F96531" w:rsidP="00F96531">
      <w:r>
        <w:lastRenderedPageBreak/>
        <w:t>311.0647</w:t>
      </w:r>
      <w:r>
        <w:tab/>
        <w:t>4.716e0</w:t>
      </w:r>
    </w:p>
    <w:p w:rsidR="00F96531" w:rsidRDefault="00F96531" w:rsidP="00F96531">
      <w:r>
        <w:t>311.0827</w:t>
      </w:r>
      <w:r>
        <w:tab/>
        <w:t>3.038e0</w:t>
      </w:r>
    </w:p>
    <w:p w:rsidR="00F96531" w:rsidRDefault="00F96531" w:rsidP="00F96531">
      <w:r>
        <w:t>311.0905</w:t>
      </w:r>
      <w:r>
        <w:tab/>
        <w:t>1.088e1</w:t>
      </w:r>
    </w:p>
    <w:p w:rsidR="00F96531" w:rsidRDefault="00F96531" w:rsidP="00F96531">
      <w:r>
        <w:t>311.1053</w:t>
      </w:r>
      <w:r>
        <w:tab/>
        <w:t>3.011e0</w:t>
      </w:r>
    </w:p>
    <w:p w:rsidR="00F96531" w:rsidRDefault="00F96531" w:rsidP="00F96531">
      <w:r>
        <w:t>311.1092</w:t>
      </w:r>
      <w:r>
        <w:tab/>
        <w:t>3.061e0</w:t>
      </w:r>
    </w:p>
    <w:p w:rsidR="00F96531" w:rsidRDefault="00F96531" w:rsidP="00F96531">
      <w:r>
        <w:t>311.1111</w:t>
      </w:r>
      <w:r>
        <w:tab/>
        <w:t>4.051e0</w:t>
      </w:r>
    </w:p>
    <w:p w:rsidR="00F96531" w:rsidRDefault="00F96531" w:rsidP="00F96531">
      <w:r>
        <w:t>311.1398</w:t>
      </w:r>
      <w:r>
        <w:tab/>
        <w:t>2.025e0</w:t>
      </w:r>
    </w:p>
    <w:p w:rsidR="00F96531" w:rsidRDefault="00F96531" w:rsidP="00F96531">
      <w:r>
        <w:t>311.1439</w:t>
      </w:r>
      <w:r>
        <w:tab/>
        <w:t>1.114e1</w:t>
      </w:r>
    </w:p>
    <w:p w:rsidR="00F96531" w:rsidRDefault="00F96531" w:rsidP="00F96531">
      <w:r>
        <w:t>311.1525</w:t>
      </w:r>
      <w:r>
        <w:tab/>
        <w:t>1.720e1</w:t>
      </w:r>
    </w:p>
    <w:p w:rsidR="00F96531" w:rsidRDefault="00F96531" w:rsidP="00F96531">
      <w:r>
        <w:t>311.1543</w:t>
      </w:r>
      <w:r>
        <w:tab/>
        <w:t>1.312e1</w:t>
      </w:r>
    </w:p>
    <w:p w:rsidR="00F96531" w:rsidRDefault="00F96531" w:rsidP="00F96531">
      <w:r>
        <w:t>311.1567</w:t>
      </w:r>
      <w:r>
        <w:tab/>
        <w:t>3.038e0</w:t>
      </w:r>
    </w:p>
    <w:p w:rsidR="00F96531" w:rsidRDefault="00F96531" w:rsidP="00F96531">
      <w:r>
        <w:t>311.1589</w:t>
      </w:r>
      <w:r>
        <w:tab/>
        <w:t>4.051e0</w:t>
      </w:r>
    </w:p>
    <w:p w:rsidR="00F96531" w:rsidRDefault="00F96531" w:rsidP="00F96531">
      <w:r>
        <w:t>311.1796</w:t>
      </w:r>
      <w:r>
        <w:tab/>
        <w:t>3.038e0</w:t>
      </w:r>
    </w:p>
    <w:p w:rsidR="00F96531" w:rsidRDefault="00F96531" w:rsidP="00F96531">
      <w:r>
        <w:t>311.1895</w:t>
      </w:r>
      <w:r>
        <w:tab/>
        <w:t>1.013e0</w:t>
      </w:r>
    </w:p>
    <w:p w:rsidR="00F96531" w:rsidRDefault="00F96531" w:rsidP="00F96531">
      <w:r>
        <w:t>311.2057</w:t>
      </w:r>
      <w:r>
        <w:tab/>
        <w:t>6.076e0</w:t>
      </w:r>
    </w:p>
    <w:p w:rsidR="00F96531" w:rsidRDefault="00F96531" w:rsidP="00F96531">
      <w:r>
        <w:t>311.2296</w:t>
      </w:r>
      <w:r>
        <w:tab/>
        <w:t>2.025e0</w:t>
      </w:r>
    </w:p>
    <w:p w:rsidR="00F96531" w:rsidRDefault="00F96531" w:rsidP="00F96531">
      <w:r>
        <w:t>311.2402</w:t>
      </w:r>
      <w:r>
        <w:tab/>
        <w:t>1.013e0</w:t>
      </w:r>
    </w:p>
    <w:p w:rsidR="00F96531" w:rsidRDefault="00F96531" w:rsidP="00F96531">
      <w:r>
        <w:t>311.2415</w:t>
      </w:r>
      <w:r>
        <w:tab/>
        <w:t>1.013e0</w:t>
      </w:r>
    </w:p>
    <w:p w:rsidR="00F96531" w:rsidRDefault="00F96531" w:rsidP="00F96531">
      <w:r>
        <w:t>311.2496</w:t>
      </w:r>
      <w:r>
        <w:tab/>
        <w:t>1.013e0</w:t>
      </w:r>
    </w:p>
    <w:p w:rsidR="00F96531" w:rsidRDefault="00F96531" w:rsidP="00F96531">
      <w:r>
        <w:lastRenderedPageBreak/>
        <w:t>311.2644</w:t>
      </w:r>
      <w:r>
        <w:tab/>
        <w:t>1.013e0</w:t>
      </w:r>
    </w:p>
    <w:p w:rsidR="00F96531" w:rsidRDefault="00F96531" w:rsidP="00F96531">
      <w:r>
        <w:t>311.2806</w:t>
      </w:r>
      <w:r>
        <w:tab/>
        <w:t>2.025e0</w:t>
      </w:r>
    </w:p>
    <w:p w:rsidR="00F96531" w:rsidRDefault="00F96531" w:rsidP="00F96531">
      <w:r>
        <w:t>311.2877</w:t>
      </w:r>
      <w:r>
        <w:tab/>
        <w:t>2.025e0</w:t>
      </w:r>
    </w:p>
    <w:p w:rsidR="00F96531" w:rsidRDefault="00F96531" w:rsidP="00F96531">
      <w:r>
        <w:t>311.2939</w:t>
      </w:r>
      <w:r>
        <w:tab/>
        <w:t>1.013e0</w:t>
      </w:r>
    </w:p>
    <w:p w:rsidR="00F96531" w:rsidRDefault="00F96531" w:rsidP="00F96531">
      <w:r>
        <w:t>311.3004</w:t>
      </w:r>
      <w:r>
        <w:tab/>
        <w:t>2.025e0</w:t>
      </w:r>
    </w:p>
    <w:p w:rsidR="00F96531" w:rsidRDefault="00F96531" w:rsidP="00F96531">
      <w:r>
        <w:t>311.3057</w:t>
      </w:r>
      <w:r>
        <w:tab/>
        <w:t>1.013e0</w:t>
      </w:r>
    </w:p>
    <w:p w:rsidR="00F96531" w:rsidRDefault="00F96531" w:rsidP="00F96531">
      <w:r>
        <w:t>311.3111</w:t>
      </w:r>
      <w:r>
        <w:tab/>
        <w:t>3.038e0</w:t>
      </w:r>
    </w:p>
    <w:p w:rsidR="00F96531" w:rsidRDefault="00F96531" w:rsidP="00F96531">
      <w:r>
        <w:t>311.3278</w:t>
      </w:r>
      <w:r>
        <w:tab/>
        <w:t>2.025e0</w:t>
      </w:r>
    </w:p>
    <w:p w:rsidR="00F96531" w:rsidRDefault="00F96531" w:rsidP="00F96531">
      <w:r>
        <w:t>311.3337</w:t>
      </w:r>
      <w:r>
        <w:tab/>
        <w:t>2.025e0</w:t>
      </w:r>
    </w:p>
    <w:p w:rsidR="00F96531" w:rsidRDefault="00F96531" w:rsidP="00F96531">
      <w:r>
        <w:t>311.3447</w:t>
      </w:r>
      <w:r>
        <w:tab/>
        <w:t>1.013e0</w:t>
      </w:r>
    </w:p>
    <w:p w:rsidR="00F96531" w:rsidRDefault="00F96531" w:rsidP="00F96531">
      <w:r>
        <w:t>311.3486</w:t>
      </w:r>
      <w:r>
        <w:tab/>
        <w:t>1.013e0</w:t>
      </w:r>
    </w:p>
    <w:p w:rsidR="00F96531" w:rsidRDefault="00F96531" w:rsidP="00F96531">
      <w:r>
        <w:t>311.3673</w:t>
      </w:r>
      <w:r>
        <w:tab/>
        <w:t>1.013e0</w:t>
      </w:r>
    </w:p>
    <w:p w:rsidR="00F96531" w:rsidRDefault="00F96531" w:rsidP="00F96531">
      <w:r>
        <w:t>311.3736</w:t>
      </w:r>
      <w:r>
        <w:tab/>
        <w:t>2.025e0</w:t>
      </w:r>
    </w:p>
    <w:p w:rsidR="00F96531" w:rsidRDefault="00F96531" w:rsidP="00F96531">
      <w:r>
        <w:t>311.4061</w:t>
      </w:r>
      <w:r>
        <w:tab/>
        <w:t>1.013e0</w:t>
      </w:r>
    </w:p>
    <w:p w:rsidR="00F96531" w:rsidRDefault="00F96531" w:rsidP="00F96531">
      <w:r>
        <w:t>311.4128</w:t>
      </w:r>
      <w:r>
        <w:tab/>
        <w:t>1.013e0</w:t>
      </w:r>
    </w:p>
    <w:p w:rsidR="00F96531" w:rsidRDefault="00F96531" w:rsidP="00F96531">
      <w:r>
        <w:t>311.4341</w:t>
      </w:r>
      <w:r>
        <w:tab/>
        <w:t>1.013e0</w:t>
      </w:r>
    </w:p>
    <w:p w:rsidR="00F96531" w:rsidRDefault="00F96531" w:rsidP="00F96531">
      <w:r>
        <w:t>311.4563</w:t>
      </w:r>
      <w:r>
        <w:tab/>
        <w:t>1.013e0</w:t>
      </w:r>
    </w:p>
    <w:p w:rsidR="00F96531" w:rsidRDefault="00F96531" w:rsidP="00F96531">
      <w:r>
        <w:t>311.5264</w:t>
      </w:r>
      <w:r>
        <w:tab/>
        <w:t>1.013e0</w:t>
      </w:r>
    </w:p>
    <w:p w:rsidR="00F96531" w:rsidRDefault="00F96531" w:rsidP="00F96531">
      <w:r>
        <w:t>311.5297</w:t>
      </w:r>
      <w:r>
        <w:tab/>
        <w:t>1.013e0</w:t>
      </w:r>
    </w:p>
    <w:p w:rsidR="00F96531" w:rsidRDefault="00F96531" w:rsidP="00F96531">
      <w:r>
        <w:lastRenderedPageBreak/>
        <w:t>311.5353</w:t>
      </w:r>
      <w:r>
        <w:tab/>
        <w:t>2.025e0</w:t>
      </w:r>
    </w:p>
    <w:p w:rsidR="00F96531" w:rsidRDefault="00F96531" w:rsidP="00F96531">
      <w:r>
        <w:t>311.5410</w:t>
      </w:r>
      <w:r>
        <w:tab/>
        <w:t>2.025e0</w:t>
      </w:r>
    </w:p>
    <w:p w:rsidR="00F96531" w:rsidRDefault="00F96531" w:rsidP="00F96531">
      <w:r>
        <w:t>311.5424</w:t>
      </w:r>
      <w:r>
        <w:tab/>
        <w:t>3.038e0</w:t>
      </w:r>
    </w:p>
    <w:p w:rsidR="00F96531" w:rsidRDefault="00F96531" w:rsidP="00F96531">
      <w:r>
        <w:t>311.5677</w:t>
      </w:r>
      <w:r>
        <w:tab/>
        <w:t>2.025e0</w:t>
      </w:r>
    </w:p>
    <w:p w:rsidR="00F96531" w:rsidRDefault="00F96531" w:rsidP="00F96531">
      <w:r>
        <w:t>311.5745</w:t>
      </w:r>
      <w:r>
        <w:tab/>
        <w:t>1.013e0</w:t>
      </w:r>
    </w:p>
    <w:p w:rsidR="00F96531" w:rsidRDefault="00F96531" w:rsidP="00F96531">
      <w:r>
        <w:t>311.6012</w:t>
      </w:r>
      <w:r>
        <w:tab/>
        <w:t>1.013e0</w:t>
      </w:r>
    </w:p>
    <w:p w:rsidR="00F96531" w:rsidRDefault="00F96531" w:rsidP="00F96531">
      <w:r>
        <w:t>311.6386</w:t>
      </w:r>
      <w:r>
        <w:tab/>
        <w:t>1.013e0</w:t>
      </w:r>
    </w:p>
    <w:p w:rsidR="00F96531" w:rsidRDefault="00F96531" w:rsidP="00F96531">
      <w:r>
        <w:t>311.6588</w:t>
      </w:r>
      <w:r>
        <w:tab/>
        <w:t>2.025e0</w:t>
      </w:r>
    </w:p>
    <w:p w:rsidR="00F96531" w:rsidRDefault="00F96531" w:rsidP="00F96531">
      <w:r>
        <w:t>311.6629</w:t>
      </w:r>
      <w:r>
        <w:tab/>
        <w:t>2.025e0</w:t>
      </w:r>
    </w:p>
    <w:p w:rsidR="00F96531" w:rsidRDefault="00F96531" w:rsidP="00F96531">
      <w:r>
        <w:t>311.6841</w:t>
      </w:r>
      <w:r>
        <w:tab/>
        <w:t>2.025e0</w:t>
      </w:r>
    </w:p>
    <w:p w:rsidR="00F96531" w:rsidRDefault="00F96531" w:rsidP="00F96531">
      <w:r>
        <w:t>311.6909</w:t>
      </w:r>
      <w:r>
        <w:tab/>
        <w:t>1.013e0</w:t>
      </w:r>
    </w:p>
    <w:p w:rsidR="00F96531" w:rsidRDefault="00F96531" w:rsidP="00F96531">
      <w:r>
        <w:t>311.6948</w:t>
      </w:r>
      <w:r>
        <w:tab/>
        <w:t>1.013e0</w:t>
      </w:r>
    </w:p>
    <w:p w:rsidR="00F96531" w:rsidRDefault="00F96531" w:rsidP="00F96531">
      <w:r>
        <w:t>311.7471</w:t>
      </w:r>
      <w:r>
        <w:tab/>
        <w:t>1.013e0</w:t>
      </w:r>
    </w:p>
    <w:p w:rsidR="00F96531" w:rsidRDefault="00F96531" w:rsidP="00F96531">
      <w:r>
        <w:t>311.7795</w:t>
      </w:r>
      <w:r>
        <w:tab/>
        <w:t>1.013e0</w:t>
      </w:r>
    </w:p>
    <w:p w:rsidR="00F96531" w:rsidRDefault="00F96531" w:rsidP="00F96531">
      <w:r>
        <w:t>311.8078</w:t>
      </w:r>
      <w:r>
        <w:tab/>
        <w:t>1.013e0</w:t>
      </w:r>
    </w:p>
    <w:p w:rsidR="00F96531" w:rsidRDefault="00F96531" w:rsidP="00F96531">
      <w:r>
        <w:t>311.8219</w:t>
      </w:r>
      <w:r>
        <w:tab/>
        <w:t>1.013e0</w:t>
      </w:r>
    </w:p>
    <w:p w:rsidR="00F96531" w:rsidRDefault="00F96531" w:rsidP="00F96531">
      <w:r>
        <w:t>311.8541</w:t>
      </w:r>
      <w:r>
        <w:tab/>
        <w:t>1.013e0</w:t>
      </w:r>
    </w:p>
    <w:p w:rsidR="00F96531" w:rsidRDefault="00F96531" w:rsidP="00F96531">
      <w:r>
        <w:t>311.8643</w:t>
      </w:r>
      <w:r>
        <w:tab/>
        <w:t>1.013e0</w:t>
      </w:r>
    </w:p>
    <w:p w:rsidR="00F96531" w:rsidRDefault="00F96531" w:rsidP="00F96531">
      <w:r>
        <w:t>311.8675</w:t>
      </w:r>
      <w:r>
        <w:tab/>
        <w:t>2.025e0</w:t>
      </w:r>
    </w:p>
    <w:p w:rsidR="00F96531" w:rsidRDefault="00F96531" w:rsidP="00F96531">
      <w:r>
        <w:lastRenderedPageBreak/>
        <w:t>311.8855</w:t>
      </w:r>
      <w:r>
        <w:tab/>
        <w:t>2.025e0</w:t>
      </w:r>
    </w:p>
    <w:p w:rsidR="00F96531" w:rsidRDefault="00F96531" w:rsidP="00F96531">
      <w:r>
        <w:t>311.8926</w:t>
      </w:r>
      <w:r>
        <w:tab/>
        <w:t>1.013e0</w:t>
      </w:r>
    </w:p>
    <w:p w:rsidR="00F96531" w:rsidRDefault="00F96531" w:rsidP="00F96531">
      <w:r>
        <w:t>311.9037</w:t>
      </w:r>
      <w:r>
        <w:tab/>
        <w:t>1.013e0</w:t>
      </w:r>
    </w:p>
    <w:p w:rsidR="00F96531" w:rsidRDefault="00F96531" w:rsidP="00F96531">
      <w:r>
        <w:t>311.9384</w:t>
      </w:r>
      <w:r>
        <w:tab/>
        <w:t>1.013e0</w:t>
      </w:r>
    </w:p>
    <w:p w:rsidR="00F96531" w:rsidRDefault="00F96531" w:rsidP="00F96531">
      <w:r>
        <w:t>311.9398</w:t>
      </w:r>
      <w:r>
        <w:tab/>
        <w:t>1.013e0</w:t>
      </w:r>
    </w:p>
    <w:p w:rsidR="00F96531" w:rsidRDefault="00F96531" w:rsidP="00F96531">
      <w:r>
        <w:t>311.9703</w:t>
      </w:r>
      <w:r>
        <w:tab/>
        <w:t>1.013e0</w:t>
      </w:r>
    </w:p>
    <w:p w:rsidR="00F96531" w:rsidRDefault="00F96531" w:rsidP="00F96531">
      <w:r>
        <w:t>311.9830</w:t>
      </w:r>
      <w:r>
        <w:tab/>
        <w:t>1.013e0</w:t>
      </w:r>
    </w:p>
    <w:p w:rsidR="00F96531" w:rsidRDefault="00F96531" w:rsidP="00F96531">
      <w:r>
        <w:t>312.0120</w:t>
      </w:r>
      <w:r>
        <w:tab/>
        <w:t>2.878e0</w:t>
      </w:r>
    </w:p>
    <w:p w:rsidR="00F96531" w:rsidRDefault="00F96531" w:rsidP="00F96531">
      <w:r>
        <w:t>312.0240</w:t>
      </w:r>
      <w:r>
        <w:tab/>
        <w:t>1.013e0</w:t>
      </w:r>
    </w:p>
    <w:p w:rsidR="00F96531" w:rsidRDefault="00F96531" w:rsidP="00F96531">
      <w:r>
        <w:t>312.0301</w:t>
      </w:r>
      <w:r>
        <w:tab/>
        <w:t>2.025e0</w:t>
      </w:r>
    </w:p>
    <w:p w:rsidR="00F96531" w:rsidRDefault="00F96531" w:rsidP="00F96531">
      <w:r>
        <w:t>312.0512</w:t>
      </w:r>
      <w:r>
        <w:tab/>
        <w:t>2.205e0</w:t>
      </w:r>
    </w:p>
    <w:p w:rsidR="00F96531" w:rsidRDefault="00F96531" w:rsidP="00F96531">
      <w:r>
        <w:t>312.0735</w:t>
      </w:r>
      <w:r>
        <w:tab/>
        <w:t>1.826e0</w:t>
      </w:r>
    </w:p>
    <w:p w:rsidR="00F96531" w:rsidRDefault="00F96531" w:rsidP="00F96531">
      <w:r>
        <w:t>312.1099</w:t>
      </w:r>
      <w:r>
        <w:tab/>
        <w:t>3.370e0</w:t>
      </w:r>
    </w:p>
    <w:p w:rsidR="00F96531" w:rsidRDefault="00F96531" w:rsidP="00F96531">
      <w:r>
        <w:t>312.1124</w:t>
      </w:r>
      <w:r>
        <w:tab/>
        <w:t>2.964e0</w:t>
      </w:r>
    </w:p>
    <w:p w:rsidR="00F96531" w:rsidRDefault="00F96531" w:rsidP="00F96531">
      <w:r>
        <w:t>312.1252</w:t>
      </w:r>
      <w:r>
        <w:tab/>
        <w:t>7.773e0</w:t>
      </w:r>
    </w:p>
    <w:p w:rsidR="00F96531" w:rsidRDefault="00F96531" w:rsidP="00F96531">
      <w:r>
        <w:t>312.1380</w:t>
      </w:r>
      <w:r>
        <w:tab/>
        <w:t>1.967e0</w:t>
      </w:r>
    </w:p>
    <w:p w:rsidR="00F96531" w:rsidRDefault="00F96531" w:rsidP="00F96531">
      <w:r>
        <w:t>312.1489</w:t>
      </w:r>
      <w:r>
        <w:tab/>
        <w:t>4.011e0</w:t>
      </w:r>
    </w:p>
    <w:p w:rsidR="00F96531" w:rsidRDefault="00F96531" w:rsidP="00F96531">
      <w:r>
        <w:t>312.1525</w:t>
      </w:r>
      <w:r>
        <w:tab/>
        <w:t>3.038e0</w:t>
      </w:r>
    </w:p>
    <w:p w:rsidR="00F96531" w:rsidRDefault="00F96531" w:rsidP="00F96531">
      <w:r>
        <w:t>312.1591</w:t>
      </w:r>
      <w:r>
        <w:tab/>
        <w:t>1.013e0</w:t>
      </w:r>
    </w:p>
    <w:p w:rsidR="00F96531" w:rsidRDefault="00F96531" w:rsidP="00F96531">
      <w:r>
        <w:lastRenderedPageBreak/>
        <w:t>312.1689</w:t>
      </w:r>
      <w:r>
        <w:tab/>
        <w:t>3.026e0</w:t>
      </w:r>
    </w:p>
    <w:p w:rsidR="00F96531" w:rsidRDefault="00F96531" w:rsidP="00F96531">
      <w:r>
        <w:t>312.1737</w:t>
      </w:r>
      <w:r>
        <w:tab/>
        <w:t>6.634e0</w:t>
      </w:r>
    </w:p>
    <w:p w:rsidR="00F96531" w:rsidRDefault="00F96531" w:rsidP="00F96531">
      <w:r>
        <w:t>312.1966</w:t>
      </w:r>
      <w:r>
        <w:tab/>
        <w:t>1.013e0</w:t>
      </w:r>
    </w:p>
    <w:p w:rsidR="00F96531" w:rsidRDefault="00F96531" w:rsidP="00F96531">
      <w:r>
        <w:t>312.2084</w:t>
      </w:r>
      <w:r>
        <w:tab/>
        <w:t>3.038e0</w:t>
      </w:r>
    </w:p>
    <w:p w:rsidR="00F96531" w:rsidRDefault="00F96531" w:rsidP="00F96531">
      <w:r>
        <w:t>312.2094</w:t>
      </w:r>
      <w:r>
        <w:tab/>
        <w:t>1.907e0</w:t>
      </w:r>
    </w:p>
    <w:p w:rsidR="00F96531" w:rsidRDefault="00F96531" w:rsidP="00F96531">
      <w:r>
        <w:t>312.2125</w:t>
      </w:r>
      <w:r>
        <w:tab/>
        <w:t>3.038e0</w:t>
      </w:r>
    </w:p>
    <w:p w:rsidR="00F96531" w:rsidRDefault="00F96531" w:rsidP="00F96531">
      <w:r>
        <w:t>312.2162</w:t>
      </w:r>
      <w:r>
        <w:tab/>
        <w:t>1.882e0</w:t>
      </w:r>
    </w:p>
    <w:p w:rsidR="00F96531" w:rsidRDefault="00F96531" w:rsidP="00F96531">
      <w:r>
        <w:t>312.2408</w:t>
      </w:r>
      <w:r>
        <w:tab/>
        <w:t>3.038e0</w:t>
      </w:r>
    </w:p>
    <w:p w:rsidR="00F96531" w:rsidRDefault="00F96531" w:rsidP="00F96531">
      <w:r>
        <w:t>312.2434</w:t>
      </w:r>
      <w:r>
        <w:tab/>
        <w:t>1.013e0</w:t>
      </w:r>
    </w:p>
    <w:p w:rsidR="00F96531" w:rsidRDefault="00F96531" w:rsidP="00F96531">
      <w:r>
        <w:t>312.2448</w:t>
      </w:r>
      <w:r>
        <w:tab/>
        <w:t>1.013e0</w:t>
      </w:r>
    </w:p>
    <w:p w:rsidR="00F96531" w:rsidRDefault="00F96531" w:rsidP="00F96531">
      <w:r>
        <w:t>312.2588</w:t>
      </w:r>
      <w:r>
        <w:tab/>
        <w:t>1.013e0</w:t>
      </w:r>
    </w:p>
    <w:p w:rsidR="00F96531" w:rsidRDefault="00F96531" w:rsidP="00F96531">
      <w:r>
        <w:t>312.2648</w:t>
      </w:r>
      <w:r>
        <w:tab/>
        <w:t>1.013e0</w:t>
      </w:r>
    </w:p>
    <w:p w:rsidR="00F96531" w:rsidRDefault="00F96531" w:rsidP="00F96531">
      <w:r>
        <w:t>312.2842</w:t>
      </w:r>
      <w:r>
        <w:tab/>
        <w:t>3.038e0</w:t>
      </w:r>
    </w:p>
    <w:p w:rsidR="00F96531" w:rsidRDefault="00F96531" w:rsidP="00F96531">
      <w:r>
        <w:t>312.2885</w:t>
      </w:r>
      <w:r>
        <w:tab/>
        <w:t>1.013e0</w:t>
      </w:r>
    </w:p>
    <w:p w:rsidR="00F96531" w:rsidRDefault="00F96531" w:rsidP="00F96531">
      <w:r>
        <w:t>312.2969</w:t>
      </w:r>
      <w:r>
        <w:tab/>
        <w:t>1.013e0</w:t>
      </w:r>
    </w:p>
    <w:p w:rsidR="00F96531" w:rsidRDefault="00F96531" w:rsidP="00F96531">
      <w:r>
        <w:t>312.3237</w:t>
      </w:r>
      <w:r>
        <w:tab/>
        <w:t>1.013e0</w:t>
      </w:r>
    </w:p>
    <w:p w:rsidR="00F96531" w:rsidRDefault="00F96531" w:rsidP="00F96531">
      <w:r>
        <w:t>312.3718</w:t>
      </w:r>
      <w:r>
        <w:tab/>
        <w:t>2.025e0</w:t>
      </w:r>
    </w:p>
    <w:p w:rsidR="00F96531" w:rsidRDefault="00F96531" w:rsidP="00F96531">
      <w:r>
        <w:t>312.3735</w:t>
      </w:r>
      <w:r>
        <w:tab/>
        <w:t>3.038e0</w:t>
      </w:r>
    </w:p>
    <w:p w:rsidR="00F96531" w:rsidRDefault="00F96531" w:rsidP="00F96531">
      <w:r>
        <w:t>312.3758</w:t>
      </w:r>
      <w:r>
        <w:tab/>
        <w:t>1.013e0</w:t>
      </w:r>
    </w:p>
    <w:p w:rsidR="00F96531" w:rsidRDefault="00F96531" w:rsidP="00F96531">
      <w:r>
        <w:lastRenderedPageBreak/>
        <w:t>312.4053</w:t>
      </w:r>
      <w:r>
        <w:tab/>
        <w:t>2.025e0</w:t>
      </w:r>
    </w:p>
    <w:p w:rsidR="00F96531" w:rsidRDefault="00F96531" w:rsidP="00F96531">
      <w:r>
        <w:t>312.4621</w:t>
      </w:r>
      <w:r>
        <w:tab/>
        <w:t>2.025e0</w:t>
      </w:r>
    </w:p>
    <w:p w:rsidR="00F96531" w:rsidRDefault="00F96531" w:rsidP="00F96531">
      <w:r>
        <w:t>312.4830</w:t>
      </w:r>
      <w:r>
        <w:tab/>
        <w:t>2.025e0</w:t>
      </w:r>
    </w:p>
    <w:p w:rsidR="00F96531" w:rsidRDefault="00F96531" w:rsidP="00F96531">
      <w:r>
        <w:t>312.5265</w:t>
      </w:r>
      <w:r>
        <w:tab/>
        <w:t>3.038e0</w:t>
      </w:r>
    </w:p>
    <w:p w:rsidR="00F96531" w:rsidRDefault="00F96531" w:rsidP="00F96531">
      <w:r>
        <w:t>312.5417</w:t>
      </w:r>
      <w:r>
        <w:tab/>
        <w:t>1.013e0</w:t>
      </w:r>
    </w:p>
    <w:p w:rsidR="00F96531" w:rsidRDefault="00F96531" w:rsidP="00F96531">
      <w:r>
        <w:t>312.5808</w:t>
      </w:r>
      <w:r>
        <w:tab/>
        <w:t>2.025e0</w:t>
      </w:r>
    </w:p>
    <w:p w:rsidR="00F96531" w:rsidRDefault="00F96531" w:rsidP="00F96531">
      <w:r>
        <w:t>312.5871</w:t>
      </w:r>
      <w:r>
        <w:tab/>
        <w:t>1.013e0</w:t>
      </w:r>
    </w:p>
    <w:p w:rsidR="00F96531" w:rsidRDefault="00F96531" w:rsidP="00F96531">
      <w:r>
        <w:t>312.5961</w:t>
      </w:r>
      <w:r>
        <w:tab/>
        <w:t>3.038e0</w:t>
      </w:r>
    </w:p>
    <w:p w:rsidR="00F96531" w:rsidRDefault="00F96531" w:rsidP="00F96531">
      <w:r>
        <w:t>312.6320</w:t>
      </w:r>
      <w:r>
        <w:tab/>
        <w:t>3.038e0</w:t>
      </w:r>
    </w:p>
    <w:p w:rsidR="00F96531" w:rsidRDefault="00F96531" w:rsidP="00F96531">
      <w:r>
        <w:t>312.6528</w:t>
      </w:r>
      <w:r>
        <w:tab/>
        <w:t>1.013e0</w:t>
      </w:r>
    </w:p>
    <w:p w:rsidR="00F96531" w:rsidRDefault="00F96531" w:rsidP="00F96531">
      <w:r>
        <w:t>312.6541</w:t>
      </w:r>
      <w:r>
        <w:tab/>
        <w:t>2.025e0</w:t>
      </w:r>
    </w:p>
    <w:p w:rsidR="00F96531" w:rsidRDefault="00F96531" w:rsidP="00F96531">
      <w:r>
        <w:t>312.6569</w:t>
      </w:r>
      <w:r>
        <w:tab/>
        <w:t>1.013e0</w:t>
      </w:r>
    </w:p>
    <w:p w:rsidR="00F96531" w:rsidRDefault="00F96531" w:rsidP="00F96531">
      <w:r>
        <w:t>312.6850</w:t>
      </w:r>
      <w:r>
        <w:tab/>
        <w:t>1.013e0</w:t>
      </w:r>
    </w:p>
    <w:p w:rsidR="00F96531" w:rsidRDefault="00F96531" w:rsidP="00F96531">
      <w:r>
        <w:t>312.7085</w:t>
      </w:r>
      <w:r>
        <w:tab/>
        <w:t>2.025e0</w:t>
      </w:r>
    </w:p>
    <w:p w:rsidR="00F96531" w:rsidRDefault="00F96531" w:rsidP="00F96531">
      <w:r>
        <w:t>312.7188</w:t>
      </w:r>
      <w:r>
        <w:tab/>
        <w:t>1.013e0</w:t>
      </w:r>
    </w:p>
    <w:p w:rsidR="00F96531" w:rsidRDefault="00F96531" w:rsidP="00F96531">
      <w:r>
        <w:t>312.7412</w:t>
      </w:r>
      <w:r>
        <w:tab/>
        <w:t>1.013e0</w:t>
      </w:r>
    </w:p>
    <w:p w:rsidR="00F96531" w:rsidRDefault="00F96531" w:rsidP="00F96531">
      <w:r>
        <w:t>312.7571</w:t>
      </w:r>
      <w:r>
        <w:tab/>
        <w:t>1.013e0</w:t>
      </w:r>
    </w:p>
    <w:p w:rsidR="00F96531" w:rsidRDefault="00F96531" w:rsidP="00F96531">
      <w:r>
        <w:t>312.7797</w:t>
      </w:r>
      <w:r>
        <w:tab/>
        <w:t>1.013e0</w:t>
      </w:r>
    </w:p>
    <w:p w:rsidR="00F96531" w:rsidRDefault="00F96531" w:rsidP="00F96531">
      <w:r>
        <w:t>312.7893</w:t>
      </w:r>
      <w:r>
        <w:tab/>
        <w:t>1.013e0</w:t>
      </w:r>
    </w:p>
    <w:p w:rsidR="00F96531" w:rsidRDefault="00F96531" w:rsidP="00F96531">
      <w:r>
        <w:lastRenderedPageBreak/>
        <w:t>312.7907</w:t>
      </w:r>
      <w:r>
        <w:tab/>
        <w:t>1.013e0</w:t>
      </w:r>
    </w:p>
    <w:p w:rsidR="00F96531" w:rsidRDefault="00F96531" w:rsidP="00F96531">
      <w:r>
        <w:t>312.7948</w:t>
      </w:r>
      <w:r>
        <w:tab/>
        <w:t>1.013e0</w:t>
      </w:r>
    </w:p>
    <w:p w:rsidR="00F96531" w:rsidRDefault="00F96531" w:rsidP="00F96531">
      <w:r>
        <w:t>312.8215</w:t>
      </w:r>
      <w:r>
        <w:tab/>
        <w:t>1.013e0</w:t>
      </w:r>
    </w:p>
    <w:p w:rsidR="00F96531" w:rsidRDefault="00F96531" w:rsidP="00F96531">
      <w:r>
        <w:t>312.8430</w:t>
      </w:r>
      <w:r>
        <w:tab/>
        <w:t>1.013e0</w:t>
      </w:r>
    </w:p>
    <w:p w:rsidR="00F96531" w:rsidRDefault="00F96531" w:rsidP="00F96531">
      <w:r>
        <w:t>312.8453</w:t>
      </w:r>
      <w:r>
        <w:tab/>
        <w:t>2.025e0</w:t>
      </w:r>
    </w:p>
    <w:p w:rsidR="00F96531" w:rsidRDefault="00F96531" w:rsidP="00F96531">
      <w:r>
        <w:t>312.8469</w:t>
      </w:r>
      <w:r>
        <w:tab/>
        <w:t>1.013e0</w:t>
      </w:r>
    </w:p>
    <w:p w:rsidR="00F96531" w:rsidRDefault="00F96531" w:rsidP="00F96531">
      <w:r>
        <w:t>312.8897</w:t>
      </w:r>
      <w:r>
        <w:tab/>
        <w:t>2.025e0</w:t>
      </w:r>
    </w:p>
    <w:p w:rsidR="00F96531" w:rsidRDefault="00F96531" w:rsidP="00F96531">
      <w:r>
        <w:t>312.9293</w:t>
      </w:r>
      <w:r>
        <w:tab/>
        <w:t>4.976e0</w:t>
      </w:r>
    </w:p>
    <w:p w:rsidR="00F96531" w:rsidRDefault="00F96531" w:rsidP="00F96531">
      <w:r>
        <w:t>312.9364</w:t>
      </w:r>
      <w:r>
        <w:tab/>
        <w:t>3.038e0</w:t>
      </w:r>
    </w:p>
    <w:p w:rsidR="00F96531" w:rsidRDefault="00F96531" w:rsidP="00F96531">
      <w:r>
        <w:t>312.9402</w:t>
      </w:r>
      <w:r>
        <w:tab/>
        <w:t>2.025e0</w:t>
      </w:r>
    </w:p>
    <w:p w:rsidR="00F96531" w:rsidRDefault="00F96531" w:rsidP="00F96531">
      <w:r>
        <w:t>312.9455</w:t>
      </w:r>
      <w:r>
        <w:tab/>
        <w:t>1.013e0</w:t>
      </w:r>
    </w:p>
    <w:p w:rsidR="00F96531" w:rsidRDefault="00F96531" w:rsidP="00F96531">
      <w:r>
        <w:t>312.9498</w:t>
      </w:r>
      <w:r>
        <w:tab/>
        <w:t>8.044e0</w:t>
      </w:r>
    </w:p>
    <w:p w:rsidR="00F96531" w:rsidRDefault="00F96531" w:rsidP="00F96531">
      <w:r>
        <w:t>312.9515</w:t>
      </w:r>
      <w:r>
        <w:tab/>
        <w:t>2.025e0</w:t>
      </w:r>
    </w:p>
    <w:p w:rsidR="00F96531" w:rsidRDefault="00F96531" w:rsidP="00F96531">
      <w:r>
        <w:t>312.9565</w:t>
      </w:r>
      <w:r>
        <w:tab/>
        <w:t>4.051e0</w:t>
      </w:r>
    </w:p>
    <w:p w:rsidR="00F96531" w:rsidRDefault="00F96531" w:rsidP="00F96531">
      <w:r>
        <w:t>312.9616</w:t>
      </w:r>
      <w:r>
        <w:tab/>
        <w:t>5.150e0</w:t>
      </w:r>
    </w:p>
    <w:p w:rsidR="00F96531" w:rsidRDefault="00F96531" w:rsidP="00F96531">
      <w:r>
        <w:t>312.9668</w:t>
      </w:r>
      <w:r>
        <w:tab/>
        <w:t>1.013e0</w:t>
      </w:r>
    </w:p>
    <w:p w:rsidR="00F96531" w:rsidRDefault="00F96531" w:rsidP="00F96531">
      <w:r>
        <w:t>312.9951</w:t>
      </w:r>
      <w:r>
        <w:tab/>
        <w:t>1.013e0</w:t>
      </w:r>
    </w:p>
    <w:p w:rsidR="00F96531" w:rsidRDefault="00F96531" w:rsidP="00F96531">
      <w:r>
        <w:t>313.0126</w:t>
      </w:r>
      <w:r>
        <w:tab/>
        <w:t>4.926e0</w:t>
      </w:r>
    </w:p>
    <w:p w:rsidR="00F96531" w:rsidRDefault="00F96531" w:rsidP="00F96531">
      <w:r>
        <w:t>313.0157</w:t>
      </w:r>
      <w:r>
        <w:tab/>
        <w:t>2.025e0</w:t>
      </w:r>
    </w:p>
    <w:p w:rsidR="00F96531" w:rsidRDefault="00F96531" w:rsidP="00F96531">
      <w:r>
        <w:lastRenderedPageBreak/>
        <w:t>313.0248</w:t>
      </w:r>
      <w:r>
        <w:tab/>
        <w:t>1.013e0</w:t>
      </w:r>
    </w:p>
    <w:p w:rsidR="00F96531" w:rsidRDefault="00F96531" w:rsidP="00F96531">
      <w:r>
        <w:t>313.0373</w:t>
      </w:r>
      <w:r>
        <w:tab/>
        <w:t>4.051e0</w:t>
      </w:r>
    </w:p>
    <w:p w:rsidR="00F96531" w:rsidRDefault="00F96531" w:rsidP="00F96531">
      <w:r>
        <w:t>313.0438</w:t>
      </w:r>
      <w:r>
        <w:tab/>
        <w:t>2.025e0</w:t>
      </w:r>
    </w:p>
    <w:p w:rsidR="00F96531" w:rsidRDefault="00F96531" w:rsidP="00F96531">
      <w:r>
        <w:t>313.0589</w:t>
      </w:r>
      <w:r>
        <w:tab/>
        <w:t>1.013e0</w:t>
      </w:r>
    </w:p>
    <w:p w:rsidR="00F96531" w:rsidRDefault="00F96531" w:rsidP="00F96531">
      <w:r>
        <w:t>313.0630</w:t>
      </w:r>
      <w:r>
        <w:tab/>
        <w:t>3.284e0</w:t>
      </w:r>
    </w:p>
    <w:p w:rsidR="00F96531" w:rsidRDefault="00F96531" w:rsidP="00F96531">
      <w:r>
        <w:t>313.0736</w:t>
      </w:r>
      <w:r>
        <w:tab/>
        <w:t>2.361e0</w:t>
      </w:r>
    </w:p>
    <w:p w:rsidR="00F96531" w:rsidRDefault="00F96531" w:rsidP="00F96531">
      <w:r>
        <w:t>313.0981</w:t>
      </w:r>
      <w:r>
        <w:tab/>
        <w:t>8.532e0</w:t>
      </w:r>
    </w:p>
    <w:p w:rsidR="00F96531" w:rsidRDefault="00F96531" w:rsidP="00F96531">
      <w:r>
        <w:t>313.1032</w:t>
      </w:r>
      <w:r>
        <w:tab/>
        <w:t>3.673e0</w:t>
      </w:r>
    </w:p>
    <w:p w:rsidR="00F96531" w:rsidRDefault="00F96531" w:rsidP="00F96531">
      <w:r>
        <w:t>313.1111</w:t>
      </w:r>
      <w:r>
        <w:tab/>
        <w:t>2.025e0</w:t>
      </w:r>
    </w:p>
    <w:p w:rsidR="00F96531" w:rsidRDefault="00F96531" w:rsidP="00F96531">
      <w:r>
        <w:t>313.1217</w:t>
      </w:r>
      <w:r>
        <w:tab/>
        <w:t>4.240e0</w:t>
      </w:r>
    </w:p>
    <w:p w:rsidR="00F96531" w:rsidRDefault="00F96531" w:rsidP="00F96531">
      <w:r>
        <w:t>313.1440</w:t>
      </w:r>
      <w:r>
        <w:tab/>
        <w:t>1.013e0</w:t>
      </w:r>
    </w:p>
    <w:p w:rsidR="00F96531" w:rsidRDefault="00F96531" w:rsidP="00F96531">
      <w:r>
        <w:t>313.1530</w:t>
      </w:r>
      <w:r>
        <w:tab/>
        <w:t>5.063e0</w:t>
      </w:r>
    </w:p>
    <w:p w:rsidR="00F96531" w:rsidRDefault="00F96531" w:rsidP="00F96531">
      <w:r>
        <w:t>313.1545</w:t>
      </w:r>
      <w:r>
        <w:tab/>
        <w:t>5.256e0</w:t>
      </w:r>
    </w:p>
    <w:p w:rsidR="00F96531" w:rsidRDefault="00F96531" w:rsidP="00F96531">
      <w:r>
        <w:t>313.1592</w:t>
      </w:r>
      <w:r>
        <w:tab/>
        <w:t>8.407e0</w:t>
      </w:r>
    </w:p>
    <w:p w:rsidR="00F96531" w:rsidRDefault="00F96531" w:rsidP="00F96531">
      <w:r>
        <w:t>313.1610</w:t>
      </w:r>
      <w:r>
        <w:tab/>
        <w:t>2.025e0</w:t>
      </w:r>
    </w:p>
    <w:p w:rsidR="00F96531" w:rsidRDefault="00F96531" w:rsidP="00F96531">
      <w:r>
        <w:t>313.1675</w:t>
      </w:r>
      <w:r>
        <w:tab/>
        <w:t>8.349e0</w:t>
      </w:r>
    </w:p>
    <w:p w:rsidR="00F96531" w:rsidRDefault="00F96531" w:rsidP="00F96531">
      <w:r>
        <w:t>313.1990</w:t>
      </w:r>
      <w:r>
        <w:tab/>
        <w:t>3.038e0</w:t>
      </w:r>
    </w:p>
    <w:p w:rsidR="00F96531" w:rsidRDefault="00F96531" w:rsidP="00F96531">
      <w:r>
        <w:t>313.2085</w:t>
      </w:r>
      <w:r>
        <w:tab/>
        <w:t>3.819e0</w:t>
      </w:r>
    </w:p>
    <w:p w:rsidR="00F96531" w:rsidRDefault="00F96531" w:rsidP="00F96531">
      <w:r>
        <w:t>313.2220</w:t>
      </w:r>
      <w:r>
        <w:tab/>
        <w:t>1.013e0</w:t>
      </w:r>
    </w:p>
    <w:p w:rsidR="00F96531" w:rsidRDefault="00F96531" w:rsidP="00F96531">
      <w:r>
        <w:lastRenderedPageBreak/>
        <w:t>313.2302</w:t>
      </w:r>
      <w:r>
        <w:tab/>
        <w:t>4.051e0</w:t>
      </w:r>
    </w:p>
    <w:p w:rsidR="00F96531" w:rsidRDefault="00F96531" w:rsidP="00F96531">
      <w:r>
        <w:t>313.2373</w:t>
      </w:r>
      <w:r>
        <w:tab/>
        <w:t>3.038e0</w:t>
      </w:r>
    </w:p>
    <w:p w:rsidR="00F96531" w:rsidRDefault="00F96531" w:rsidP="00F96531">
      <w:r>
        <w:t>313.2493</w:t>
      </w:r>
      <w:r>
        <w:tab/>
        <w:t>4.051e0</w:t>
      </w:r>
    </w:p>
    <w:p w:rsidR="00F96531" w:rsidRDefault="00F96531" w:rsidP="00F96531">
      <w:r>
        <w:t>313.2566</w:t>
      </w:r>
      <w:r>
        <w:tab/>
        <w:t>1.013e0</w:t>
      </w:r>
    </w:p>
    <w:p w:rsidR="00F96531" w:rsidRDefault="00F96531" w:rsidP="00F96531">
      <w:r>
        <w:t>313.2584</w:t>
      </w:r>
      <w:r>
        <w:tab/>
        <w:t>2.025e0</w:t>
      </w:r>
    </w:p>
    <w:p w:rsidR="00F96531" w:rsidRDefault="00F96531" w:rsidP="00F96531">
      <w:r>
        <w:t>313.2647</w:t>
      </w:r>
      <w:r>
        <w:tab/>
        <w:t>1.013e0</w:t>
      </w:r>
    </w:p>
    <w:p w:rsidR="00F96531" w:rsidRDefault="00F96531" w:rsidP="00F96531">
      <w:r>
        <w:t>313.2776</w:t>
      </w:r>
      <w:r>
        <w:tab/>
        <w:t>2.025e0</w:t>
      </w:r>
    </w:p>
    <w:p w:rsidR="00F96531" w:rsidRDefault="00F96531" w:rsidP="00F96531">
      <w:r>
        <w:t>313.2790</w:t>
      </w:r>
      <w:r>
        <w:tab/>
        <w:t>2.025e0</w:t>
      </w:r>
    </w:p>
    <w:p w:rsidR="00F96531" w:rsidRDefault="00F96531" w:rsidP="00F96531">
      <w:r>
        <w:t>313.2809</w:t>
      </w:r>
      <w:r>
        <w:tab/>
        <w:t>3.038e0</w:t>
      </w:r>
    </w:p>
    <w:p w:rsidR="00F96531" w:rsidRDefault="00F96531" w:rsidP="00F96531">
      <w:r>
        <w:t>313.3071</w:t>
      </w:r>
      <w:r>
        <w:tab/>
        <w:t>1.013e0</w:t>
      </w:r>
    </w:p>
    <w:p w:rsidR="00F96531" w:rsidRDefault="00F96531" w:rsidP="00F96531">
      <w:r>
        <w:t>313.3309</w:t>
      </w:r>
      <w:r>
        <w:tab/>
        <w:t>2.025e0</w:t>
      </w:r>
    </w:p>
    <w:p w:rsidR="00F96531" w:rsidRDefault="00F96531" w:rsidP="00F96531">
      <w:r>
        <w:t>313.3450</w:t>
      </w:r>
      <w:r>
        <w:tab/>
        <w:t>1.013e0</w:t>
      </w:r>
    </w:p>
    <w:p w:rsidR="00F96531" w:rsidRDefault="00F96531" w:rsidP="00F96531">
      <w:r>
        <w:t>313.3490</w:t>
      </w:r>
      <w:r>
        <w:tab/>
        <w:t>1.013e0</w:t>
      </w:r>
    </w:p>
    <w:p w:rsidR="00F96531" w:rsidRDefault="00F96531" w:rsidP="00F96531">
      <w:r>
        <w:t>313.3593</w:t>
      </w:r>
      <w:r>
        <w:tab/>
        <w:t>2.025e0</w:t>
      </w:r>
    </w:p>
    <w:p w:rsidR="00F96531" w:rsidRDefault="00F96531" w:rsidP="00F96531">
      <w:r>
        <w:t>313.3690</w:t>
      </w:r>
      <w:r>
        <w:tab/>
        <w:t>1.013e0</w:t>
      </w:r>
    </w:p>
    <w:p w:rsidR="00F96531" w:rsidRDefault="00F96531" w:rsidP="00F96531">
      <w:r>
        <w:t>313.3858</w:t>
      </w:r>
      <w:r>
        <w:tab/>
        <w:t>2.025e0</w:t>
      </w:r>
    </w:p>
    <w:p w:rsidR="00F96531" w:rsidRDefault="00F96531" w:rsidP="00F96531">
      <w:r>
        <w:t>313.3904</w:t>
      </w:r>
      <w:r>
        <w:tab/>
        <w:t>2.025e0</w:t>
      </w:r>
    </w:p>
    <w:p w:rsidR="00F96531" w:rsidRDefault="00F96531" w:rsidP="00F96531">
      <w:r>
        <w:t>313.3992</w:t>
      </w:r>
      <w:r>
        <w:tab/>
        <w:t>2.025e0</w:t>
      </w:r>
    </w:p>
    <w:p w:rsidR="00F96531" w:rsidRDefault="00F96531" w:rsidP="00F96531">
      <w:r>
        <w:t>313.4856</w:t>
      </w:r>
      <w:r>
        <w:tab/>
        <w:t>1.013e0</w:t>
      </w:r>
    </w:p>
    <w:p w:rsidR="00F96531" w:rsidRDefault="00F96531" w:rsidP="00F96531">
      <w:r>
        <w:lastRenderedPageBreak/>
        <w:t>313.4888</w:t>
      </w:r>
      <w:r>
        <w:tab/>
        <w:t>1.013e0</w:t>
      </w:r>
    </w:p>
    <w:p w:rsidR="00F96531" w:rsidRDefault="00F96531" w:rsidP="00F96531">
      <w:r>
        <w:t>313.4998</w:t>
      </w:r>
      <w:r>
        <w:tab/>
        <w:t>3.038e0</w:t>
      </w:r>
    </w:p>
    <w:p w:rsidR="00F96531" w:rsidRDefault="00F96531" w:rsidP="00F96531">
      <w:r>
        <w:t>313.5125</w:t>
      </w:r>
      <w:r>
        <w:tab/>
        <w:t>3.119e0</w:t>
      </w:r>
    </w:p>
    <w:p w:rsidR="00F96531" w:rsidRDefault="00F96531" w:rsidP="00F96531">
      <w:r>
        <w:t>313.5258</w:t>
      </w:r>
      <w:r>
        <w:tab/>
        <w:t>2.025e0</w:t>
      </w:r>
    </w:p>
    <w:p w:rsidR="00F96531" w:rsidRDefault="00F96531" w:rsidP="00F96531">
      <w:r>
        <w:t>313.5284</w:t>
      </w:r>
      <w:r>
        <w:tab/>
        <w:t>2.025e0</w:t>
      </w:r>
    </w:p>
    <w:p w:rsidR="00F96531" w:rsidRDefault="00F96531" w:rsidP="00F96531">
      <w:r>
        <w:t>313.5404</w:t>
      </w:r>
      <w:r>
        <w:tab/>
        <w:t>1.013e0</w:t>
      </w:r>
    </w:p>
    <w:p w:rsidR="00F96531" w:rsidRDefault="00F96531" w:rsidP="00F96531">
      <w:r>
        <w:t>313.5566</w:t>
      </w:r>
      <w:r>
        <w:tab/>
        <w:t>1.013e0</w:t>
      </w:r>
    </w:p>
    <w:p w:rsidR="00F96531" w:rsidRDefault="00F96531" w:rsidP="00F96531">
      <w:r>
        <w:t>313.5861</w:t>
      </w:r>
      <w:r>
        <w:tab/>
        <w:t>1.013e0</w:t>
      </w:r>
    </w:p>
    <w:p w:rsidR="00F96531" w:rsidRDefault="00F96531" w:rsidP="00F96531">
      <w:r>
        <w:t>313.5981</w:t>
      </w:r>
      <w:r>
        <w:tab/>
        <w:t>1.013e0</w:t>
      </w:r>
    </w:p>
    <w:p w:rsidR="00F96531" w:rsidRDefault="00F96531" w:rsidP="00F96531">
      <w:r>
        <w:t>313.6213</w:t>
      </w:r>
      <w:r>
        <w:tab/>
        <w:t>3.038e0</w:t>
      </w:r>
    </w:p>
    <w:p w:rsidR="00F96531" w:rsidRDefault="00F96531" w:rsidP="00F96531">
      <w:r>
        <w:t>313.6270</w:t>
      </w:r>
      <w:r>
        <w:tab/>
        <w:t>3.038e0</w:t>
      </w:r>
    </w:p>
    <w:p w:rsidR="00F96531" w:rsidRDefault="00F96531" w:rsidP="00F96531">
      <w:r>
        <w:t>313.6378</w:t>
      </w:r>
      <w:r>
        <w:tab/>
        <w:t>1.013e0</w:t>
      </w:r>
    </w:p>
    <w:p w:rsidR="00F96531" w:rsidRDefault="00F96531" w:rsidP="00F96531">
      <w:r>
        <w:t>313.6449</w:t>
      </w:r>
      <w:r>
        <w:tab/>
        <w:t>1.013e0</w:t>
      </w:r>
    </w:p>
    <w:p w:rsidR="00F96531" w:rsidRDefault="00F96531" w:rsidP="00F96531">
      <w:r>
        <w:t>313.6690</w:t>
      </w:r>
      <w:r>
        <w:tab/>
        <w:t>1.013e0</w:t>
      </w:r>
    </w:p>
    <w:p w:rsidR="00F96531" w:rsidRDefault="00F96531" w:rsidP="00F96531">
      <w:r>
        <w:t>313.6745</w:t>
      </w:r>
      <w:r>
        <w:tab/>
        <w:t>1.013e0</w:t>
      </w:r>
    </w:p>
    <w:p w:rsidR="00F96531" w:rsidRDefault="00F96531" w:rsidP="00F96531">
      <w:r>
        <w:t>313.7142</w:t>
      </w:r>
      <w:r>
        <w:tab/>
        <w:t>3.038e0</w:t>
      </w:r>
    </w:p>
    <w:p w:rsidR="00F96531" w:rsidRDefault="00F96531" w:rsidP="00F96531">
      <w:r>
        <w:t>313.7332</w:t>
      </w:r>
      <w:r>
        <w:tab/>
        <w:t>1.013e0</w:t>
      </w:r>
    </w:p>
    <w:p w:rsidR="00F96531" w:rsidRDefault="00F96531" w:rsidP="00F96531">
      <w:r>
        <w:t>313.7375</w:t>
      </w:r>
      <w:r>
        <w:tab/>
        <w:t>2.025e0</w:t>
      </w:r>
    </w:p>
    <w:p w:rsidR="00F96531" w:rsidRDefault="00F96531" w:rsidP="00F96531">
      <w:r>
        <w:t>313.7671</w:t>
      </w:r>
      <w:r>
        <w:tab/>
        <w:t>1.013e0</w:t>
      </w:r>
    </w:p>
    <w:p w:rsidR="00F96531" w:rsidRDefault="00F96531" w:rsidP="00F96531">
      <w:r>
        <w:lastRenderedPageBreak/>
        <w:t>313.7898</w:t>
      </w:r>
      <w:r>
        <w:tab/>
        <w:t>2.025e0</w:t>
      </w:r>
    </w:p>
    <w:p w:rsidR="00F96531" w:rsidRDefault="00F96531" w:rsidP="00F96531">
      <w:r>
        <w:t>313.7909</w:t>
      </w:r>
      <w:r>
        <w:tab/>
        <w:t>2.025e0</w:t>
      </w:r>
    </w:p>
    <w:p w:rsidR="00F96531" w:rsidRDefault="00F96531" w:rsidP="00F96531">
      <w:r>
        <w:t>313.7969</w:t>
      </w:r>
      <w:r>
        <w:tab/>
        <w:t>1.013e0</w:t>
      </w:r>
    </w:p>
    <w:p w:rsidR="00F96531" w:rsidRDefault="00F96531" w:rsidP="00F96531">
      <w:r>
        <w:t>313.8012</w:t>
      </w:r>
      <w:r>
        <w:tab/>
        <w:t>1.013e0</w:t>
      </w:r>
    </w:p>
    <w:p w:rsidR="00F96531" w:rsidRDefault="00F96531" w:rsidP="00F96531">
      <w:r>
        <w:t>313.8392</w:t>
      </w:r>
      <w:r>
        <w:tab/>
        <w:t>1.013e0</w:t>
      </w:r>
    </w:p>
    <w:p w:rsidR="00F96531" w:rsidRDefault="00F96531" w:rsidP="00F96531">
      <w:r>
        <w:t>313.8497</w:t>
      </w:r>
      <w:r>
        <w:tab/>
        <w:t>2.025e0</w:t>
      </w:r>
    </w:p>
    <w:p w:rsidR="00F96531" w:rsidRDefault="00F96531" w:rsidP="00F96531">
      <w:r>
        <w:t>313.8524</w:t>
      </w:r>
      <w:r>
        <w:tab/>
        <w:t>1.013e0</w:t>
      </w:r>
    </w:p>
    <w:p w:rsidR="00F96531" w:rsidRDefault="00F96531" w:rsidP="00F96531">
      <w:r>
        <w:t>313.8813</w:t>
      </w:r>
      <w:r>
        <w:tab/>
        <w:t>2.025e0</w:t>
      </w:r>
    </w:p>
    <w:p w:rsidR="00F96531" w:rsidRDefault="00F96531" w:rsidP="00F96531">
      <w:r>
        <w:t>313.9156</w:t>
      </w:r>
      <w:r>
        <w:tab/>
        <w:t>1.013e0</w:t>
      </w:r>
    </w:p>
    <w:p w:rsidR="00F96531" w:rsidRDefault="00F96531" w:rsidP="00F96531">
      <w:r>
        <w:t>313.9222</w:t>
      </w:r>
      <w:r>
        <w:tab/>
        <w:t>1.013e0</w:t>
      </w:r>
    </w:p>
    <w:p w:rsidR="00F96531" w:rsidRDefault="00F96531" w:rsidP="00F96531">
      <w:r>
        <w:t>313.9276</w:t>
      </w:r>
      <w:r>
        <w:tab/>
        <w:t>1.013e0</w:t>
      </w:r>
    </w:p>
    <w:p w:rsidR="00F96531" w:rsidRDefault="00F96531" w:rsidP="00F96531">
      <w:r>
        <w:t>313.9409</w:t>
      </w:r>
      <w:r>
        <w:tab/>
        <w:t>2.025e0</w:t>
      </w:r>
    </w:p>
    <w:p w:rsidR="00F96531" w:rsidRDefault="00F96531" w:rsidP="00F96531">
      <w:r>
        <w:t>313.9502</w:t>
      </w:r>
      <w:r>
        <w:tab/>
        <w:t>5.376e0</w:t>
      </w:r>
    </w:p>
    <w:p w:rsidR="00F96531" w:rsidRDefault="00F96531" w:rsidP="00F96531">
      <w:r>
        <w:t>313.9599</w:t>
      </w:r>
      <w:r>
        <w:tab/>
        <w:t>2.025e0</w:t>
      </w:r>
    </w:p>
    <w:p w:rsidR="00F96531" w:rsidRDefault="00F96531" w:rsidP="00F96531">
      <w:r>
        <w:t>313.9879</w:t>
      </w:r>
      <w:r>
        <w:tab/>
        <w:t>3.739e0</w:t>
      </w:r>
    </w:p>
    <w:p w:rsidR="00F96531" w:rsidRDefault="00F96531" w:rsidP="00F96531">
      <w:r>
        <w:t>313.9976</w:t>
      </w:r>
      <w:r>
        <w:tab/>
        <w:t>2.025e0</w:t>
      </w:r>
    </w:p>
    <w:p w:rsidR="00F96531" w:rsidRDefault="00F96531" w:rsidP="00F96531">
      <w:r>
        <w:t>314.0030</w:t>
      </w:r>
      <w:r>
        <w:tab/>
        <w:t>1.376e1</w:t>
      </w:r>
    </w:p>
    <w:p w:rsidR="00F96531" w:rsidRDefault="00F96531" w:rsidP="00F96531">
      <w:r>
        <w:t>314.0093</w:t>
      </w:r>
      <w:r>
        <w:tab/>
        <w:t>1.627e1</w:t>
      </w:r>
    </w:p>
    <w:p w:rsidR="00F96531" w:rsidRDefault="00F96531" w:rsidP="00F96531">
      <w:r>
        <w:t>314.0140</w:t>
      </w:r>
      <w:r>
        <w:tab/>
        <w:t>7.903e0</w:t>
      </w:r>
    </w:p>
    <w:p w:rsidR="00F96531" w:rsidRDefault="00F96531" w:rsidP="00F96531">
      <w:r>
        <w:lastRenderedPageBreak/>
        <w:t>314.0185</w:t>
      </w:r>
      <w:r>
        <w:tab/>
        <w:t>1.425e1</w:t>
      </w:r>
    </w:p>
    <w:p w:rsidR="00F96531" w:rsidRDefault="00F96531" w:rsidP="00F96531">
      <w:r>
        <w:t>314.0641</w:t>
      </w:r>
      <w:r>
        <w:tab/>
        <w:t>1.013e0</w:t>
      </w:r>
    </w:p>
    <w:p w:rsidR="00F96531" w:rsidRDefault="00F96531" w:rsidP="00F96531">
      <w:r>
        <w:t>314.0698</w:t>
      </w:r>
      <w:r>
        <w:tab/>
        <w:t>1.013e0</w:t>
      </w:r>
    </w:p>
    <w:p w:rsidR="00F96531" w:rsidRDefault="00F96531" w:rsidP="00F96531">
      <w:r>
        <w:t>314.0769</w:t>
      </w:r>
      <w:r>
        <w:tab/>
        <w:t>6.079e0</w:t>
      </w:r>
    </w:p>
    <w:p w:rsidR="00F96531" w:rsidRDefault="00F96531" w:rsidP="00F96531">
      <w:r>
        <w:t>314.0909</w:t>
      </w:r>
      <w:r>
        <w:tab/>
        <w:t>1.895e0</w:t>
      </w:r>
    </w:p>
    <w:p w:rsidR="00F96531" w:rsidRDefault="00F96531" w:rsidP="00F96531">
      <w:r>
        <w:t>314.1025</w:t>
      </w:r>
      <w:r>
        <w:tab/>
        <w:t>1.013e0</w:t>
      </w:r>
    </w:p>
    <w:p w:rsidR="00F96531" w:rsidRDefault="00F96531" w:rsidP="00F96531">
      <w:r>
        <w:t>314.1066</w:t>
      </w:r>
      <w:r>
        <w:tab/>
        <w:t>1.679e0</w:t>
      </w:r>
    </w:p>
    <w:p w:rsidR="00F96531" w:rsidRDefault="00F96531" w:rsidP="00F96531">
      <w:r>
        <w:t>314.1242</w:t>
      </w:r>
      <w:r>
        <w:tab/>
        <w:t>1.404e0</w:t>
      </w:r>
    </w:p>
    <w:p w:rsidR="00F96531" w:rsidRDefault="00F96531" w:rsidP="00F96531">
      <w:r>
        <w:t>314.1365</w:t>
      </w:r>
      <w:r>
        <w:tab/>
        <w:t>1.013e0</w:t>
      </w:r>
    </w:p>
    <w:p w:rsidR="00F96531" w:rsidRDefault="00F96531" w:rsidP="00F96531">
      <w:r>
        <w:t>314.1572</w:t>
      </w:r>
      <w:r>
        <w:tab/>
        <w:t>3.342e0</w:t>
      </w:r>
    </w:p>
    <w:p w:rsidR="00F96531" w:rsidRDefault="00F96531" w:rsidP="00F96531">
      <w:r>
        <w:t>314.1608</w:t>
      </w:r>
      <w:r>
        <w:tab/>
        <w:t>1.013e0</w:t>
      </w:r>
    </w:p>
    <w:p w:rsidR="00F96531" w:rsidRDefault="00F96531" w:rsidP="00F96531">
      <w:r>
        <w:t>314.1821</w:t>
      </w:r>
      <w:r>
        <w:tab/>
        <w:t>3.038e0</w:t>
      </w:r>
    </w:p>
    <w:p w:rsidR="00F96531" w:rsidRDefault="00F96531" w:rsidP="00F96531">
      <w:r>
        <w:t>314.1844</w:t>
      </w:r>
      <w:r>
        <w:tab/>
        <w:t>6.719e0</w:t>
      </w:r>
    </w:p>
    <w:p w:rsidR="00F96531" w:rsidRDefault="00F96531" w:rsidP="00F96531">
      <w:r>
        <w:t>314.1928</w:t>
      </w:r>
      <w:r>
        <w:tab/>
        <w:t>2.025e0</w:t>
      </w:r>
    </w:p>
    <w:p w:rsidR="00F96531" w:rsidRDefault="00F96531" w:rsidP="00F96531">
      <w:r>
        <w:t>314.2043</w:t>
      </w:r>
      <w:r>
        <w:tab/>
        <w:t>3.038e0</w:t>
      </w:r>
    </w:p>
    <w:p w:rsidR="00F96531" w:rsidRDefault="00F96531" w:rsidP="00F96531">
      <w:r>
        <w:t>314.2257</w:t>
      </w:r>
      <w:r>
        <w:tab/>
        <w:t>2.708e0</w:t>
      </w:r>
    </w:p>
    <w:p w:rsidR="00F96531" w:rsidRDefault="00F96531" w:rsidP="00F96531">
      <w:r>
        <w:t>314.2334</w:t>
      </w:r>
      <w:r>
        <w:tab/>
        <w:t>1.013e0</w:t>
      </w:r>
    </w:p>
    <w:p w:rsidR="00F96531" w:rsidRDefault="00F96531" w:rsidP="00F96531">
      <w:r>
        <w:t>314.2347</w:t>
      </w:r>
      <w:r>
        <w:tab/>
        <w:t>1.013e0</w:t>
      </w:r>
    </w:p>
    <w:p w:rsidR="00F96531" w:rsidRDefault="00F96531" w:rsidP="00F96531">
      <w:r>
        <w:t>314.2404</w:t>
      </w:r>
      <w:r>
        <w:tab/>
        <w:t>1.013e0</w:t>
      </w:r>
    </w:p>
    <w:p w:rsidR="00F96531" w:rsidRDefault="00F96531" w:rsidP="00F96531">
      <w:r>
        <w:lastRenderedPageBreak/>
        <w:t>314.2451</w:t>
      </w:r>
      <w:r>
        <w:tab/>
        <w:t>1.013e0</w:t>
      </w:r>
    </w:p>
    <w:p w:rsidR="00F96531" w:rsidRDefault="00F96531" w:rsidP="00F96531">
      <w:r>
        <w:t>314.2632</w:t>
      </w:r>
      <w:r>
        <w:tab/>
        <w:t>1.013e0</w:t>
      </w:r>
    </w:p>
    <w:p w:rsidR="00F96531" w:rsidRDefault="00F96531" w:rsidP="00F96531">
      <w:r>
        <w:t>314.2719</w:t>
      </w:r>
      <w:r>
        <w:tab/>
        <w:t>2.025e0</w:t>
      </w:r>
    </w:p>
    <w:p w:rsidR="00F96531" w:rsidRDefault="00F96531" w:rsidP="00F96531">
      <w:r>
        <w:t>314.2922</w:t>
      </w:r>
      <w:r>
        <w:tab/>
        <w:t>6.076e0</w:t>
      </w:r>
    </w:p>
    <w:p w:rsidR="00F96531" w:rsidRDefault="00F96531" w:rsidP="00F96531">
      <w:r>
        <w:t>314.3088</w:t>
      </w:r>
      <w:r>
        <w:tab/>
        <w:t>2.025e0</w:t>
      </w:r>
    </w:p>
    <w:p w:rsidR="00F96531" w:rsidRDefault="00F96531" w:rsidP="00F96531">
      <w:r>
        <w:t>314.3299</w:t>
      </w:r>
      <w:r>
        <w:tab/>
        <w:t>4.051e0</w:t>
      </w:r>
    </w:p>
    <w:p w:rsidR="00F96531" w:rsidRDefault="00F96531" w:rsidP="00F96531">
      <w:r>
        <w:t>314.3372</w:t>
      </w:r>
      <w:r>
        <w:tab/>
        <w:t>2.025e0</w:t>
      </w:r>
    </w:p>
    <w:p w:rsidR="00F96531" w:rsidRDefault="00F96531" w:rsidP="00F96531">
      <w:r>
        <w:t>314.3472</w:t>
      </w:r>
      <w:r>
        <w:tab/>
        <w:t>1.013e0</w:t>
      </w:r>
    </w:p>
    <w:p w:rsidR="00F96531" w:rsidRDefault="00F96531" w:rsidP="00F96531">
      <w:r>
        <w:t>314.3576</w:t>
      </w:r>
      <w:r>
        <w:tab/>
        <w:t>1.013e0</w:t>
      </w:r>
    </w:p>
    <w:p w:rsidR="00F96531" w:rsidRDefault="00F96531" w:rsidP="00F96531">
      <w:r>
        <w:t>314.3651</w:t>
      </w:r>
      <w:r>
        <w:tab/>
        <w:t>3.038e0</w:t>
      </w:r>
    </w:p>
    <w:p w:rsidR="00F96531" w:rsidRDefault="00F96531" w:rsidP="00F96531">
      <w:r>
        <w:t>314.3757</w:t>
      </w:r>
      <w:r>
        <w:tab/>
        <w:t>1.013e0</w:t>
      </w:r>
    </w:p>
    <w:p w:rsidR="00F96531" w:rsidRDefault="00F96531" w:rsidP="00F96531">
      <w:r>
        <w:t>314.3844</w:t>
      </w:r>
      <w:r>
        <w:tab/>
        <w:t>1.013e0</w:t>
      </w:r>
    </w:p>
    <w:p w:rsidR="00F96531" w:rsidRDefault="00F96531" w:rsidP="00F96531">
      <w:r>
        <w:t>314.4126</w:t>
      </w:r>
      <w:r>
        <w:tab/>
        <w:t>1.013e0</w:t>
      </w:r>
    </w:p>
    <w:p w:rsidR="00F96531" w:rsidRDefault="00F96531" w:rsidP="00F96531">
      <w:r>
        <w:t>314.4309</w:t>
      </w:r>
      <w:r>
        <w:tab/>
        <w:t>4.051e0</w:t>
      </w:r>
    </w:p>
    <w:p w:rsidR="00F96531" w:rsidRDefault="00F96531" w:rsidP="00F96531">
      <w:r>
        <w:t>314.4510</w:t>
      </w:r>
      <w:r>
        <w:tab/>
        <w:t>1.013e0</w:t>
      </w:r>
    </w:p>
    <w:p w:rsidR="00F96531" w:rsidRDefault="00F96531" w:rsidP="00F96531">
      <w:r>
        <w:t>314.4774</w:t>
      </w:r>
      <w:r>
        <w:tab/>
        <w:t>2.025e0</w:t>
      </w:r>
    </w:p>
    <w:p w:rsidR="00F96531" w:rsidRDefault="00F96531" w:rsidP="00F96531">
      <w:r>
        <w:t>314.4796</w:t>
      </w:r>
      <w:r>
        <w:tab/>
        <w:t>3.038e0</w:t>
      </w:r>
    </w:p>
    <w:p w:rsidR="00F96531" w:rsidRDefault="00F96531" w:rsidP="00F96531">
      <w:r>
        <w:t>314.5024</w:t>
      </w:r>
      <w:r>
        <w:tab/>
        <w:t>3.038e0</w:t>
      </w:r>
    </w:p>
    <w:p w:rsidR="00F96531" w:rsidRDefault="00F96531" w:rsidP="00F96531">
      <w:r>
        <w:t>314.5067</w:t>
      </w:r>
      <w:r>
        <w:tab/>
        <w:t>2.025e0</w:t>
      </w:r>
    </w:p>
    <w:p w:rsidR="00F96531" w:rsidRDefault="00F96531" w:rsidP="00F96531">
      <w:r>
        <w:lastRenderedPageBreak/>
        <w:t>314.5111</w:t>
      </w:r>
      <w:r>
        <w:tab/>
        <w:t>1.114e1</w:t>
      </w:r>
    </w:p>
    <w:p w:rsidR="00F96531" w:rsidRDefault="00F96531" w:rsidP="00F96531">
      <w:r>
        <w:t>314.5159</w:t>
      </w:r>
      <w:r>
        <w:tab/>
        <w:t>8.101e0</w:t>
      </w:r>
    </w:p>
    <w:p w:rsidR="00F96531" w:rsidRDefault="00F96531" w:rsidP="00F96531">
      <w:r>
        <w:t>314.5206</w:t>
      </w:r>
      <w:r>
        <w:tab/>
        <w:t>3.038e0</w:t>
      </w:r>
    </w:p>
    <w:p w:rsidR="00F96531" w:rsidRDefault="00F96531" w:rsidP="00F96531">
      <w:r>
        <w:t>314.5775</w:t>
      </w:r>
      <w:r>
        <w:tab/>
        <w:t>1.013e0</w:t>
      </w:r>
    </w:p>
    <w:p w:rsidR="00F96531" w:rsidRDefault="00F96531" w:rsidP="00F96531">
      <w:r>
        <w:t>314.5945</w:t>
      </w:r>
      <w:r>
        <w:tab/>
        <w:t>2.025e0</w:t>
      </w:r>
    </w:p>
    <w:p w:rsidR="00F96531" w:rsidRDefault="00F96531" w:rsidP="00F96531">
      <w:r>
        <w:t>314.6108</w:t>
      </w:r>
      <w:r>
        <w:tab/>
        <w:t>2.025e0</w:t>
      </w:r>
    </w:p>
    <w:p w:rsidR="00F96531" w:rsidRDefault="00F96531" w:rsidP="00F96531">
      <w:r>
        <w:t>314.6661</w:t>
      </w:r>
      <w:r>
        <w:tab/>
        <w:t>1.013e0</w:t>
      </w:r>
    </w:p>
    <w:p w:rsidR="00F96531" w:rsidRDefault="00F96531" w:rsidP="00F96531">
      <w:r>
        <w:t>314.6718</w:t>
      </w:r>
      <w:r>
        <w:tab/>
        <w:t>1.013e0</w:t>
      </w:r>
    </w:p>
    <w:p w:rsidR="00F96531" w:rsidRDefault="00F96531" w:rsidP="00F96531">
      <w:r>
        <w:t>314.6732</w:t>
      </w:r>
      <w:r>
        <w:tab/>
        <w:t>1.013e0</w:t>
      </w:r>
    </w:p>
    <w:p w:rsidR="00F96531" w:rsidRDefault="00F96531" w:rsidP="00F96531">
      <w:r>
        <w:t>314.7060</w:t>
      </w:r>
      <w:r>
        <w:tab/>
        <w:t>1.013e0</w:t>
      </w:r>
    </w:p>
    <w:p w:rsidR="00F96531" w:rsidRDefault="00F96531" w:rsidP="00F96531">
      <w:r>
        <w:t>314.7099</w:t>
      </w:r>
      <w:r>
        <w:tab/>
        <w:t>2.025e0</w:t>
      </w:r>
    </w:p>
    <w:p w:rsidR="00F96531" w:rsidRDefault="00F96531" w:rsidP="00F96531">
      <w:r>
        <w:t>314.7188</w:t>
      </w:r>
      <w:r>
        <w:tab/>
        <w:t>2.025e0</w:t>
      </w:r>
    </w:p>
    <w:p w:rsidR="00F96531" w:rsidRDefault="00F96531" w:rsidP="00F96531">
      <w:r>
        <w:t>314.7253</w:t>
      </w:r>
      <w:r>
        <w:tab/>
        <w:t>3.038e0</w:t>
      </w:r>
    </w:p>
    <w:p w:rsidR="00F96531" w:rsidRDefault="00F96531" w:rsidP="00F96531">
      <w:r>
        <w:t>314.7343</w:t>
      </w:r>
      <w:r>
        <w:tab/>
        <w:t>2.025e0</w:t>
      </w:r>
    </w:p>
    <w:p w:rsidR="00F96531" w:rsidRDefault="00F96531" w:rsidP="00F96531">
      <w:r>
        <w:t>314.7516</w:t>
      </w:r>
      <w:r>
        <w:tab/>
        <w:t>1.013e0</w:t>
      </w:r>
    </w:p>
    <w:p w:rsidR="00F96531" w:rsidRDefault="00F96531" w:rsidP="00F96531">
      <w:r>
        <w:t>314.7609</w:t>
      </w:r>
      <w:r>
        <w:tab/>
        <w:t>2.025e0</w:t>
      </w:r>
    </w:p>
    <w:p w:rsidR="00F96531" w:rsidRDefault="00F96531" w:rsidP="00F96531">
      <w:r>
        <w:t>314.7741</w:t>
      </w:r>
      <w:r>
        <w:tab/>
        <w:t>2.025e0</w:t>
      </w:r>
    </w:p>
    <w:p w:rsidR="00F96531" w:rsidRDefault="00F96531" w:rsidP="00F96531">
      <w:r>
        <w:t>314.7778</w:t>
      </w:r>
      <w:r>
        <w:tab/>
        <w:t>2.025e0</w:t>
      </w:r>
    </w:p>
    <w:p w:rsidR="00F96531" w:rsidRDefault="00F96531" w:rsidP="00F96531">
      <w:r>
        <w:t>314.8029</w:t>
      </w:r>
      <w:r>
        <w:tab/>
        <w:t>1.013e0</w:t>
      </w:r>
    </w:p>
    <w:p w:rsidR="00F96531" w:rsidRDefault="00F96531" w:rsidP="00F96531">
      <w:r>
        <w:lastRenderedPageBreak/>
        <w:t>314.8099</w:t>
      </w:r>
      <w:r>
        <w:tab/>
        <w:t>1.013e0</w:t>
      </w:r>
    </w:p>
    <w:p w:rsidR="00F96531" w:rsidRDefault="00F96531" w:rsidP="00F96531">
      <w:r>
        <w:t>314.8157</w:t>
      </w:r>
      <w:r>
        <w:tab/>
        <w:t>3.038e0</w:t>
      </w:r>
    </w:p>
    <w:p w:rsidR="00F96531" w:rsidRDefault="00F96531" w:rsidP="00F96531">
      <w:r>
        <w:t>314.8313</w:t>
      </w:r>
      <w:r>
        <w:tab/>
        <w:t>1.013e0</w:t>
      </w:r>
    </w:p>
    <w:p w:rsidR="00F96531" w:rsidRDefault="00F96531" w:rsidP="00F96531">
      <w:r>
        <w:t>314.8327</w:t>
      </w:r>
      <w:r>
        <w:tab/>
        <w:t>1.013e0</w:t>
      </w:r>
    </w:p>
    <w:p w:rsidR="00F96531" w:rsidRDefault="00F96531" w:rsidP="00F96531">
      <w:r>
        <w:t>314.8683</w:t>
      </w:r>
      <w:r>
        <w:tab/>
        <w:t>3.038e0</w:t>
      </w:r>
    </w:p>
    <w:p w:rsidR="00F96531" w:rsidRDefault="00F96531" w:rsidP="00F96531">
      <w:r>
        <w:t>314.8711</w:t>
      </w:r>
      <w:r>
        <w:tab/>
        <w:t>3.038e0</w:t>
      </w:r>
    </w:p>
    <w:p w:rsidR="00F96531" w:rsidRDefault="00F96531" w:rsidP="00F96531">
      <w:r>
        <w:t>314.9072</w:t>
      </w:r>
      <w:r>
        <w:tab/>
        <w:t>1.013e0</w:t>
      </w:r>
    </w:p>
    <w:p w:rsidR="00F96531" w:rsidRDefault="00F96531" w:rsidP="00F96531">
      <w:r>
        <w:t>314.9195</w:t>
      </w:r>
      <w:r>
        <w:tab/>
        <w:t>2.025e0</w:t>
      </w:r>
    </w:p>
    <w:p w:rsidR="00F96531" w:rsidRDefault="00F96531" w:rsidP="00F96531">
      <w:r>
        <w:t>314.9228</w:t>
      </w:r>
      <w:r>
        <w:tab/>
        <w:t>2.025e0</w:t>
      </w:r>
    </w:p>
    <w:p w:rsidR="00F96531" w:rsidRDefault="00F96531" w:rsidP="00F96531">
      <w:r>
        <w:t>314.9472</w:t>
      </w:r>
      <w:r>
        <w:tab/>
        <w:t>3.038e0</w:t>
      </w:r>
    </w:p>
    <w:p w:rsidR="00F96531" w:rsidRDefault="00F96531" w:rsidP="00F96531">
      <w:r>
        <w:t>314.9524</w:t>
      </w:r>
      <w:r>
        <w:tab/>
        <w:t>1.013e0</w:t>
      </w:r>
    </w:p>
    <w:p w:rsidR="00F96531" w:rsidRDefault="00F96531" w:rsidP="00F96531">
      <w:r>
        <w:t>314.9542</w:t>
      </w:r>
      <w:r>
        <w:tab/>
        <w:t>2.025e0</w:t>
      </w:r>
    </w:p>
    <w:p w:rsidR="00F96531" w:rsidRDefault="00F96531" w:rsidP="00F96531">
      <w:r>
        <w:t>314.9594</w:t>
      </w:r>
      <w:r>
        <w:tab/>
        <w:t>2.025e0</w:t>
      </w:r>
    </w:p>
    <w:p w:rsidR="00F96531" w:rsidRDefault="00F96531" w:rsidP="00F96531">
      <w:r>
        <w:t>314.9642</w:t>
      </w:r>
      <w:r>
        <w:tab/>
        <w:t>2.025e0</w:t>
      </w:r>
    </w:p>
    <w:p w:rsidR="00F96531" w:rsidRDefault="00F96531" w:rsidP="00F96531">
      <w:r>
        <w:t>314.9766</w:t>
      </w:r>
      <w:r>
        <w:tab/>
        <w:t>3.038e0</w:t>
      </w:r>
    </w:p>
    <w:p w:rsidR="00F96531" w:rsidRDefault="00F96531" w:rsidP="00F96531">
      <w:r>
        <w:t>315.0008</w:t>
      </w:r>
      <w:r>
        <w:tab/>
        <w:t>1.377e1</w:t>
      </w:r>
    </w:p>
    <w:p w:rsidR="00F96531" w:rsidRDefault="00F96531" w:rsidP="00F96531">
      <w:r>
        <w:t>315.0022</w:t>
      </w:r>
      <w:r>
        <w:tab/>
        <w:t>9.114e0</w:t>
      </w:r>
    </w:p>
    <w:p w:rsidR="00F96531" w:rsidRDefault="00F96531" w:rsidP="00F96531">
      <w:r>
        <w:t>315.0092</w:t>
      </w:r>
      <w:r>
        <w:tab/>
        <w:t>2.314e1</w:t>
      </w:r>
    </w:p>
    <w:p w:rsidR="00F96531" w:rsidRDefault="00F96531" w:rsidP="00F96531">
      <w:r>
        <w:t>315.0222</w:t>
      </w:r>
      <w:r>
        <w:tab/>
        <w:t>4.067e0</w:t>
      </w:r>
    </w:p>
    <w:p w:rsidR="00F96531" w:rsidRDefault="00F96531" w:rsidP="00F96531">
      <w:r>
        <w:lastRenderedPageBreak/>
        <w:t>315.0608</w:t>
      </w:r>
      <w:r>
        <w:tab/>
        <w:t>3.038e0</w:t>
      </w:r>
    </w:p>
    <w:p w:rsidR="00F96531" w:rsidRDefault="00F96531" w:rsidP="00F96531">
      <w:r>
        <w:t>315.0627</w:t>
      </w:r>
      <w:r>
        <w:tab/>
        <w:t>4.021e0</w:t>
      </w:r>
    </w:p>
    <w:p w:rsidR="00F96531" w:rsidRDefault="00F96531" w:rsidP="00F96531">
      <w:r>
        <w:t>315.0680</w:t>
      </w:r>
      <w:r>
        <w:tab/>
        <w:t>1.013e0</w:t>
      </w:r>
    </w:p>
    <w:p w:rsidR="00F96531" w:rsidRDefault="00F96531" w:rsidP="00F96531">
      <w:r>
        <w:t>315.0818</w:t>
      </w:r>
      <w:r>
        <w:tab/>
        <w:t>3.015e0</w:t>
      </w:r>
    </w:p>
    <w:p w:rsidR="00F96531" w:rsidRDefault="00F96531" w:rsidP="00F96531">
      <w:r>
        <w:t>315.0860</w:t>
      </w:r>
      <w:r>
        <w:tab/>
        <w:t>2.025e0</w:t>
      </w:r>
    </w:p>
    <w:p w:rsidR="00F96531" w:rsidRDefault="00F96531" w:rsidP="00F96531">
      <w:r>
        <w:t>315.0981</w:t>
      </w:r>
      <w:r>
        <w:tab/>
        <w:t>2.025e0</w:t>
      </w:r>
    </w:p>
    <w:p w:rsidR="00F96531" w:rsidRDefault="00F96531" w:rsidP="00F96531">
      <w:r>
        <w:t>315.1016</w:t>
      </w:r>
      <w:r>
        <w:tab/>
        <w:t>1.013e0</w:t>
      </w:r>
    </w:p>
    <w:p w:rsidR="00F96531" w:rsidRDefault="00F96531" w:rsidP="00F96531">
      <w:r>
        <w:t>315.1140</w:t>
      </w:r>
      <w:r>
        <w:tab/>
        <w:t>1.566e0</w:t>
      </w:r>
    </w:p>
    <w:p w:rsidR="00F96531" w:rsidRDefault="00F96531" w:rsidP="00F96531">
      <w:r>
        <w:t>315.1280</w:t>
      </w:r>
      <w:r>
        <w:tab/>
        <w:t>2.350e0</w:t>
      </w:r>
    </w:p>
    <w:p w:rsidR="00F96531" w:rsidRDefault="00F96531" w:rsidP="00F96531">
      <w:r>
        <w:t>315.1445</w:t>
      </w:r>
      <w:r>
        <w:tab/>
        <w:t>1.013e0</w:t>
      </w:r>
    </w:p>
    <w:p w:rsidR="00F96531" w:rsidRDefault="00F96531" w:rsidP="00F96531">
      <w:r>
        <w:t>315.1459</w:t>
      </w:r>
      <w:r>
        <w:tab/>
        <w:t>2.025e0</w:t>
      </w:r>
    </w:p>
    <w:p w:rsidR="00F96531" w:rsidRDefault="00F96531" w:rsidP="00F96531">
      <w:r>
        <w:t>315.1729</w:t>
      </w:r>
      <w:r>
        <w:tab/>
        <w:t>3.108e0</w:t>
      </w:r>
    </w:p>
    <w:p w:rsidR="00F96531" w:rsidRDefault="00F96531" w:rsidP="00F96531">
      <w:r>
        <w:t>315.1745</w:t>
      </w:r>
      <w:r>
        <w:tab/>
        <w:t>1.099e0</w:t>
      </w:r>
    </w:p>
    <w:p w:rsidR="00F96531" w:rsidRDefault="00F96531" w:rsidP="00F96531">
      <w:r>
        <w:t>315.1800</w:t>
      </w:r>
      <w:r>
        <w:tab/>
        <w:t>2.025e0</w:t>
      </w:r>
    </w:p>
    <w:p w:rsidR="00F96531" w:rsidRDefault="00F96531" w:rsidP="00F96531">
      <w:r>
        <w:t>315.1821</w:t>
      </w:r>
      <w:r>
        <w:tab/>
        <w:t>1.013e0</w:t>
      </w:r>
    </w:p>
    <w:p w:rsidR="00F96531" w:rsidRDefault="00F96531" w:rsidP="00F96531">
      <w:r>
        <w:t>315.1831</w:t>
      </w:r>
      <w:r>
        <w:tab/>
        <w:t>2.025e0</w:t>
      </w:r>
    </w:p>
    <w:p w:rsidR="00F96531" w:rsidRDefault="00F96531" w:rsidP="00F96531">
      <w:r>
        <w:t>315.1842</w:t>
      </w:r>
      <w:r>
        <w:tab/>
        <w:t>6.593e0</w:t>
      </w:r>
    </w:p>
    <w:p w:rsidR="00F96531" w:rsidRDefault="00F96531" w:rsidP="00F96531">
      <w:r>
        <w:t>315.2253</w:t>
      </w:r>
      <w:r>
        <w:tab/>
        <w:t>3.765e0</w:t>
      </w:r>
    </w:p>
    <w:p w:rsidR="00F96531" w:rsidRDefault="00F96531" w:rsidP="00F96531">
      <w:r>
        <w:t>315.2304</w:t>
      </w:r>
      <w:r>
        <w:tab/>
        <w:t>1.696e0</w:t>
      </w:r>
    </w:p>
    <w:p w:rsidR="00F96531" w:rsidRDefault="00F96531" w:rsidP="00F96531">
      <w:r>
        <w:lastRenderedPageBreak/>
        <w:t>315.2413</w:t>
      </w:r>
      <w:r>
        <w:tab/>
        <w:t>2.025e0</w:t>
      </w:r>
    </w:p>
    <w:p w:rsidR="00F96531" w:rsidRDefault="00F96531" w:rsidP="00F96531">
      <w:r>
        <w:t>315.2433</w:t>
      </w:r>
      <w:r>
        <w:tab/>
        <w:t>1.013e0</w:t>
      </w:r>
    </w:p>
    <w:p w:rsidR="00F96531" w:rsidRDefault="00F96531" w:rsidP="00F96531">
      <w:r>
        <w:t>315.2518</w:t>
      </w:r>
      <w:r>
        <w:tab/>
        <w:t>3.038e0</w:t>
      </w:r>
    </w:p>
    <w:p w:rsidR="00F96531" w:rsidRDefault="00F96531" w:rsidP="00F96531">
      <w:r>
        <w:t>315.2584</w:t>
      </w:r>
      <w:r>
        <w:tab/>
        <w:t>1.013e0</w:t>
      </w:r>
    </w:p>
    <w:p w:rsidR="00F96531" w:rsidRDefault="00F96531" w:rsidP="00F96531">
      <w:r>
        <w:t>315.2765</w:t>
      </w:r>
      <w:r>
        <w:tab/>
        <w:t>2.025e0</w:t>
      </w:r>
    </w:p>
    <w:p w:rsidR="00F96531" w:rsidRDefault="00F96531" w:rsidP="00F96531">
      <w:r>
        <w:t>315.2916</w:t>
      </w:r>
      <w:r>
        <w:tab/>
        <w:t>2.025e0</w:t>
      </w:r>
    </w:p>
    <w:p w:rsidR="00F96531" w:rsidRDefault="00F96531" w:rsidP="00F96531">
      <w:r>
        <w:t>315.3061</w:t>
      </w:r>
      <w:r>
        <w:tab/>
        <w:t>1.013e0</w:t>
      </w:r>
    </w:p>
    <w:p w:rsidR="00F96531" w:rsidRDefault="00F96531" w:rsidP="00F96531">
      <w:r>
        <w:t>315.3333</w:t>
      </w:r>
      <w:r>
        <w:tab/>
        <w:t>1.013e0</w:t>
      </w:r>
    </w:p>
    <w:p w:rsidR="00F96531" w:rsidRDefault="00F96531" w:rsidP="00F96531">
      <w:r>
        <w:t>315.3346</w:t>
      </w:r>
      <w:r>
        <w:tab/>
        <w:t>2.025e0</w:t>
      </w:r>
    </w:p>
    <w:p w:rsidR="00F96531" w:rsidRDefault="00F96531" w:rsidP="00F96531">
      <w:r>
        <w:t>315.3670</w:t>
      </w:r>
      <w:r>
        <w:tab/>
        <w:t>1.013e0</w:t>
      </w:r>
    </w:p>
    <w:p w:rsidR="00F96531" w:rsidRDefault="00F96531" w:rsidP="00F96531">
      <w:r>
        <w:t>315.4146</w:t>
      </w:r>
      <w:r>
        <w:tab/>
        <w:t>1.013e0</w:t>
      </w:r>
    </w:p>
    <w:p w:rsidR="00F96531" w:rsidRDefault="00F96531" w:rsidP="00F96531">
      <w:r>
        <w:t>315.4643</w:t>
      </w:r>
      <w:r>
        <w:tab/>
        <w:t>2.025e0</w:t>
      </w:r>
    </w:p>
    <w:p w:rsidR="00F96531" w:rsidRDefault="00F96531" w:rsidP="00F96531">
      <w:r>
        <w:t>315.4904</w:t>
      </w:r>
      <w:r>
        <w:tab/>
        <w:t>3.038e0</w:t>
      </w:r>
    </w:p>
    <w:p w:rsidR="00F96531" w:rsidRDefault="00F96531" w:rsidP="00F96531">
      <w:r>
        <w:t>315.4945</w:t>
      </w:r>
      <w:r>
        <w:tab/>
        <w:t>1.013e0</w:t>
      </w:r>
    </w:p>
    <w:p w:rsidR="00F96531" w:rsidRDefault="00F96531" w:rsidP="00F96531">
      <w:r>
        <w:t>315.5069</w:t>
      </w:r>
      <w:r>
        <w:tab/>
        <w:t>4.051e0</w:t>
      </w:r>
    </w:p>
    <w:p w:rsidR="00F96531" w:rsidRDefault="00F96531" w:rsidP="00F96531">
      <w:r>
        <w:t>315.5122</w:t>
      </w:r>
      <w:r>
        <w:tab/>
        <w:t>4.051e0</w:t>
      </w:r>
    </w:p>
    <w:p w:rsidR="00F96531" w:rsidRDefault="00F96531" w:rsidP="00F96531">
      <w:r>
        <w:t>315.5173</w:t>
      </w:r>
      <w:r>
        <w:tab/>
        <w:t>1.013e0</w:t>
      </w:r>
    </w:p>
    <w:p w:rsidR="00F96531" w:rsidRDefault="00F96531" w:rsidP="00F96531">
      <w:r>
        <w:t>315.5207</w:t>
      </w:r>
      <w:r>
        <w:tab/>
        <w:t>6.076e0</w:t>
      </w:r>
    </w:p>
    <w:p w:rsidR="00F96531" w:rsidRDefault="00F96531" w:rsidP="00F96531">
      <w:r>
        <w:t>315.5254</w:t>
      </w:r>
      <w:r>
        <w:tab/>
        <w:t>3.038e0</w:t>
      </w:r>
    </w:p>
    <w:p w:rsidR="00F96531" w:rsidRDefault="00F96531" w:rsidP="00F96531">
      <w:r>
        <w:lastRenderedPageBreak/>
        <w:t>315.5402</w:t>
      </w:r>
      <w:r>
        <w:tab/>
        <w:t>1.013e0</w:t>
      </w:r>
    </w:p>
    <w:p w:rsidR="00F96531" w:rsidRDefault="00F96531" w:rsidP="00F96531">
      <w:r>
        <w:t>315.5588</w:t>
      </w:r>
      <w:r>
        <w:tab/>
        <w:t>1.013e0</w:t>
      </w:r>
    </w:p>
    <w:p w:rsidR="00F96531" w:rsidRDefault="00F96531" w:rsidP="00F96531">
      <w:r>
        <w:t>315.5843</w:t>
      </w:r>
      <w:r>
        <w:tab/>
        <w:t>1.013e0</w:t>
      </w:r>
    </w:p>
    <w:p w:rsidR="00F96531" w:rsidRDefault="00F96531" w:rsidP="00F96531">
      <w:r>
        <w:t>315.5973</w:t>
      </w:r>
      <w:r>
        <w:tab/>
        <w:t>1.013e0</w:t>
      </w:r>
    </w:p>
    <w:p w:rsidR="00F96531" w:rsidRDefault="00F96531" w:rsidP="00F96531">
      <w:r>
        <w:t>315.6433</w:t>
      </w:r>
      <w:r>
        <w:tab/>
        <w:t>1.013e0</w:t>
      </w:r>
    </w:p>
    <w:p w:rsidR="00F96531" w:rsidRDefault="00F96531" w:rsidP="00F96531">
      <w:r>
        <w:t>315.6447</w:t>
      </w:r>
      <w:r>
        <w:tab/>
        <w:t>1.013e0</w:t>
      </w:r>
    </w:p>
    <w:p w:rsidR="00F96531" w:rsidRDefault="00F96531" w:rsidP="00F96531">
      <w:r>
        <w:t>315.6601</w:t>
      </w:r>
      <w:r>
        <w:tab/>
        <w:t>1.013e0</w:t>
      </w:r>
    </w:p>
    <w:p w:rsidR="00F96531" w:rsidRDefault="00F96531" w:rsidP="00F96531">
      <w:r>
        <w:t>315.6773</w:t>
      </w:r>
      <w:r>
        <w:tab/>
        <w:t>1.013e0</w:t>
      </w:r>
    </w:p>
    <w:p w:rsidR="00F96531" w:rsidRDefault="00F96531" w:rsidP="00F96531">
      <w:r>
        <w:t>315.6873</w:t>
      </w:r>
      <w:r>
        <w:tab/>
        <w:t>1.013e0</w:t>
      </w:r>
    </w:p>
    <w:p w:rsidR="00F96531" w:rsidRDefault="00F96531" w:rsidP="00F96531">
      <w:r>
        <w:t>315.6887</w:t>
      </w:r>
      <w:r>
        <w:tab/>
        <w:t>1.013e0</w:t>
      </w:r>
    </w:p>
    <w:p w:rsidR="00F96531" w:rsidRDefault="00F96531" w:rsidP="00F96531">
      <w:r>
        <w:t>315.7159</w:t>
      </w:r>
      <w:r>
        <w:tab/>
        <w:t>1.013e0</w:t>
      </w:r>
    </w:p>
    <w:p w:rsidR="00F96531" w:rsidRDefault="00F96531" w:rsidP="00F96531">
      <w:r>
        <w:t>315.7358</w:t>
      </w:r>
      <w:r>
        <w:tab/>
        <w:t>2.025e0</w:t>
      </w:r>
    </w:p>
    <w:p w:rsidR="00F96531" w:rsidRDefault="00F96531" w:rsidP="00F96531">
      <w:r>
        <w:t>315.7479</w:t>
      </w:r>
      <w:r>
        <w:tab/>
        <w:t>1.013e0</w:t>
      </w:r>
    </w:p>
    <w:p w:rsidR="00F96531" w:rsidRDefault="00F96531" w:rsidP="00F96531">
      <w:r>
        <w:t>315.7492</w:t>
      </w:r>
      <w:r>
        <w:tab/>
        <w:t>1.013e0</w:t>
      </w:r>
    </w:p>
    <w:p w:rsidR="00F96531" w:rsidRDefault="00F96531" w:rsidP="00F96531">
      <w:r>
        <w:t>315.7845</w:t>
      </w:r>
      <w:r>
        <w:tab/>
        <w:t>1.013e0</w:t>
      </w:r>
    </w:p>
    <w:p w:rsidR="00F96531" w:rsidRDefault="00F96531" w:rsidP="00F96531">
      <w:r>
        <w:t>315.7858</w:t>
      </w:r>
      <w:r>
        <w:tab/>
        <w:t>1.013e0</w:t>
      </w:r>
    </w:p>
    <w:p w:rsidR="00F96531" w:rsidRDefault="00F96531" w:rsidP="00F96531">
      <w:r>
        <w:t>315.7959</w:t>
      </w:r>
      <w:r>
        <w:tab/>
        <w:t>2.025e0</w:t>
      </w:r>
    </w:p>
    <w:p w:rsidR="00F96531" w:rsidRDefault="00F96531" w:rsidP="00F96531">
      <w:r>
        <w:t>315.8144</w:t>
      </w:r>
      <w:r>
        <w:tab/>
        <w:t>1.013e0</w:t>
      </w:r>
    </w:p>
    <w:p w:rsidR="00F96531" w:rsidRDefault="00F96531" w:rsidP="00F96531">
      <w:r>
        <w:t>315.8364</w:t>
      </w:r>
      <w:r>
        <w:tab/>
        <w:t>2.025e0</w:t>
      </w:r>
    </w:p>
    <w:p w:rsidR="00F96531" w:rsidRDefault="00F96531" w:rsidP="00F96531">
      <w:r>
        <w:lastRenderedPageBreak/>
        <w:t>315.8487</w:t>
      </w:r>
      <w:r>
        <w:tab/>
        <w:t>1.013e0</w:t>
      </w:r>
    </w:p>
    <w:p w:rsidR="00F96531" w:rsidRDefault="00F96531" w:rsidP="00F96531">
      <w:r>
        <w:t>315.8702</w:t>
      </w:r>
      <w:r>
        <w:tab/>
        <w:t>1.013e0</w:t>
      </w:r>
    </w:p>
    <w:p w:rsidR="00F96531" w:rsidRDefault="00F96531" w:rsidP="00F96531">
      <w:r>
        <w:t>315.8759</w:t>
      </w:r>
      <w:r>
        <w:tab/>
        <w:t>1.013e0</w:t>
      </w:r>
    </w:p>
    <w:p w:rsidR="00F96531" w:rsidRDefault="00F96531" w:rsidP="00F96531">
      <w:r>
        <w:t>315.8773</w:t>
      </w:r>
      <w:r>
        <w:tab/>
        <w:t>1.013e0</w:t>
      </w:r>
    </w:p>
    <w:p w:rsidR="00F96531" w:rsidRDefault="00F96531" w:rsidP="00F96531">
      <w:r>
        <w:t>315.9002</w:t>
      </w:r>
      <w:r>
        <w:tab/>
        <w:t>1.013e0</w:t>
      </w:r>
    </w:p>
    <w:p w:rsidR="00F96531" w:rsidRDefault="00F96531" w:rsidP="00F96531">
      <w:r>
        <w:t>315.9129</w:t>
      </w:r>
      <w:r>
        <w:tab/>
        <w:t>1.013e0</w:t>
      </w:r>
    </w:p>
    <w:p w:rsidR="00F96531" w:rsidRDefault="00F96531" w:rsidP="00F96531">
      <w:r>
        <w:t>315.9274</w:t>
      </w:r>
      <w:r>
        <w:tab/>
        <w:t>1.013e0</w:t>
      </w:r>
    </w:p>
    <w:p w:rsidR="00F96531" w:rsidRDefault="00F96531" w:rsidP="00F96531">
      <w:r>
        <w:t>315.9287</w:t>
      </w:r>
      <w:r>
        <w:tab/>
        <w:t>1.013e0</w:t>
      </w:r>
    </w:p>
    <w:p w:rsidR="00F96531" w:rsidRDefault="00F96531" w:rsidP="00F96531">
      <w:r>
        <w:t>315.9345</w:t>
      </w:r>
      <w:r>
        <w:tab/>
        <w:t>1.013e0</w:t>
      </w:r>
    </w:p>
    <w:p w:rsidR="00F96531" w:rsidRDefault="00F96531" w:rsidP="00F96531">
      <w:r>
        <w:t>315.9503</w:t>
      </w:r>
      <w:r>
        <w:tab/>
        <w:t>1.013e0</w:t>
      </w:r>
    </w:p>
    <w:p w:rsidR="00F96531" w:rsidRDefault="00F96531" w:rsidP="00F96531">
      <w:r>
        <w:t>315.9573</w:t>
      </w:r>
      <w:r>
        <w:tab/>
        <w:t>1.013e0</w:t>
      </w:r>
    </w:p>
    <w:p w:rsidR="00F96531" w:rsidRDefault="00F96531" w:rsidP="00F96531">
      <w:r>
        <w:t>315.9666</w:t>
      </w:r>
      <w:r>
        <w:tab/>
        <w:t>1.013e0</w:t>
      </w:r>
    </w:p>
    <w:p w:rsidR="00F96531" w:rsidRDefault="00F96531" w:rsidP="00F96531">
      <w:r>
        <w:t>315.9913</w:t>
      </w:r>
      <w:r>
        <w:tab/>
        <w:t>3.038e0</w:t>
      </w:r>
    </w:p>
    <w:p w:rsidR="00F96531" w:rsidRDefault="00F96531" w:rsidP="00F96531">
      <w:r>
        <w:t>316.0048</w:t>
      </w:r>
      <w:r>
        <w:tab/>
        <w:t>8.624e0</w:t>
      </w:r>
    </w:p>
    <w:p w:rsidR="00F96531" w:rsidRDefault="00F96531" w:rsidP="00F96531">
      <w:r>
        <w:t>316.0071</w:t>
      </w:r>
      <w:r>
        <w:tab/>
        <w:t>7.089e0</w:t>
      </w:r>
    </w:p>
    <w:p w:rsidR="00F96531" w:rsidRDefault="00F96531" w:rsidP="00F96531">
      <w:r>
        <w:t>316.0133</w:t>
      </w:r>
      <w:r>
        <w:tab/>
        <w:t>2.025e0</w:t>
      </w:r>
    </w:p>
    <w:p w:rsidR="00F96531" w:rsidRDefault="00F96531" w:rsidP="00F96531">
      <w:r>
        <w:t>316.0232</w:t>
      </w:r>
      <w:r>
        <w:tab/>
        <w:t>3.038e0</w:t>
      </w:r>
    </w:p>
    <w:p w:rsidR="00F96531" w:rsidRDefault="00F96531" w:rsidP="00F96531">
      <w:r>
        <w:t>316.0260</w:t>
      </w:r>
      <w:r>
        <w:tab/>
        <w:t>3.038e0</w:t>
      </w:r>
    </w:p>
    <w:p w:rsidR="00F96531" w:rsidRDefault="00F96531" w:rsidP="00F96531">
      <w:r>
        <w:t>316.0376</w:t>
      </w:r>
      <w:r>
        <w:tab/>
        <w:t>4.051e0</w:t>
      </w:r>
    </w:p>
    <w:p w:rsidR="00F96531" w:rsidRDefault="00F96531" w:rsidP="00F96531">
      <w:r>
        <w:lastRenderedPageBreak/>
        <w:t>316.0503</w:t>
      </w:r>
      <w:r>
        <w:tab/>
        <w:t>3.038e0</w:t>
      </w:r>
    </w:p>
    <w:p w:rsidR="00F96531" w:rsidRDefault="00F96531" w:rsidP="00F96531">
      <w:r>
        <w:t>316.0566</w:t>
      </w:r>
      <w:r>
        <w:tab/>
        <w:t>1.967e0</w:t>
      </w:r>
    </w:p>
    <w:p w:rsidR="00F96531" w:rsidRDefault="00F96531" w:rsidP="00F96531">
      <w:r>
        <w:t>316.0843</w:t>
      </w:r>
      <w:r>
        <w:tab/>
        <w:t>1.088e1</w:t>
      </w:r>
    </w:p>
    <w:p w:rsidR="00F96531" w:rsidRDefault="00F96531" w:rsidP="00F96531">
      <w:r>
        <w:t>316.0877</w:t>
      </w:r>
      <w:r>
        <w:tab/>
        <w:t>2.025e0</w:t>
      </w:r>
    </w:p>
    <w:p w:rsidR="00F96531" w:rsidRDefault="00F96531" w:rsidP="00F96531">
      <w:r>
        <w:t>316.1034</w:t>
      </w:r>
      <w:r>
        <w:tab/>
        <w:t>1.013e0</w:t>
      </w:r>
    </w:p>
    <w:p w:rsidR="00F96531" w:rsidRDefault="00F96531" w:rsidP="00F96531">
      <w:r>
        <w:t>316.1385</w:t>
      </w:r>
      <w:r>
        <w:tab/>
        <w:t>2.025e0</w:t>
      </w:r>
    </w:p>
    <w:p w:rsidR="00F96531" w:rsidRDefault="00F96531" w:rsidP="00F96531">
      <w:r>
        <w:t>316.1518</w:t>
      </w:r>
      <w:r>
        <w:tab/>
        <w:t>1.013e0</w:t>
      </w:r>
    </w:p>
    <w:p w:rsidR="00F96531" w:rsidRDefault="00F96531" w:rsidP="00F96531">
      <w:r>
        <w:t>316.1618</w:t>
      </w:r>
      <w:r>
        <w:tab/>
        <w:t>2.025e0</w:t>
      </w:r>
    </w:p>
    <w:p w:rsidR="00F96531" w:rsidRDefault="00F96531" w:rsidP="00F96531">
      <w:r>
        <w:t>316.1800</w:t>
      </w:r>
      <w:r>
        <w:tab/>
        <w:t>1.013e0</w:t>
      </w:r>
    </w:p>
    <w:p w:rsidR="00F96531" w:rsidRDefault="00F96531" w:rsidP="00F96531">
      <w:r>
        <w:t>316.1866</w:t>
      </w:r>
      <w:r>
        <w:tab/>
        <w:t>2.025e0</w:t>
      </w:r>
    </w:p>
    <w:p w:rsidR="00F96531" w:rsidRDefault="00F96531" w:rsidP="00F96531">
      <w:r>
        <w:t>316.1963</w:t>
      </w:r>
      <w:r>
        <w:tab/>
        <w:t>4.051e0</w:t>
      </w:r>
    </w:p>
    <w:p w:rsidR="00F96531" w:rsidRDefault="00F96531" w:rsidP="00F96531">
      <w:r>
        <w:t>316.2072</w:t>
      </w:r>
      <w:r>
        <w:tab/>
        <w:t>1.202e0</w:t>
      </w:r>
    </w:p>
    <w:p w:rsidR="00F96531" w:rsidRDefault="00F96531" w:rsidP="00F96531">
      <w:r>
        <w:t>316.2085</w:t>
      </w:r>
      <w:r>
        <w:tab/>
        <w:t>2.406e0</w:t>
      </w:r>
    </w:p>
    <w:p w:rsidR="00F96531" w:rsidRDefault="00F96531" w:rsidP="00F96531">
      <w:r>
        <w:t>316.2345</w:t>
      </w:r>
      <w:r>
        <w:tab/>
        <w:t>2.025e0</w:t>
      </w:r>
    </w:p>
    <w:p w:rsidR="00F96531" w:rsidRDefault="00F96531" w:rsidP="00F96531">
      <w:r>
        <w:t>316.2363</w:t>
      </w:r>
      <w:r>
        <w:tab/>
        <w:t>1.013e0</w:t>
      </w:r>
    </w:p>
    <w:p w:rsidR="00F96531" w:rsidRDefault="00F96531" w:rsidP="00F96531">
      <w:r>
        <w:t>316.2458</w:t>
      </w:r>
      <w:r>
        <w:tab/>
        <w:t>2.025e0</w:t>
      </w:r>
    </w:p>
    <w:p w:rsidR="00F96531" w:rsidRDefault="00F96531" w:rsidP="00F96531">
      <w:r>
        <w:t>316.2548</w:t>
      </w:r>
      <w:r>
        <w:tab/>
        <w:t>1.013e0</w:t>
      </w:r>
    </w:p>
    <w:p w:rsidR="00F96531" w:rsidRDefault="00F96531" w:rsidP="00F96531">
      <w:r>
        <w:t>316.2691</w:t>
      </w:r>
      <w:r>
        <w:tab/>
        <w:t>2.025e0</w:t>
      </w:r>
    </w:p>
    <w:p w:rsidR="00F96531" w:rsidRDefault="00F96531" w:rsidP="00F96531">
      <w:r>
        <w:t>316.2810</w:t>
      </w:r>
      <w:r>
        <w:tab/>
        <w:t>6.076e0</w:t>
      </w:r>
    </w:p>
    <w:p w:rsidR="00F96531" w:rsidRDefault="00F96531" w:rsidP="00F96531">
      <w:r>
        <w:lastRenderedPageBreak/>
        <w:t>316.2845</w:t>
      </w:r>
      <w:r>
        <w:tab/>
        <w:t>3.038e0</w:t>
      </w:r>
    </w:p>
    <w:p w:rsidR="00F96531" w:rsidRDefault="00F96531" w:rsidP="00F96531">
      <w:r>
        <w:t>316.2871</w:t>
      </w:r>
      <w:r>
        <w:tab/>
        <w:t>4.695e0</w:t>
      </w:r>
    </w:p>
    <w:p w:rsidR="00F96531" w:rsidRDefault="00F96531" w:rsidP="00F96531">
      <w:r>
        <w:t>316.2947</w:t>
      </w:r>
      <w:r>
        <w:tab/>
        <w:t>3.038e0</w:t>
      </w:r>
    </w:p>
    <w:p w:rsidR="00F96531" w:rsidRDefault="00F96531" w:rsidP="00F96531">
      <w:r>
        <w:t>316.3021</w:t>
      </w:r>
      <w:r>
        <w:tab/>
        <w:t>2.025e0</w:t>
      </w:r>
    </w:p>
    <w:p w:rsidR="00F96531" w:rsidRDefault="00F96531" w:rsidP="00F96531">
      <w:r>
        <w:t>316.3278</w:t>
      </w:r>
      <w:r>
        <w:tab/>
        <w:t>1.013e0</w:t>
      </w:r>
    </w:p>
    <w:p w:rsidR="00F96531" w:rsidRDefault="00F96531" w:rsidP="00F96531">
      <w:r>
        <w:t>316.3372</w:t>
      </w:r>
      <w:r>
        <w:tab/>
        <w:t>2.025e0</w:t>
      </w:r>
    </w:p>
    <w:p w:rsidR="00F96531" w:rsidRDefault="00F96531" w:rsidP="00F96531">
      <w:r>
        <w:t>316.3693</w:t>
      </w:r>
      <w:r>
        <w:tab/>
        <w:t>1.013e0</w:t>
      </w:r>
    </w:p>
    <w:p w:rsidR="00F96531" w:rsidRDefault="00F96531" w:rsidP="00F96531">
      <w:r>
        <w:t>316.4336</w:t>
      </w:r>
      <w:r>
        <w:tab/>
        <w:t>1.013e0</w:t>
      </w:r>
    </w:p>
    <w:p w:rsidR="00F96531" w:rsidRDefault="00F96531" w:rsidP="00F96531">
      <w:r>
        <w:t>316.4946</w:t>
      </w:r>
      <w:r>
        <w:tab/>
        <w:t>2.025e0</w:t>
      </w:r>
    </w:p>
    <w:p w:rsidR="00F96531" w:rsidRDefault="00F96531" w:rsidP="00F96531">
      <w:r>
        <w:t>316.4996</w:t>
      </w:r>
      <w:r>
        <w:tab/>
        <w:t>1.013e0</w:t>
      </w:r>
    </w:p>
    <w:p w:rsidR="00F96531" w:rsidRDefault="00F96531" w:rsidP="00F96531">
      <w:r>
        <w:t>316.5061</w:t>
      </w:r>
      <w:r>
        <w:tab/>
        <w:t>2.025e0</w:t>
      </w:r>
    </w:p>
    <w:p w:rsidR="00F96531" w:rsidRDefault="00F96531" w:rsidP="00F96531">
      <w:r>
        <w:t>316.5085</w:t>
      </w:r>
      <w:r>
        <w:tab/>
        <w:t>5.063e0</w:t>
      </w:r>
    </w:p>
    <w:p w:rsidR="00F96531" w:rsidRDefault="00F96531" w:rsidP="00F96531">
      <w:r>
        <w:t>316.5398</w:t>
      </w:r>
      <w:r>
        <w:tab/>
        <w:t>4.051e0</w:t>
      </w:r>
    </w:p>
    <w:p w:rsidR="00F96531" w:rsidRDefault="00F96531" w:rsidP="00F96531">
      <w:r>
        <w:t>316.5468</w:t>
      </w:r>
      <w:r>
        <w:tab/>
        <w:t>1.013e0</w:t>
      </w:r>
    </w:p>
    <w:p w:rsidR="00F96531" w:rsidRDefault="00F96531" w:rsidP="00F96531">
      <w:r>
        <w:t>316.5610</w:t>
      </w:r>
      <w:r>
        <w:tab/>
        <w:t>1.013e0</w:t>
      </w:r>
    </w:p>
    <w:p w:rsidR="00F96531" w:rsidRDefault="00F96531" w:rsidP="00F96531">
      <w:r>
        <w:t>316.5740</w:t>
      </w:r>
      <w:r>
        <w:tab/>
        <w:t>1.013e0</w:t>
      </w:r>
    </w:p>
    <w:p w:rsidR="00F96531" w:rsidRDefault="00F96531" w:rsidP="00F96531">
      <w:r>
        <w:t>316.5946</w:t>
      </w:r>
      <w:r>
        <w:tab/>
        <w:t>1.013e0</w:t>
      </w:r>
    </w:p>
    <w:p w:rsidR="00F96531" w:rsidRDefault="00F96531" w:rsidP="00F96531">
      <w:r>
        <w:t>316.6040</w:t>
      </w:r>
      <w:r>
        <w:tab/>
        <w:t>1.013e0</w:t>
      </w:r>
    </w:p>
    <w:p w:rsidR="00F96531" w:rsidRDefault="00F96531" w:rsidP="00F96531">
      <w:r>
        <w:t>316.6256</w:t>
      </w:r>
      <w:r>
        <w:tab/>
        <w:t>1.013e0</w:t>
      </w:r>
    </w:p>
    <w:p w:rsidR="00F96531" w:rsidRDefault="00F96531" w:rsidP="00F96531">
      <w:r>
        <w:lastRenderedPageBreak/>
        <w:t>316.6556</w:t>
      </w:r>
      <w:r>
        <w:tab/>
        <w:t>1.013e0</w:t>
      </w:r>
    </w:p>
    <w:p w:rsidR="00F96531" w:rsidRDefault="00F96531" w:rsidP="00F96531">
      <w:r>
        <w:t>316.6772</w:t>
      </w:r>
      <w:r>
        <w:tab/>
        <w:t>2.025e0</w:t>
      </w:r>
    </w:p>
    <w:p w:rsidR="00F96531" w:rsidRDefault="00F96531" w:rsidP="00F96531">
      <w:r>
        <w:t>316.6842</w:t>
      </w:r>
      <w:r>
        <w:tab/>
        <w:t>1.013e0</w:t>
      </w:r>
    </w:p>
    <w:p w:rsidR="00F96531" w:rsidRDefault="00F96531" w:rsidP="00F96531">
      <w:r>
        <w:t>316.6935</w:t>
      </w:r>
      <w:r>
        <w:tab/>
        <w:t>3.038e0</w:t>
      </w:r>
    </w:p>
    <w:p w:rsidR="00F96531" w:rsidRDefault="00F96531" w:rsidP="00F96531">
      <w:r>
        <w:t>316.6954</w:t>
      </w:r>
      <w:r>
        <w:tab/>
        <w:t>1.013e0</w:t>
      </w:r>
    </w:p>
    <w:p w:rsidR="00F96531" w:rsidRDefault="00F96531" w:rsidP="00F96531">
      <w:r>
        <w:t>316.7072</w:t>
      </w:r>
      <w:r>
        <w:tab/>
        <w:t>1.013e0</w:t>
      </w:r>
    </w:p>
    <w:p w:rsidR="00F96531" w:rsidRDefault="00F96531" w:rsidP="00F96531">
      <w:r>
        <w:t>316.7156</w:t>
      </w:r>
      <w:r>
        <w:tab/>
        <w:t>2.025e0</w:t>
      </w:r>
    </w:p>
    <w:p w:rsidR="00F96531" w:rsidRDefault="00F96531" w:rsidP="00F96531">
      <w:r>
        <w:t>316.7186</w:t>
      </w:r>
      <w:r>
        <w:tab/>
        <w:t>1.013e0</w:t>
      </w:r>
    </w:p>
    <w:p w:rsidR="00F96531" w:rsidRDefault="00F96531" w:rsidP="00F96531">
      <w:r>
        <w:t>316.7315</w:t>
      </w:r>
      <w:r>
        <w:tab/>
        <w:t>1.013e0</w:t>
      </w:r>
    </w:p>
    <w:p w:rsidR="00F96531" w:rsidRDefault="00F96531" w:rsidP="00F96531">
      <w:r>
        <w:t>316.7459</w:t>
      </w:r>
      <w:r>
        <w:tab/>
        <w:t>1.013e0</w:t>
      </w:r>
    </w:p>
    <w:p w:rsidR="00F96531" w:rsidRDefault="00F96531" w:rsidP="00F96531">
      <w:r>
        <w:t>316.7516</w:t>
      </w:r>
      <w:r>
        <w:tab/>
        <w:t>1.013e0</w:t>
      </w:r>
    </w:p>
    <w:p w:rsidR="00F96531" w:rsidRDefault="00F96531" w:rsidP="00F96531">
      <w:r>
        <w:t>316.7583</w:t>
      </w:r>
      <w:r>
        <w:tab/>
        <w:t>1.013e0</w:t>
      </w:r>
    </w:p>
    <w:p w:rsidR="00F96531" w:rsidRDefault="00F96531" w:rsidP="00F96531">
      <w:r>
        <w:t>316.7718</w:t>
      </w:r>
      <w:r>
        <w:tab/>
        <w:t>2.025e0</w:t>
      </w:r>
    </w:p>
    <w:p w:rsidR="00F96531" w:rsidRDefault="00F96531" w:rsidP="00F96531">
      <w:r>
        <w:t>316.7917</w:t>
      </w:r>
      <w:r>
        <w:tab/>
        <w:t>1.013e0</w:t>
      </w:r>
    </w:p>
    <w:p w:rsidR="00F96531" w:rsidRDefault="00F96531" w:rsidP="00F96531">
      <w:r>
        <w:t>316.8348</w:t>
      </w:r>
      <w:r>
        <w:tab/>
        <w:t>1.013e0</w:t>
      </w:r>
    </w:p>
    <w:p w:rsidR="00F96531" w:rsidRDefault="00F96531" w:rsidP="00F96531">
      <w:r>
        <w:t>316.8885</w:t>
      </w:r>
      <w:r>
        <w:tab/>
        <w:t>1.013e0</w:t>
      </w:r>
    </w:p>
    <w:p w:rsidR="00F96531" w:rsidRDefault="00F96531" w:rsidP="00F96531">
      <w:r>
        <w:t>316.8926</w:t>
      </w:r>
      <w:r>
        <w:tab/>
        <w:t>1.013e0</w:t>
      </w:r>
    </w:p>
    <w:p w:rsidR="00F96531" w:rsidRDefault="00F96531" w:rsidP="00F96531">
      <w:r>
        <w:t>316.8965</w:t>
      </w:r>
      <w:r>
        <w:tab/>
        <w:t>2.025e0</w:t>
      </w:r>
    </w:p>
    <w:p w:rsidR="00F96531" w:rsidRDefault="00F96531" w:rsidP="00F96531">
      <w:r>
        <w:t>316.9279</w:t>
      </w:r>
      <w:r>
        <w:tab/>
        <w:t>3.038e0</w:t>
      </w:r>
    </w:p>
    <w:p w:rsidR="00F96531" w:rsidRDefault="00F96531" w:rsidP="00F96531">
      <w:r>
        <w:lastRenderedPageBreak/>
        <w:t>316.9530</w:t>
      </w:r>
      <w:r>
        <w:tab/>
        <w:t>2.388e0</w:t>
      </w:r>
    </w:p>
    <w:p w:rsidR="00F96531" w:rsidRDefault="00F96531" w:rsidP="00F96531">
      <w:r>
        <w:t>316.9580</w:t>
      </w:r>
      <w:r>
        <w:tab/>
        <w:t>1.013e0</w:t>
      </w:r>
    </w:p>
    <w:p w:rsidR="00F96531" w:rsidRDefault="00F96531" w:rsidP="00F96531">
      <w:r>
        <w:t>316.9594</w:t>
      </w:r>
      <w:r>
        <w:tab/>
        <w:t>2.025e0</w:t>
      </w:r>
    </w:p>
    <w:p w:rsidR="00F96531" w:rsidRDefault="00F96531" w:rsidP="00F96531">
      <w:r>
        <w:t>316.9625</w:t>
      </w:r>
      <w:r>
        <w:tab/>
        <w:t>2.025e0</w:t>
      </w:r>
    </w:p>
    <w:p w:rsidR="00F96531" w:rsidRDefault="00F96531" w:rsidP="00F96531">
      <w:r>
        <w:t>316.9668</w:t>
      </w:r>
      <w:r>
        <w:tab/>
        <w:t>2.025e0</w:t>
      </w:r>
    </w:p>
    <w:p w:rsidR="00F96531" w:rsidRDefault="00F96531" w:rsidP="00F96531">
      <w:r>
        <w:t>316.9852</w:t>
      </w:r>
      <w:r>
        <w:tab/>
        <w:t>2.025e0</w:t>
      </w:r>
    </w:p>
    <w:p w:rsidR="00F96531" w:rsidRDefault="00F96531" w:rsidP="00F96531">
      <w:r>
        <w:t>316.9967</w:t>
      </w:r>
      <w:r>
        <w:tab/>
        <w:t>5.063e0</w:t>
      </w:r>
    </w:p>
    <w:p w:rsidR="00F96531" w:rsidRDefault="00F96531" w:rsidP="00F96531">
      <w:r>
        <w:t>317.0052</w:t>
      </w:r>
      <w:r>
        <w:tab/>
        <w:t>3.038e0</w:t>
      </w:r>
    </w:p>
    <w:p w:rsidR="00F96531" w:rsidRDefault="00F96531" w:rsidP="00F96531">
      <w:r>
        <w:t>317.0167</w:t>
      </w:r>
      <w:r>
        <w:tab/>
        <w:t>1.013e0</w:t>
      </w:r>
    </w:p>
    <w:p w:rsidR="00F96531" w:rsidRDefault="00F96531" w:rsidP="00F96531">
      <w:r>
        <w:t>317.0255</w:t>
      </w:r>
      <w:r>
        <w:tab/>
        <w:t>1.013e0</w:t>
      </w:r>
    </w:p>
    <w:p w:rsidR="00F96531" w:rsidRDefault="00F96531" w:rsidP="00F96531">
      <w:r>
        <w:t>317.0349</w:t>
      </w:r>
      <w:r>
        <w:tab/>
        <w:t>3.038e0</w:t>
      </w:r>
    </w:p>
    <w:p w:rsidR="00F96531" w:rsidRDefault="00F96531" w:rsidP="00F96531">
      <w:r>
        <w:t>317.0482</w:t>
      </w:r>
      <w:r>
        <w:tab/>
        <w:t>1.013e0</w:t>
      </w:r>
    </w:p>
    <w:p w:rsidR="00F96531" w:rsidRDefault="00F96531" w:rsidP="00F96531">
      <w:r>
        <w:t>317.0560</w:t>
      </w:r>
      <w:r>
        <w:tab/>
        <w:t>3.038e0</w:t>
      </w:r>
    </w:p>
    <w:p w:rsidR="00F96531" w:rsidRDefault="00F96531" w:rsidP="00F96531">
      <w:r>
        <w:t>317.0576</w:t>
      </w:r>
      <w:r>
        <w:tab/>
        <w:t>3.540e0</w:t>
      </w:r>
    </w:p>
    <w:p w:rsidR="00F96531" w:rsidRDefault="00F96531" w:rsidP="00F96531">
      <w:r>
        <w:t>317.0872</w:t>
      </w:r>
      <w:r>
        <w:tab/>
        <w:t>2.025e0</w:t>
      </w:r>
    </w:p>
    <w:p w:rsidR="00F96531" w:rsidRDefault="00F96531" w:rsidP="00F96531">
      <w:r>
        <w:t>317.0899</w:t>
      </w:r>
      <w:r>
        <w:tab/>
        <w:t>1.013e0</w:t>
      </w:r>
    </w:p>
    <w:p w:rsidR="00F96531" w:rsidRDefault="00F96531" w:rsidP="00F96531">
      <w:r>
        <w:t>317.0912</w:t>
      </w:r>
      <w:r>
        <w:tab/>
        <w:t>4.051e0</w:t>
      </w:r>
    </w:p>
    <w:p w:rsidR="00F96531" w:rsidRDefault="00F96531" w:rsidP="00F96531">
      <w:r>
        <w:t>317.1256</w:t>
      </w:r>
      <w:r>
        <w:tab/>
        <w:t>1.846e1</w:t>
      </w:r>
    </w:p>
    <w:p w:rsidR="00F96531" w:rsidRDefault="00F96531" w:rsidP="00F96531">
      <w:r>
        <w:t>317.1441</w:t>
      </w:r>
      <w:r>
        <w:tab/>
        <w:t>2.025e0</w:t>
      </w:r>
    </w:p>
    <w:p w:rsidR="00F96531" w:rsidRDefault="00F96531" w:rsidP="00F96531">
      <w:r>
        <w:lastRenderedPageBreak/>
        <w:t>317.1488</w:t>
      </w:r>
      <w:r>
        <w:tab/>
        <w:t>3.829e0</w:t>
      </w:r>
    </w:p>
    <w:p w:rsidR="00F96531" w:rsidRDefault="00F96531" w:rsidP="00F96531">
      <w:r>
        <w:t>317.1740</w:t>
      </w:r>
      <w:r>
        <w:tab/>
        <w:t>3.038e0</w:t>
      </w:r>
    </w:p>
    <w:p w:rsidR="00F96531" w:rsidRDefault="00F96531" w:rsidP="00F96531">
      <w:r>
        <w:t>317.1754</w:t>
      </w:r>
      <w:r>
        <w:tab/>
        <w:t>1.976e0</w:t>
      </w:r>
    </w:p>
    <w:p w:rsidR="00F96531" w:rsidRDefault="00F96531" w:rsidP="00F96531">
      <w:r>
        <w:t>317.1775</w:t>
      </w:r>
      <w:r>
        <w:tab/>
        <w:t>4.879e0</w:t>
      </w:r>
    </w:p>
    <w:p w:rsidR="00F96531" w:rsidRDefault="00F96531" w:rsidP="00F96531">
      <w:r>
        <w:t>317.1798</w:t>
      </w:r>
      <w:r>
        <w:tab/>
        <w:t>3.038e0</w:t>
      </w:r>
    </w:p>
    <w:p w:rsidR="00F96531" w:rsidRDefault="00F96531" w:rsidP="00F96531">
      <w:r>
        <w:t>317.1891</w:t>
      </w:r>
      <w:r>
        <w:tab/>
        <w:t>5.063e0</w:t>
      </w:r>
    </w:p>
    <w:p w:rsidR="00F96531" w:rsidRDefault="00F96531" w:rsidP="00F96531">
      <w:r>
        <w:t>317.2021</w:t>
      </w:r>
      <w:r>
        <w:tab/>
        <w:t>4.222e0</w:t>
      </w:r>
    </w:p>
    <w:p w:rsidR="00F96531" w:rsidRDefault="00F96531" w:rsidP="00F96531">
      <w:r>
        <w:t>317.2069</w:t>
      </w:r>
      <w:r>
        <w:tab/>
        <w:t>2.659e0</w:t>
      </w:r>
    </w:p>
    <w:p w:rsidR="00F96531" w:rsidRDefault="00F96531" w:rsidP="00F96531">
      <w:r>
        <w:t>317.2272</w:t>
      </w:r>
      <w:r>
        <w:tab/>
        <w:t>5.699e0</w:t>
      </w:r>
    </w:p>
    <w:p w:rsidR="00F96531" w:rsidRDefault="00F96531" w:rsidP="00F96531">
      <w:r>
        <w:t>317.2334</w:t>
      </w:r>
      <w:r>
        <w:tab/>
        <w:t>2.025e0</w:t>
      </w:r>
    </w:p>
    <w:p w:rsidR="00F96531" w:rsidRDefault="00F96531" w:rsidP="00F96531">
      <w:r>
        <w:t>317.2473</w:t>
      </w:r>
      <w:r>
        <w:tab/>
        <w:t>3.238e0</w:t>
      </w:r>
    </w:p>
    <w:p w:rsidR="00F96531" w:rsidRDefault="00F96531" w:rsidP="00F96531">
      <w:r>
        <w:t>317.2569</w:t>
      </w:r>
      <w:r>
        <w:tab/>
        <w:t>5.063e0</w:t>
      </w:r>
    </w:p>
    <w:p w:rsidR="00F96531" w:rsidRDefault="00F96531" w:rsidP="00F96531">
      <w:r>
        <w:t>317.2663</w:t>
      </w:r>
      <w:r>
        <w:tab/>
        <w:t>3.038e0</w:t>
      </w:r>
    </w:p>
    <w:p w:rsidR="00F96531" w:rsidRDefault="00F96531" w:rsidP="00F96531">
      <w:r>
        <w:t>317.2751</w:t>
      </w:r>
      <w:r>
        <w:tab/>
        <w:t>1.013e0</w:t>
      </w:r>
    </w:p>
    <w:p w:rsidR="00F96531" w:rsidRDefault="00F96531" w:rsidP="00F96531">
      <w:r>
        <w:t>317.2850</w:t>
      </w:r>
      <w:r>
        <w:tab/>
        <w:t>1.013e0</w:t>
      </w:r>
    </w:p>
    <w:p w:rsidR="00F96531" w:rsidRDefault="00F96531" w:rsidP="00F96531">
      <w:r>
        <w:t>317.2914</w:t>
      </w:r>
      <w:r>
        <w:tab/>
        <w:t>1.013e0</w:t>
      </w:r>
    </w:p>
    <w:p w:rsidR="00F96531" w:rsidRDefault="00F96531" w:rsidP="00F96531">
      <w:r>
        <w:t>317.2994</w:t>
      </w:r>
      <w:r>
        <w:tab/>
        <w:t>1.013e0</w:t>
      </w:r>
    </w:p>
    <w:p w:rsidR="00F96531" w:rsidRDefault="00F96531" w:rsidP="00F96531">
      <w:r>
        <w:t>317.3309</w:t>
      </w:r>
      <w:r>
        <w:tab/>
        <w:t>1.013e0</w:t>
      </w:r>
    </w:p>
    <w:p w:rsidR="00F96531" w:rsidRDefault="00F96531" w:rsidP="00F96531">
      <w:r>
        <w:t>317.3477</w:t>
      </w:r>
      <w:r>
        <w:tab/>
        <w:t>1.013e0</w:t>
      </w:r>
    </w:p>
    <w:p w:rsidR="00F96531" w:rsidRDefault="00F96531" w:rsidP="00F96531">
      <w:r>
        <w:lastRenderedPageBreak/>
        <w:t>317.3653</w:t>
      </w:r>
      <w:r>
        <w:tab/>
        <w:t>1.013e0</w:t>
      </w:r>
    </w:p>
    <w:p w:rsidR="00F96531" w:rsidRDefault="00F96531" w:rsidP="00F96531">
      <w:r>
        <w:t>317.3767</w:t>
      </w:r>
      <w:r>
        <w:tab/>
        <w:t>2.025e0</w:t>
      </w:r>
    </w:p>
    <w:p w:rsidR="00F96531" w:rsidRDefault="00F96531" w:rsidP="00F96531">
      <w:r>
        <w:t>317.3996</w:t>
      </w:r>
      <w:r>
        <w:tab/>
        <w:t>3.038e0</w:t>
      </w:r>
    </w:p>
    <w:p w:rsidR="00F96531" w:rsidRDefault="00F96531" w:rsidP="00F96531">
      <w:r>
        <w:t>317.4324</w:t>
      </w:r>
      <w:r>
        <w:tab/>
        <w:t>1.013e0</w:t>
      </w:r>
    </w:p>
    <w:p w:rsidR="00F96531" w:rsidRDefault="00F96531" w:rsidP="00F96531">
      <w:r>
        <w:t>317.4407</w:t>
      </w:r>
      <w:r>
        <w:tab/>
        <w:t>2.025e0</w:t>
      </w:r>
    </w:p>
    <w:p w:rsidR="00F96531" w:rsidRDefault="00F96531" w:rsidP="00F96531">
      <w:r>
        <w:t>317.4453</w:t>
      </w:r>
      <w:r>
        <w:tab/>
        <w:t>3.038e0</w:t>
      </w:r>
    </w:p>
    <w:p w:rsidR="00F96531" w:rsidRDefault="00F96531" w:rsidP="00F96531">
      <w:r>
        <w:t>317.4605</w:t>
      </w:r>
      <w:r>
        <w:tab/>
        <w:t>2.025e0</w:t>
      </w:r>
    </w:p>
    <w:p w:rsidR="00F96531" w:rsidRDefault="00F96531" w:rsidP="00F96531">
      <w:r>
        <w:t>317.4687</w:t>
      </w:r>
      <w:r>
        <w:tab/>
        <w:t>1.013e0</w:t>
      </w:r>
    </w:p>
    <w:p w:rsidR="00F96531" w:rsidRDefault="00F96531" w:rsidP="00F96531">
      <w:r>
        <w:t>317.4758</w:t>
      </w:r>
      <w:r>
        <w:tab/>
        <w:t>1.013e0</w:t>
      </w:r>
    </w:p>
    <w:p w:rsidR="00F96531" w:rsidRDefault="00F96531" w:rsidP="00F96531">
      <w:r>
        <w:t>317.4988</w:t>
      </w:r>
      <w:r>
        <w:tab/>
        <w:t>1.013e0</w:t>
      </w:r>
    </w:p>
    <w:p w:rsidR="00F96531" w:rsidRDefault="00F96531" w:rsidP="00F96531">
      <w:r>
        <w:t>317.5045</w:t>
      </w:r>
      <w:r>
        <w:tab/>
        <w:t>1.013e0</w:t>
      </w:r>
    </w:p>
    <w:p w:rsidR="00F96531" w:rsidRDefault="00F96531" w:rsidP="00F96531">
      <w:r>
        <w:t>317.5275</w:t>
      </w:r>
      <w:r>
        <w:tab/>
        <w:t>1.013e0</w:t>
      </w:r>
    </w:p>
    <w:p w:rsidR="00F96531" w:rsidRDefault="00F96531" w:rsidP="00F96531">
      <w:r>
        <w:t>317.5398</w:t>
      </w:r>
      <w:r>
        <w:tab/>
        <w:t>1.013e0</w:t>
      </w:r>
    </w:p>
    <w:p w:rsidR="00F96531" w:rsidRDefault="00F96531" w:rsidP="00F96531">
      <w:r>
        <w:t>317.5542</w:t>
      </w:r>
      <w:r>
        <w:tab/>
        <w:t>3.038e0</w:t>
      </w:r>
    </w:p>
    <w:p w:rsidR="00F96531" w:rsidRDefault="00F96531" w:rsidP="00F96531">
      <w:r>
        <w:t>317.5721</w:t>
      </w:r>
      <w:r>
        <w:tab/>
        <w:t>1.013e0</w:t>
      </w:r>
    </w:p>
    <w:p w:rsidR="00F96531" w:rsidRDefault="00F96531" w:rsidP="00F96531">
      <w:r>
        <w:t>317.6008</w:t>
      </w:r>
      <w:r>
        <w:tab/>
        <w:t>1.013e0</w:t>
      </w:r>
    </w:p>
    <w:p w:rsidR="00F96531" w:rsidRDefault="00F96531" w:rsidP="00F96531">
      <w:r>
        <w:t>317.6021</w:t>
      </w:r>
      <w:r>
        <w:tab/>
        <w:t>1.013e0</w:t>
      </w:r>
    </w:p>
    <w:p w:rsidR="00F96531" w:rsidRDefault="00F96531" w:rsidP="00F96531">
      <w:r>
        <w:t>317.6154</w:t>
      </w:r>
      <w:r>
        <w:tab/>
        <w:t>2.025e0</w:t>
      </w:r>
    </w:p>
    <w:p w:rsidR="00F96531" w:rsidRDefault="00F96531" w:rsidP="00F96531">
      <w:r>
        <w:t>317.6176</w:t>
      </w:r>
      <w:r>
        <w:tab/>
        <w:t>1.013e0</w:t>
      </w:r>
    </w:p>
    <w:p w:rsidR="00F96531" w:rsidRDefault="00F96531" w:rsidP="00F96531">
      <w:r>
        <w:lastRenderedPageBreak/>
        <w:t>317.6420</w:t>
      </w:r>
      <w:r>
        <w:tab/>
        <w:t>1.013e0</w:t>
      </w:r>
    </w:p>
    <w:p w:rsidR="00F96531" w:rsidRDefault="00F96531" w:rsidP="00F96531">
      <w:r>
        <w:t>317.6525</w:t>
      </w:r>
      <w:r>
        <w:tab/>
        <w:t>1.013e0</w:t>
      </w:r>
    </w:p>
    <w:p w:rsidR="00F96531" w:rsidRDefault="00F96531" w:rsidP="00F96531">
      <w:r>
        <w:t>317.6869</w:t>
      </w:r>
      <w:r>
        <w:tab/>
        <w:t>3.038e0</w:t>
      </w:r>
    </w:p>
    <w:p w:rsidR="00F96531" w:rsidRDefault="00F96531" w:rsidP="00F96531">
      <w:r>
        <w:t>317.6918</w:t>
      </w:r>
      <w:r>
        <w:tab/>
        <w:t>2.025e0</w:t>
      </w:r>
    </w:p>
    <w:p w:rsidR="00F96531" w:rsidRDefault="00F96531" w:rsidP="00F96531">
      <w:r>
        <w:t>317.7226</w:t>
      </w:r>
      <w:r>
        <w:tab/>
        <w:t>1.013e0</w:t>
      </w:r>
    </w:p>
    <w:p w:rsidR="00F96531" w:rsidRDefault="00F96531" w:rsidP="00F96531">
      <w:r>
        <w:t>317.7788</w:t>
      </w:r>
      <w:r>
        <w:tab/>
        <w:t>1.013e0</w:t>
      </w:r>
    </w:p>
    <w:p w:rsidR="00F96531" w:rsidRDefault="00F96531" w:rsidP="00F96531">
      <w:r>
        <w:t>317.7829</w:t>
      </w:r>
      <w:r>
        <w:tab/>
        <w:t>1.013e0</w:t>
      </w:r>
    </w:p>
    <w:p w:rsidR="00F96531" w:rsidRDefault="00F96531" w:rsidP="00F96531">
      <w:r>
        <w:t>317.8150</w:t>
      </w:r>
      <w:r>
        <w:tab/>
        <w:t>1.013e0</w:t>
      </w:r>
    </w:p>
    <w:p w:rsidR="00F96531" w:rsidRDefault="00F96531" w:rsidP="00F96531">
      <w:r>
        <w:t>317.8191</w:t>
      </w:r>
      <w:r>
        <w:tab/>
        <w:t>1.013e0</w:t>
      </w:r>
    </w:p>
    <w:p w:rsidR="00F96531" w:rsidRDefault="00F96531" w:rsidP="00F96531">
      <w:r>
        <w:t>317.8299</w:t>
      </w:r>
      <w:r>
        <w:tab/>
        <w:t>1.013e0</w:t>
      </w:r>
    </w:p>
    <w:p w:rsidR="00F96531" w:rsidRDefault="00F96531" w:rsidP="00F96531">
      <w:r>
        <w:t>317.8334</w:t>
      </w:r>
      <w:r>
        <w:tab/>
        <w:t>2.025e0</w:t>
      </w:r>
    </w:p>
    <w:p w:rsidR="00F96531" w:rsidRDefault="00F96531" w:rsidP="00F96531">
      <w:r>
        <w:t>317.8709</w:t>
      </w:r>
      <w:r>
        <w:tab/>
        <w:t>3.038e0</w:t>
      </w:r>
    </w:p>
    <w:p w:rsidR="00F96531" w:rsidRDefault="00F96531" w:rsidP="00F96531">
      <w:r>
        <w:t>317.8837</w:t>
      </w:r>
      <w:r>
        <w:tab/>
        <w:t>1.013e0</w:t>
      </w:r>
    </w:p>
    <w:p w:rsidR="00F96531" w:rsidRDefault="00F96531" w:rsidP="00F96531">
      <w:r>
        <w:t>317.8876</w:t>
      </w:r>
      <w:r>
        <w:tab/>
        <w:t>1.013e0</w:t>
      </w:r>
    </w:p>
    <w:p w:rsidR="00F96531" w:rsidRDefault="00F96531" w:rsidP="00F96531">
      <w:r>
        <w:t>317.9107</w:t>
      </w:r>
      <w:r>
        <w:tab/>
        <w:t>2.025e0</w:t>
      </w:r>
    </w:p>
    <w:p w:rsidR="00F96531" w:rsidRDefault="00F96531" w:rsidP="00F96531">
      <w:r>
        <w:t>317.9145</w:t>
      </w:r>
      <w:r>
        <w:tab/>
        <w:t>2.025e0</w:t>
      </w:r>
    </w:p>
    <w:p w:rsidR="00F96531" w:rsidRDefault="00F96531" w:rsidP="00F96531">
      <w:r>
        <w:t>317.9523</w:t>
      </w:r>
      <w:r>
        <w:tab/>
        <w:t>3.038e0</w:t>
      </w:r>
    </w:p>
    <w:p w:rsidR="00F96531" w:rsidRDefault="00F96531" w:rsidP="00F96531">
      <w:r>
        <w:t>317.9571</w:t>
      </w:r>
      <w:r>
        <w:tab/>
        <w:t>1.013e0</w:t>
      </w:r>
    </w:p>
    <w:p w:rsidR="00F96531" w:rsidRDefault="00F96531" w:rsidP="00F96531">
      <w:r>
        <w:t>317.9710</w:t>
      </w:r>
      <w:r>
        <w:tab/>
        <w:t>1.013e0</w:t>
      </w:r>
    </w:p>
    <w:p w:rsidR="00F96531" w:rsidRDefault="00F96531" w:rsidP="00F96531">
      <w:r>
        <w:lastRenderedPageBreak/>
        <w:t>317.9775</w:t>
      </w:r>
      <w:r>
        <w:tab/>
        <w:t>2.100e0</w:t>
      </w:r>
    </w:p>
    <w:p w:rsidR="00F96531" w:rsidRDefault="00F96531" w:rsidP="00F96531">
      <w:r>
        <w:t>317.9815</w:t>
      </w:r>
      <w:r>
        <w:tab/>
        <w:t>1.013e0</w:t>
      </w:r>
    </w:p>
    <w:p w:rsidR="00F96531" w:rsidRDefault="00F96531" w:rsidP="00F96531">
      <w:r>
        <w:t>317.9858</w:t>
      </w:r>
      <w:r>
        <w:tab/>
        <w:t>2.025e0</w:t>
      </w:r>
    </w:p>
    <w:p w:rsidR="00F96531" w:rsidRDefault="00F96531" w:rsidP="00F96531">
      <w:r>
        <w:t>318.0013</w:t>
      </w:r>
      <w:r>
        <w:tab/>
        <w:t>3.038e0</w:t>
      </w:r>
    </w:p>
    <w:p w:rsidR="00F96531" w:rsidRDefault="00F96531" w:rsidP="00F96531">
      <w:r>
        <w:t>318.0160</w:t>
      </w:r>
      <w:r>
        <w:tab/>
        <w:t>1.013e0</w:t>
      </w:r>
    </w:p>
    <w:p w:rsidR="00F96531" w:rsidRDefault="00F96531" w:rsidP="00F96531">
      <w:r>
        <w:t>318.0233</w:t>
      </w:r>
      <w:r>
        <w:tab/>
        <w:t>1.013e0</w:t>
      </w:r>
    </w:p>
    <w:p w:rsidR="00F96531" w:rsidRDefault="00F96531" w:rsidP="00F96531">
      <w:r>
        <w:t>318.0247</w:t>
      </w:r>
      <w:r>
        <w:tab/>
        <w:t>1.013e0</w:t>
      </w:r>
    </w:p>
    <w:p w:rsidR="00F96531" w:rsidRDefault="00F96531" w:rsidP="00F96531">
      <w:r>
        <w:t>318.0317</w:t>
      </w:r>
      <w:r>
        <w:tab/>
        <w:t>2.272e0</w:t>
      </w:r>
    </w:p>
    <w:p w:rsidR="00F96531" w:rsidRDefault="00F96531" w:rsidP="00F96531">
      <w:r>
        <w:t>318.0630</w:t>
      </w:r>
      <w:r>
        <w:tab/>
        <w:t>2.025e0</w:t>
      </w:r>
    </w:p>
    <w:p w:rsidR="00F96531" w:rsidRDefault="00F96531" w:rsidP="00F96531">
      <w:r>
        <w:t>318.0649</w:t>
      </w:r>
      <w:r>
        <w:tab/>
        <w:t>6.922e0</w:t>
      </w:r>
    </w:p>
    <w:p w:rsidR="00F96531" w:rsidRDefault="00F96531" w:rsidP="00F96531">
      <w:r>
        <w:t>318.0686</w:t>
      </w:r>
      <w:r>
        <w:tab/>
        <w:t>5.329e0</w:t>
      </w:r>
    </w:p>
    <w:p w:rsidR="00F96531" w:rsidRDefault="00F96531" w:rsidP="00F96531">
      <w:r>
        <w:t>318.0894</w:t>
      </w:r>
      <w:r>
        <w:tab/>
        <w:t>2.025e0</w:t>
      </w:r>
    </w:p>
    <w:p w:rsidR="00F96531" w:rsidRDefault="00F96531" w:rsidP="00F96531">
      <w:r>
        <w:t>318.0946</w:t>
      </w:r>
      <w:r>
        <w:tab/>
        <w:t>5.568e0</w:t>
      </w:r>
    </w:p>
    <w:p w:rsidR="00F96531" w:rsidRDefault="00F96531" w:rsidP="00F96531">
      <w:r>
        <w:t>318.1193</w:t>
      </w:r>
      <w:r>
        <w:tab/>
        <w:t>1.563e0</w:t>
      </w:r>
    </w:p>
    <w:p w:rsidR="00F96531" w:rsidRDefault="00F96531" w:rsidP="00F96531">
      <w:r>
        <w:t>318.1434</w:t>
      </w:r>
      <w:r>
        <w:tab/>
        <w:t>3.038e0</w:t>
      </w:r>
    </w:p>
    <w:p w:rsidR="00F96531" w:rsidRDefault="00F96531" w:rsidP="00F96531">
      <w:r>
        <w:t>318.1538</w:t>
      </w:r>
      <w:r>
        <w:tab/>
        <w:t>1.013e0</w:t>
      </w:r>
    </w:p>
    <w:p w:rsidR="00F96531" w:rsidRDefault="00F96531" w:rsidP="00F96531">
      <w:r>
        <w:t>318.1692</w:t>
      </w:r>
      <w:r>
        <w:tab/>
        <w:t>3.038e0</w:t>
      </w:r>
    </w:p>
    <w:p w:rsidR="00F96531" w:rsidRDefault="00F96531" w:rsidP="00F96531">
      <w:r>
        <w:t>318.1759</w:t>
      </w:r>
      <w:r>
        <w:tab/>
        <w:t>3.038e0</w:t>
      </w:r>
    </w:p>
    <w:p w:rsidR="00F96531" w:rsidRDefault="00F96531" w:rsidP="00F96531">
      <w:r>
        <w:t>318.1804</w:t>
      </w:r>
      <w:r>
        <w:tab/>
        <w:t>4.470e0</w:t>
      </w:r>
    </w:p>
    <w:p w:rsidR="00F96531" w:rsidRDefault="00F96531" w:rsidP="00F96531">
      <w:r>
        <w:lastRenderedPageBreak/>
        <w:t>318.1857</w:t>
      </w:r>
      <w:r>
        <w:tab/>
        <w:t>2.202e0</w:t>
      </w:r>
    </w:p>
    <w:p w:rsidR="00F96531" w:rsidRDefault="00F96531" w:rsidP="00F96531">
      <w:r>
        <w:t>318.1927</w:t>
      </w:r>
      <w:r>
        <w:tab/>
        <w:t>5.000e0</w:t>
      </w:r>
    </w:p>
    <w:p w:rsidR="00F96531" w:rsidRDefault="00F96531" w:rsidP="00F96531">
      <w:r>
        <w:t>318.2012</w:t>
      </w:r>
      <w:r>
        <w:tab/>
        <w:t>7.545e0</w:t>
      </w:r>
    </w:p>
    <w:p w:rsidR="00F96531" w:rsidRDefault="00F96531" w:rsidP="00F96531">
      <w:r>
        <w:t>318.2116</w:t>
      </w:r>
      <w:r>
        <w:tab/>
        <w:t>4.051e0</w:t>
      </w:r>
    </w:p>
    <w:p w:rsidR="00F96531" w:rsidRDefault="00F96531" w:rsidP="00F96531">
      <w:r>
        <w:t>318.2211</w:t>
      </w:r>
      <w:r>
        <w:tab/>
        <w:t>1.916e0</w:t>
      </w:r>
    </w:p>
    <w:p w:rsidR="00F96531" w:rsidRDefault="00F96531" w:rsidP="00F96531">
      <w:r>
        <w:t>318.2246</w:t>
      </w:r>
      <w:r>
        <w:tab/>
        <w:t>6.076e0</w:t>
      </w:r>
    </w:p>
    <w:p w:rsidR="00F96531" w:rsidRDefault="00F96531" w:rsidP="00F96531">
      <w:r>
        <w:t>318.2665</w:t>
      </w:r>
      <w:r>
        <w:tab/>
        <w:t>1.013e0</w:t>
      </w:r>
    </w:p>
    <w:p w:rsidR="00F96531" w:rsidRDefault="00F96531" w:rsidP="00F96531">
      <w:r>
        <w:t>318.2775</w:t>
      </w:r>
      <w:r>
        <w:tab/>
        <w:t>2.025e0</w:t>
      </w:r>
    </w:p>
    <w:p w:rsidR="00F96531" w:rsidRDefault="00F96531" w:rsidP="00F96531">
      <w:r>
        <w:t>318.2948</w:t>
      </w:r>
      <w:r>
        <w:tab/>
        <w:t>1.013e0</w:t>
      </w:r>
    </w:p>
    <w:p w:rsidR="00F96531" w:rsidRDefault="00F96531" w:rsidP="00F96531">
      <w:r>
        <w:t>318.3151</w:t>
      </w:r>
      <w:r>
        <w:tab/>
        <w:t>1.013e0</w:t>
      </w:r>
    </w:p>
    <w:p w:rsidR="00F96531" w:rsidRDefault="00F96531" w:rsidP="00F96531">
      <w:r>
        <w:t>318.3189</w:t>
      </w:r>
      <w:r>
        <w:tab/>
        <w:t>1.013e0</w:t>
      </w:r>
    </w:p>
    <w:p w:rsidR="00F96531" w:rsidRDefault="00F96531" w:rsidP="00F96531">
      <w:r>
        <w:t>318.3418</w:t>
      </w:r>
      <w:r>
        <w:tab/>
        <w:t>1.013e0</w:t>
      </w:r>
    </w:p>
    <w:p w:rsidR="00F96531" w:rsidRDefault="00F96531" w:rsidP="00F96531">
      <w:r>
        <w:t>318.3513</w:t>
      </w:r>
      <w:r>
        <w:tab/>
        <w:t>1.013e0</w:t>
      </w:r>
    </w:p>
    <w:p w:rsidR="00F96531" w:rsidRDefault="00F96531" w:rsidP="00F96531">
      <w:r>
        <w:t>318.3688</w:t>
      </w:r>
      <w:r>
        <w:tab/>
        <w:t>2.025e0</w:t>
      </w:r>
    </w:p>
    <w:p w:rsidR="00F96531" w:rsidRDefault="00F96531" w:rsidP="00F96531">
      <w:r>
        <w:t>318.3700</w:t>
      </w:r>
      <w:r>
        <w:tab/>
        <w:t>1.013e0</w:t>
      </w:r>
    </w:p>
    <w:p w:rsidR="00F96531" w:rsidRDefault="00F96531" w:rsidP="00F96531">
      <w:r>
        <w:t>318.3828</w:t>
      </w:r>
      <w:r>
        <w:tab/>
        <w:t>1.013e0</w:t>
      </w:r>
    </w:p>
    <w:p w:rsidR="00F96531" w:rsidRDefault="00F96531" w:rsidP="00F96531">
      <w:r>
        <w:t>318.3996</w:t>
      </w:r>
      <w:r>
        <w:tab/>
        <w:t>1.013e0</w:t>
      </w:r>
    </w:p>
    <w:p w:rsidR="00F96531" w:rsidRDefault="00F96531" w:rsidP="00F96531">
      <w:r>
        <w:t>318.4194</w:t>
      </w:r>
      <w:r>
        <w:tab/>
        <w:t>2.025e0</w:t>
      </w:r>
    </w:p>
    <w:p w:rsidR="00F96531" w:rsidRDefault="00F96531" w:rsidP="00F96531">
      <w:r>
        <w:t>318.4418</w:t>
      </w:r>
      <w:r>
        <w:tab/>
        <w:t>1.013e0</w:t>
      </w:r>
    </w:p>
    <w:p w:rsidR="00F96531" w:rsidRDefault="00F96531" w:rsidP="00F96531">
      <w:r>
        <w:lastRenderedPageBreak/>
        <w:t>318.4476</w:t>
      </w:r>
      <w:r>
        <w:tab/>
        <w:t>1.013e0</w:t>
      </w:r>
    </w:p>
    <w:p w:rsidR="00F96531" w:rsidRDefault="00F96531" w:rsidP="00F96531">
      <w:r>
        <w:t>318.4788</w:t>
      </w:r>
      <w:r>
        <w:tab/>
        <w:t>1.013e0</w:t>
      </w:r>
    </w:p>
    <w:p w:rsidR="00F96531" w:rsidRDefault="00F96531" w:rsidP="00F96531">
      <w:r>
        <w:t>318.5327</w:t>
      </w:r>
      <w:r>
        <w:tab/>
        <w:t>1.013e0</w:t>
      </w:r>
    </w:p>
    <w:p w:rsidR="00F96531" w:rsidRDefault="00F96531" w:rsidP="00F96531">
      <w:r>
        <w:t>318.5386</w:t>
      </w:r>
      <w:r>
        <w:tab/>
        <w:t>2.025e0</w:t>
      </w:r>
    </w:p>
    <w:p w:rsidR="00F96531" w:rsidRDefault="00F96531" w:rsidP="00F96531">
      <w:r>
        <w:t>318.5441</w:t>
      </w:r>
      <w:r>
        <w:tab/>
        <w:t>2.025e0</w:t>
      </w:r>
    </w:p>
    <w:p w:rsidR="00F96531" w:rsidRDefault="00F96531" w:rsidP="00F96531">
      <w:r>
        <w:t>318.5688</w:t>
      </w:r>
      <w:r>
        <w:tab/>
        <w:t>1.013e0</w:t>
      </w:r>
    </w:p>
    <w:p w:rsidR="00F96531" w:rsidRDefault="00F96531" w:rsidP="00F96531">
      <w:r>
        <w:t>318.5729</w:t>
      </w:r>
      <w:r>
        <w:tab/>
        <w:t>1.013e0</w:t>
      </w:r>
    </w:p>
    <w:p w:rsidR="00F96531" w:rsidRDefault="00F96531" w:rsidP="00F96531">
      <w:r>
        <w:t>318.5838</w:t>
      </w:r>
      <w:r>
        <w:tab/>
        <w:t>1.013e0</w:t>
      </w:r>
    </w:p>
    <w:p w:rsidR="00F96531" w:rsidRDefault="00F96531" w:rsidP="00F96531">
      <w:r>
        <w:t>318.6133</w:t>
      </w:r>
      <w:r>
        <w:tab/>
        <w:t>1.013e0</w:t>
      </w:r>
    </w:p>
    <w:p w:rsidR="00F96531" w:rsidRDefault="00F96531" w:rsidP="00F96531">
      <w:r>
        <w:t>318.6535</w:t>
      </w:r>
      <w:r>
        <w:tab/>
        <w:t>2.025e0</w:t>
      </w:r>
    </w:p>
    <w:p w:rsidR="00F96531" w:rsidRDefault="00F96531" w:rsidP="00F96531">
      <w:r>
        <w:t>318.7112</w:t>
      </w:r>
      <w:r>
        <w:tab/>
        <w:t>1.013e0</w:t>
      </w:r>
    </w:p>
    <w:p w:rsidR="00F96531" w:rsidRDefault="00F96531" w:rsidP="00F96531">
      <w:r>
        <w:t>318.7586</w:t>
      </w:r>
      <w:r>
        <w:tab/>
        <w:t>1.013e0</w:t>
      </w:r>
    </w:p>
    <w:p w:rsidR="00F96531" w:rsidRDefault="00F96531" w:rsidP="00F96531">
      <w:r>
        <w:t>318.7861</w:t>
      </w:r>
      <w:r>
        <w:tab/>
        <w:t>1.013e0</w:t>
      </w:r>
    </w:p>
    <w:p w:rsidR="00F96531" w:rsidRDefault="00F96531" w:rsidP="00F96531">
      <w:r>
        <w:t>318.8149</w:t>
      </w:r>
      <w:r>
        <w:tab/>
        <w:t>1.013e0</w:t>
      </w:r>
    </w:p>
    <w:p w:rsidR="00F96531" w:rsidRDefault="00F96531" w:rsidP="00F96531">
      <w:r>
        <w:t>318.8380</w:t>
      </w:r>
      <w:r>
        <w:tab/>
        <w:t>1.013e0</w:t>
      </w:r>
    </w:p>
    <w:p w:rsidR="00F96531" w:rsidRDefault="00F96531" w:rsidP="00F96531">
      <w:r>
        <w:t>318.8619</w:t>
      </w:r>
      <w:r>
        <w:tab/>
        <w:t>1.013e0</w:t>
      </w:r>
    </w:p>
    <w:p w:rsidR="00F96531" w:rsidRDefault="00F96531" w:rsidP="00F96531">
      <w:r>
        <w:t>318.8804</w:t>
      </w:r>
      <w:r>
        <w:tab/>
        <w:t>4.051e0</w:t>
      </w:r>
    </w:p>
    <w:p w:rsidR="00F96531" w:rsidRDefault="00F96531" w:rsidP="00F96531">
      <w:r>
        <w:t>318.8814</w:t>
      </w:r>
      <w:r>
        <w:tab/>
        <w:t>2.025e0</w:t>
      </w:r>
    </w:p>
    <w:p w:rsidR="00F96531" w:rsidRDefault="00F96531" w:rsidP="00F96531">
      <w:r>
        <w:t>318.8839</w:t>
      </w:r>
      <w:r>
        <w:tab/>
        <w:t>4.051e0</w:t>
      </w:r>
    </w:p>
    <w:p w:rsidR="00F96531" w:rsidRDefault="00F96531" w:rsidP="00F96531">
      <w:r>
        <w:lastRenderedPageBreak/>
        <w:t>318.8862</w:t>
      </w:r>
      <w:r>
        <w:tab/>
        <w:t>1.013e0</w:t>
      </w:r>
    </w:p>
    <w:p w:rsidR="00F96531" w:rsidRDefault="00F96531" w:rsidP="00F96531">
      <w:r>
        <w:t>318.8956</w:t>
      </w:r>
      <w:r>
        <w:tab/>
        <w:t>1.013e0</w:t>
      </w:r>
    </w:p>
    <w:p w:rsidR="00F96531" w:rsidRDefault="00F96531" w:rsidP="00F96531">
      <w:r>
        <w:t>318.8991</w:t>
      </w:r>
      <w:r>
        <w:tab/>
        <w:t>5.063e0</w:t>
      </w:r>
    </w:p>
    <w:p w:rsidR="00F96531" w:rsidRDefault="00F96531" w:rsidP="00F96531">
      <w:r>
        <w:t>318.9143</w:t>
      </w:r>
      <w:r>
        <w:tab/>
        <w:t>2.025e0</w:t>
      </w:r>
    </w:p>
    <w:p w:rsidR="00F96531" w:rsidRDefault="00F96531" w:rsidP="00F96531">
      <w:r>
        <w:t>318.9200</w:t>
      </w:r>
      <w:r>
        <w:tab/>
        <w:t>2.025e0</w:t>
      </w:r>
    </w:p>
    <w:p w:rsidR="00F96531" w:rsidRDefault="00F96531" w:rsidP="00F96531">
      <w:r>
        <w:t>318.9302</w:t>
      </w:r>
      <w:r>
        <w:tab/>
        <w:t>1.013e0</w:t>
      </w:r>
    </w:p>
    <w:p w:rsidR="00F96531" w:rsidRDefault="00F96531" w:rsidP="00F96531">
      <w:r>
        <w:t>318.9669</w:t>
      </w:r>
      <w:r>
        <w:tab/>
        <w:t>1.013e0</w:t>
      </w:r>
    </w:p>
    <w:p w:rsidR="00F96531" w:rsidRDefault="00F96531" w:rsidP="00F96531">
      <w:r>
        <w:t>318.9684</w:t>
      </w:r>
      <w:r>
        <w:tab/>
        <w:t>3.038e0</w:t>
      </w:r>
    </w:p>
    <w:p w:rsidR="00F96531" w:rsidRDefault="00F96531" w:rsidP="00F96531">
      <w:r>
        <w:t>318.9835</w:t>
      </w:r>
      <w:r>
        <w:tab/>
        <w:t>1.013e0</w:t>
      </w:r>
    </w:p>
    <w:p w:rsidR="00F96531" w:rsidRDefault="00F96531" w:rsidP="00F96531">
      <w:r>
        <w:t>318.9861</w:t>
      </w:r>
      <w:r>
        <w:tab/>
        <w:t>2.025e0</w:t>
      </w:r>
    </w:p>
    <w:p w:rsidR="00F96531" w:rsidRDefault="00F96531" w:rsidP="00F96531">
      <w:r>
        <w:t>318.9951</w:t>
      </w:r>
      <w:r>
        <w:tab/>
        <w:t>1.013e0</w:t>
      </w:r>
    </w:p>
    <w:p w:rsidR="00F96531" w:rsidRDefault="00F96531" w:rsidP="00F96531">
      <w:r>
        <w:t>319.0125</w:t>
      </w:r>
      <w:r>
        <w:tab/>
        <w:t>3.038e0</w:t>
      </w:r>
    </w:p>
    <w:p w:rsidR="00F96531" w:rsidRDefault="00F96531" w:rsidP="00F96531">
      <w:r>
        <w:t>319.0207</w:t>
      </w:r>
      <w:r>
        <w:tab/>
        <w:t>1.013e0</w:t>
      </w:r>
    </w:p>
    <w:p w:rsidR="00F96531" w:rsidRDefault="00F96531" w:rsidP="00F96531">
      <w:r>
        <w:t>319.0253</w:t>
      </w:r>
      <w:r>
        <w:tab/>
        <w:t>3.038e0</w:t>
      </w:r>
    </w:p>
    <w:p w:rsidR="00F96531" w:rsidRDefault="00F96531" w:rsidP="00F96531">
      <w:r>
        <w:t>319.0409</w:t>
      </w:r>
      <w:r>
        <w:tab/>
        <w:t>1.013e0</w:t>
      </w:r>
    </w:p>
    <w:p w:rsidR="00F96531" w:rsidRDefault="00F96531" w:rsidP="00F96531">
      <w:r>
        <w:t>319.0454</w:t>
      </w:r>
      <w:r>
        <w:tab/>
        <w:t>5.063e0</w:t>
      </w:r>
    </w:p>
    <w:p w:rsidR="00F96531" w:rsidRDefault="00F96531" w:rsidP="00F96531">
      <w:r>
        <w:t>319.0565</w:t>
      </w:r>
      <w:r>
        <w:tab/>
        <w:t>4.523e0</w:t>
      </w:r>
    </w:p>
    <w:p w:rsidR="00F96531" w:rsidRDefault="00F96531" w:rsidP="00F96531">
      <w:r>
        <w:t>319.0642</w:t>
      </w:r>
      <w:r>
        <w:tab/>
        <w:t>1.013e0</w:t>
      </w:r>
    </w:p>
    <w:p w:rsidR="00F96531" w:rsidRDefault="00F96531" w:rsidP="00F96531">
      <w:r>
        <w:t>319.0663</w:t>
      </w:r>
      <w:r>
        <w:tab/>
        <w:t>3.038e0</w:t>
      </w:r>
    </w:p>
    <w:p w:rsidR="00F96531" w:rsidRDefault="00F96531" w:rsidP="00F96531">
      <w:r>
        <w:lastRenderedPageBreak/>
        <w:t>319.0730</w:t>
      </w:r>
      <w:r>
        <w:tab/>
        <w:t>1.013e0</w:t>
      </w:r>
    </w:p>
    <w:p w:rsidR="00F96531" w:rsidRDefault="00F96531" w:rsidP="00F96531">
      <w:r>
        <w:t>319.0757</w:t>
      </w:r>
      <w:r>
        <w:tab/>
        <w:t>1.013e0</w:t>
      </w:r>
    </w:p>
    <w:p w:rsidR="00F96531" w:rsidRDefault="00F96531" w:rsidP="00F96531">
      <w:r>
        <w:t>319.0958</w:t>
      </w:r>
      <w:r>
        <w:tab/>
        <w:t>1.013e0</w:t>
      </w:r>
    </w:p>
    <w:p w:rsidR="00F96531" w:rsidRDefault="00F96531" w:rsidP="00F96531">
      <w:r>
        <w:t>319.0972</w:t>
      </w:r>
      <w:r>
        <w:tab/>
        <w:t>2.025e0</w:t>
      </w:r>
    </w:p>
    <w:p w:rsidR="00F96531" w:rsidRDefault="00F96531" w:rsidP="00F96531">
      <w:r>
        <w:t>319.1051</w:t>
      </w:r>
      <w:r>
        <w:tab/>
        <w:t>4.030e0</w:t>
      </w:r>
    </w:p>
    <w:p w:rsidR="00F96531" w:rsidRDefault="00F96531" w:rsidP="00F96531">
      <w:r>
        <w:t>319.1083</w:t>
      </w:r>
      <w:r>
        <w:tab/>
        <w:t>2.025e0</w:t>
      </w:r>
    </w:p>
    <w:p w:rsidR="00F96531" w:rsidRDefault="00F96531" w:rsidP="00F96531">
      <w:r>
        <w:t>319.1234</w:t>
      </w:r>
      <w:r>
        <w:tab/>
        <w:t>2.025e0</w:t>
      </w:r>
    </w:p>
    <w:p w:rsidR="00F96531" w:rsidRDefault="00F96531" w:rsidP="00F96531">
      <w:r>
        <w:t>319.1392</w:t>
      </w:r>
      <w:r>
        <w:tab/>
        <w:t>1.013e0</w:t>
      </w:r>
    </w:p>
    <w:p w:rsidR="00F96531" w:rsidRDefault="00F96531" w:rsidP="00F96531">
      <w:r>
        <w:t>319.1440</w:t>
      </w:r>
      <w:r>
        <w:tab/>
        <w:t>4.051e0</w:t>
      </w:r>
    </w:p>
    <w:p w:rsidR="00F96531" w:rsidRDefault="00F96531" w:rsidP="00F96531">
      <w:r>
        <w:t>319.1578</w:t>
      </w:r>
      <w:r>
        <w:tab/>
        <w:t>1.013e0</w:t>
      </w:r>
    </w:p>
    <w:p w:rsidR="00F96531" w:rsidRDefault="00F96531" w:rsidP="00F96531">
      <w:r>
        <w:t>319.1667</w:t>
      </w:r>
      <w:r>
        <w:tab/>
        <w:t>3.121e0</w:t>
      </w:r>
    </w:p>
    <w:p w:rsidR="00F96531" w:rsidRDefault="00F96531" w:rsidP="00F96531">
      <w:r>
        <w:t>319.1891</w:t>
      </w:r>
      <w:r>
        <w:tab/>
        <w:t>2.025e0</w:t>
      </w:r>
    </w:p>
    <w:p w:rsidR="00F96531" w:rsidRDefault="00F96531" w:rsidP="00F96531">
      <w:r>
        <w:t>319.2021</w:t>
      </w:r>
      <w:r>
        <w:tab/>
        <w:t>4.410e0</w:t>
      </w:r>
    </w:p>
    <w:p w:rsidR="00F96531" w:rsidRDefault="00F96531" w:rsidP="00F96531">
      <w:r>
        <w:t>319.2062</w:t>
      </w:r>
      <w:r>
        <w:tab/>
        <w:t>4.275e0</w:t>
      </w:r>
    </w:p>
    <w:p w:rsidR="00F96531" w:rsidRDefault="00F96531" w:rsidP="00F96531">
      <w:r>
        <w:t>319.2103</w:t>
      </w:r>
      <w:r>
        <w:tab/>
        <w:t>2.025e0</w:t>
      </w:r>
    </w:p>
    <w:p w:rsidR="00F96531" w:rsidRDefault="00F96531" w:rsidP="00F96531">
      <w:r>
        <w:t>319.2294</w:t>
      </w:r>
      <w:r>
        <w:tab/>
        <w:t>3.403e0</w:t>
      </w:r>
    </w:p>
    <w:p w:rsidR="00F96531" w:rsidRDefault="00F96531" w:rsidP="00F96531">
      <w:r>
        <w:t>319.2763</w:t>
      </w:r>
      <w:r>
        <w:tab/>
        <w:t>1.013e0</w:t>
      </w:r>
    </w:p>
    <w:p w:rsidR="00F96531" w:rsidRDefault="00F96531" w:rsidP="00F96531">
      <w:r>
        <w:t>319.2833</w:t>
      </w:r>
      <w:r>
        <w:tab/>
        <w:t>2.025e0</w:t>
      </w:r>
    </w:p>
    <w:p w:rsidR="00F96531" w:rsidRDefault="00F96531" w:rsidP="00F96531">
      <w:r>
        <w:t>319.2894</w:t>
      </w:r>
      <w:r>
        <w:tab/>
        <w:t>3.038e0</w:t>
      </w:r>
    </w:p>
    <w:p w:rsidR="00F96531" w:rsidRDefault="00F96531" w:rsidP="00F96531">
      <w:r>
        <w:lastRenderedPageBreak/>
        <w:t>319.2909</w:t>
      </w:r>
      <w:r>
        <w:tab/>
        <w:t>1.013e0</w:t>
      </w:r>
    </w:p>
    <w:p w:rsidR="00F96531" w:rsidRDefault="00F96531" w:rsidP="00F96531">
      <w:r>
        <w:t>319.2933</w:t>
      </w:r>
      <w:r>
        <w:tab/>
        <w:t>2.025e0</w:t>
      </w:r>
    </w:p>
    <w:p w:rsidR="00F96531" w:rsidRDefault="00F96531" w:rsidP="00F96531">
      <w:r>
        <w:t>319.3191</w:t>
      </w:r>
      <w:r>
        <w:tab/>
        <w:t>1.013e0</w:t>
      </w:r>
    </w:p>
    <w:p w:rsidR="00F96531" w:rsidRDefault="00F96531" w:rsidP="00F96531">
      <w:r>
        <w:t>319.3527</w:t>
      </w:r>
      <w:r>
        <w:tab/>
        <w:t>2.025e0</w:t>
      </w:r>
    </w:p>
    <w:p w:rsidR="00F96531" w:rsidRDefault="00F96531" w:rsidP="00F96531">
      <w:r>
        <w:t>319.3874</w:t>
      </w:r>
      <w:r>
        <w:tab/>
        <w:t>1.013e0</w:t>
      </w:r>
    </w:p>
    <w:p w:rsidR="00F96531" w:rsidRDefault="00F96531" w:rsidP="00F96531">
      <w:r>
        <w:t>319.3903</w:t>
      </w:r>
      <w:r>
        <w:tab/>
        <w:t>1.013e0</w:t>
      </w:r>
    </w:p>
    <w:p w:rsidR="00F96531" w:rsidRDefault="00F96531" w:rsidP="00F96531">
      <w:r>
        <w:t>319.4199</w:t>
      </w:r>
      <w:r>
        <w:tab/>
        <w:t>1.013e0</w:t>
      </w:r>
    </w:p>
    <w:p w:rsidR="00F96531" w:rsidRDefault="00F96531" w:rsidP="00F96531">
      <w:r>
        <w:t>319.4241</w:t>
      </w:r>
      <w:r>
        <w:tab/>
        <w:t>1.013e0</w:t>
      </w:r>
    </w:p>
    <w:p w:rsidR="00F96531" w:rsidRDefault="00F96531" w:rsidP="00F96531">
      <w:r>
        <w:t>319.4804</w:t>
      </w:r>
      <w:r>
        <w:tab/>
        <w:t>1.013e0</w:t>
      </w:r>
    </w:p>
    <w:p w:rsidR="00F96531" w:rsidRDefault="00F96531" w:rsidP="00F96531">
      <w:r>
        <w:t>319.5316</w:t>
      </w:r>
      <w:r>
        <w:tab/>
        <w:t>1.013e0</w:t>
      </w:r>
    </w:p>
    <w:p w:rsidR="00F96531" w:rsidRDefault="00F96531" w:rsidP="00F96531">
      <w:r>
        <w:t>319.5335</w:t>
      </w:r>
      <w:r>
        <w:tab/>
        <w:t>2.025e0</w:t>
      </w:r>
    </w:p>
    <w:p w:rsidR="00F96531" w:rsidRDefault="00F96531" w:rsidP="00F96531">
      <w:r>
        <w:t>319.5419</w:t>
      </w:r>
      <w:r>
        <w:tab/>
        <w:t>1.013e0</w:t>
      </w:r>
    </w:p>
    <w:p w:rsidR="00F96531" w:rsidRDefault="00F96531" w:rsidP="00F96531">
      <w:r>
        <w:t>319.5490</w:t>
      </w:r>
      <w:r>
        <w:tab/>
        <w:t>1.013e0</w:t>
      </w:r>
    </w:p>
    <w:p w:rsidR="00F96531" w:rsidRDefault="00F96531" w:rsidP="00F96531">
      <w:r>
        <w:t>319.5664</w:t>
      </w:r>
      <w:r>
        <w:tab/>
        <w:t>1.013e0</w:t>
      </w:r>
    </w:p>
    <w:p w:rsidR="00F96531" w:rsidRDefault="00F96531" w:rsidP="00F96531">
      <w:r>
        <w:t>319.5721</w:t>
      </w:r>
      <w:r>
        <w:tab/>
        <w:t>2.025e0</w:t>
      </w:r>
    </w:p>
    <w:p w:rsidR="00F96531" w:rsidRDefault="00F96531" w:rsidP="00F96531">
      <w:r>
        <w:t>319.6010</w:t>
      </w:r>
      <w:r>
        <w:tab/>
        <w:t>1.013e0</w:t>
      </w:r>
    </w:p>
    <w:p w:rsidR="00F96531" w:rsidRDefault="00F96531" w:rsidP="00F96531">
      <w:r>
        <w:t>319.6042</w:t>
      </w:r>
      <w:r>
        <w:tab/>
        <w:t>1.013e0</w:t>
      </w:r>
    </w:p>
    <w:p w:rsidR="00F96531" w:rsidRDefault="00F96531" w:rsidP="00F96531">
      <w:r>
        <w:t>319.6056</w:t>
      </w:r>
      <w:r>
        <w:tab/>
        <w:t>1.013e0</w:t>
      </w:r>
    </w:p>
    <w:p w:rsidR="00F96531" w:rsidRDefault="00F96531" w:rsidP="00F96531">
      <w:r>
        <w:t>319.6338</w:t>
      </w:r>
      <w:r>
        <w:tab/>
        <w:t>2.025e0</w:t>
      </w:r>
    </w:p>
    <w:p w:rsidR="00F96531" w:rsidRDefault="00F96531" w:rsidP="00F96531">
      <w:r>
        <w:lastRenderedPageBreak/>
        <w:t>319.6581</w:t>
      </w:r>
      <w:r>
        <w:tab/>
        <w:t>1.013e0</w:t>
      </w:r>
    </w:p>
    <w:p w:rsidR="00F96531" w:rsidRDefault="00F96531" w:rsidP="00F96531">
      <w:r>
        <w:t>319.6819</w:t>
      </w:r>
      <w:r>
        <w:tab/>
        <w:t>1.013e0</w:t>
      </w:r>
    </w:p>
    <w:p w:rsidR="00F96531" w:rsidRDefault="00F96531" w:rsidP="00F96531">
      <w:r>
        <w:t>319.6992</w:t>
      </w:r>
      <w:r>
        <w:tab/>
        <w:t>1.013e0</w:t>
      </w:r>
    </w:p>
    <w:p w:rsidR="00F96531" w:rsidRDefault="00F96531" w:rsidP="00F96531">
      <w:r>
        <w:t>319.7032</w:t>
      </w:r>
      <w:r>
        <w:tab/>
        <w:t>3.038e0</w:t>
      </w:r>
    </w:p>
    <w:p w:rsidR="00F96531" w:rsidRDefault="00F96531" w:rsidP="00F96531">
      <w:r>
        <w:t>319.7267</w:t>
      </w:r>
      <w:r>
        <w:tab/>
        <w:t>1.013e0</w:t>
      </w:r>
    </w:p>
    <w:p w:rsidR="00F96531" w:rsidRDefault="00F96531" w:rsidP="00F96531">
      <w:r>
        <w:t>319.7468</w:t>
      </w:r>
      <w:r>
        <w:tab/>
        <w:t>1.013e0</w:t>
      </w:r>
    </w:p>
    <w:p w:rsidR="00F96531" w:rsidRDefault="00F96531" w:rsidP="00F96531">
      <w:r>
        <w:t>319.7628</w:t>
      </w:r>
      <w:r>
        <w:tab/>
        <w:t>1.013e0</w:t>
      </w:r>
    </w:p>
    <w:p w:rsidR="00F96531" w:rsidRDefault="00F96531" w:rsidP="00F96531">
      <w:r>
        <w:t>319.7952</w:t>
      </w:r>
      <w:r>
        <w:tab/>
        <w:t>2.025e0</w:t>
      </w:r>
    </w:p>
    <w:p w:rsidR="00F96531" w:rsidRDefault="00F96531" w:rsidP="00F96531">
      <w:r>
        <w:t>319.8019</w:t>
      </w:r>
      <w:r>
        <w:tab/>
        <w:t>1.013e0</w:t>
      </w:r>
    </w:p>
    <w:p w:rsidR="00F96531" w:rsidRDefault="00F96531" w:rsidP="00F96531">
      <w:r>
        <w:t>319.8261</w:t>
      </w:r>
      <w:r>
        <w:tab/>
        <w:t>1.013e0</w:t>
      </w:r>
    </w:p>
    <w:p w:rsidR="00F96531" w:rsidRDefault="00F96531" w:rsidP="00F96531">
      <w:r>
        <w:t>319.8275</w:t>
      </w:r>
      <w:r>
        <w:tab/>
        <w:t>1.013e0</w:t>
      </w:r>
    </w:p>
    <w:p w:rsidR="00F96531" w:rsidRDefault="00F96531" w:rsidP="00F96531">
      <w:r>
        <w:t>319.8380</w:t>
      </w:r>
      <w:r>
        <w:tab/>
        <w:t>1.013e0</w:t>
      </w:r>
    </w:p>
    <w:p w:rsidR="00F96531" w:rsidRDefault="00F96531" w:rsidP="00F96531">
      <w:r>
        <w:t>319.8654</w:t>
      </w:r>
      <w:r>
        <w:tab/>
        <w:t>1.013e0</w:t>
      </w:r>
    </w:p>
    <w:p w:rsidR="00F96531" w:rsidRDefault="00F96531" w:rsidP="00F96531">
      <w:r>
        <w:t>319.8853</w:t>
      </w:r>
      <w:r>
        <w:tab/>
        <w:t>3.038e0</w:t>
      </w:r>
    </w:p>
    <w:p w:rsidR="00F96531" w:rsidRDefault="00F96531" w:rsidP="00F96531">
      <w:r>
        <w:t>319.9042</w:t>
      </w:r>
      <w:r>
        <w:tab/>
        <w:t>1.013e0</w:t>
      </w:r>
    </w:p>
    <w:p w:rsidR="00F96531" w:rsidRDefault="00F96531" w:rsidP="00F96531">
      <w:r>
        <w:t>319.9117</w:t>
      </w:r>
      <w:r>
        <w:tab/>
        <w:t>1.013e0</w:t>
      </w:r>
    </w:p>
    <w:p w:rsidR="00F96531" w:rsidRDefault="00F96531" w:rsidP="00F96531">
      <w:r>
        <w:t>319.9131</w:t>
      </w:r>
      <w:r>
        <w:tab/>
        <w:t>1.013e0</w:t>
      </w:r>
    </w:p>
    <w:p w:rsidR="00F96531" w:rsidRDefault="00F96531" w:rsidP="00F96531">
      <w:r>
        <w:t>319.9232</w:t>
      </w:r>
      <w:r>
        <w:tab/>
        <w:t>1.013e0</w:t>
      </w:r>
    </w:p>
    <w:p w:rsidR="00F96531" w:rsidRDefault="00F96531" w:rsidP="00F96531">
      <w:r>
        <w:t>319.9513</w:t>
      </w:r>
      <w:r>
        <w:tab/>
        <w:t>1.013e0</w:t>
      </w:r>
    </w:p>
    <w:p w:rsidR="00F96531" w:rsidRDefault="00F96531" w:rsidP="00F96531">
      <w:r>
        <w:lastRenderedPageBreak/>
        <w:t>319.9527</w:t>
      </w:r>
      <w:r>
        <w:tab/>
        <w:t>1.013e0</w:t>
      </w:r>
    </w:p>
    <w:p w:rsidR="00F96531" w:rsidRDefault="00F96531" w:rsidP="00F96531">
      <w:r>
        <w:t>319.9593</w:t>
      </w:r>
      <w:r>
        <w:tab/>
        <w:t>1.013e0</w:t>
      </w:r>
    </w:p>
    <w:p w:rsidR="00F96531" w:rsidRDefault="00F96531" w:rsidP="00F96531">
      <w:r>
        <w:t>319.9651</w:t>
      </w:r>
      <w:r>
        <w:tab/>
        <w:t>1.013e0</w:t>
      </w:r>
    </w:p>
    <w:p w:rsidR="00F96531" w:rsidRDefault="00F96531" w:rsidP="00F96531">
      <w:r>
        <w:t>319.9950</w:t>
      </w:r>
      <w:r>
        <w:tab/>
        <w:t>2.025e0</w:t>
      </w:r>
    </w:p>
    <w:p w:rsidR="00F96531" w:rsidRDefault="00F96531" w:rsidP="00F96531">
      <w:r>
        <w:t>320.0038</w:t>
      </w:r>
      <w:r>
        <w:tab/>
        <w:t>1.013e0</w:t>
      </w:r>
    </w:p>
    <w:p w:rsidR="00F96531" w:rsidRDefault="00F96531" w:rsidP="00F96531">
      <w:r>
        <w:t>320.0119</w:t>
      </w:r>
      <w:r>
        <w:tab/>
        <w:t>1.917e0</w:t>
      </w:r>
    </w:p>
    <w:p w:rsidR="00F96531" w:rsidRDefault="00F96531" w:rsidP="00F96531">
      <w:r>
        <w:t>320.0143</w:t>
      </w:r>
      <w:r>
        <w:tab/>
        <w:t>3.038e0</w:t>
      </w:r>
    </w:p>
    <w:p w:rsidR="00F96531" w:rsidRDefault="00F96531" w:rsidP="00F96531">
      <w:r>
        <w:t>320.0268</w:t>
      </w:r>
      <w:r>
        <w:tab/>
        <w:t>3.038e0</w:t>
      </w:r>
    </w:p>
    <w:p w:rsidR="00F96531" w:rsidRDefault="00F96531" w:rsidP="00F96531">
      <w:r>
        <w:t>320.0330</w:t>
      </w:r>
      <w:r>
        <w:tab/>
        <w:t>4.051e0</w:t>
      </w:r>
    </w:p>
    <w:p w:rsidR="00F96531" w:rsidRDefault="00F96531" w:rsidP="00F96531">
      <w:r>
        <w:t>320.0340</w:t>
      </w:r>
      <w:r>
        <w:tab/>
        <w:t>7.836e0</w:t>
      </w:r>
    </w:p>
    <w:p w:rsidR="00F96531" w:rsidRDefault="00F96531" w:rsidP="00F96531">
      <w:r>
        <w:t>320.0493</w:t>
      </w:r>
      <w:r>
        <w:tab/>
        <w:t>3.038e0</w:t>
      </w:r>
    </w:p>
    <w:p w:rsidR="00F96531" w:rsidRDefault="00F96531" w:rsidP="00F96531">
      <w:r>
        <w:t>320.0572</w:t>
      </w:r>
      <w:r>
        <w:tab/>
        <w:t>5.026e0</w:t>
      </w:r>
    </w:p>
    <w:p w:rsidR="00F96531" w:rsidRDefault="00F96531" w:rsidP="00F96531">
      <w:r>
        <w:t>320.0616</w:t>
      </w:r>
      <w:r>
        <w:tab/>
        <w:t>2.025e0</w:t>
      </w:r>
    </w:p>
    <w:p w:rsidR="00F96531" w:rsidRDefault="00F96531" w:rsidP="00F96531">
      <w:r>
        <w:t>320.0738</w:t>
      </w:r>
      <w:r>
        <w:tab/>
        <w:t>3.038e0</w:t>
      </w:r>
    </w:p>
    <w:p w:rsidR="00F96531" w:rsidRDefault="00F96531" w:rsidP="00F96531">
      <w:r>
        <w:t>320.0778</w:t>
      </w:r>
      <w:r>
        <w:tab/>
        <w:t>4.051e0</w:t>
      </w:r>
    </w:p>
    <w:p w:rsidR="00F96531" w:rsidRDefault="00F96531" w:rsidP="00F96531">
      <w:r>
        <w:t>320.0792</w:t>
      </w:r>
      <w:r>
        <w:tab/>
        <w:t>2.276e0</w:t>
      </w:r>
    </w:p>
    <w:p w:rsidR="00F96531" w:rsidRDefault="00F96531" w:rsidP="00F96531">
      <w:r>
        <w:t>320.0863</w:t>
      </w:r>
      <w:r>
        <w:tab/>
        <w:t>4.444e0</w:t>
      </w:r>
    </w:p>
    <w:p w:rsidR="00F96531" w:rsidRDefault="00F96531" w:rsidP="00F96531">
      <w:r>
        <w:t>320.1207</w:t>
      </w:r>
      <w:r>
        <w:tab/>
        <w:t>1.013e0</w:t>
      </w:r>
    </w:p>
    <w:p w:rsidR="00F96531" w:rsidRDefault="00F96531" w:rsidP="00F96531">
      <w:r>
        <w:t>320.1364</w:t>
      </w:r>
      <w:r>
        <w:tab/>
        <w:t>2.746e0</w:t>
      </w:r>
    </w:p>
    <w:p w:rsidR="00F96531" w:rsidRDefault="00F96531" w:rsidP="00F96531">
      <w:r>
        <w:lastRenderedPageBreak/>
        <w:t>320.1423</w:t>
      </w:r>
      <w:r>
        <w:tab/>
        <w:t>2.025e0</w:t>
      </w:r>
    </w:p>
    <w:p w:rsidR="00F96531" w:rsidRDefault="00F96531" w:rsidP="00F96531">
      <w:r>
        <w:t>320.1504</w:t>
      </w:r>
      <w:r>
        <w:tab/>
        <w:t>2.025e0</w:t>
      </w:r>
    </w:p>
    <w:p w:rsidR="00F96531" w:rsidRDefault="00F96531" w:rsidP="00F96531">
      <w:r>
        <w:t>320.1618</w:t>
      </w:r>
      <w:r>
        <w:tab/>
        <w:t>2.025e0</w:t>
      </w:r>
    </w:p>
    <w:p w:rsidR="00F96531" w:rsidRDefault="00F96531" w:rsidP="00F96531">
      <w:r>
        <w:t>320.1631</w:t>
      </w:r>
      <w:r>
        <w:tab/>
        <w:t>3.651e0</w:t>
      </w:r>
    </w:p>
    <w:p w:rsidR="00F96531" w:rsidRDefault="00F96531" w:rsidP="00F96531">
      <w:r>
        <w:t>320.1796</w:t>
      </w:r>
      <w:r>
        <w:tab/>
        <w:t>3.612e0</w:t>
      </w:r>
    </w:p>
    <w:p w:rsidR="00F96531" w:rsidRDefault="00F96531" w:rsidP="00F96531">
      <w:r>
        <w:t>320.1806</w:t>
      </w:r>
      <w:r>
        <w:tab/>
        <w:t>3.038e0</w:t>
      </w:r>
    </w:p>
    <w:p w:rsidR="00F96531" w:rsidRDefault="00F96531" w:rsidP="00F96531">
      <w:r>
        <w:t>320.1965</w:t>
      </w:r>
      <w:r>
        <w:tab/>
        <w:t>4.051e0</w:t>
      </w:r>
    </w:p>
    <w:p w:rsidR="00F96531" w:rsidRDefault="00F96531" w:rsidP="00F96531">
      <w:r>
        <w:t>320.2191</w:t>
      </w:r>
      <w:r>
        <w:tab/>
        <w:t>2.025e0</w:t>
      </w:r>
    </w:p>
    <w:p w:rsidR="00F96531" w:rsidRDefault="00F96531" w:rsidP="00F96531">
      <w:r>
        <w:t>320.2267</w:t>
      </w:r>
      <w:r>
        <w:tab/>
        <w:t>2.929e0</w:t>
      </w:r>
    </w:p>
    <w:p w:rsidR="00F96531" w:rsidRDefault="00F96531" w:rsidP="00F96531">
      <w:r>
        <w:t>320.2316</w:t>
      </w:r>
      <w:r>
        <w:tab/>
        <w:t>5.063e0</w:t>
      </w:r>
    </w:p>
    <w:p w:rsidR="00F96531" w:rsidRDefault="00F96531" w:rsidP="00F96531">
      <w:r>
        <w:t>320.2415</w:t>
      </w:r>
      <w:r>
        <w:tab/>
        <w:t>2.025e0</w:t>
      </w:r>
    </w:p>
    <w:p w:rsidR="00F96531" w:rsidRDefault="00F96531" w:rsidP="00F96531">
      <w:r>
        <w:t>320.2441</w:t>
      </w:r>
      <w:r>
        <w:tab/>
        <w:t>3.038e0</w:t>
      </w:r>
    </w:p>
    <w:p w:rsidR="00F96531" w:rsidRDefault="00F96531" w:rsidP="00F96531">
      <w:r>
        <w:t>320.2513</w:t>
      </w:r>
      <w:r>
        <w:tab/>
        <w:t>1.013e0</w:t>
      </w:r>
    </w:p>
    <w:p w:rsidR="00F96531" w:rsidRDefault="00F96531" w:rsidP="00F96531">
      <w:r>
        <w:t>320.2621</w:t>
      </w:r>
      <w:r>
        <w:tab/>
        <w:t>2.025e0</w:t>
      </w:r>
    </w:p>
    <w:p w:rsidR="00F96531" w:rsidRDefault="00F96531" w:rsidP="00F96531">
      <w:r>
        <w:t>320.2760</w:t>
      </w:r>
      <w:r>
        <w:tab/>
        <w:t>2.868e0</w:t>
      </w:r>
    </w:p>
    <w:p w:rsidR="00F96531" w:rsidRDefault="00F96531" w:rsidP="00F96531">
      <w:r>
        <w:t>320.2796</w:t>
      </w:r>
      <w:r>
        <w:tab/>
        <w:t>1.013e0</w:t>
      </w:r>
    </w:p>
    <w:p w:rsidR="00F96531" w:rsidRDefault="00F96531" w:rsidP="00F96531">
      <w:r>
        <w:t>320.2984</w:t>
      </w:r>
      <w:r>
        <w:tab/>
        <w:t>1.013e0</w:t>
      </w:r>
    </w:p>
    <w:p w:rsidR="00F96531" w:rsidRDefault="00F96531" w:rsidP="00F96531">
      <w:r>
        <w:t>320.3038</w:t>
      </w:r>
      <w:r>
        <w:tab/>
        <w:t>1.013e0</w:t>
      </w:r>
    </w:p>
    <w:p w:rsidR="00F96531" w:rsidRDefault="00F96531" w:rsidP="00F96531">
      <w:r>
        <w:t>320.3079</w:t>
      </w:r>
      <w:r>
        <w:tab/>
        <w:t>1.013e0</w:t>
      </w:r>
    </w:p>
    <w:p w:rsidR="00F96531" w:rsidRDefault="00F96531" w:rsidP="00F96531">
      <w:r>
        <w:lastRenderedPageBreak/>
        <w:t>320.3167</w:t>
      </w:r>
      <w:r>
        <w:tab/>
        <w:t>1.013e0</w:t>
      </w:r>
    </w:p>
    <w:p w:rsidR="00F96531" w:rsidRDefault="00F96531" w:rsidP="00F96531">
      <w:r>
        <w:t>320.3226</w:t>
      </w:r>
      <w:r>
        <w:tab/>
        <w:t>2.025e0</w:t>
      </w:r>
    </w:p>
    <w:p w:rsidR="00F96531" w:rsidRDefault="00F96531" w:rsidP="00F96531">
      <w:r>
        <w:t>320.3321</w:t>
      </w:r>
      <w:r>
        <w:tab/>
        <w:t>1.013e0</w:t>
      </w:r>
    </w:p>
    <w:p w:rsidR="00F96531" w:rsidRDefault="00F96531" w:rsidP="00F96531">
      <w:r>
        <w:t>320.3412</w:t>
      </w:r>
      <w:r>
        <w:tab/>
        <w:t>2.025e0</w:t>
      </w:r>
    </w:p>
    <w:p w:rsidR="00F96531" w:rsidRDefault="00F96531" w:rsidP="00F96531">
      <w:r>
        <w:t>320.3563</w:t>
      </w:r>
      <w:r>
        <w:tab/>
        <w:t>2.025e0</w:t>
      </w:r>
    </w:p>
    <w:p w:rsidR="00F96531" w:rsidRDefault="00F96531" w:rsidP="00F96531">
      <w:r>
        <w:t>320.3690</w:t>
      </w:r>
      <w:r>
        <w:tab/>
        <w:t>3.038e0</w:t>
      </w:r>
    </w:p>
    <w:p w:rsidR="00F96531" w:rsidRDefault="00F96531" w:rsidP="00F96531">
      <w:r>
        <w:t>320.3779</w:t>
      </w:r>
      <w:r>
        <w:tab/>
        <w:t>2.025e0</w:t>
      </w:r>
    </w:p>
    <w:p w:rsidR="00F96531" w:rsidRDefault="00F96531" w:rsidP="00F96531">
      <w:r>
        <w:t>320.4035</w:t>
      </w:r>
      <w:r>
        <w:tab/>
        <w:t>1.013e0</w:t>
      </w:r>
    </w:p>
    <w:p w:rsidR="00F96531" w:rsidRDefault="00F96531" w:rsidP="00F96531">
      <w:r>
        <w:t>320.4266</w:t>
      </w:r>
      <w:r>
        <w:tab/>
        <w:t>1.013e0</w:t>
      </w:r>
    </w:p>
    <w:p w:rsidR="00F96531" w:rsidRDefault="00F96531" w:rsidP="00F96531">
      <w:r>
        <w:t>320.4556</w:t>
      </w:r>
      <w:r>
        <w:tab/>
        <w:t>1.013e0</w:t>
      </w:r>
    </w:p>
    <w:p w:rsidR="00F96531" w:rsidRDefault="00F96531" w:rsidP="00F96531">
      <w:r>
        <w:t>320.4895</w:t>
      </w:r>
      <w:r>
        <w:tab/>
        <w:t>2.025e0</w:t>
      </w:r>
    </w:p>
    <w:p w:rsidR="00F96531" w:rsidRDefault="00F96531" w:rsidP="00F96531">
      <w:r>
        <w:t>320.4936</w:t>
      </w:r>
      <w:r>
        <w:tab/>
        <w:t>1.013e0</w:t>
      </w:r>
    </w:p>
    <w:p w:rsidR="00F96531" w:rsidRDefault="00F96531" w:rsidP="00F96531">
      <w:r>
        <w:t>320.5046</w:t>
      </w:r>
      <w:r>
        <w:tab/>
        <w:t>2.025e0</w:t>
      </w:r>
    </w:p>
    <w:p w:rsidR="00F96531" w:rsidRDefault="00F96531" w:rsidP="00F96531">
      <w:r>
        <w:t>320.5332</w:t>
      </w:r>
      <w:r>
        <w:tab/>
        <w:t>2.025e0</w:t>
      </w:r>
    </w:p>
    <w:p w:rsidR="00F96531" w:rsidRDefault="00F96531" w:rsidP="00F96531">
      <w:r>
        <w:t>320.5367</w:t>
      </w:r>
      <w:r>
        <w:tab/>
        <w:t>1.013e0</w:t>
      </w:r>
    </w:p>
    <w:p w:rsidR="00F96531" w:rsidRDefault="00F96531" w:rsidP="00F96531">
      <w:r>
        <w:t>320.5486</w:t>
      </w:r>
      <w:r>
        <w:tab/>
        <w:t>1.013e0</w:t>
      </w:r>
    </w:p>
    <w:p w:rsidR="00F96531" w:rsidRDefault="00F96531" w:rsidP="00F96531">
      <w:r>
        <w:t>320.5694</w:t>
      </w:r>
      <w:r>
        <w:tab/>
        <w:t>2.025e0</w:t>
      </w:r>
    </w:p>
    <w:p w:rsidR="00F96531" w:rsidRDefault="00F96531" w:rsidP="00F96531">
      <w:r>
        <w:t>320.5744</w:t>
      </w:r>
      <w:r>
        <w:tab/>
        <w:t>1.013e0</w:t>
      </w:r>
    </w:p>
    <w:p w:rsidR="00F96531" w:rsidRDefault="00F96531" w:rsidP="00F96531">
      <w:r>
        <w:t>320.5931</w:t>
      </w:r>
      <w:r>
        <w:tab/>
        <w:t>1.013e0</w:t>
      </w:r>
    </w:p>
    <w:p w:rsidR="00F96531" w:rsidRDefault="00F96531" w:rsidP="00F96531">
      <w:r>
        <w:lastRenderedPageBreak/>
        <w:t>320.6076</w:t>
      </w:r>
      <w:r>
        <w:tab/>
        <w:t>2.025e0</w:t>
      </w:r>
    </w:p>
    <w:p w:rsidR="00F96531" w:rsidRDefault="00F96531" w:rsidP="00F96531">
      <w:r>
        <w:t>320.6227</w:t>
      </w:r>
      <w:r>
        <w:tab/>
        <w:t>1.013e0</w:t>
      </w:r>
    </w:p>
    <w:p w:rsidR="00F96531" w:rsidRDefault="00F96531" w:rsidP="00F96531">
      <w:r>
        <w:t>320.6338</w:t>
      </w:r>
      <w:r>
        <w:tab/>
        <w:t>2.025e0</w:t>
      </w:r>
    </w:p>
    <w:p w:rsidR="00F96531" w:rsidRDefault="00F96531" w:rsidP="00F96531">
      <w:r>
        <w:t>320.6779</w:t>
      </w:r>
      <w:r>
        <w:tab/>
        <w:t>2.025e0</w:t>
      </w:r>
    </w:p>
    <w:p w:rsidR="00F96531" w:rsidRDefault="00F96531" w:rsidP="00F96531">
      <w:r>
        <w:t>320.6795</w:t>
      </w:r>
      <w:r>
        <w:tab/>
        <w:t>2.025e0</w:t>
      </w:r>
    </w:p>
    <w:p w:rsidR="00F96531" w:rsidRDefault="00F96531" w:rsidP="00F96531">
      <w:r>
        <w:t>320.6873</w:t>
      </w:r>
      <w:r>
        <w:tab/>
        <w:t>1.013e0</w:t>
      </w:r>
    </w:p>
    <w:p w:rsidR="00F96531" w:rsidRDefault="00F96531" w:rsidP="00F96531">
      <w:r>
        <w:t>320.6945</w:t>
      </w:r>
      <w:r>
        <w:tab/>
        <w:t>1.013e0</w:t>
      </w:r>
    </w:p>
    <w:p w:rsidR="00F96531" w:rsidRDefault="00F96531" w:rsidP="00F96531">
      <w:r>
        <w:t>320.7394</w:t>
      </w:r>
      <w:r>
        <w:tab/>
        <w:t>1.013e0</w:t>
      </w:r>
    </w:p>
    <w:p w:rsidR="00F96531" w:rsidRDefault="00F96531" w:rsidP="00F96531">
      <w:r>
        <w:t>320.7408</w:t>
      </w:r>
      <w:r>
        <w:tab/>
        <w:t>2.025e0</w:t>
      </w:r>
    </w:p>
    <w:p w:rsidR="00F96531" w:rsidRDefault="00F96531" w:rsidP="00F96531">
      <w:r>
        <w:t>320.7452</w:t>
      </w:r>
      <w:r>
        <w:tab/>
        <w:t>1.013e0</w:t>
      </w:r>
    </w:p>
    <w:p w:rsidR="00F96531" w:rsidRDefault="00F96531" w:rsidP="00F96531">
      <w:r>
        <w:t>320.7616</w:t>
      </w:r>
      <w:r>
        <w:tab/>
        <w:t>4.051e0</w:t>
      </w:r>
    </w:p>
    <w:p w:rsidR="00F96531" w:rsidRDefault="00F96531" w:rsidP="00F96531">
      <w:r>
        <w:t>320.7843</w:t>
      </w:r>
      <w:r>
        <w:tab/>
        <w:t>2.025e0</w:t>
      </w:r>
    </w:p>
    <w:p w:rsidR="00F96531" w:rsidRDefault="00F96531" w:rsidP="00F96531">
      <w:r>
        <w:t>320.7870</w:t>
      </w:r>
      <w:r>
        <w:tab/>
        <w:t>1.013e0</w:t>
      </w:r>
    </w:p>
    <w:p w:rsidR="00F96531" w:rsidRDefault="00F96531" w:rsidP="00F96531">
      <w:r>
        <w:t>320.7883</w:t>
      </w:r>
      <w:r>
        <w:tab/>
        <w:t>1.013e0</w:t>
      </w:r>
    </w:p>
    <w:p w:rsidR="00F96531" w:rsidRDefault="00F96531" w:rsidP="00F96531">
      <w:r>
        <w:t>320.8165</w:t>
      </w:r>
      <w:r>
        <w:tab/>
        <w:t>2.025e0</w:t>
      </w:r>
    </w:p>
    <w:p w:rsidR="00F96531" w:rsidRDefault="00F96531" w:rsidP="00F96531">
      <w:r>
        <w:t>320.8617</w:t>
      </w:r>
      <w:r>
        <w:tab/>
        <w:t>2.025e0</w:t>
      </w:r>
    </w:p>
    <w:p w:rsidR="00F96531" w:rsidRDefault="00F96531" w:rsidP="00F96531">
      <w:r>
        <w:t>320.8840</w:t>
      </w:r>
      <w:r>
        <w:tab/>
        <w:t>1.013e0</w:t>
      </w:r>
    </w:p>
    <w:p w:rsidR="00F96531" w:rsidRDefault="00F96531" w:rsidP="00F96531">
      <w:r>
        <w:t>320.8854</w:t>
      </w:r>
      <w:r>
        <w:tab/>
        <w:t>1.013e0</w:t>
      </w:r>
    </w:p>
    <w:p w:rsidR="00F96531" w:rsidRDefault="00F96531" w:rsidP="00F96531">
      <w:r>
        <w:t>320.9011</w:t>
      </w:r>
      <w:r>
        <w:tab/>
        <w:t>3.038e0</w:t>
      </w:r>
    </w:p>
    <w:p w:rsidR="00F96531" w:rsidRDefault="00F96531" w:rsidP="00F96531">
      <w:r>
        <w:lastRenderedPageBreak/>
        <w:t>320.9108</w:t>
      </w:r>
      <w:r>
        <w:tab/>
        <w:t>2.025e0</w:t>
      </w:r>
    </w:p>
    <w:p w:rsidR="00F96531" w:rsidRDefault="00F96531" w:rsidP="00F96531">
      <w:r>
        <w:t>320.9202</w:t>
      </w:r>
      <w:r>
        <w:tab/>
        <w:t>1.013e0</w:t>
      </w:r>
    </w:p>
    <w:p w:rsidR="00F96531" w:rsidRDefault="00F96531" w:rsidP="00F96531">
      <w:r>
        <w:t>320.9216</w:t>
      </w:r>
      <w:r>
        <w:tab/>
        <w:t>1.013e0</w:t>
      </w:r>
    </w:p>
    <w:p w:rsidR="00F96531" w:rsidRDefault="00F96531" w:rsidP="00F96531">
      <w:r>
        <w:t>320.9587</w:t>
      </w:r>
      <w:r>
        <w:tab/>
        <w:t>2.025e0</w:t>
      </w:r>
    </w:p>
    <w:p w:rsidR="00F96531" w:rsidRDefault="00F96531" w:rsidP="00F96531">
      <w:r>
        <w:t>320.9651</w:t>
      </w:r>
      <w:r>
        <w:tab/>
        <w:t>2.025e0</w:t>
      </w:r>
    </w:p>
    <w:p w:rsidR="00F96531" w:rsidRDefault="00F96531" w:rsidP="00F96531">
      <w:r>
        <w:t>320.9742</w:t>
      </w:r>
      <w:r>
        <w:tab/>
        <w:t>1.013e0</w:t>
      </w:r>
    </w:p>
    <w:p w:rsidR="00F96531" w:rsidRDefault="00F96531" w:rsidP="00F96531">
      <w:r>
        <w:t>321.0133</w:t>
      </w:r>
      <w:r>
        <w:tab/>
        <w:t>1.013e0</w:t>
      </w:r>
    </w:p>
    <w:p w:rsidR="00F96531" w:rsidRDefault="00F96531" w:rsidP="00F96531">
      <w:r>
        <w:t>321.0148</w:t>
      </w:r>
      <w:r>
        <w:tab/>
        <w:t>3.038e0</w:t>
      </w:r>
    </w:p>
    <w:p w:rsidR="00F96531" w:rsidRDefault="00F96531" w:rsidP="00F96531">
      <w:r>
        <w:t>321.0197</w:t>
      </w:r>
      <w:r>
        <w:tab/>
        <w:t>2.025e0</w:t>
      </w:r>
    </w:p>
    <w:p w:rsidR="00F96531" w:rsidRDefault="00F96531" w:rsidP="00F96531">
      <w:r>
        <w:t>321.0212</w:t>
      </w:r>
      <w:r>
        <w:tab/>
        <w:t>2.025e0</w:t>
      </w:r>
    </w:p>
    <w:p w:rsidR="00F96531" w:rsidRDefault="00F96531" w:rsidP="00F96531">
      <w:r>
        <w:t>321.0272</w:t>
      </w:r>
      <w:r>
        <w:tab/>
        <w:t>3.038e0</w:t>
      </w:r>
    </w:p>
    <w:p w:rsidR="00F96531" w:rsidRDefault="00F96531" w:rsidP="00F96531">
      <w:r>
        <w:t>321.0457</w:t>
      </w:r>
      <w:r>
        <w:tab/>
        <w:t>1.269e0</w:t>
      </w:r>
    </w:p>
    <w:p w:rsidR="00F96531" w:rsidRDefault="00F96531" w:rsidP="00F96531">
      <w:r>
        <w:t>321.0509</w:t>
      </w:r>
      <w:r>
        <w:tab/>
        <w:t>1.013e0</w:t>
      </w:r>
    </w:p>
    <w:p w:rsidR="00F96531" w:rsidRDefault="00F96531" w:rsidP="00F96531">
      <w:r>
        <w:t>321.0543</w:t>
      </w:r>
      <w:r>
        <w:tab/>
        <w:t>2.025e0</w:t>
      </w:r>
    </w:p>
    <w:p w:rsidR="00F96531" w:rsidRDefault="00F96531" w:rsidP="00F96531">
      <w:r>
        <w:t>321.0616</w:t>
      </w:r>
      <w:r>
        <w:tab/>
        <w:t>3.001e0</w:t>
      </w:r>
    </w:p>
    <w:p w:rsidR="00F96531" w:rsidRDefault="00F96531" w:rsidP="00F96531">
      <w:r>
        <w:t>321.0810</w:t>
      </w:r>
      <w:r>
        <w:tab/>
        <w:t>2.025e0</w:t>
      </w:r>
    </w:p>
    <w:p w:rsidR="00F96531" w:rsidRDefault="00F96531" w:rsidP="00F96531">
      <w:r>
        <w:t>321.0935</w:t>
      </w:r>
      <w:r>
        <w:tab/>
        <w:t>2.727e0</w:t>
      </w:r>
    </w:p>
    <w:p w:rsidR="00F96531" w:rsidRDefault="00F96531" w:rsidP="00F96531">
      <w:r>
        <w:t>321.1034</w:t>
      </w:r>
      <w:r>
        <w:tab/>
        <w:t>1.013e0</w:t>
      </w:r>
    </w:p>
    <w:p w:rsidR="00F96531" w:rsidRDefault="00F96531" w:rsidP="00F96531">
      <w:r>
        <w:t>321.1270</w:t>
      </w:r>
      <w:r>
        <w:tab/>
        <w:t>6.726e0</w:t>
      </w:r>
    </w:p>
    <w:p w:rsidR="00F96531" w:rsidRDefault="00F96531" w:rsidP="00F96531">
      <w:r>
        <w:lastRenderedPageBreak/>
        <w:t>321.1280</w:t>
      </w:r>
      <w:r>
        <w:tab/>
        <w:t>3.038e0</w:t>
      </w:r>
    </w:p>
    <w:p w:rsidR="00F96531" w:rsidRDefault="00F96531" w:rsidP="00F96531">
      <w:r>
        <w:t>321.1395</w:t>
      </w:r>
      <w:r>
        <w:tab/>
        <w:t>3.038e0</w:t>
      </w:r>
    </w:p>
    <w:p w:rsidR="00F96531" w:rsidRDefault="00F96531" w:rsidP="00F96531">
      <w:r>
        <w:t>321.1407</w:t>
      </w:r>
      <w:r>
        <w:tab/>
        <w:t>6.746e0</w:t>
      </w:r>
    </w:p>
    <w:p w:rsidR="00F96531" w:rsidRDefault="00F96531" w:rsidP="00F96531">
      <w:r>
        <w:t>321.1457</w:t>
      </w:r>
      <w:r>
        <w:tab/>
        <w:t>7.596e0</w:t>
      </w:r>
    </w:p>
    <w:p w:rsidR="00F96531" w:rsidRDefault="00F96531" w:rsidP="00F96531">
      <w:r>
        <w:t>321.1507</w:t>
      </w:r>
      <w:r>
        <w:tab/>
        <w:t>1.414e1</w:t>
      </w:r>
    </w:p>
    <w:p w:rsidR="00F96531" w:rsidRDefault="00F96531" w:rsidP="00F96531">
      <w:r>
        <w:t>321.1680</w:t>
      </w:r>
      <w:r>
        <w:tab/>
        <w:t>2.573e0</w:t>
      </w:r>
    </w:p>
    <w:p w:rsidR="00F96531" w:rsidRDefault="00F96531" w:rsidP="00F96531">
      <w:r>
        <w:t>321.1775</w:t>
      </w:r>
      <w:r>
        <w:tab/>
        <w:t>2.025e0</w:t>
      </w:r>
    </w:p>
    <w:p w:rsidR="00F96531" w:rsidRDefault="00F96531" w:rsidP="00F96531">
      <w:r>
        <w:t>321.1911</w:t>
      </w:r>
      <w:r>
        <w:tab/>
        <w:t>2.384e0</w:t>
      </w:r>
    </w:p>
    <w:p w:rsidR="00F96531" w:rsidRDefault="00F96531" w:rsidP="00F96531">
      <w:r>
        <w:t>321.1961</w:t>
      </w:r>
      <w:r>
        <w:tab/>
        <w:t>2.025e0</w:t>
      </w:r>
    </w:p>
    <w:p w:rsidR="00F96531" w:rsidRDefault="00F96531" w:rsidP="00F96531">
      <w:r>
        <w:t>321.1989</w:t>
      </w:r>
      <w:r>
        <w:tab/>
        <w:t>1.013e0</w:t>
      </w:r>
    </w:p>
    <w:p w:rsidR="00F96531" w:rsidRDefault="00F96531" w:rsidP="00F96531">
      <w:r>
        <w:t>321.2032</w:t>
      </w:r>
      <w:r>
        <w:tab/>
        <w:t>1.013e0</w:t>
      </w:r>
    </w:p>
    <w:p w:rsidR="00F96531" w:rsidRDefault="00F96531" w:rsidP="00F96531">
      <w:r>
        <w:t>321.2188</w:t>
      </w:r>
      <w:r>
        <w:tab/>
        <w:t>2.544e0</w:t>
      </w:r>
    </w:p>
    <w:p w:rsidR="00F96531" w:rsidRDefault="00F96531" w:rsidP="00F96531">
      <w:r>
        <w:t>321.2327</w:t>
      </w:r>
      <w:r>
        <w:tab/>
        <w:t>1.013e0</w:t>
      </w:r>
    </w:p>
    <w:p w:rsidR="00F96531" w:rsidRDefault="00F96531" w:rsidP="00F96531">
      <w:r>
        <w:t>321.2394</w:t>
      </w:r>
      <w:r>
        <w:tab/>
        <w:t>3.038e0</w:t>
      </w:r>
    </w:p>
    <w:p w:rsidR="00F96531" w:rsidRDefault="00F96531" w:rsidP="00F96531">
      <w:r>
        <w:t>321.2436</w:t>
      </w:r>
      <w:r>
        <w:tab/>
        <w:t>3.038e0</w:t>
      </w:r>
    </w:p>
    <w:p w:rsidR="00F96531" w:rsidRDefault="00F96531" w:rsidP="00F96531">
      <w:r>
        <w:t>321.2511</w:t>
      </w:r>
      <w:r>
        <w:tab/>
        <w:t>1.013e0</w:t>
      </w:r>
    </w:p>
    <w:p w:rsidR="00F96531" w:rsidRDefault="00F96531" w:rsidP="00F96531">
      <w:r>
        <w:t>321.2675</w:t>
      </w:r>
      <w:r>
        <w:tab/>
        <w:t>1.013e0</w:t>
      </w:r>
    </w:p>
    <w:p w:rsidR="00F96531" w:rsidRDefault="00F96531" w:rsidP="00F96531">
      <w:r>
        <w:t>321.2852</w:t>
      </w:r>
      <w:r>
        <w:tab/>
        <w:t>1.013e0</w:t>
      </w:r>
    </w:p>
    <w:p w:rsidR="00F96531" w:rsidRDefault="00F96531" w:rsidP="00F96531">
      <w:r>
        <w:t>321.2892</w:t>
      </w:r>
      <w:r>
        <w:tab/>
        <w:t>1.013e0</w:t>
      </w:r>
    </w:p>
    <w:p w:rsidR="00F96531" w:rsidRDefault="00F96531" w:rsidP="00F96531">
      <w:r>
        <w:lastRenderedPageBreak/>
        <w:t>321.2976</w:t>
      </w:r>
      <w:r>
        <w:tab/>
        <w:t>1.013e0</w:t>
      </w:r>
    </w:p>
    <w:p w:rsidR="00F96531" w:rsidRDefault="00F96531" w:rsidP="00F96531">
      <w:r>
        <w:t>321.3020</w:t>
      </w:r>
      <w:r>
        <w:tab/>
        <w:t>1.013e0</w:t>
      </w:r>
    </w:p>
    <w:p w:rsidR="00F96531" w:rsidRDefault="00F96531" w:rsidP="00F96531">
      <w:r>
        <w:t>321.3266</w:t>
      </w:r>
      <w:r>
        <w:tab/>
        <w:t>1.013e0</w:t>
      </w:r>
    </w:p>
    <w:p w:rsidR="00F96531" w:rsidRDefault="00F96531" w:rsidP="00F96531">
      <w:r>
        <w:t>321.3700</w:t>
      </w:r>
      <w:r>
        <w:tab/>
        <w:t>1.013e0</w:t>
      </w:r>
    </w:p>
    <w:p w:rsidR="00F96531" w:rsidRDefault="00F96531" w:rsidP="00F96531">
      <w:r>
        <w:t>321.3726</w:t>
      </w:r>
      <w:r>
        <w:tab/>
        <w:t>1.013e0</w:t>
      </w:r>
    </w:p>
    <w:p w:rsidR="00F96531" w:rsidRDefault="00F96531" w:rsidP="00F96531">
      <w:r>
        <w:t>321.3774</w:t>
      </w:r>
      <w:r>
        <w:tab/>
        <w:t>2.025e0</w:t>
      </w:r>
    </w:p>
    <w:p w:rsidR="00F96531" w:rsidRDefault="00F96531" w:rsidP="00F96531">
      <w:r>
        <w:t>321.3832</w:t>
      </w:r>
      <w:r>
        <w:tab/>
        <w:t>1.013e0</w:t>
      </w:r>
    </w:p>
    <w:p w:rsidR="00F96531" w:rsidRDefault="00F96531" w:rsidP="00F96531">
      <w:r>
        <w:t>321.3983</w:t>
      </w:r>
      <w:r>
        <w:tab/>
        <w:t>1.013e0</w:t>
      </w:r>
    </w:p>
    <w:p w:rsidR="00F96531" w:rsidRDefault="00F96531" w:rsidP="00F96531">
      <w:r>
        <w:t>321.4007</w:t>
      </w:r>
      <w:r>
        <w:tab/>
        <w:t>1.278e0</w:t>
      </w:r>
    </w:p>
    <w:p w:rsidR="00F96531" w:rsidRDefault="00F96531" w:rsidP="00F96531">
      <w:r>
        <w:t>321.4021</w:t>
      </w:r>
      <w:r>
        <w:tab/>
        <w:t>1.013e0</w:t>
      </w:r>
    </w:p>
    <w:p w:rsidR="00F96531" w:rsidRDefault="00F96531" w:rsidP="00F96531">
      <w:r>
        <w:t>321.4225</w:t>
      </w:r>
      <w:r>
        <w:tab/>
        <w:t>1.013e0</w:t>
      </w:r>
    </w:p>
    <w:p w:rsidR="00F96531" w:rsidRDefault="00F96531" w:rsidP="00F96531">
      <w:r>
        <w:t>321.4292</w:t>
      </w:r>
      <w:r>
        <w:tab/>
        <w:t>2.025e0</w:t>
      </w:r>
    </w:p>
    <w:p w:rsidR="00F96531" w:rsidRDefault="00F96531" w:rsidP="00F96531">
      <w:r>
        <w:t>321.4601</w:t>
      </w:r>
      <w:r>
        <w:tab/>
        <w:t>1.013e0</w:t>
      </w:r>
    </w:p>
    <w:p w:rsidR="00F96531" w:rsidRDefault="00F96531" w:rsidP="00F96531">
      <w:r>
        <w:t>321.4736</w:t>
      </w:r>
      <w:r>
        <w:tab/>
        <w:t>1.013e0</w:t>
      </w:r>
    </w:p>
    <w:p w:rsidR="00F96531" w:rsidRDefault="00F96531" w:rsidP="00F96531">
      <w:r>
        <w:t>321.4791</w:t>
      </w:r>
      <w:r>
        <w:tab/>
        <w:t>1.013e0</w:t>
      </w:r>
    </w:p>
    <w:p w:rsidR="00F96531" w:rsidRDefault="00F96531" w:rsidP="00F96531">
      <w:r>
        <w:t>321.4922</w:t>
      </w:r>
      <w:r>
        <w:tab/>
        <w:t>2.025e0</w:t>
      </w:r>
    </w:p>
    <w:p w:rsidR="00F96531" w:rsidRDefault="00F96531" w:rsidP="00F96531">
      <w:r>
        <w:t>321.5182</w:t>
      </w:r>
      <w:r>
        <w:tab/>
        <w:t>1.013e0</w:t>
      </w:r>
    </w:p>
    <w:p w:rsidR="00F96531" w:rsidRDefault="00F96531" w:rsidP="00F96531">
      <w:r>
        <w:t>321.5559</w:t>
      </w:r>
      <w:r>
        <w:tab/>
        <w:t>1.013e0</w:t>
      </w:r>
    </w:p>
    <w:p w:rsidR="00F96531" w:rsidRDefault="00F96531" w:rsidP="00F96531">
      <w:r>
        <w:t>321.5632</w:t>
      </w:r>
      <w:r>
        <w:tab/>
        <w:t>1.013e0</w:t>
      </w:r>
    </w:p>
    <w:p w:rsidR="00F96531" w:rsidRDefault="00F96531" w:rsidP="00F96531">
      <w:r>
        <w:lastRenderedPageBreak/>
        <w:t>321.5646</w:t>
      </w:r>
      <w:r>
        <w:tab/>
        <w:t>1.013e0</w:t>
      </w:r>
    </w:p>
    <w:p w:rsidR="00F96531" w:rsidRDefault="00F96531" w:rsidP="00F96531">
      <w:r>
        <w:t>321.5705</w:t>
      </w:r>
      <w:r>
        <w:tab/>
        <w:t>1.013e0</w:t>
      </w:r>
    </w:p>
    <w:p w:rsidR="00F96531" w:rsidRDefault="00F96531" w:rsidP="00F96531">
      <w:r>
        <w:t>321.5763</w:t>
      </w:r>
      <w:r>
        <w:tab/>
        <w:t>1.013e0</w:t>
      </w:r>
    </w:p>
    <w:p w:rsidR="00F96531" w:rsidRDefault="00F96531" w:rsidP="00F96531">
      <w:r>
        <w:t>321.5787</w:t>
      </w:r>
      <w:r>
        <w:tab/>
        <w:t>1.013e0</w:t>
      </w:r>
    </w:p>
    <w:p w:rsidR="00F96531" w:rsidRDefault="00F96531" w:rsidP="00F96531">
      <w:r>
        <w:t>321.5981</w:t>
      </w:r>
      <w:r>
        <w:tab/>
        <w:t>1.013e0</w:t>
      </w:r>
    </w:p>
    <w:p w:rsidR="00F96531" w:rsidRDefault="00F96531" w:rsidP="00F96531">
      <w:r>
        <w:t>321.6111</w:t>
      </w:r>
      <w:r>
        <w:tab/>
        <w:t>1.013e0</w:t>
      </w:r>
    </w:p>
    <w:p w:rsidR="00F96531" w:rsidRDefault="00F96531" w:rsidP="00F96531">
      <w:r>
        <w:t>321.6169</w:t>
      </w:r>
      <w:r>
        <w:tab/>
        <w:t>2.025e0</w:t>
      </w:r>
    </w:p>
    <w:p w:rsidR="00F96531" w:rsidRDefault="00F96531" w:rsidP="00F96531">
      <w:r>
        <w:t>321.6213</w:t>
      </w:r>
      <w:r>
        <w:tab/>
        <w:t>1.013e0</w:t>
      </w:r>
    </w:p>
    <w:p w:rsidR="00F96531" w:rsidRDefault="00F96531" w:rsidP="00F96531">
      <w:r>
        <w:t>321.6285</w:t>
      </w:r>
      <w:r>
        <w:tab/>
        <w:t>1.013e0</w:t>
      </w:r>
    </w:p>
    <w:p w:rsidR="00F96531" w:rsidRDefault="00F96531" w:rsidP="00F96531">
      <w:r>
        <w:t>321.6837</w:t>
      </w:r>
      <w:r>
        <w:tab/>
        <w:t>1.013e0</w:t>
      </w:r>
    </w:p>
    <w:p w:rsidR="00F96531" w:rsidRDefault="00F96531" w:rsidP="00F96531">
      <w:r>
        <w:t>321.7140</w:t>
      </w:r>
      <w:r>
        <w:tab/>
        <w:t>3.038e0</w:t>
      </w:r>
    </w:p>
    <w:p w:rsidR="00F96531" w:rsidRDefault="00F96531" w:rsidP="00F96531">
      <w:r>
        <w:t>321.7215</w:t>
      </w:r>
      <w:r>
        <w:tab/>
        <w:t>1.013e0</w:t>
      </w:r>
    </w:p>
    <w:p w:rsidR="00F96531" w:rsidRDefault="00F96531" w:rsidP="00F96531">
      <w:r>
        <w:t>321.7305</w:t>
      </w:r>
      <w:r>
        <w:tab/>
        <w:t>2.025e0</w:t>
      </w:r>
    </w:p>
    <w:p w:rsidR="00F96531" w:rsidRDefault="00F96531" w:rsidP="00F96531">
      <w:r>
        <w:t>321.7755</w:t>
      </w:r>
      <w:r>
        <w:tab/>
        <w:t>4.051e0</w:t>
      </w:r>
    </w:p>
    <w:p w:rsidR="00F96531" w:rsidRDefault="00F96531" w:rsidP="00F96531">
      <w:r>
        <w:t>321.8226</w:t>
      </w:r>
      <w:r>
        <w:tab/>
        <w:t>1.013e0</w:t>
      </w:r>
    </w:p>
    <w:p w:rsidR="00F96531" w:rsidRDefault="00F96531" w:rsidP="00F96531">
      <w:r>
        <w:t>321.8632</w:t>
      </w:r>
      <w:r>
        <w:tab/>
        <w:t>2.025e0</w:t>
      </w:r>
    </w:p>
    <w:p w:rsidR="00F96531" w:rsidRDefault="00F96531" w:rsidP="00F96531">
      <w:r>
        <w:t>321.8737</w:t>
      </w:r>
      <w:r>
        <w:tab/>
        <w:t>1.013e0</w:t>
      </w:r>
    </w:p>
    <w:p w:rsidR="00F96531" w:rsidRDefault="00F96531" w:rsidP="00F96531">
      <w:r>
        <w:t>321.8900</w:t>
      </w:r>
      <w:r>
        <w:tab/>
        <w:t>1.013e0</w:t>
      </w:r>
    </w:p>
    <w:p w:rsidR="00F96531" w:rsidRDefault="00F96531" w:rsidP="00F96531">
      <w:r>
        <w:t>321.9177</w:t>
      </w:r>
      <w:r>
        <w:tab/>
        <w:t>1.013e0</w:t>
      </w:r>
    </w:p>
    <w:p w:rsidR="00F96531" w:rsidRDefault="00F96531" w:rsidP="00F96531">
      <w:r>
        <w:lastRenderedPageBreak/>
        <w:t>321.9222</w:t>
      </w:r>
      <w:r>
        <w:tab/>
        <w:t>1.013e0</w:t>
      </w:r>
    </w:p>
    <w:p w:rsidR="00F96531" w:rsidRDefault="00F96531" w:rsidP="00F96531">
      <w:r>
        <w:t>321.9281</w:t>
      </w:r>
      <w:r>
        <w:tab/>
        <w:t>2.025e0</w:t>
      </w:r>
    </w:p>
    <w:p w:rsidR="00F96531" w:rsidRDefault="00F96531" w:rsidP="00F96531">
      <w:r>
        <w:t>321.9642</w:t>
      </w:r>
      <w:r>
        <w:tab/>
        <w:t>1.013e0</w:t>
      </w:r>
    </w:p>
    <w:p w:rsidR="00F96531" w:rsidRDefault="00F96531" w:rsidP="00F96531">
      <w:r>
        <w:t>321.9683</w:t>
      </w:r>
      <w:r>
        <w:tab/>
        <w:t>2.025e0</w:t>
      </w:r>
    </w:p>
    <w:p w:rsidR="00F96531" w:rsidRDefault="00F96531" w:rsidP="00F96531">
      <w:r>
        <w:t>321.9956</w:t>
      </w:r>
      <w:r>
        <w:tab/>
        <w:t>2.025e0</w:t>
      </w:r>
    </w:p>
    <w:p w:rsidR="00F96531" w:rsidRDefault="00F96531" w:rsidP="00F96531">
      <w:r>
        <w:t>322.0005</w:t>
      </w:r>
      <w:r>
        <w:tab/>
        <w:t>1.013e0</w:t>
      </w:r>
    </w:p>
    <w:p w:rsidR="00F96531" w:rsidRDefault="00F96531" w:rsidP="00F96531">
      <w:r>
        <w:t>322.0044</w:t>
      </w:r>
      <w:r>
        <w:tab/>
        <w:t>1.013e0</w:t>
      </w:r>
    </w:p>
    <w:p w:rsidR="00F96531" w:rsidRDefault="00F96531" w:rsidP="00F96531">
      <w:r>
        <w:t>322.0085</w:t>
      </w:r>
      <w:r>
        <w:tab/>
        <w:t>1.013e0</w:t>
      </w:r>
    </w:p>
    <w:p w:rsidR="00F96531" w:rsidRDefault="00F96531" w:rsidP="00F96531">
      <w:r>
        <w:t>322.0327</w:t>
      </w:r>
      <w:r>
        <w:tab/>
        <w:t>1.013e0</w:t>
      </w:r>
    </w:p>
    <w:p w:rsidR="00F96531" w:rsidRDefault="00F96531" w:rsidP="00F96531">
      <w:r>
        <w:t>322.0409</w:t>
      </w:r>
      <w:r>
        <w:tab/>
        <w:t>2.025e0</w:t>
      </w:r>
    </w:p>
    <w:p w:rsidR="00F96531" w:rsidRDefault="00F96531" w:rsidP="00F96531">
      <w:r>
        <w:t>322.0432</w:t>
      </w:r>
      <w:r>
        <w:tab/>
        <w:t>2.134e0</w:t>
      </w:r>
    </w:p>
    <w:p w:rsidR="00F96531" w:rsidRDefault="00F96531" w:rsidP="00F96531">
      <w:r>
        <w:t>322.0529</w:t>
      </w:r>
      <w:r>
        <w:tab/>
        <w:t>1.013e0</w:t>
      </w:r>
    </w:p>
    <w:p w:rsidR="00F96531" w:rsidRDefault="00F96531" w:rsidP="00F96531">
      <w:r>
        <w:t>322.0577</w:t>
      </w:r>
      <w:r>
        <w:tab/>
        <w:t>1.669e0</w:t>
      </w:r>
    </w:p>
    <w:p w:rsidR="00F96531" w:rsidRDefault="00F96531" w:rsidP="00F96531">
      <w:r>
        <w:t>322.0704</w:t>
      </w:r>
      <w:r>
        <w:tab/>
        <w:t>5.063e0</w:t>
      </w:r>
    </w:p>
    <w:p w:rsidR="00F96531" w:rsidRDefault="00F96531" w:rsidP="00F96531">
      <w:r>
        <w:t>322.0839</w:t>
      </w:r>
      <w:r>
        <w:tab/>
        <w:t>2.025e0</w:t>
      </w:r>
    </w:p>
    <w:p w:rsidR="00F96531" w:rsidRDefault="00F96531" w:rsidP="00F96531">
      <w:r>
        <w:t>322.0872</w:t>
      </w:r>
      <w:r>
        <w:tab/>
        <w:t>3.038e0</w:t>
      </w:r>
    </w:p>
    <w:p w:rsidR="00F96531" w:rsidRDefault="00F96531" w:rsidP="00F96531">
      <w:r>
        <w:t>322.1005</w:t>
      </w:r>
      <w:r>
        <w:tab/>
        <w:t>3.947e0</w:t>
      </w:r>
    </w:p>
    <w:p w:rsidR="00F96531" w:rsidRDefault="00F96531" w:rsidP="00F96531">
      <w:r>
        <w:t>322.1070</w:t>
      </w:r>
      <w:r>
        <w:tab/>
        <w:t>1.932e0</w:t>
      </w:r>
    </w:p>
    <w:p w:rsidR="00F96531" w:rsidRDefault="00F96531" w:rsidP="00F96531">
      <w:r>
        <w:t>322.1136</w:t>
      </w:r>
      <w:r>
        <w:tab/>
        <w:t>1.013e0</w:t>
      </w:r>
    </w:p>
    <w:p w:rsidR="00F96531" w:rsidRDefault="00F96531" w:rsidP="00F96531">
      <w:r>
        <w:lastRenderedPageBreak/>
        <w:t>322.1405</w:t>
      </w:r>
      <w:r>
        <w:tab/>
        <w:t>1.013e0</w:t>
      </w:r>
    </w:p>
    <w:p w:rsidR="00F96531" w:rsidRDefault="00F96531" w:rsidP="00F96531">
      <w:r>
        <w:t>322.1525</w:t>
      </w:r>
      <w:r>
        <w:tab/>
        <w:t>2.280e0</w:t>
      </w:r>
    </w:p>
    <w:p w:rsidR="00F96531" w:rsidRDefault="00F96531" w:rsidP="00F96531">
      <w:r>
        <w:t>322.1593</w:t>
      </w:r>
      <w:r>
        <w:tab/>
        <w:t>8.348e0</w:t>
      </w:r>
    </w:p>
    <w:p w:rsidR="00F96531" w:rsidRDefault="00F96531" w:rsidP="00F96531">
      <w:r>
        <w:t>322.1808</w:t>
      </w:r>
      <w:r>
        <w:tab/>
        <w:t>1.013e0</w:t>
      </w:r>
    </w:p>
    <w:p w:rsidR="00F96531" w:rsidRDefault="00F96531" w:rsidP="00F96531">
      <w:r>
        <w:t>322.1831</w:t>
      </w:r>
      <w:r>
        <w:tab/>
        <w:t>2.025e0</w:t>
      </w:r>
    </w:p>
    <w:p w:rsidR="00F96531" w:rsidRDefault="00F96531" w:rsidP="00F96531">
      <w:r>
        <w:t>322.1851</w:t>
      </w:r>
      <w:r>
        <w:tab/>
        <w:t>6.184e0</w:t>
      </w:r>
    </w:p>
    <w:p w:rsidR="00F96531" w:rsidRDefault="00F96531" w:rsidP="00F96531">
      <w:r>
        <w:t>322.2089</w:t>
      </w:r>
      <w:r>
        <w:tab/>
        <w:t>6.687e0</w:t>
      </w:r>
    </w:p>
    <w:p w:rsidR="00F96531" w:rsidRDefault="00F96531" w:rsidP="00F96531">
      <w:r>
        <w:t>322.2104</w:t>
      </w:r>
      <w:r>
        <w:tab/>
        <w:t>5.640e0</w:t>
      </w:r>
    </w:p>
    <w:p w:rsidR="00F96531" w:rsidRDefault="00F96531" w:rsidP="00F96531">
      <w:r>
        <w:t>322.2168</w:t>
      </w:r>
      <w:r>
        <w:tab/>
        <w:t>2.025e0</w:t>
      </w:r>
    </w:p>
    <w:p w:rsidR="00F96531" w:rsidRDefault="00F96531" w:rsidP="00F96531">
      <w:r>
        <w:t>322.2435</w:t>
      </w:r>
      <w:r>
        <w:tab/>
        <w:t>2.025e0</w:t>
      </w:r>
    </w:p>
    <w:p w:rsidR="00F96531" w:rsidRDefault="00F96531" w:rsidP="00F96531">
      <w:r>
        <w:t>322.2495</w:t>
      </w:r>
      <w:r>
        <w:tab/>
        <w:t>1.013e0</w:t>
      </w:r>
    </w:p>
    <w:p w:rsidR="00F96531" w:rsidRDefault="00F96531" w:rsidP="00F96531">
      <w:r>
        <w:t>322.2623</w:t>
      </w:r>
      <w:r>
        <w:tab/>
        <w:t>1.013e0</w:t>
      </w:r>
    </w:p>
    <w:p w:rsidR="00F96531" w:rsidRDefault="00F96531" w:rsidP="00F96531">
      <w:r>
        <w:t>322.2643</w:t>
      </w:r>
      <w:r>
        <w:tab/>
        <w:t>2.025e0</w:t>
      </w:r>
    </w:p>
    <w:p w:rsidR="00F96531" w:rsidRDefault="00F96531" w:rsidP="00F96531">
      <w:r>
        <w:t>322.2830</w:t>
      </w:r>
      <w:r>
        <w:tab/>
        <w:t>2.025e0</w:t>
      </w:r>
    </w:p>
    <w:p w:rsidR="00F96531" w:rsidRDefault="00F96531" w:rsidP="00F96531">
      <w:r>
        <w:t>322.2900</w:t>
      </w:r>
      <w:r>
        <w:tab/>
        <w:t>1.013e0</w:t>
      </w:r>
    </w:p>
    <w:p w:rsidR="00F96531" w:rsidRDefault="00F96531" w:rsidP="00F96531">
      <w:r>
        <w:t>322.3034</w:t>
      </w:r>
      <w:r>
        <w:tab/>
        <w:t>1.013e0</w:t>
      </w:r>
    </w:p>
    <w:p w:rsidR="00F96531" w:rsidRDefault="00F96531" w:rsidP="00F96531">
      <w:r>
        <w:t>322.3198</w:t>
      </w:r>
      <w:r>
        <w:tab/>
        <w:t>1.013e0</w:t>
      </w:r>
    </w:p>
    <w:p w:rsidR="00F96531" w:rsidRDefault="00F96531" w:rsidP="00F96531">
      <w:r>
        <w:t>322.3612</w:t>
      </w:r>
      <w:r>
        <w:tab/>
        <w:t>1.013e0</w:t>
      </w:r>
    </w:p>
    <w:p w:rsidR="00F96531" w:rsidRDefault="00F96531" w:rsidP="00F96531">
      <w:r>
        <w:t>322.3790</w:t>
      </w:r>
      <w:r>
        <w:tab/>
        <w:t>1.013e0</w:t>
      </w:r>
    </w:p>
    <w:p w:rsidR="00F96531" w:rsidRDefault="00F96531" w:rsidP="00F96531">
      <w:r>
        <w:lastRenderedPageBreak/>
        <w:t>322.3891</w:t>
      </w:r>
      <w:r>
        <w:tab/>
        <w:t>2.025e0</w:t>
      </w:r>
    </w:p>
    <w:p w:rsidR="00F96531" w:rsidRDefault="00F96531" w:rsidP="00F96531">
      <w:r>
        <w:t>322.3948</w:t>
      </w:r>
      <w:r>
        <w:tab/>
        <w:t>1.013e0</w:t>
      </w:r>
    </w:p>
    <w:p w:rsidR="00F96531" w:rsidRDefault="00F96531" w:rsidP="00F96531">
      <w:r>
        <w:t>322.4361</w:t>
      </w:r>
      <w:r>
        <w:tab/>
        <w:t>4.051e0</w:t>
      </w:r>
    </w:p>
    <w:p w:rsidR="00F96531" w:rsidRDefault="00F96531" w:rsidP="00F96531">
      <w:r>
        <w:t>322.4532</w:t>
      </w:r>
      <w:r>
        <w:tab/>
        <w:t>1.013e0</w:t>
      </w:r>
    </w:p>
    <w:p w:rsidR="00F96531" w:rsidRDefault="00F96531" w:rsidP="00F96531">
      <w:r>
        <w:t>322.4942</w:t>
      </w:r>
      <w:r>
        <w:tab/>
        <w:t>2.025e0</w:t>
      </w:r>
    </w:p>
    <w:p w:rsidR="00F96531" w:rsidRDefault="00F96531" w:rsidP="00F96531">
      <w:r>
        <w:t>322.5138</w:t>
      </w:r>
      <w:r>
        <w:tab/>
        <w:t>1.013e0</w:t>
      </w:r>
    </w:p>
    <w:p w:rsidR="00F96531" w:rsidRDefault="00F96531" w:rsidP="00F96531">
      <w:r>
        <w:t>322.5185</w:t>
      </w:r>
      <w:r>
        <w:tab/>
        <w:t>1.013e0</w:t>
      </w:r>
    </w:p>
    <w:p w:rsidR="00F96531" w:rsidRDefault="00F96531" w:rsidP="00F96531">
      <w:r>
        <w:t>322.5216</w:t>
      </w:r>
      <w:r>
        <w:tab/>
        <w:t>2.025e0</w:t>
      </w:r>
    </w:p>
    <w:p w:rsidR="00F96531" w:rsidRDefault="00F96531" w:rsidP="00F96531">
      <w:r>
        <w:t>322.5520</w:t>
      </w:r>
      <w:r>
        <w:tab/>
        <w:t>1.013e0</w:t>
      </w:r>
    </w:p>
    <w:p w:rsidR="00F96531" w:rsidRDefault="00F96531" w:rsidP="00F96531">
      <w:r>
        <w:t>322.5931</w:t>
      </w:r>
      <w:r>
        <w:tab/>
        <w:t>1.013e0</w:t>
      </w:r>
    </w:p>
    <w:p w:rsidR="00F96531" w:rsidRDefault="00F96531" w:rsidP="00F96531">
      <w:r>
        <w:t>322.6109</w:t>
      </w:r>
      <w:r>
        <w:tab/>
        <w:t>2.025e0</w:t>
      </w:r>
    </w:p>
    <w:p w:rsidR="00F96531" w:rsidRDefault="00F96531" w:rsidP="00F96531">
      <w:r>
        <w:t>322.6149</w:t>
      </w:r>
      <w:r>
        <w:tab/>
        <w:t>1.013e0</w:t>
      </w:r>
    </w:p>
    <w:p w:rsidR="00F96531" w:rsidRDefault="00F96531" w:rsidP="00F96531">
      <w:r>
        <w:t>322.6391</w:t>
      </w:r>
      <w:r>
        <w:tab/>
        <w:t>1.013e0</w:t>
      </w:r>
    </w:p>
    <w:p w:rsidR="00F96531" w:rsidRDefault="00F96531" w:rsidP="00F96531">
      <w:r>
        <w:t>322.6694</w:t>
      </w:r>
      <w:r>
        <w:tab/>
        <w:t>4.051e0</w:t>
      </w:r>
    </w:p>
    <w:p w:rsidR="00F96531" w:rsidRDefault="00F96531" w:rsidP="00F96531">
      <w:r>
        <w:t>322.6743</w:t>
      </w:r>
      <w:r>
        <w:tab/>
        <w:t>1.013e0</w:t>
      </w:r>
    </w:p>
    <w:p w:rsidR="00F96531" w:rsidRDefault="00F96531" w:rsidP="00F96531">
      <w:r>
        <w:t>322.6801</w:t>
      </w:r>
      <w:r>
        <w:tab/>
        <w:t>1.013e0</w:t>
      </w:r>
    </w:p>
    <w:p w:rsidR="00F96531" w:rsidRDefault="00F96531" w:rsidP="00F96531">
      <w:r>
        <w:t>322.7035</w:t>
      </w:r>
      <w:r>
        <w:tab/>
        <w:t>1.013e0</w:t>
      </w:r>
    </w:p>
    <w:p w:rsidR="00F96531" w:rsidRDefault="00F96531" w:rsidP="00F96531">
      <w:r>
        <w:t>322.7107</w:t>
      </w:r>
      <w:r>
        <w:tab/>
        <w:t>1.013e0</w:t>
      </w:r>
    </w:p>
    <w:p w:rsidR="00F96531" w:rsidRDefault="00F96531" w:rsidP="00F96531">
      <w:r>
        <w:t>322.7131</w:t>
      </w:r>
      <w:r>
        <w:tab/>
        <w:t>2.025e0</w:t>
      </w:r>
    </w:p>
    <w:p w:rsidR="00F96531" w:rsidRDefault="00F96531" w:rsidP="00F96531">
      <w:r>
        <w:lastRenderedPageBreak/>
        <w:t>322.7265</w:t>
      </w:r>
      <w:r>
        <w:tab/>
        <w:t>2.025e0</w:t>
      </w:r>
    </w:p>
    <w:p w:rsidR="00F96531" w:rsidRDefault="00F96531" w:rsidP="00F96531">
      <w:r>
        <w:t>322.7470</w:t>
      </w:r>
      <w:r>
        <w:tab/>
        <w:t>2.025e0</w:t>
      </w:r>
    </w:p>
    <w:p w:rsidR="00F96531" w:rsidRDefault="00F96531" w:rsidP="00F96531">
      <w:r>
        <w:t>322.7748</w:t>
      </w:r>
      <w:r>
        <w:tab/>
        <w:t>2.025e0</w:t>
      </w:r>
    </w:p>
    <w:p w:rsidR="00F96531" w:rsidRDefault="00F96531" w:rsidP="00F96531">
      <w:r>
        <w:t>322.7806</w:t>
      </w:r>
      <w:r>
        <w:tab/>
        <w:t>2.025e0</w:t>
      </w:r>
    </w:p>
    <w:p w:rsidR="00F96531" w:rsidRDefault="00F96531" w:rsidP="00F96531">
      <w:r>
        <w:t>322.7850</w:t>
      </w:r>
      <w:r>
        <w:tab/>
        <w:t>1.013e0</w:t>
      </w:r>
    </w:p>
    <w:p w:rsidR="00F96531" w:rsidRDefault="00F96531" w:rsidP="00F96531">
      <w:r>
        <w:t>322.8098</w:t>
      </w:r>
      <w:r>
        <w:tab/>
        <w:t>1.013e0</w:t>
      </w:r>
    </w:p>
    <w:p w:rsidR="00F96531" w:rsidRDefault="00F96531" w:rsidP="00F96531">
      <w:r>
        <w:t>322.8239</w:t>
      </w:r>
      <w:r>
        <w:tab/>
        <w:t>2.025e0</w:t>
      </w:r>
    </w:p>
    <w:p w:rsidR="00F96531" w:rsidRDefault="00F96531" w:rsidP="00F96531">
      <w:r>
        <w:t>322.8279</w:t>
      </w:r>
      <w:r>
        <w:tab/>
        <w:t>1.013e0</w:t>
      </w:r>
    </w:p>
    <w:p w:rsidR="00F96531" w:rsidRDefault="00F96531" w:rsidP="00F96531">
      <w:r>
        <w:t>322.8389</w:t>
      </w:r>
      <w:r>
        <w:tab/>
        <w:t>1.013e0</w:t>
      </w:r>
    </w:p>
    <w:p w:rsidR="00F96531" w:rsidRDefault="00F96531" w:rsidP="00F96531">
      <w:r>
        <w:t>322.8467</w:t>
      </w:r>
      <w:r>
        <w:tab/>
        <w:t>2.025e0</w:t>
      </w:r>
    </w:p>
    <w:p w:rsidR="00F96531" w:rsidRDefault="00F96531" w:rsidP="00F96531">
      <w:r>
        <w:t>322.8495</w:t>
      </w:r>
      <w:r>
        <w:tab/>
        <w:t>1.013e0</w:t>
      </w:r>
    </w:p>
    <w:p w:rsidR="00F96531" w:rsidRDefault="00F96531" w:rsidP="00F96531">
      <w:r>
        <w:t>322.8819</w:t>
      </w:r>
      <w:r>
        <w:tab/>
        <w:t>1.013e0</w:t>
      </w:r>
    </w:p>
    <w:p w:rsidR="00F96531" w:rsidRDefault="00F96531" w:rsidP="00F96531">
      <w:r>
        <w:t>322.8900</w:t>
      </w:r>
      <w:r>
        <w:tab/>
        <w:t>1.013e0</w:t>
      </w:r>
    </w:p>
    <w:p w:rsidR="00F96531" w:rsidRDefault="00F96531" w:rsidP="00F96531">
      <w:r>
        <w:t>322.8914</w:t>
      </w:r>
      <w:r>
        <w:tab/>
        <w:t>1.013e0</w:t>
      </w:r>
    </w:p>
    <w:p w:rsidR="00F96531" w:rsidRDefault="00F96531" w:rsidP="00F96531">
      <w:r>
        <w:t>322.9205</w:t>
      </w:r>
      <w:r>
        <w:tab/>
        <w:t>1.013e0</w:t>
      </w:r>
    </w:p>
    <w:p w:rsidR="00F96531" w:rsidRDefault="00F96531" w:rsidP="00F96531">
      <w:r>
        <w:t>322.9220</w:t>
      </w:r>
      <w:r>
        <w:tab/>
        <w:t>2.025e0</w:t>
      </w:r>
    </w:p>
    <w:p w:rsidR="00F96531" w:rsidRDefault="00F96531" w:rsidP="00F96531">
      <w:r>
        <w:t>322.9289</w:t>
      </w:r>
      <w:r>
        <w:tab/>
        <w:t>1.039e0</w:t>
      </w:r>
    </w:p>
    <w:p w:rsidR="00F96531" w:rsidRDefault="00F96531" w:rsidP="00F96531">
      <w:r>
        <w:t>322.9566</w:t>
      </w:r>
      <w:r>
        <w:tab/>
        <w:t>2.025e0</w:t>
      </w:r>
    </w:p>
    <w:p w:rsidR="00F96531" w:rsidRDefault="00F96531" w:rsidP="00F96531">
      <w:r>
        <w:t>322.9791</w:t>
      </w:r>
      <w:r>
        <w:tab/>
        <w:t>2.025e0</w:t>
      </w:r>
    </w:p>
    <w:p w:rsidR="00F96531" w:rsidRDefault="00F96531" w:rsidP="00F96531">
      <w:r>
        <w:lastRenderedPageBreak/>
        <w:t>322.9829</w:t>
      </w:r>
      <w:r>
        <w:tab/>
        <w:t>1.013e0</w:t>
      </w:r>
    </w:p>
    <w:p w:rsidR="00F96531" w:rsidRDefault="00F96531" w:rsidP="00F96531">
      <w:r>
        <w:t>322.9870</w:t>
      </w:r>
      <w:r>
        <w:tab/>
        <w:t>3.038e0</w:t>
      </w:r>
    </w:p>
    <w:p w:rsidR="00F96531" w:rsidRDefault="00F96531" w:rsidP="00F96531">
      <w:r>
        <w:t>323.0021</w:t>
      </w:r>
      <w:r>
        <w:tab/>
        <w:t>1.013e0</w:t>
      </w:r>
    </w:p>
    <w:p w:rsidR="00F96531" w:rsidRDefault="00F96531" w:rsidP="00F96531">
      <w:r>
        <w:t>323.0125</w:t>
      </w:r>
      <w:r>
        <w:tab/>
        <w:t>1.832e0</w:t>
      </w:r>
    </w:p>
    <w:p w:rsidR="00F96531" w:rsidRDefault="00F96531" w:rsidP="00F96531">
      <w:r>
        <w:t>323.0179</w:t>
      </w:r>
      <w:r>
        <w:tab/>
        <w:t>2.025e0</w:t>
      </w:r>
    </w:p>
    <w:p w:rsidR="00F96531" w:rsidRDefault="00F96531" w:rsidP="00F96531">
      <w:r>
        <w:t>323.0208</w:t>
      </w:r>
      <w:r>
        <w:tab/>
        <w:t>4.425e0</w:t>
      </w:r>
    </w:p>
    <w:p w:rsidR="00F96531" w:rsidRDefault="00F96531" w:rsidP="00F96531">
      <w:r>
        <w:t>323.0396</w:t>
      </w:r>
      <w:r>
        <w:tab/>
        <w:t>1.013e0</w:t>
      </w:r>
    </w:p>
    <w:p w:rsidR="00F96531" w:rsidRDefault="00F96531" w:rsidP="00F96531">
      <w:r>
        <w:t>323.0426</w:t>
      </w:r>
      <w:r>
        <w:tab/>
        <w:t>3.038e0</w:t>
      </w:r>
    </w:p>
    <w:p w:rsidR="00F96531" w:rsidRDefault="00F96531" w:rsidP="00F96531">
      <w:r>
        <w:t>323.0599</w:t>
      </w:r>
      <w:r>
        <w:tab/>
        <w:t>2.021e0</w:t>
      </w:r>
    </w:p>
    <w:p w:rsidR="00F96531" w:rsidRDefault="00F96531" w:rsidP="00F96531">
      <w:r>
        <w:t>323.0721</w:t>
      </w:r>
      <w:r>
        <w:tab/>
        <w:t>1.013e0</w:t>
      </w:r>
    </w:p>
    <w:p w:rsidR="00F96531" w:rsidRDefault="00F96531" w:rsidP="00F96531">
      <w:r>
        <w:t>323.1413</w:t>
      </w:r>
      <w:r>
        <w:tab/>
        <w:t>9.317e0</w:t>
      </w:r>
    </w:p>
    <w:p w:rsidR="00F96531" w:rsidRDefault="00F96531" w:rsidP="00F96531">
      <w:r>
        <w:t>323.1432</w:t>
      </w:r>
      <w:r>
        <w:tab/>
        <w:t>8.101e0</w:t>
      </w:r>
    </w:p>
    <w:p w:rsidR="00F96531" w:rsidRDefault="00F96531" w:rsidP="00F96531">
      <w:r>
        <w:t>323.1509</w:t>
      </w:r>
      <w:r>
        <w:tab/>
        <w:t>3.493e1</w:t>
      </w:r>
    </w:p>
    <w:p w:rsidR="00F96531" w:rsidRDefault="00F96531" w:rsidP="00F96531">
      <w:r>
        <w:t>323.1526</w:t>
      </w:r>
      <w:r>
        <w:tab/>
        <w:t>1.325e1</w:t>
      </w:r>
    </w:p>
    <w:p w:rsidR="00F96531" w:rsidRDefault="00F96531" w:rsidP="00F96531">
      <w:r>
        <w:t>323.1588</w:t>
      </w:r>
      <w:r>
        <w:tab/>
        <w:t>2.265e1</w:t>
      </w:r>
    </w:p>
    <w:p w:rsidR="00F96531" w:rsidRDefault="00F96531" w:rsidP="00F96531">
      <w:r>
        <w:t>323.1602</w:t>
      </w:r>
      <w:r>
        <w:tab/>
        <w:t>1.283e1</w:t>
      </w:r>
    </w:p>
    <w:p w:rsidR="00F96531" w:rsidRDefault="00F96531" w:rsidP="00F96531">
      <w:r>
        <w:t>323.1703</w:t>
      </w:r>
      <w:r>
        <w:tab/>
        <w:t>1.418e1</w:t>
      </w:r>
    </w:p>
    <w:p w:rsidR="00F96531" w:rsidRDefault="00F96531" w:rsidP="00F96531">
      <w:r>
        <w:t>323.1749</w:t>
      </w:r>
      <w:r>
        <w:tab/>
        <w:t>5.872e0</w:t>
      </w:r>
    </w:p>
    <w:p w:rsidR="00F96531" w:rsidRDefault="00F96531" w:rsidP="00F96531">
      <w:r>
        <w:t>323.1873</w:t>
      </w:r>
      <w:r>
        <w:tab/>
        <w:t>4.051e0</w:t>
      </w:r>
    </w:p>
    <w:p w:rsidR="00F96531" w:rsidRDefault="00F96531" w:rsidP="00F96531">
      <w:r>
        <w:lastRenderedPageBreak/>
        <w:t>323.2202</w:t>
      </w:r>
      <w:r>
        <w:tab/>
        <w:t>2.805e0</w:t>
      </w:r>
    </w:p>
    <w:p w:rsidR="00F96531" w:rsidRDefault="00F96531" w:rsidP="00F96531">
      <w:r>
        <w:t>323.2236</w:t>
      </w:r>
      <w:r>
        <w:tab/>
        <w:t>4.929e0</w:t>
      </w:r>
    </w:p>
    <w:p w:rsidR="00F96531" w:rsidRDefault="00F96531" w:rsidP="00F96531">
      <w:r>
        <w:t>323.2296</w:t>
      </w:r>
      <w:r>
        <w:tab/>
        <w:t>3.038e0</w:t>
      </w:r>
    </w:p>
    <w:p w:rsidR="00F96531" w:rsidRDefault="00F96531" w:rsidP="00F96531">
      <w:r>
        <w:t>323.2503</w:t>
      </w:r>
      <w:r>
        <w:tab/>
        <w:t>2.025e0</w:t>
      </w:r>
    </w:p>
    <w:p w:rsidR="00F96531" w:rsidRDefault="00F96531" w:rsidP="00F96531">
      <w:r>
        <w:t>323.2525</w:t>
      </w:r>
      <w:r>
        <w:tab/>
        <w:t>1.013e0</w:t>
      </w:r>
    </w:p>
    <w:p w:rsidR="00F96531" w:rsidRDefault="00F96531" w:rsidP="00F96531">
      <w:r>
        <w:t>323.2601</w:t>
      </w:r>
      <w:r>
        <w:tab/>
        <w:t>5.063e0</w:t>
      </w:r>
    </w:p>
    <w:p w:rsidR="00F96531" w:rsidRDefault="00F96531" w:rsidP="00F96531">
      <w:r>
        <w:t>323.2647</w:t>
      </w:r>
      <w:r>
        <w:tab/>
        <w:t>2.513e0</w:t>
      </w:r>
    </w:p>
    <w:p w:rsidR="00F96531" w:rsidRDefault="00F96531" w:rsidP="00F96531">
      <w:r>
        <w:t>323.2869</w:t>
      </w:r>
      <w:r>
        <w:tab/>
        <w:t>2.025e0</w:t>
      </w:r>
    </w:p>
    <w:p w:rsidR="00F96531" w:rsidRDefault="00F96531" w:rsidP="00F96531">
      <w:r>
        <w:t>323.2961</w:t>
      </w:r>
      <w:r>
        <w:tab/>
        <w:t>3.038e0</w:t>
      </w:r>
    </w:p>
    <w:p w:rsidR="00F96531" w:rsidRDefault="00F96531" w:rsidP="00F96531">
      <w:r>
        <w:t>323.3057</w:t>
      </w:r>
      <w:r>
        <w:tab/>
        <w:t>2.025e0</w:t>
      </w:r>
    </w:p>
    <w:p w:rsidR="00F96531" w:rsidRDefault="00F96531" w:rsidP="00F96531">
      <w:r>
        <w:t>323.3080</w:t>
      </w:r>
      <w:r>
        <w:tab/>
        <w:t>2.025e0</w:t>
      </w:r>
    </w:p>
    <w:p w:rsidR="00F96531" w:rsidRDefault="00F96531" w:rsidP="00F96531">
      <w:r>
        <w:t>323.3267</w:t>
      </w:r>
      <w:r>
        <w:tab/>
        <w:t>1.013e0</w:t>
      </w:r>
    </w:p>
    <w:p w:rsidR="00F96531" w:rsidRDefault="00F96531" w:rsidP="00F96531">
      <w:r>
        <w:t>323.3333</w:t>
      </w:r>
      <w:r>
        <w:tab/>
        <w:t>2.025e0</w:t>
      </w:r>
    </w:p>
    <w:p w:rsidR="00F96531" w:rsidRDefault="00F96531" w:rsidP="00F96531">
      <w:r>
        <w:t>323.3429</w:t>
      </w:r>
      <w:r>
        <w:tab/>
        <w:t>2.025e0</w:t>
      </w:r>
    </w:p>
    <w:p w:rsidR="00F96531" w:rsidRDefault="00F96531" w:rsidP="00F96531">
      <w:r>
        <w:t>323.3463</w:t>
      </w:r>
      <w:r>
        <w:tab/>
        <w:t>1.013e0</w:t>
      </w:r>
    </w:p>
    <w:p w:rsidR="00F96531" w:rsidRDefault="00F96531" w:rsidP="00F96531">
      <w:r>
        <w:t>323.3683</w:t>
      </w:r>
      <w:r>
        <w:tab/>
        <w:t>1.013e0</w:t>
      </w:r>
    </w:p>
    <w:p w:rsidR="00F96531" w:rsidRDefault="00F96531" w:rsidP="00F96531">
      <w:r>
        <w:t>323.3820</w:t>
      </w:r>
      <w:r>
        <w:tab/>
        <w:t>1.013e0</w:t>
      </w:r>
    </w:p>
    <w:p w:rsidR="00F96531" w:rsidRDefault="00F96531" w:rsidP="00F96531">
      <w:r>
        <w:t>323.4150</w:t>
      </w:r>
      <w:r>
        <w:tab/>
        <w:t>2.025e0</w:t>
      </w:r>
    </w:p>
    <w:p w:rsidR="00F96531" w:rsidRDefault="00F96531" w:rsidP="00F96531">
      <w:r>
        <w:t>323.4281</w:t>
      </w:r>
      <w:r>
        <w:tab/>
        <w:t>1.013e0</w:t>
      </w:r>
    </w:p>
    <w:p w:rsidR="00F96531" w:rsidRDefault="00F96531" w:rsidP="00F96531">
      <w:r>
        <w:lastRenderedPageBreak/>
        <w:t>323.4398</w:t>
      </w:r>
      <w:r>
        <w:tab/>
        <w:t>1.013e0</w:t>
      </w:r>
    </w:p>
    <w:p w:rsidR="00F96531" w:rsidRDefault="00F96531" w:rsidP="00F96531">
      <w:r>
        <w:t>323.4500</w:t>
      </w:r>
      <w:r>
        <w:tab/>
        <w:t>1.013e0</w:t>
      </w:r>
    </w:p>
    <w:p w:rsidR="00F96531" w:rsidRDefault="00F96531" w:rsidP="00F96531">
      <w:r>
        <w:t>323.4549</w:t>
      </w:r>
      <w:r>
        <w:tab/>
        <w:t>1.013e0</w:t>
      </w:r>
    </w:p>
    <w:p w:rsidR="00F96531" w:rsidRDefault="00F96531" w:rsidP="00F96531">
      <w:r>
        <w:t>323.4903</w:t>
      </w:r>
      <w:r>
        <w:tab/>
        <w:t>2.025e0</w:t>
      </w:r>
    </w:p>
    <w:p w:rsidR="00F96531" w:rsidRDefault="00F96531" w:rsidP="00F96531">
      <w:r>
        <w:t>323.5089</w:t>
      </w:r>
      <w:r>
        <w:tab/>
        <w:t>1.013e0</w:t>
      </w:r>
    </w:p>
    <w:p w:rsidR="00F96531" w:rsidRDefault="00F96531" w:rsidP="00F96531">
      <w:r>
        <w:t>323.5134</w:t>
      </w:r>
      <w:r>
        <w:tab/>
        <w:t>2.025e0</w:t>
      </w:r>
    </w:p>
    <w:p w:rsidR="00F96531" w:rsidRDefault="00F96531" w:rsidP="00F96531">
      <w:r>
        <w:t>323.5259</w:t>
      </w:r>
      <w:r>
        <w:tab/>
        <w:t>1.013e0</w:t>
      </w:r>
    </w:p>
    <w:p w:rsidR="00F96531" w:rsidRDefault="00F96531" w:rsidP="00F96531">
      <w:r>
        <w:t>323.5371</w:t>
      </w:r>
      <w:r>
        <w:tab/>
        <w:t>1.013e0</w:t>
      </w:r>
    </w:p>
    <w:p w:rsidR="00F96531" w:rsidRDefault="00F96531" w:rsidP="00F96531">
      <w:r>
        <w:t>323.5521</w:t>
      </w:r>
      <w:r>
        <w:tab/>
        <w:t>2.025e0</w:t>
      </w:r>
    </w:p>
    <w:p w:rsidR="00F96531" w:rsidRDefault="00F96531" w:rsidP="00F96531">
      <w:r>
        <w:t>323.5785</w:t>
      </w:r>
      <w:r>
        <w:tab/>
        <w:t>1.013e0</w:t>
      </w:r>
    </w:p>
    <w:p w:rsidR="00F96531" w:rsidRDefault="00F96531" w:rsidP="00F96531">
      <w:r>
        <w:t>323.5858</w:t>
      </w:r>
      <w:r>
        <w:tab/>
        <w:t>1.013e0</w:t>
      </w:r>
    </w:p>
    <w:p w:rsidR="00F96531" w:rsidRDefault="00F96531" w:rsidP="00F96531">
      <w:r>
        <w:t>323.5938</w:t>
      </w:r>
      <w:r>
        <w:tab/>
        <w:t>1.013e0</w:t>
      </w:r>
    </w:p>
    <w:p w:rsidR="00F96531" w:rsidRDefault="00F96531" w:rsidP="00F96531">
      <w:r>
        <w:t>323.6019</w:t>
      </w:r>
      <w:r>
        <w:tab/>
        <w:t>1.013e0</w:t>
      </w:r>
    </w:p>
    <w:p w:rsidR="00F96531" w:rsidRDefault="00F96531" w:rsidP="00F96531">
      <w:r>
        <w:t>323.6161</w:t>
      </w:r>
      <w:r>
        <w:tab/>
        <w:t>2.025e0</w:t>
      </w:r>
    </w:p>
    <w:p w:rsidR="00F96531" w:rsidRDefault="00F96531" w:rsidP="00F96531">
      <w:r>
        <w:t>323.6288</w:t>
      </w:r>
      <w:r>
        <w:tab/>
        <w:t>2.025e0</w:t>
      </w:r>
    </w:p>
    <w:p w:rsidR="00F96531" w:rsidRDefault="00F96531" w:rsidP="00F96531">
      <w:r>
        <w:t>323.6552</w:t>
      </w:r>
      <w:r>
        <w:tab/>
        <w:t>2.025e0</w:t>
      </w:r>
    </w:p>
    <w:p w:rsidR="00F96531" w:rsidRDefault="00F96531" w:rsidP="00F96531">
      <w:r>
        <w:t>323.6792</w:t>
      </w:r>
      <w:r>
        <w:tab/>
        <w:t>1.013e0</w:t>
      </w:r>
    </w:p>
    <w:p w:rsidR="00F96531" w:rsidRDefault="00F96531" w:rsidP="00F96531">
      <w:r>
        <w:t>323.6846</w:t>
      </w:r>
      <w:r>
        <w:tab/>
        <w:t>3.038e0</w:t>
      </w:r>
    </w:p>
    <w:p w:rsidR="00F96531" w:rsidRDefault="00F96531" w:rsidP="00F96531">
      <w:r>
        <w:t>323.7092</w:t>
      </w:r>
      <w:r>
        <w:tab/>
        <w:t>2.025e0</w:t>
      </w:r>
    </w:p>
    <w:p w:rsidR="00F96531" w:rsidRDefault="00F96531" w:rsidP="00F96531">
      <w:r>
        <w:lastRenderedPageBreak/>
        <w:t>323.7830</w:t>
      </w:r>
      <w:r>
        <w:tab/>
        <w:t>1.013e0</w:t>
      </w:r>
    </w:p>
    <w:p w:rsidR="00F96531" w:rsidRDefault="00F96531" w:rsidP="00F96531">
      <w:r>
        <w:t>323.7844</w:t>
      </w:r>
      <w:r>
        <w:tab/>
        <w:t>1.013e0</w:t>
      </w:r>
    </w:p>
    <w:p w:rsidR="00F96531" w:rsidRDefault="00F96531" w:rsidP="00F96531">
      <w:r>
        <w:t>323.8373</w:t>
      </w:r>
      <w:r>
        <w:tab/>
        <w:t>4.051e0</w:t>
      </w:r>
    </w:p>
    <w:p w:rsidR="00F96531" w:rsidRDefault="00F96531" w:rsidP="00F96531">
      <w:r>
        <w:t>323.8772</w:t>
      </w:r>
      <w:r>
        <w:tab/>
        <w:t>1.013e0</w:t>
      </w:r>
    </w:p>
    <w:p w:rsidR="00F96531" w:rsidRDefault="00F96531" w:rsidP="00F96531">
      <w:r>
        <w:t>323.8882</w:t>
      </w:r>
      <w:r>
        <w:tab/>
        <w:t>1.013e0</w:t>
      </w:r>
    </w:p>
    <w:p w:rsidR="00F96531" w:rsidRDefault="00F96531" w:rsidP="00F96531">
      <w:r>
        <w:t>323.8973</w:t>
      </w:r>
      <w:r>
        <w:tab/>
        <w:t>2.025e0</w:t>
      </w:r>
    </w:p>
    <w:p w:rsidR="00F96531" w:rsidRDefault="00F96531" w:rsidP="00F96531">
      <w:r>
        <w:t>323.8999</w:t>
      </w:r>
      <w:r>
        <w:tab/>
        <w:t>3.038e0</w:t>
      </w:r>
    </w:p>
    <w:p w:rsidR="00F96531" w:rsidRDefault="00F96531" w:rsidP="00F96531">
      <w:r>
        <w:t>323.9284</w:t>
      </w:r>
      <w:r>
        <w:tab/>
        <w:t>1.013e0</w:t>
      </w:r>
    </w:p>
    <w:p w:rsidR="00F96531" w:rsidRDefault="00F96531" w:rsidP="00F96531">
      <w:r>
        <w:t>323.9312</w:t>
      </w:r>
      <w:r>
        <w:tab/>
        <w:t>3.038e0</w:t>
      </w:r>
    </w:p>
    <w:p w:rsidR="00F96531" w:rsidRDefault="00F96531" w:rsidP="00F96531">
      <w:r>
        <w:t>323.9351</w:t>
      </w:r>
      <w:r>
        <w:tab/>
        <w:t>2.025e0</w:t>
      </w:r>
    </w:p>
    <w:p w:rsidR="00F96531" w:rsidRDefault="00F96531" w:rsidP="00F96531">
      <w:r>
        <w:t>323.9378</w:t>
      </w:r>
      <w:r>
        <w:tab/>
        <w:t>1.013e0</w:t>
      </w:r>
    </w:p>
    <w:p w:rsidR="00F96531" w:rsidRDefault="00F96531" w:rsidP="00F96531">
      <w:r>
        <w:t>323.9422</w:t>
      </w:r>
      <w:r>
        <w:tab/>
        <w:t>1.013e0</w:t>
      </w:r>
    </w:p>
    <w:p w:rsidR="00F96531" w:rsidRDefault="00F96531" w:rsidP="00F96531">
      <w:r>
        <w:t>323.9481</w:t>
      </w:r>
      <w:r>
        <w:tab/>
        <w:t>1.013e0</w:t>
      </w:r>
    </w:p>
    <w:p w:rsidR="00F96531" w:rsidRDefault="00F96531" w:rsidP="00F96531">
      <w:r>
        <w:t>323.9700</w:t>
      </w:r>
      <w:r>
        <w:tab/>
        <w:t>1.013e0</w:t>
      </w:r>
    </w:p>
    <w:p w:rsidR="00F96531" w:rsidRDefault="00F96531" w:rsidP="00F96531">
      <w:r>
        <w:t>323.9773</w:t>
      </w:r>
      <w:r>
        <w:tab/>
        <w:t>1.013e0</w:t>
      </w:r>
    </w:p>
    <w:p w:rsidR="00F96531" w:rsidRDefault="00F96531" w:rsidP="00F96531">
      <w:r>
        <w:t>324.0051</w:t>
      </w:r>
      <w:r>
        <w:tab/>
        <w:t>2.025e0</w:t>
      </w:r>
    </w:p>
    <w:p w:rsidR="00F96531" w:rsidRDefault="00F96531" w:rsidP="00F96531">
      <w:r>
        <w:t>324.0170</w:t>
      </w:r>
      <w:r>
        <w:tab/>
        <w:t>2.025e0</w:t>
      </w:r>
    </w:p>
    <w:p w:rsidR="00F96531" w:rsidRDefault="00F96531" w:rsidP="00F96531">
      <w:r>
        <w:t>324.0532</w:t>
      </w:r>
      <w:r>
        <w:tab/>
        <w:t>2.025e0</w:t>
      </w:r>
    </w:p>
    <w:p w:rsidR="00F96531" w:rsidRDefault="00F96531" w:rsidP="00F96531">
      <w:r>
        <w:t>324.0543</w:t>
      </w:r>
      <w:r>
        <w:tab/>
        <w:t>3.038e0</w:t>
      </w:r>
    </w:p>
    <w:p w:rsidR="00F96531" w:rsidRDefault="00F96531" w:rsidP="00F96531">
      <w:r>
        <w:lastRenderedPageBreak/>
        <w:t>324.0635</w:t>
      </w:r>
      <w:r>
        <w:tab/>
        <w:t>2.025e0</w:t>
      </w:r>
    </w:p>
    <w:p w:rsidR="00F96531" w:rsidRDefault="00F96531" w:rsidP="00F96531">
      <w:r>
        <w:t>324.0832</w:t>
      </w:r>
      <w:r>
        <w:tab/>
        <w:t>3.668e0</w:t>
      </w:r>
    </w:p>
    <w:p w:rsidR="00F96531" w:rsidRDefault="00F96531" w:rsidP="00F96531">
      <w:r>
        <w:t>324.1030</w:t>
      </w:r>
      <w:r>
        <w:tab/>
        <w:t>5.063e0</w:t>
      </w:r>
    </w:p>
    <w:p w:rsidR="00F96531" w:rsidRDefault="00F96531" w:rsidP="00F96531">
      <w:r>
        <w:t>324.1114</w:t>
      </w:r>
      <w:r>
        <w:tab/>
        <w:t>1.767e0</w:t>
      </w:r>
    </w:p>
    <w:p w:rsidR="00F96531" w:rsidRDefault="00F96531" w:rsidP="00F96531">
      <w:r>
        <w:t>324.1164</w:t>
      </w:r>
      <w:r>
        <w:tab/>
        <w:t>3.023e0</w:t>
      </w:r>
    </w:p>
    <w:p w:rsidR="00F96531" w:rsidRDefault="00F96531" w:rsidP="00F96531">
      <w:r>
        <w:t>324.1307</w:t>
      </w:r>
      <w:r>
        <w:tab/>
        <w:t>2.025e0</w:t>
      </w:r>
    </w:p>
    <w:p w:rsidR="00F96531" w:rsidRDefault="00F96531" w:rsidP="00F96531">
      <w:r>
        <w:t>324.1428</w:t>
      </w:r>
      <w:r>
        <w:tab/>
        <w:t>2.291e0</w:t>
      </w:r>
    </w:p>
    <w:p w:rsidR="00F96531" w:rsidRDefault="00F96531" w:rsidP="00F96531">
      <w:r>
        <w:t>324.1484</w:t>
      </w:r>
      <w:r>
        <w:tab/>
        <w:t>3.038e0</w:t>
      </w:r>
    </w:p>
    <w:p w:rsidR="00F96531" w:rsidRDefault="00F96531" w:rsidP="00F96531">
      <w:r>
        <w:t>324.1509</w:t>
      </w:r>
      <w:r>
        <w:tab/>
        <w:t>2.025e0</w:t>
      </w:r>
    </w:p>
    <w:p w:rsidR="00F96531" w:rsidRDefault="00F96531" w:rsidP="00F96531">
      <w:r>
        <w:t>324.1727</w:t>
      </w:r>
      <w:r>
        <w:tab/>
        <w:t>1.257e1</w:t>
      </w:r>
    </w:p>
    <w:p w:rsidR="00F96531" w:rsidRDefault="00F96531" w:rsidP="00F96531">
      <w:r>
        <w:t>324.1744</w:t>
      </w:r>
      <w:r>
        <w:tab/>
        <w:t>5.377e0</w:t>
      </w:r>
    </w:p>
    <w:p w:rsidR="00F96531" w:rsidRDefault="00F96531" w:rsidP="00F96531">
      <w:r>
        <w:t>324.1846</w:t>
      </w:r>
      <w:r>
        <w:tab/>
        <w:t>4.608e0</w:t>
      </w:r>
    </w:p>
    <w:p w:rsidR="00F96531" w:rsidRDefault="00F96531" w:rsidP="00F96531">
      <w:r>
        <w:t>324.2004</w:t>
      </w:r>
      <w:r>
        <w:tab/>
        <w:t>6.726e0</w:t>
      </w:r>
    </w:p>
    <w:p w:rsidR="00F96531" w:rsidRDefault="00F96531" w:rsidP="00F96531">
      <w:r>
        <w:t>324.2046</w:t>
      </w:r>
      <w:r>
        <w:tab/>
        <w:t>3.038e0</w:t>
      </w:r>
    </w:p>
    <w:p w:rsidR="00F96531" w:rsidRDefault="00F96531" w:rsidP="00F96531">
      <w:r>
        <w:t>324.2203</w:t>
      </w:r>
      <w:r>
        <w:tab/>
        <w:t>3.066e0</w:t>
      </w:r>
    </w:p>
    <w:p w:rsidR="00F96531" w:rsidRDefault="00F96531" w:rsidP="00F96531">
      <w:r>
        <w:t>324.2325</w:t>
      </w:r>
      <w:r>
        <w:tab/>
        <w:t>2.025e0</w:t>
      </w:r>
    </w:p>
    <w:p w:rsidR="00F96531" w:rsidRDefault="00F96531" w:rsidP="00F96531">
      <w:r>
        <w:t>324.2516</w:t>
      </w:r>
      <w:r>
        <w:tab/>
        <w:t>3.038e0</w:t>
      </w:r>
    </w:p>
    <w:p w:rsidR="00F96531" w:rsidRDefault="00F96531" w:rsidP="00F96531">
      <w:r>
        <w:t>324.2647</w:t>
      </w:r>
      <w:r>
        <w:tab/>
        <w:t>3.038e0</w:t>
      </w:r>
    </w:p>
    <w:p w:rsidR="00F96531" w:rsidRDefault="00F96531" w:rsidP="00F96531">
      <w:r>
        <w:t>324.2732</w:t>
      </w:r>
      <w:r>
        <w:tab/>
        <w:t>3.038e0</w:t>
      </w:r>
    </w:p>
    <w:p w:rsidR="00F96531" w:rsidRDefault="00F96531" w:rsidP="00F96531">
      <w:r>
        <w:lastRenderedPageBreak/>
        <w:t>324.2863</w:t>
      </w:r>
      <w:r>
        <w:tab/>
        <w:t>2.025e0</w:t>
      </w:r>
    </w:p>
    <w:p w:rsidR="00F96531" w:rsidRDefault="00F96531" w:rsidP="00F96531">
      <w:r>
        <w:t>324.2885</w:t>
      </w:r>
      <w:r>
        <w:tab/>
        <w:t>4.051e0</w:t>
      </w:r>
    </w:p>
    <w:p w:rsidR="00F96531" w:rsidRDefault="00F96531" w:rsidP="00F96531">
      <w:r>
        <w:t>324.3085</w:t>
      </w:r>
      <w:r>
        <w:tab/>
        <w:t>4.051e0</w:t>
      </w:r>
    </w:p>
    <w:p w:rsidR="00F96531" w:rsidRDefault="00F96531" w:rsidP="00F96531">
      <w:r>
        <w:t>324.3291</w:t>
      </w:r>
      <w:r>
        <w:tab/>
        <w:t>1.013e0</w:t>
      </w:r>
    </w:p>
    <w:p w:rsidR="00F96531" w:rsidRDefault="00F96531" w:rsidP="00F96531">
      <w:r>
        <w:t>324.3329</w:t>
      </w:r>
      <w:r>
        <w:tab/>
        <w:t>1.013e0</w:t>
      </w:r>
    </w:p>
    <w:p w:rsidR="00F96531" w:rsidRDefault="00F96531" w:rsidP="00F96531">
      <w:r>
        <w:t>324.3343</w:t>
      </w:r>
      <w:r>
        <w:tab/>
        <w:t>1.013e0</w:t>
      </w:r>
    </w:p>
    <w:p w:rsidR="00F96531" w:rsidRDefault="00F96531" w:rsidP="00F96531">
      <w:r>
        <w:t>324.3574</w:t>
      </w:r>
      <w:r>
        <w:tab/>
        <w:t>1.013e0</w:t>
      </w:r>
    </w:p>
    <w:p w:rsidR="00F96531" w:rsidRDefault="00F96531" w:rsidP="00F96531">
      <w:r>
        <w:t>324.3737</w:t>
      </w:r>
      <w:r>
        <w:tab/>
        <w:t>1.013e0</w:t>
      </w:r>
    </w:p>
    <w:p w:rsidR="00F96531" w:rsidRDefault="00F96531" w:rsidP="00F96531">
      <w:r>
        <w:t>324.3833</w:t>
      </w:r>
      <w:r>
        <w:tab/>
        <w:t>3.038e0</w:t>
      </w:r>
    </w:p>
    <w:p w:rsidR="00F96531" w:rsidRDefault="00F96531" w:rsidP="00F96531">
      <w:r>
        <w:t>324.4114</w:t>
      </w:r>
      <w:r>
        <w:tab/>
        <w:t>1.013e0</w:t>
      </w:r>
    </w:p>
    <w:p w:rsidR="00F96531" w:rsidRDefault="00F96531" w:rsidP="00F96531">
      <w:r>
        <w:t>324.4586</w:t>
      </w:r>
      <w:r>
        <w:tab/>
        <w:t>1.013e0</w:t>
      </w:r>
    </w:p>
    <w:p w:rsidR="00F96531" w:rsidRDefault="00F96531" w:rsidP="00F96531">
      <w:r>
        <w:t>324.4640</w:t>
      </w:r>
      <w:r>
        <w:tab/>
        <w:t>1.013e0</w:t>
      </w:r>
    </w:p>
    <w:p w:rsidR="00F96531" w:rsidRDefault="00F96531" w:rsidP="00F96531">
      <w:r>
        <w:t>324.4870</w:t>
      </w:r>
      <w:r>
        <w:tab/>
        <w:t>1.013e0</w:t>
      </w:r>
    </w:p>
    <w:p w:rsidR="00F96531" w:rsidRDefault="00F96531" w:rsidP="00F96531">
      <w:r>
        <w:t>324.4884</w:t>
      </w:r>
      <w:r>
        <w:tab/>
        <w:t>1.013e0</w:t>
      </w:r>
    </w:p>
    <w:p w:rsidR="00F96531" w:rsidRDefault="00F96531" w:rsidP="00F96531">
      <w:r>
        <w:t>324.4968</w:t>
      </w:r>
      <w:r>
        <w:tab/>
        <w:t>2.025e0</w:t>
      </w:r>
    </w:p>
    <w:p w:rsidR="00F96531" w:rsidRDefault="00F96531" w:rsidP="00F96531">
      <w:r>
        <w:t>324.5024</w:t>
      </w:r>
      <w:r>
        <w:tab/>
        <w:t>2.025e0</w:t>
      </w:r>
    </w:p>
    <w:p w:rsidR="00F96531" w:rsidRDefault="00F96531" w:rsidP="00F96531">
      <w:r>
        <w:t>324.5356</w:t>
      </w:r>
      <w:r>
        <w:tab/>
        <w:t>2.025e0</w:t>
      </w:r>
    </w:p>
    <w:p w:rsidR="00F96531" w:rsidRDefault="00F96531" w:rsidP="00F96531">
      <w:r>
        <w:t>324.5449</w:t>
      </w:r>
      <w:r>
        <w:tab/>
        <w:t>1.013e0</w:t>
      </w:r>
    </w:p>
    <w:p w:rsidR="00F96531" w:rsidRDefault="00F96531" w:rsidP="00F96531">
      <w:r>
        <w:t>324.5623</w:t>
      </w:r>
      <w:r>
        <w:tab/>
        <w:t>2.025e0</w:t>
      </w:r>
    </w:p>
    <w:p w:rsidR="00F96531" w:rsidRDefault="00F96531" w:rsidP="00F96531">
      <w:r>
        <w:lastRenderedPageBreak/>
        <w:t>324.5895</w:t>
      </w:r>
      <w:r>
        <w:tab/>
        <w:t>2.025e0</w:t>
      </w:r>
    </w:p>
    <w:p w:rsidR="00F96531" w:rsidRDefault="00F96531" w:rsidP="00F96531">
      <w:r>
        <w:t>324.6165</w:t>
      </w:r>
      <w:r>
        <w:tab/>
        <w:t>1.013e0</w:t>
      </w:r>
    </w:p>
    <w:p w:rsidR="00F96531" w:rsidRDefault="00F96531" w:rsidP="00F96531">
      <w:r>
        <w:t>324.6269</w:t>
      </w:r>
      <w:r>
        <w:tab/>
        <w:t>1.013e0</w:t>
      </w:r>
    </w:p>
    <w:p w:rsidR="00F96531" w:rsidRDefault="00F96531" w:rsidP="00F96531">
      <w:r>
        <w:t>324.6313</w:t>
      </w:r>
      <w:r>
        <w:tab/>
        <w:t>1.013e0</w:t>
      </w:r>
    </w:p>
    <w:p w:rsidR="00F96531" w:rsidRDefault="00F96531" w:rsidP="00F96531">
      <w:r>
        <w:t>324.6397</w:t>
      </w:r>
      <w:r>
        <w:tab/>
        <w:t>3.038e0</w:t>
      </w:r>
    </w:p>
    <w:p w:rsidR="00F96531" w:rsidRDefault="00F96531" w:rsidP="00F96531">
      <w:r>
        <w:t>324.6449</w:t>
      </w:r>
      <w:r>
        <w:tab/>
        <w:t>1.013e0</w:t>
      </w:r>
    </w:p>
    <w:p w:rsidR="00F96531" w:rsidRDefault="00F96531" w:rsidP="00F96531">
      <w:r>
        <w:t>324.6562</w:t>
      </w:r>
      <w:r>
        <w:tab/>
        <w:t>1.013e0</w:t>
      </w:r>
    </w:p>
    <w:p w:rsidR="00F96531" w:rsidRDefault="00F96531" w:rsidP="00F96531">
      <w:r>
        <w:t>324.6606</w:t>
      </w:r>
      <w:r>
        <w:tab/>
        <w:t>1.013e0</w:t>
      </w:r>
    </w:p>
    <w:p w:rsidR="00F96531" w:rsidRDefault="00F96531" w:rsidP="00F96531">
      <w:r>
        <w:t>324.6731</w:t>
      </w:r>
      <w:r>
        <w:tab/>
        <w:t>1.013e0</w:t>
      </w:r>
    </w:p>
    <w:p w:rsidR="00F96531" w:rsidRDefault="00F96531" w:rsidP="00F96531">
      <w:r>
        <w:t>324.6796</w:t>
      </w:r>
      <w:r>
        <w:tab/>
        <w:t>1.013e0</w:t>
      </w:r>
    </w:p>
    <w:p w:rsidR="00F96531" w:rsidRDefault="00F96531" w:rsidP="00F96531">
      <w:r>
        <w:t>324.6989</w:t>
      </w:r>
      <w:r>
        <w:tab/>
        <w:t>1.013e0</w:t>
      </w:r>
    </w:p>
    <w:p w:rsidR="00F96531" w:rsidRDefault="00F96531" w:rsidP="00F96531">
      <w:r>
        <w:t>324.7031</w:t>
      </w:r>
      <w:r>
        <w:tab/>
        <w:t>1.013e0</w:t>
      </w:r>
    </w:p>
    <w:p w:rsidR="00F96531" w:rsidRDefault="00F96531" w:rsidP="00F96531">
      <w:r>
        <w:t>324.7191</w:t>
      </w:r>
      <w:r>
        <w:tab/>
        <w:t>1.013e0</w:t>
      </w:r>
    </w:p>
    <w:p w:rsidR="00F96531" w:rsidRDefault="00F96531" w:rsidP="00F96531">
      <w:r>
        <w:t>324.7324</w:t>
      </w:r>
      <w:r>
        <w:tab/>
        <w:t>1.013e0</w:t>
      </w:r>
    </w:p>
    <w:p w:rsidR="00F96531" w:rsidRDefault="00F96531" w:rsidP="00F96531">
      <w:r>
        <w:t>324.7379</w:t>
      </w:r>
      <w:r>
        <w:tab/>
        <w:t>2.025e0</w:t>
      </w:r>
    </w:p>
    <w:p w:rsidR="00F96531" w:rsidRDefault="00F96531" w:rsidP="00F96531">
      <w:r>
        <w:t>324.7866</w:t>
      </w:r>
      <w:r>
        <w:tab/>
        <w:t>2.025e0</w:t>
      </w:r>
    </w:p>
    <w:p w:rsidR="00F96531" w:rsidRDefault="00F96531" w:rsidP="00F96531">
      <w:r>
        <w:t>324.7948</w:t>
      </w:r>
      <w:r>
        <w:tab/>
        <w:t>2.025e0</w:t>
      </w:r>
    </w:p>
    <w:p w:rsidR="00F96531" w:rsidRDefault="00F96531" w:rsidP="00F96531">
      <w:r>
        <w:t>324.8203</w:t>
      </w:r>
      <w:r>
        <w:tab/>
        <w:t>1.013e0</w:t>
      </w:r>
    </w:p>
    <w:p w:rsidR="00F96531" w:rsidRDefault="00F96531" w:rsidP="00F96531">
      <w:r>
        <w:t>324.8514</w:t>
      </w:r>
      <w:r>
        <w:tab/>
        <w:t>1.013e0</w:t>
      </w:r>
    </w:p>
    <w:p w:rsidR="00F96531" w:rsidRDefault="00F96531" w:rsidP="00F96531">
      <w:r>
        <w:lastRenderedPageBreak/>
        <w:t>324.8933</w:t>
      </w:r>
      <w:r>
        <w:tab/>
        <w:t>2.025e0</w:t>
      </w:r>
    </w:p>
    <w:p w:rsidR="00F96531" w:rsidRDefault="00F96531" w:rsidP="00F96531">
      <w:r>
        <w:t>324.9297</w:t>
      </w:r>
      <w:r>
        <w:tab/>
        <w:t>1.013e0</w:t>
      </w:r>
    </w:p>
    <w:p w:rsidR="00F96531" w:rsidRDefault="00F96531" w:rsidP="00F96531">
      <w:r>
        <w:t>324.9324</w:t>
      </w:r>
      <w:r>
        <w:tab/>
        <w:t>1.013e0</w:t>
      </w:r>
    </w:p>
    <w:p w:rsidR="00F96531" w:rsidRDefault="00F96531" w:rsidP="00F96531">
      <w:r>
        <w:t>324.9434</w:t>
      </w:r>
      <w:r>
        <w:tab/>
        <w:t>1.013e0</w:t>
      </w:r>
    </w:p>
    <w:p w:rsidR="00F96531" w:rsidRDefault="00F96531" w:rsidP="00F96531">
      <w:r>
        <w:t>324.9492</w:t>
      </w:r>
      <w:r>
        <w:tab/>
        <w:t>1.013e0</w:t>
      </w:r>
    </w:p>
    <w:p w:rsidR="00F96531" w:rsidRDefault="00F96531" w:rsidP="00F96531">
      <w:r>
        <w:t>324.9976</w:t>
      </w:r>
      <w:r>
        <w:tab/>
        <w:t>5.063e0</w:t>
      </w:r>
    </w:p>
    <w:p w:rsidR="00F96531" w:rsidRDefault="00F96531" w:rsidP="00F96531">
      <w:r>
        <w:t>325.0040</w:t>
      </w:r>
      <w:r>
        <w:tab/>
        <w:t>1.412e1</w:t>
      </w:r>
    </w:p>
    <w:p w:rsidR="00F96531" w:rsidRDefault="00F96531" w:rsidP="00F96531">
      <w:r>
        <w:t>325.0057</w:t>
      </w:r>
      <w:r>
        <w:tab/>
        <w:t>7.089e0</w:t>
      </w:r>
    </w:p>
    <w:p w:rsidR="00F96531" w:rsidRDefault="00F96531" w:rsidP="00F96531">
      <w:r>
        <w:t>325.0132</w:t>
      </w:r>
      <w:r>
        <w:tab/>
        <w:t>3.702e1</w:t>
      </w:r>
    </w:p>
    <w:p w:rsidR="00F96531" w:rsidRDefault="00F96531" w:rsidP="00F96531">
      <w:r>
        <w:t>325.0148</w:t>
      </w:r>
      <w:r>
        <w:tab/>
        <w:t>1.013e0</w:t>
      </w:r>
    </w:p>
    <w:p w:rsidR="00F96531" w:rsidRDefault="00F96531" w:rsidP="00F96531">
      <w:r>
        <w:t>325.0207</w:t>
      </w:r>
      <w:r>
        <w:tab/>
        <w:t>1.852e1</w:t>
      </w:r>
    </w:p>
    <w:p w:rsidR="00F96531" w:rsidRDefault="00F96531" w:rsidP="00F96531">
      <w:r>
        <w:t>325.0410</w:t>
      </w:r>
      <w:r>
        <w:tab/>
        <w:t>9.131e0</w:t>
      </w:r>
    </w:p>
    <w:p w:rsidR="00F96531" w:rsidRDefault="00F96531" w:rsidP="00F96531">
      <w:r>
        <w:t>325.0450</w:t>
      </w:r>
      <w:r>
        <w:tab/>
        <w:t>1.625e0</w:t>
      </w:r>
    </w:p>
    <w:p w:rsidR="00F96531" w:rsidRDefault="00F96531" w:rsidP="00F96531">
      <w:r>
        <w:t>325.0782</w:t>
      </w:r>
      <w:r>
        <w:tab/>
        <w:t>1.013e0</w:t>
      </w:r>
    </w:p>
    <w:p w:rsidR="00F96531" w:rsidRDefault="00F96531" w:rsidP="00F96531">
      <w:r>
        <w:t>325.0839</w:t>
      </w:r>
      <w:r>
        <w:tab/>
        <w:t>1.013e0</w:t>
      </w:r>
    </w:p>
    <w:p w:rsidR="00F96531" w:rsidRDefault="00F96531" w:rsidP="00F96531">
      <w:r>
        <w:t>325.0867</w:t>
      </w:r>
      <w:r>
        <w:tab/>
        <w:t>3.530e0</w:t>
      </w:r>
    </w:p>
    <w:p w:rsidR="00F96531" w:rsidRDefault="00F96531" w:rsidP="00F96531">
      <w:r>
        <w:t>325.0994</w:t>
      </w:r>
      <w:r>
        <w:tab/>
        <w:t>1.457e0</w:t>
      </w:r>
    </w:p>
    <w:p w:rsidR="00F96531" w:rsidRDefault="00F96531" w:rsidP="00F96531">
      <w:r>
        <w:t>325.1004</w:t>
      </w:r>
      <w:r>
        <w:tab/>
        <w:t>2.921e0</w:t>
      </w:r>
    </w:p>
    <w:p w:rsidR="00F96531" w:rsidRDefault="00F96531" w:rsidP="00F96531">
      <w:r>
        <w:t>325.1084</w:t>
      </w:r>
      <w:r>
        <w:tab/>
        <w:t>8.101e0</w:t>
      </w:r>
    </w:p>
    <w:p w:rsidR="00F96531" w:rsidRDefault="00F96531" w:rsidP="00F96531">
      <w:r>
        <w:lastRenderedPageBreak/>
        <w:t>325.1174</w:t>
      </w:r>
      <w:r>
        <w:tab/>
        <w:t>4.055e0</w:t>
      </w:r>
    </w:p>
    <w:p w:rsidR="00F96531" w:rsidRDefault="00F96531" w:rsidP="00F96531">
      <w:r>
        <w:t>325.1318</w:t>
      </w:r>
      <w:r>
        <w:tab/>
        <w:t>4.367e0</w:t>
      </w:r>
    </w:p>
    <w:p w:rsidR="00F96531" w:rsidRDefault="00F96531" w:rsidP="00F96531">
      <w:r>
        <w:t>325.1447</w:t>
      </w:r>
      <w:r>
        <w:tab/>
        <w:t>2.025e0</w:t>
      </w:r>
    </w:p>
    <w:p w:rsidR="00F96531" w:rsidRDefault="00F96531" w:rsidP="00F96531">
      <w:r>
        <w:t>325.1572</w:t>
      </w:r>
      <w:r>
        <w:tab/>
        <w:t>1.075e1</w:t>
      </w:r>
    </w:p>
    <w:p w:rsidR="00F96531" w:rsidRDefault="00F96531" w:rsidP="00F96531">
      <w:r>
        <w:t>325.1656</w:t>
      </w:r>
      <w:r>
        <w:tab/>
        <w:t>1.996e1</w:t>
      </w:r>
    </w:p>
    <w:p w:rsidR="00F96531" w:rsidRDefault="00F96531" w:rsidP="00F96531">
      <w:r>
        <w:t>325.1684</w:t>
      </w:r>
      <w:r>
        <w:tab/>
        <w:t>7.089e0</w:t>
      </w:r>
    </w:p>
    <w:p w:rsidR="00F96531" w:rsidRDefault="00F96531" w:rsidP="00F96531">
      <w:r>
        <w:t>325.1749</w:t>
      </w:r>
      <w:r>
        <w:tab/>
        <w:t>4.051e0</w:t>
      </w:r>
    </w:p>
    <w:p w:rsidR="00F96531" w:rsidRDefault="00F96531" w:rsidP="00F96531">
      <w:r>
        <w:t>325.1998</w:t>
      </w:r>
      <w:r>
        <w:tab/>
        <w:t>1.384e0</w:t>
      </w:r>
    </w:p>
    <w:p w:rsidR="00F96531" w:rsidRDefault="00F96531" w:rsidP="00F96531">
      <w:r>
        <w:t>325.2241</w:t>
      </w:r>
      <w:r>
        <w:tab/>
        <w:t>3.114e0</w:t>
      </w:r>
    </w:p>
    <w:p w:rsidR="00F96531" w:rsidRDefault="00F96531" w:rsidP="00F96531">
      <w:r>
        <w:t>325.2542</w:t>
      </w:r>
      <w:r>
        <w:tab/>
        <w:t>1.013e0</w:t>
      </w:r>
    </w:p>
    <w:p w:rsidR="00F96531" w:rsidRDefault="00F96531" w:rsidP="00F96531">
      <w:r>
        <w:t>325.2613</w:t>
      </w:r>
      <w:r>
        <w:tab/>
        <w:t>3.038e0</w:t>
      </w:r>
    </w:p>
    <w:p w:rsidR="00F96531" w:rsidRDefault="00F96531" w:rsidP="00F96531">
      <w:r>
        <w:t>325.2644</w:t>
      </w:r>
      <w:r>
        <w:tab/>
        <w:t>2.055e0</w:t>
      </w:r>
    </w:p>
    <w:p w:rsidR="00F96531" w:rsidRDefault="00F96531" w:rsidP="00F96531">
      <w:r>
        <w:t>325.2936</w:t>
      </w:r>
      <w:r>
        <w:tab/>
        <w:t>2.025e0</w:t>
      </w:r>
    </w:p>
    <w:p w:rsidR="00F96531" w:rsidRDefault="00F96531" w:rsidP="00F96531">
      <w:r>
        <w:t>325.3024</w:t>
      </w:r>
      <w:r>
        <w:tab/>
        <w:t>1.013e0</w:t>
      </w:r>
    </w:p>
    <w:p w:rsidR="00F96531" w:rsidRDefault="00F96531" w:rsidP="00F96531">
      <w:r>
        <w:t>325.3094</w:t>
      </w:r>
      <w:r>
        <w:tab/>
        <w:t>8.298e0</w:t>
      </w:r>
    </w:p>
    <w:p w:rsidR="00F96531" w:rsidRDefault="00F96531" w:rsidP="00F96531">
      <w:r>
        <w:t>325.3191</w:t>
      </w:r>
      <w:r>
        <w:tab/>
        <w:t>7.089e0</w:t>
      </w:r>
    </w:p>
    <w:p w:rsidR="00F96531" w:rsidRDefault="00F96531" w:rsidP="00F96531">
      <w:r>
        <w:t>325.3235</w:t>
      </w:r>
      <w:r>
        <w:tab/>
        <w:t>3.038e0</w:t>
      </w:r>
    </w:p>
    <w:p w:rsidR="00F96531" w:rsidRDefault="00F96531" w:rsidP="00F96531">
      <w:r>
        <w:t>325.3259</w:t>
      </w:r>
      <w:r>
        <w:tab/>
        <w:t>4.051e0</w:t>
      </w:r>
    </w:p>
    <w:p w:rsidR="00F96531" w:rsidRDefault="00F96531" w:rsidP="00F96531">
      <w:r>
        <w:t>325.3349</w:t>
      </w:r>
      <w:r>
        <w:tab/>
        <w:t>1.013e0</w:t>
      </w:r>
    </w:p>
    <w:p w:rsidR="00F96531" w:rsidRDefault="00F96531" w:rsidP="00F96531">
      <w:r>
        <w:lastRenderedPageBreak/>
        <w:t>325.3422</w:t>
      </w:r>
      <w:r>
        <w:tab/>
        <w:t>1.013e0</w:t>
      </w:r>
    </w:p>
    <w:p w:rsidR="00F96531" w:rsidRDefault="00F96531" w:rsidP="00F96531">
      <w:r>
        <w:t>325.3474</w:t>
      </w:r>
      <w:r>
        <w:tab/>
        <w:t>4.051e0</w:t>
      </w:r>
    </w:p>
    <w:p w:rsidR="00F96531" w:rsidRDefault="00F96531" w:rsidP="00F96531">
      <w:r>
        <w:t>325.3819</w:t>
      </w:r>
      <w:r>
        <w:tab/>
        <w:t>1.013e0</w:t>
      </w:r>
    </w:p>
    <w:p w:rsidR="00F96531" w:rsidRDefault="00F96531" w:rsidP="00F96531">
      <w:r>
        <w:t>325.3878</w:t>
      </w:r>
      <w:r>
        <w:tab/>
        <w:t>1.013e0</w:t>
      </w:r>
    </w:p>
    <w:p w:rsidR="00F96531" w:rsidRDefault="00F96531" w:rsidP="00F96531">
      <w:r>
        <w:t>325.4159</w:t>
      </w:r>
      <w:r>
        <w:tab/>
        <w:t>2.025e0</w:t>
      </w:r>
    </w:p>
    <w:p w:rsidR="00F96531" w:rsidRDefault="00F96531" w:rsidP="00F96531">
      <w:r>
        <w:t>325.4266</w:t>
      </w:r>
      <w:r>
        <w:tab/>
        <w:t>1.013e0</w:t>
      </w:r>
    </w:p>
    <w:p w:rsidR="00F96531" w:rsidRDefault="00F96531" w:rsidP="00F96531">
      <w:r>
        <w:t>325.4362</w:t>
      </w:r>
      <w:r>
        <w:tab/>
        <w:t>1.013e0</w:t>
      </w:r>
    </w:p>
    <w:p w:rsidR="00F96531" w:rsidRDefault="00F96531" w:rsidP="00F96531">
      <w:r>
        <w:t>325.4807</w:t>
      </w:r>
      <w:r>
        <w:tab/>
        <w:t>1.013e0</w:t>
      </w:r>
    </w:p>
    <w:p w:rsidR="00F96531" w:rsidRDefault="00F96531" w:rsidP="00F96531">
      <w:r>
        <w:t>325.4873</w:t>
      </w:r>
      <w:r>
        <w:tab/>
        <w:t>2.025e0</w:t>
      </w:r>
    </w:p>
    <w:p w:rsidR="00F96531" w:rsidRDefault="00F96531" w:rsidP="00F96531">
      <w:r>
        <w:t>325.5007</w:t>
      </w:r>
      <w:r>
        <w:tab/>
        <w:t>1.013e0</w:t>
      </w:r>
    </w:p>
    <w:p w:rsidR="00F96531" w:rsidRDefault="00F96531" w:rsidP="00F96531">
      <w:r>
        <w:t>325.5116</w:t>
      </w:r>
      <w:r>
        <w:tab/>
        <w:t>1.013e0</w:t>
      </w:r>
    </w:p>
    <w:p w:rsidR="00F96531" w:rsidRDefault="00F96531" w:rsidP="00F96531">
      <w:r>
        <w:t>325.5228</w:t>
      </w:r>
      <w:r>
        <w:tab/>
        <w:t>1.013e0</w:t>
      </w:r>
    </w:p>
    <w:p w:rsidR="00F96531" w:rsidRDefault="00F96531" w:rsidP="00F96531">
      <w:r>
        <w:t>325.5298</w:t>
      </w:r>
      <w:r>
        <w:tab/>
        <w:t>2.025e0</w:t>
      </w:r>
    </w:p>
    <w:p w:rsidR="00F96531" w:rsidRDefault="00F96531" w:rsidP="00F96531">
      <w:r>
        <w:t>325.5420</w:t>
      </w:r>
      <w:r>
        <w:tab/>
        <w:t>2.025e0</w:t>
      </w:r>
    </w:p>
    <w:p w:rsidR="00F96531" w:rsidRDefault="00F96531" w:rsidP="00F96531">
      <w:r>
        <w:t>325.5487</w:t>
      </w:r>
      <w:r>
        <w:tab/>
        <w:t>2.025e0</w:t>
      </w:r>
    </w:p>
    <w:p w:rsidR="00F96531" w:rsidRDefault="00F96531" w:rsidP="00F96531">
      <w:r>
        <w:t>325.5522</w:t>
      </w:r>
      <w:r>
        <w:tab/>
        <w:t>1.013e0</w:t>
      </w:r>
    </w:p>
    <w:p w:rsidR="00F96531" w:rsidRDefault="00F96531" w:rsidP="00F96531">
      <w:r>
        <w:t>325.5536</w:t>
      </w:r>
      <w:r>
        <w:tab/>
        <w:t>1.013e0</w:t>
      </w:r>
    </w:p>
    <w:p w:rsidR="00F96531" w:rsidRDefault="00F96531" w:rsidP="00F96531">
      <w:r>
        <w:t>325.6029</w:t>
      </w:r>
      <w:r>
        <w:tab/>
        <w:t>2.025e0</w:t>
      </w:r>
    </w:p>
    <w:p w:rsidR="00F96531" w:rsidRDefault="00F96531" w:rsidP="00F96531">
      <w:r>
        <w:t>325.6103</w:t>
      </w:r>
      <w:r>
        <w:tab/>
        <w:t>1.013e0</w:t>
      </w:r>
    </w:p>
    <w:p w:rsidR="00F96531" w:rsidRDefault="00F96531" w:rsidP="00F96531">
      <w:r>
        <w:lastRenderedPageBreak/>
        <w:t>325.6130</w:t>
      </w:r>
      <w:r>
        <w:tab/>
        <w:t>1.013e0</w:t>
      </w:r>
    </w:p>
    <w:p w:rsidR="00F96531" w:rsidRDefault="00F96531" w:rsidP="00F96531">
      <w:r>
        <w:t>325.6145</w:t>
      </w:r>
      <w:r>
        <w:tab/>
        <w:t>1.013e0</w:t>
      </w:r>
    </w:p>
    <w:p w:rsidR="00F96531" w:rsidRDefault="00F96531" w:rsidP="00F96531">
      <w:r>
        <w:t>325.6578</w:t>
      </w:r>
      <w:r>
        <w:tab/>
        <w:t>1.013e0</w:t>
      </w:r>
    </w:p>
    <w:p w:rsidR="00F96531" w:rsidRDefault="00F96531" w:rsidP="00F96531">
      <w:r>
        <w:t>325.6755</w:t>
      </w:r>
      <w:r>
        <w:tab/>
        <w:t>1.013e0</w:t>
      </w:r>
    </w:p>
    <w:p w:rsidR="00F96531" w:rsidRDefault="00F96531" w:rsidP="00F96531">
      <w:r>
        <w:t>325.7343</w:t>
      </w:r>
      <w:r>
        <w:tab/>
        <w:t>1.013e0</w:t>
      </w:r>
    </w:p>
    <w:p w:rsidR="00F96531" w:rsidRDefault="00F96531" w:rsidP="00F96531">
      <w:r>
        <w:t>325.7401</w:t>
      </w:r>
      <w:r>
        <w:tab/>
        <w:t>1.013e0</w:t>
      </w:r>
    </w:p>
    <w:p w:rsidR="00F96531" w:rsidRDefault="00F96531" w:rsidP="00F96531">
      <w:r>
        <w:t>325.7684</w:t>
      </w:r>
      <w:r>
        <w:tab/>
        <w:t>1.013e0</w:t>
      </w:r>
    </w:p>
    <w:p w:rsidR="00F96531" w:rsidRDefault="00F96531" w:rsidP="00F96531">
      <w:r>
        <w:t>325.7813</w:t>
      </w:r>
      <w:r>
        <w:tab/>
        <w:t>1.013e0</w:t>
      </w:r>
    </w:p>
    <w:p w:rsidR="00F96531" w:rsidRDefault="00F96531" w:rsidP="00F96531">
      <w:r>
        <w:t>325.7885</w:t>
      </w:r>
      <w:r>
        <w:tab/>
        <w:t>1.013e0</w:t>
      </w:r>
    </w:p>
    <w:p w:rsidR="00F96531" w:rsidRDefault="00F96531" w:rsidP="00F96531">
      <w:r>
        <w:t>325.8091</w:t>
      </w:r>
      <w:r>
        <w:tab/>
        <w:t>2.025e0</w:t>
      </w:r>
    </w:p>
    <w:p w:rsidR="00F96531" w:rsidRDefault="00F96531" w:rsidP="00F96531">
      <w:r>
        <w:t>325.8175</w:t>
      </w:r>
      <w:r>
        <w:tab/>
        <w:t>3.038e0</w:t>
      </w:r>
    </w:p>
    <w:p w:rsidR="00F96531" w:rsidRDefault="00F96531" w:rsidP="00F96531">
      <w:r>
        <w:t>325.8283</w:t>
      </w:r>
      <w:r>
        <w:tab/>
        <w:t>1.013e0</w:t>
      </w:r>
    </w:p>
    <w:p w:rsidR="00F96531" w:rsidRDefault="00F96531" w:rsidP="00F96531">
      <w:r>
        <w:t>325.8339</w:t>
      </w:r>
      <w:r>
        <w:tab/>
        <w:t>2.025e0</w:t>
      </w:r>
    </w:p>
    <w:p w:rsidR="00F96531" w:rsidRDefault="00F96531" w:rsidP="00F96531">
      <w:r>
        <w:t>325.8591</w:t>
      </w:r>
      <w:r>
        <w:tab/>
        <w:t>1.013e0</w:t>
      </w:r>
    </w:p>
    <w:p w:rsidR="00F96531" w:rsidRDefault="00F96531" w:rsidP="00F96531">
      <w:r>
        <w:t>325.8738</w:t>
      </w:r>
      <w:r>
        <w:tab/>
        <w:t>1.013e0</w:t>
      </w:r>
    </w:p>
    <w:p w:rsidR="00F96531" w:rsidRDefault="00F96531" w:rsidP="00F96531">
      <w:r>
        <w:t>325.8885</w:t>
      </w:r>
      <w:r>
        <w:tab/>
        <w:t>1.013e0</w:t>
      </w:r>
    </w:p>
    <w:p w:rsidR="00F96531" w:rsidRDefault="00F96531" w:rsidP="00F96531">
      <w:r>
        <w:t>325.9164</w:t>
      </w:r>
      <w:r>
        <w:tab/>
        <w:t>1.013e0</w:t>
      </w:r>
    </w:p>
    <w:p w:rsidR="00F96531" w:rsidRDefault="00F96531" w:rsidP="00F96531">
      <w:r>
        <w:t>325.9178</w:t>
      </w:r>
      <w:r>
        <w:tab/>
        <w:t>1.013e0</w:t>
      </w:r>
    </w:p>
    <w:p w:rsidR="00F96531" w:rsidRDefault="00F96531" w:rsidP="00F96531">
      <w:r>
        <w:t>325.9435</w:t>
      </w:r>
      <w:r>
        <w:tab/>
        <w:t>2.025e0</w:t>
      </w:r>
    </w:p>
    <w:p w:rsidR="00F96531" w:rsidRDefault="00F96531" w:rsidP="00F96531">
      <w:r>
        <w:lastRenderedPageBreak/>
        <w:t>325.9692</w:t>
      </w:r>
      <w:r>
        <w:tab/>
        <w:t>3.038e0</w:t>
      </w:r>
    </w:p>
    <w:p w:rsidR="00F96531" w:rsidRDefault="00F96531" w:rsidP="00F96531">
      <w:r>
        <w:t>325.9708</w:t>
      </w:r>
      <w:r>
        <w:tab/>
        <w:t>1.013e0</w:t>
      </w:r>
    </w:p>
    <w:p w:rsidR="00F96531" w:rsidRDefault="00F96531" w:rsidP="00F96531">
      <w:r>
        <w:t>325.9766</w:t>
      </w:r>
      <w:r>
        <w:tab/>
        <w:t>5.063e0</w:t>
      </w:r>
    </w:p>
    <w:p w:rsidR="00F96531" w:rsidRDefault="00F96531" w:rsidP="00F96531">
      <w:r>
        <w:t>325.9884</w:t>
      </w:r>
      <w:r>
        <w:tab/>
        <w:t>1.013e0</w:t>
      </w:r>
    </w:p>
    <w:p w:rsidR="00F96531" w:rsidRDefault="00F96531" w:rsidP="00F96531">
      <w:r>
        <w:t>326.0061</w:t>
      </w:r>
      <w:r>
        <w:tab/>
        <w:t>1.013e0</w:t>
      </w:r>
    </w:p>
    <w:p w:rsidR="00F96531" w:rsidRDefault="00F96531" w:rsidP="00F96531">
      <w:r>
        <w:t>326.0089</w:t>
      </w:r>
      <w:r>
        <w:tab/>
        <w:t>6.069e0</w:t>
      </w:r>
    </w:p>
    <w:p w:rsidR="00F96531" w:rsidRDefault="00F96531" w:rsidP="00F96531">
      <w:r>
        <w:t>326.0149</w:t>
      </w:r>
      <w:r>
        <w:tab/>
        <w:t>5.063e0</w:t>
      </w:r>
    </w:p>
    <w:p w:rsidR="00F96531" w:rsidRDefault="00F96531" w:rsidP="00F96531">
      <w:r>
        <w:t>326.0238</w:t>
      </w:r>
      <w:r>
        <w:tab/>
        <w:t>2.025e0</w:t>
      </w:r>
    </w:p>
    <w:p w:rsidR="00F96531" w:rsidRDefault="00F96531" w:rsidP="00F96531">
      <w:r>
        <w:t>326.0311</w:t>
      </w:r>
      <w:r>
        <w:tab/>
        <w:t>4.298e0</w:t>
      </w:r>
    </w:p>
    <w:p w:rsidR="00F96531" w:rsidRDefault="00F96531" w:rsidP="00F96531">
      <w:r>
        <w:t>326.0357</w:t>
      </w:r>
      <w:r>
        <w:tab/>
        <w:t>2.025e0</w:t>
      </w:r>
    </w:p>
    <w:p w:rsidR="00F96531" w:rsidRDefault="00F96531" w:rsidP="00F96531">
      <w:r>
        <w:t>326.0399</w:t>
      </w:r>
      <w:r>
        <w:tab/>
        <w:t>1.013e0</w:t>
      </w:r>
    </w:p>
    <w:p w:rsidR="00F96531" w:rsidRDefault="00F96531" w:rsidP="00F96531">
      <w:r>
        <w:t>326.0766</w:t>
      </w:r>
      <w:r>
        <w:tab/>
        <w:t>1.013e0</w:t>
      </w:r>
    </w:p>
    <w:p w:rsidR="00F96531" w:rsidRDefault="00F96531" w:rsidP="00F96531">
      <w:r>
        <w:t>326.0781</w:t>
      </w:r>
      <w:r>
        <w:tab/>
        <w:t>1.779e0</w:t>
      </w:r>
    </w:p>
    <w:p w:rsidR="00F96531" w:rsidRDefault="00F96531" w:rsidP="00F96531">
      <w:r>
        <w:t>326.0832</w:t>
      </w:r>
      <w:r>
        <w:tab/>
        <w:t>1.013e0</w:t>
      </w:r>
    </w:p>
    <w:p w:rsidR="00F96531" w:rsidRDefault="00F96531" w:rsidP="00F96531">
      <w:r>
        <w:t>326.0846</w:t>
      </w:r>
      <w:r>
        <w:tab/>
        <w:t>1.013e0</w:t>
      </w:r>
    </w:p>
    <w:p w:rsidR="00F96531" w:rsidRDefault="00F96531" w:rsidP="00F96531">
      <w:r>
        <w:t>326.1058</w:t>
      </w:r>
      <w:r>
        <w:tab/>
        <w:t>2.523e0</w:t>
      </w:r>
    </w:p>
    <w:p w:rsidR="00F96531" w:rsidRDefault="00F96531" w:rsidP="00F96531">
      <w:r>
        <w:t>326.1070</w:t>
      </w:r>
      <w:r>
        <w:tab/>
        <w:t>3.038e0</w:t>
      </w:r>
    </w:p>
    <w:p w:rsidR="00F96531" w:rsidRDefault="00F96531" w:rsidP="00F96531">
      <w:r>
        <w:t>326.1332</w:t>
      </w:r>
      <w:r>
        <w:tab/>
        <w:t>2.025e0</w:t>
      </w:r>
    </w:p>
    <w:p w:rsidR="00F96531" w:rsidRDefault="00F96531" w:rsidP="00F96531">
      <w:r>
        <w:t>326.1472</w:t>
      </w:r>
      <w:r>
        <w:tab/>
        <w:t>3.038e0</w:t>
      </w:r>
    </w:p>
    <w:p w:rsidR="00F96531" w:rsidRDefault="00F96531" w:rsidP="00F96531">
      <w:r>
        <w:lastRenderedPageBreak/>
        <w:t>326.1498</w:t>
      </w:r>
      <w:r>
        <w:tab/>
        <w:t>5.171e0</w:t>
      </w:r>
    </w:p>
    <w:p w:rsidR="00F96531" w:rsidRDefault="00F96531" w:rsidP="00F96531">
      <w:r>
        <w:t>326.1677</w:t>
      </w:r>
      <w:r>
        <w:tab/>
        <w:t>3.038e0</w:t>
      </w:r>
    </w:p>
    <w:p w:rsidR="00F96531" w:rsidRDefault="00F96531" w:rsidP="00F96531">
      <w:r>
        <w:t>326.1770</w:t>
      </w:r>
      <w:r>
        <w:tab/>
        <w:t>3.344e0</w:t>
      </w:r>
    </w:p>
    <w:p w:rsidR="00F96531" w:rsidRDefault="00F96531" w:rsidP="00F96531">
      <w:r>
        <w:t>326.1857</w:t>
      </w:r>
      <w:r>
        <w:tab/>
        <w:t>4.145e0</w:t>
      </w:r>
    </w:p>
    <w:p w:rsidR="00F96531" w:rsidRDefault="00F96531" w:rsidP="00F96531">
      <w:r>
        <w:t>326.1928</w:t>
      </w:r>
      <w:r>
        <w:tab/>
        <w:t>1.326e0</w:t>
      </w:r>
    </w:p>
    <w:p w:rsidR="00F96531" w:rsidRDefault="00F96531" w:rsidP="00F96531">
      <w:r>
        <w:t>326.2163</w:t>
      </w:r>
      <w:r>
        <w:tab/>
        <w:t>2.025e0</w:t>
      </w:r>
    </w:p>
    <w:p w:rsidR="00F96531" w:rsidRDefault="00F96531" w:rsidP="00F96531">
      <w:r>
        <w:t>326.2194</w:t>
      </w:r>
      <w:r>
        <w:tab/>
        <w:t>4.595e0</w:t>
      </w:r>
    </w:p>
    <w:p w:rsidR="00F96531" w:rsidRDefault="00F96531" w:rsidP="00F96531">
      <w:r>
        <w:t>326.2296</w:t>
      </w:r>
      <w:r>
        <w:tab/>
        <w:t>2.025e0</w:t>
      </w:r>
    </w:p>
    <w:p w:rsidR="00F96531" w:rsidRDefault="00F96531" w:rsidP="00F96531">
      <w:r>
        <w:t>326.2414</w:t>
      </w:r>
      <w:r>
        <w:tab/>
        <w:t>3.910e0</w:t>
      </w:r>
    </w:p>
    <w:p w:rsidR="00F96531" w:rsidRDefault="00F96531" w:rsidP="00F96531">
      <w:r>
        <w:t>326.2514</w:t>
      </w:r>
      <w:r>
        <w:tab/>
        <w:t>2.025e0</w:t>
      </w:r>
    </w:p>
    <w:p w:rsidR="00F96531" w:rsidRDefault="00F96531" w:rsidP="00F96531">
      <w:r>
        <w:t>326.2590</w:t>
      </w:r>
      <w:r>
        <w:tab/>
        <w:t>1.013e0</w:t>
      </w:r>
    </w:p>
    <w:p w:rsidR="00F96531" w:rsidRDefault="00F96531" w:rsidP="00F96531">
      <w:r>
        <w:t>326.2657</w:t>
      </w:r>
      <w:r>
        <w:tab/>
        <w:t>3.038e0</w:t>
      </w:r>
    </w:p>
    <w:p w:rsidR="00F96531" w:rsidRDefault="00F96531" w:rsidP="00F96531">
      <w:r>
        <w:t>326.2873</w:t>
      </w:r>
      <w:r>
        <w:tab/>
        <w:t>2.025e0</w:t>
      </w:r>
    </w:p>
    <w:p w:rsidR="00F96531" w:rsidRDefault="00F96531" w:rsidP="00F96531">
      <w:r>
        <w:t>326.2972</w:t>
      </w:r>
      <w:r>
        <w:tab/>
        <w:t>3.038e0</w:t>
      </w:r>
    </w:p>
    <w:p w:rsidR="00F96531" w:rsidRDefault="00F96531" w:rsidP="00F96531">
      <w:r>
        <w:t>326.3079</w:t>
      </w:r>
      <w:r>
        <w:tab/>
        <w:t>3.038e0</w:t>
      </w:r>
    </w:p>
    <w:p w:rsidR="00F96531" w:rsidRDefault="00F96531" w:rsidP="00F96531">
      <w:r>
        <w:t>326.3104</w:t>
      </w:r>
      <w:r>
        <w:tab/>
        <w:t>1.013e0</w:t>
      </w:r>
    </w:p>
    <w:p w:rsidR="00F96531" w:rsidRDefault="00F96531" w:rsidP="00F96531">
      <w:r>
        <w:t>326.3156</w:t>
      </w:r>
      <w:r>
        <w:tab/>
        <w:t>1.013e0</w:t>
      </w:r>
    </w:p>
    <w:p w:rsidR="00F96531" w:rsidRDefault="00F96531" w:rsidP="00F96531">
      <w:r>
        <w:t>326.3480</w:t>
      </w:r>
      <w:r>
        <w:tab/>
        <w:t>1.013e0</w:t>
      </w:r>
    </w:p>
    <w:p w:rsidR="00F96531" w:rsidRDefault="00F96531" w:rsidP="00F96531">
      <w:r>
        <w:t>326.3708</w:t>
      </w:r>
      <w:r>
        <w:tab/>
        <w:t>6.076e0</w:t>
      </w:r>
    </w:p>
    <w:p w:rsidR="00F96531" w:rsidRDefault="00F96531" w:rsidP="00F96531">
      <w:r>
        <w:lastRenderedPageBreak/>
        <w:t>326.3768</w:t>
      </w:r>
      <w:r>
        <w:tab/>
        <w:t>8.101e0</w:t>
      </w:r>
    </w:p>
    <w:p w:rsidR="00F96531" w:rsidRDefault="00F96531" w:rsidP="00F96531">
      <w:r>
        <w:t>326.3788</w:t>
      </w:r>
      <w:r>
        <w:tab/>
        <w:t>1.218e1</w:t>
      </w:r>
    </w:p>
    <w:p w:rsidR="00F96531" w:rsidRDefault="00F96531" w:rsidP="00F96531">
      <w:r>
        <w:t>326.3811</w:t>
      </w:r>
      <w:r>
        <w:tab/>
        <w:t>4.051e0</w:t>
      </w:r>
    </w:p>
    <w:p w:rsidR="00F96531" w:rsidRDefault="00F96531" w:rsidP="00F96531">
      <w:r>
        <w:t>326.3849</w:t>
      </w:r>
      <w:r>
        <w:tab/>
        <w:t>5.063e0</w:t>
      </w:r>
    </w:p>
    <w:p w:rsidR="00F96531" w:rsidRDefault="00F96531" w:rsidP="00F96531">
      <w:r>
        <w:t>326.3874</w:t>
      </w:r>
      <w:r>
        <w:tab/>
        <w:t>1.117e1</w:t>
      </w:r>
    </w:p>
    <w:p w:rsidR="00F96531" w:rsidRDefault="00F96531" w:rsidP="00F96531">
      <w:r>
        <w:t>326.3941</w:t>
      </w:r>
      <w:r>
        <w:tab/>
        <w:t>7.089e0</w:t>
      </w:r>
    </w:p>
    <w:p w:rsidR="00F96531" w:rsidRDefault="00F96531" w:rsidP="00F96531">
      <w:r>
        <w:t>326.4439</w:t>
      </w:r>
      <w:r>
        <w:tab/>
        <w:t>1.013e0</w:t>
      </w:r>
    </w:p>
    <w:p w:rsidR="00F96531" w:rsidRDefault="00F96531" w:rsidP="00F96531">
      <w:r>
        <w:t>326.4495</w:t>
      </w:r>
      <w:r>
        <w:tab/>
        <w:t>1.013e0</w:t>
      </w:r>
    </w:p>
    <w:p w:rsidR="00F96531" w:rsidRDefault="00F96531" w:rsidP="00F96531">
      <w:r>
        <w:t>326.4518</w:t>
      </w:r>
      <w:r>
        <w:tab/>
        <w:t>1.013e0</w:t>
      </w:r>
    </w:p>
    <w:p w:rsidR="00F96531" w:rsidRDefault="00F96531" w:rsidP="00F96531">
      <w:r>
        <w:t>326.5272</w:t>
      </w:r>
      <w:r>
        <w:tab/>
        <w:t>8.101e0</w:t>
      </w:r>
    </w:p>
    <w:p w:rsidR="00F96531" w:rsidRDefault="00F96531" w:rsidP="00F96531">
      <w:r>
        <w:t>326.5334</w:t>
      </w:r>
      <w:r>
        <w:tab/>
        <w:t>1.316e1</w:t>
      </w:r>
    </w:p>
    <w:p w:rsidR="00F96531" w:rsidRDefault="00F96531" w:rsidP="00F96531">
      <w:r>
        <w:t>326.5423</w:t>
      </w:r>
      <w:r>
        <w:tab/>
        <w:t>9.114e0</w:t>
      </w:r>
    </w:p>
    <w:p w:rsidR="00F96531" w:rsidRDefault="00F96531" w:rsidP="00F96531">
      <w:r>
        <w:t>326.5509</w:t>
      </w:r>
      <w:r>
        <w:tab/>
        <w:t>1.013e1</w:t>
      </w:r>
    </w:p>
    <w:p w:rsidR="00F96531" w:rsidRDefault="00F96531" w:rsidP="00F96531">
      <w:r>
        <w:t>326.5816</w:t>
      </w:r>
      <w:r>
        <w:tab/>
        <w:t>1.013e0</w:t>
      </w:r>
    </w:p>
    <w:p w:rsidR="00F96531" w:rsidRDefault="00F96531" w:rsidP="00F96531">
      <w:r>
        <w:t>326.6021</w:t>
      </w:r>
      <w:r>
        <w:tab/>
        <w:t>1.013e0</w:t>
      </w:r>
    </w:p>
    <w:p w:rsidR="00F96531" w:rsidRDefault="00F96531" w:rsidP="00F96531">
      <w:r>
        <w:t>326.6264</w:t>
      </w:r>
      <w:r>
        <w:tab/>
        <w:t>1.013e0</w:t>
      </w:r>
    </w:p>
    <w:p w:rsidR="00F96531" w:rsidRDefault="00F96531" w:rsidP="00F96531">
      <w:r>
        <w:t>326.6416</w:t>
      </w:r>
      <w:r>
        <w:tab/>
        <w:t>1.013e0</w:t>
      </w:r>
    </w:p>
    <w:p w:rsidR="00F96531" w:rsidRDefault="00F96531" w:rsidP="00F96531">
      <w:r>
        <w:t>326.6479</w:t>
      </w:r>
      <w:r>
        <w:tab/>
        <w:t>2.025e0</w:t>
      </w:r>
    </w:p>
    <w:p w:rsidR="00F96531" w:rsidRDefault="00F96531" w:rsidP="00F96531">
      <w:r>
        <w:t>326.6522</w:t>
      </w:r>
      <w:r>
        <w:tab/>
        <w:t>1.013e0</w:t>
      </w:r>
    </w:p>
    <w:p w:rsidR="00F96531" w:rsidRDefault="00F96531" w:rsidP="00F96531">
      <w:r>
        <w:lastRenderedPageBreak/>
        <w:t>326.6567</w:t>
      </w:r>
      <w:r>
        <w:tab/>
        <w:t>2.025e0</w:t>
      </w:r>
    </w:p>
    <w:p w:rsidR="00F96531" w:rsidRDefault="00F96531" w:rsidP="00F96531">
      <w:r>
        <w:t>326.6791</w:t>
      </w:r>
      <w:r>
        <w:tab/>
        <w:t>1.013e0</w:t>
      </w:r>
    </w:p>
    <w:p w:rsidR="00F96531" w:rsidRDefault="00F96531" w:rsidP="00F96531">
      <w:r>
        <w:t>326.6848</w:t>
      </w:r>
      <w:r>
        <w:tab/>
        <w:t>2.025e0</w:t>
      </w:r>
    </w:p>
    <w:p w:rsidR="00F96531" w:rsidRDefault="00F96531" w:rsidP="00F96531">
      <w:r>
        <w:t>326.7087</w:t>
      </w:r>
      <w:r>
        <w:tab/>
        <w:t>3.038e0</w:t>
      </w:r>
    </w:p>
    <w:p w:rsidR="00F96531" w:rsidRDefault="00F96531" w:rsidP="00F96531">
      <w:r>
        <w:t>326.7129</w:t>
      </w:r>
      <w:r>
        <w:tab/>
        <w:t>2.025e0</w:t>
      </w:r>
    </w:p>
    <w:p w:rsidR="00F96531" w:rsidRDefault="00F96531" w:rsidP="00F96531">
      <w:r>
        <w:t>326.7182</w:t>
      </w:r>
      <w:r>
        <w:tab/>
        <w:t>1.013e0</w:t>
      </w:r>
    </w:p>
    <w:p w:rsidR="00F96531" w:rsidRDefault="00F96531" w:rsidP="00F96531">
      <w:r>
        <w:t>326.7248</w:t>
      </w:r>
      <w:r>
        <w:tab/>
        <w:t>2.025e0</w:t>
      </w:r>
    </w:p>
    <w:p w:rsidR="00F96531" w:rsidRDefault="00F96531" w:rsidP="00F96531">
      <w:r>
        <w:t>326.7576</w:t>
      </w:r>
      <w:r>
        <w:tab/>
        <w:t>1.013e0</w:t>
      </w:r>
    </w:p>
    <w:p w:rsidR="00F96531" w:rsidRDefault="00F96531" w:rsidP="00F96531">
      <w:r>
        <w:t>326.7603</w:t>
      </w:r>
      <w:r>
        <w:tab/>
        <w:t>1.013e0</w:t>
      </w:r>
    </w:p>
    <w:p w:rsidR="00F96531" w:rsidRDefault="00F96531" w:rsidP="00F96531">
      <w:r>
        <w:t>326.7641</w:t>
      </w:r>
      <w:r>
        <w:tab/>
        <w:t>1.013e0</w:t>
      </w:r>
    </w:p>
    <w:p w:rsidR="00F96531" w:rsidRDefault="00F96531" w:rsidP="00F96531">
      <w:r>
        <w:t>326.7712</w:t>
      </w:r>
      <w:r>
        <w:tab/>
        <w:t>1.013e0</w:t>
      </w:r>
    </w:p>
    <w:p w:rsidR="00F96531" w:rsidRDefault="00F96531" w:rsidP="00F96531">
      <w:r>
        <w:t>326.7746</w:t>
      </w:r>
      <w:r>
        <w:tab/>
        <w:t>2.025e0</w:t>
      </w:r>
    </w:p>
    <w:p w:rsidR="00F96531" w:rsidRDefault="00F96531" w:rsidP="00F96531">
      <w:r>
        <w:t>326.7948</w:t>
      </w:r>
      <w:r>
        <w:tab/>
        <w:t>1.013e0</w:t>
      </w:r>
    </w:p>
    <w:p w:rsidR="00F96531" w:rsidRDefault="00F96531" w:rsidP="00F96531">
      <w:r>
        <w:t>326.8006</w:t>
      </w:r>
      <w:r>
        <w:tab/>
        <w:t>4.051e0</w:t>
      </w:r>
    </w:p>
    <w:p w:rsidR="00F96531" w:rsidRDefault="00F96531" w:rsidP="00F96531">
      <w:r>
        <w:t>326.8103</w:t>
      </w:r>
      <w:r>
        <w:tab/>
        <w:t>1.013e0</w:t>
      </w:r>
    </w:p>
    <w:p w:rsidR="00F96531" w:rsidRDefault="00F96531" w:rsidP="00F96531">
      <w:r>
        <w:t>326.8130</w:t>
      </w:r>
      <w:r>
        <w:tab/>
        <w:t>1.013e0</w:t>
      </w:r>
    </w:p>
    <w:p w:rsidR="00F96531" w:rsidRDefault="00F96531" w:rsidP="00F96531">
      <w:r>
        <w:t>326.8301</w:t>
      </w:r>
      <w:r>
        <w:tab/>
        <w:t>1.013e0</w:t>
      </w:r>
    </w:p>
    <w:p w:rsidR="00F96531" w:rsidRDefault="00F96531" w:rsidP="00F96531">
      <w:r>
        <w:t>326.8464</w:t>
      </w:r>
      <w:r>
        <w:tab/>
        <w:t>1.013e0</w:t>
      </w:r>
    </w:p>
    <w:p w:rsidR="00F96531" w:rsidRDefault="00F96531" w:rsidP="00F96531">
      <w:r>
        <w:t>326.8631</w:t>
      </w:r>
      <w:r>
        <w:tab/>
        <w:t>2.025e0</w:t>
      </w:r>
    </w:p>
    <w:p w:rsidR="00F96531" w:rsidRDefault="00F96531" w:rsidP="00F96531">
      <w:r>
        <w:lastRenderedPageBreak/>
        <w:t>326.8758</w:t>
      </w:r>
      <w:r>
        <w:tab/>
        <w:t>2.025e0</w:t>
      </w:r>
    </w:p>
    <w:p w:rsidR="00F96531" w:rsidRDefault="00F96531" w:rsidP="00F96531">
      <w:r>
        <w:t>326.8954</w:t>
      </w:r>
      <w:r>
        <w:tab/>
        <w:t>3.038e0</w:t>
      </w:r>
    </w:p>
    <w:p w:rsidR="00F96531" w:rsidRDefault="00F96531" w:rsidP="00F96531">
      <w:r>
        <w:t>326.9016</w:t>
      </w:r>
      <w:r>
        <w:tab/>
        <w:t>2.025e0</w:t>
      </w:r>
    </w:p>
    <w:p w:rsidR="00F96531" w:rsidRDefault="00F96531" w:rsidP="00F96531">
      <w:r>
        <w:t>326.9104</w:t>
      </w:r>
      <w:r>
        <w:tab/>
        <w:t>1.013e0</w:t>
      </w:r>
    </w:p>
    <w:p w:rsidR="00F96531" w:rsidRDefault="00F96531" w:rsidP="00F96531">
      <w:r>
        <w:t>326.9198</w:t>
      </w:r>
      <w:r>
        <w:tab/>
        <w:t>1.013e0</w:t>
      </w:r>
    </w:p>
    <w:p w:rsidR="00F96531" w:rsidRDefault="00F96531" w:rsidP="00F96531">
      <w:r>
        <w:t>326.9257</w:t>
      </w:r>
      <w:r>
        <w:tab/>
        <w:t>2.025e0</w:t>
      </w:r>
    </w:p>
    <w:p w:rsidR="00F96531" w:rsidRDefault="00F96531" w:rsidP="00F96531">
      <w:r>
        <w:t>326.9365</w:t>
      </w:r>
      <w:r>
        <w:tab/>
        <w:t>5.063e0</w:t>
      </w:r>
    </w:p>
    <w:p w:rsidR="00F96531" w:rsidRDefault="00F96531" w:rsidP="00F96531">
      <w:r>
        <w:t>326.9428</w:t>
      </w:r>
      <w:r>
        <w:tab/>
        <w:t>1.013e0</w:t>
      </w:r>
    </w:p>
    <w:p w:rsidR="00F96531" w:rsidRDefault="00F96531" w:rsidP="00F96531">
      <w:r>
        <w:t>326.9481</w:t>
      </w:r>
      <w:r>
        <w:tab/>
        <w:t>2.025e0</w:t>
      </w:r>
    </w:p>
    <w:p w:rsidR="00F96531" w:rsidRDefault="00F96531" w:rsidP="00F96531">
      <w:r>
        <w:t>326.9645</w:t>
      </w:r>
      <w:r>
        <w:tab/>
        <w:t>1.013e0</w:t>
      </w:r>
    </w:p>
    <w:p w:rsidR="00F96531" w:rsidRDefault="00F96531" w:rsidP="00F96531">
      <w:r>
        <w:t>327.0011</w:t>
      </w:r>
      <w:r>
        <w:tab/>
        <w:t>2.025e0</w:t>
      </w:r>
    </w:p>
    <w:p w:rsidR="00F96531" w:rsidRDefault="00F96531" w:rsidP="00F96531">
      <w:r>
        <w:t>327.0038</w:t>
      </w:r>
      <w:r>
        <w:tab/>
        <w:t>8.101e0</w:t>
      </w:r>
    </w:p>
    <w:p w:rsidR="00F96531" w:rsidRDefault="00F96531" w:rsidP="00F96531">
      <w:r>
        <w:t>327.0257</w:t>
      </w:r>
      <w:r>
        <w:tab/>
        <w:t>2.480e1</w:t>
      </w:r>
    </w:p>
    <w:p w:rsidR="00F96531" w:rsidRDefault="00F96531" w:rsidP="00F96531">
      <w:r>
        <w:t>327.0275</w:t>
      </w:r>
      <w:r>
        <w:tab/>
        <w:t>7.089e0</w:t>
      </w:r>
    </w:p>
    <w:p w:rsidR="00F96531" w:rsidRDefault="00F96531" w:rsidP="00F96531">
      <w:r>
        <w:t>327.0307</w:t>
      </w:r>
      <w:r>
        <w:tab/>
        <w:t>4.051e0</w:t>
      </w:r>
    </w:p>
    <w:p w:rsidR="00F96531" w:rsidRDefault="00F96531" w:rsidP="00F96531">
      <w:r>
        <w:t>327.0337</w:t>
      </w:r>
      <w:r>
        <w:tab/>
        <w:t>1.122e1</w:t>
      </w:r>
    </w:p>
    <w:p w:rsidR="00F96531" w:rsidRDefault="00F96531" w:rsidP="00F96531">
      <w:r>
        <w:t>327.0383</w:t>
      </w:r>
      <w:r>
        <w:tab/>
        <w:t>1.080e1</w:t>
      </w:r>
    </w:p>
    <w:p w:rsidR="00F96531" w:rsidRDefault="00F96531" w:rsidP="00F96531">
      <w:r>
        <w:t>327.0772</w:t>
      </w:r>
      <w:r>
        <w:tab/>
        <w:t>6.139e0</w:t>
      </w:r>
    </w:p>
    <w:p w:rsidR="00F96531" w:rsidRDefault="00F96531" w:rsidP="00F96531">
      <w:r>
        <w:t>327.0836</w:t>
      </w:r>
      <w:r>
        <w:tab/>
        <w:t>1.013e0</w:t>
      </w:r>
    </w:p>
    <w:p w:rsidR="00F96531" w:rsidRDefault="00F96531" w:rsidP="00F96531">
      <w:r>
        <w:lastRenderedPageBreak/>
        <w:t>327.0895</w:t>
      </w:r>
      <w:r>
        <w:tab/>
        <w:t>1.013e0</w:t>
      </w:r>
    </w:p>
    <w:p w:rsidR="00F96531" w:rsidRDefault="00F96531" w:rsidP="00F96531">
      <w:r>
        <w:t>327.1068</w:t>
      </w:r>
      <w:r>
        <w:tab/>
        <w:t>3.038e0</w:t>
      </w:r>
    </w:p>
    <w:p w:rsidR="00F96531" w:rsidRDefault="00F96531" w:rsidP="00F96531">
      <w:r>
        <w:t>327.1172</w:t>
      </w:r>
      <w:r>
        <w:tab/>
        <w:t>1.178e1</w:t>
      </w:r>
    </w:p>
    <w:p w:rsidR="00F96531" w:rsidRDefault="00F96531" w:rsidP="00F96531">
      <w:r>
        <w:t>327.1281</w:t>
      </w:r>
      <w:r>
        <w:tab/>
        <w:t>1.240e1</w:t>
      </w:r>
    </w:p>
    <w:p w:rsidR="00F96531" w:rsidRDefault="00F96531" w:rsidP="00F96531">
      <w:r>
        <w:t>327.1296</w:t>
      </w:r>
      <w:r>
        <w:tab/>
        <w:t>7.089e0</w:t>
      </w:r>
    </w:p>
    <w:p w:rsidR="00F96531" w:rsidRDefault="00F96531" w:rsidP="00F96531">
      <w:r>
        <w:t>327.1499</w:t>
      </w:r>
      <w:r>
        <w:tab/>
        <w:t>1.394e1</w:t>
      </w:r>
    </w:p>
    <w:p w:rsidR="00F96531" w:rsidRDefault="00F96531" w:rsidP="00F96531">
      <w:r>
        <w:t>327.1559</w:t>
      </w:r>
      <w:r>
        <w:tab/>
        <w:t>2.176e1</w:t>
      </w:r>
    </w:p>
    <w:p w:rsidR="00F96531" w:rsidRDefault="00F96531" w:rsidP="00F96531">
      <w:r>
        <w:t>327.1612</w:t>
      </w:r>
      <w:r>
        <w:tab/>
        <w:t>2.025e0</w:t>
      </w:r>
    </w:p>
    <w:p w:rsidR="00F96531" w:rsidRDefault="00F96531" w:rsidP="00F96531">
      <w:r>
        <w:t>327.1776</w:t>
      </w:r>
      <w:r>
        <w:tab/>
        <w:t>3.817e0</w:t>
      </w:r>
    </w:p>
    <w:p w:rsidR="00F96531" w:rsidRDefault="00F96531" w:rsidP="00F96531">
      <w:r>
        <w:t>327.1899</w:t>
      </w:r>
      <w:r>
        <w:tab/>
        <w:t>5.725e0</w:t>
      </w:r>
    </w:p>
    <w:p w:rsidR="00F96531" w:rsidRDefault="00F96531" w:rsidP="00F96531">
      <w:r>
        <w:t>327.1959</w:t>
      </w:r>
      <w:r>
        <w:tab/>
        <w:t>5.740e0</w:t>
      </w:r>
    </w:p>
    <w:p w:rsidR="00F96531" w:rsidRDefault="00F96531" w:rsidP="00F96531">
      <w:r>
        <w:t>327.2419</w:t>
      </w:r>
      <w:r>
        <w:tab/>
        <w:t>1.093e1</w:t>
      </w:r>
    </w:p>
    <w:p w:rsidR="00F96531" w:rsidRDefault="00F96531" w:rsidP="00F96531">
      <w:r>
        <w:t>327.2472</w:t>
      </w:r>
      <w:r>
        <w:tab/>
        <w:t>1.013e0</w:t>
      </w:r>
    </w:p>
    <w:p w:rsidR="00F96531" w:rsidRDefault="00F96531" w:rsidP="00F96531">
      <w:r>
        <w:t>327.2486</w:t>
      </w:r>
      <w:r>
        <w:tab/>
        <w:t>1.013e0</w:t>
      </w:r>
    </w:p>
    <w:p w:rsidR="00F96531" w:rsidRDefault="00F96531" w:rsidP="00F96531">
      <w:r>
        <w:t>327.2592</w:t>
      </w:r>
      <w:r>
        <w:tab/>
        <w:t>1.013e0</w:t>
      </w:r>
    </w:p>
    <w:p w:rsidR="00F96531" w:rsidRDefault="00F96531" w:rsidP="00F96531">
      <w:r>
        <w:t>327.2625</w:t>
      </w:r>
      <w:r>
        <w:tab/>
        <w:t>4.051e0</w:t>
      </w:r>
    </w:p>
    <w:p w:rsidR="00F96531" w:rsidRDefault="00F96531" w:rsidP="00F96531">
      <w:r>
        <w:t>327.2685</w:t>
      </w:r>
      <w:r>
        <w:tab/>
        <w:t>2.025e0</w:t>
      </w:r>
    </w:p>
    <w:p w:rsidR="00F96531" w:rsidRDefault="00F96531" w:rsidP="00F96531">
      <w:r>
        <w:t>327.2834</w:t>
      </w:r>
      <w:r>
        <w:tab/>
        <w:t>1.013e0</w:t>
      </w:r>
    </w:p>
    <w:p w:rsidR="00F96531" w:rsidRDefault="00F96531" w:rsidP="00F96531">
      <w:r>
        <w:t>327.2930</w:t>
      </w:r>
      <w:r>
        <w:tab/>
        <w:t>2.025e0</w:t>
      </w:r>
    </w:p>
    <w:p w:rsidR="00F96531" w:rsidRDefault="00F96531" w:rsidP="00F96531">
      <w:r>
        <w:lastRenderedPageBreak/>
        <w:t>327.3029</w:t>
      </w:r>
      <w:r>
        <w:tab/>
        <w:t>3.038e0</w:t>
      </w:r>
    </w:p>
    <w:p w:rsidR="00F96531" w:rsidRDefault="00F96531" w:rsidP="00F96531">
      <w:r>
        <w:t>327.3322</w:t>
      </w:r>
      <w:r>
        <w:tab/>
        <w:t>1.013e0</w:t>
      </w:r>
    </w:p>
    <w:p w:rsidR="00F96531" w:rsidRDefault="00F96531" w:rsidP="00F96531">
      <w:r>
        <w:t>327.3460</w:t>
      </w:r>
      <w:r>
        <w:tab/>
        <w:t>2.025e0</w:t>
      </w:r>
    </w:p>
    <w:p w:rsidR="00F96531" w:rsidRDefault="00F96531" w:rsidP="00F96531">
      <w:r>
        <w:t>327.3491</w:t>
      </w:r>
      <w:r>
        <w:tab/>
        <w:t>2.025e0</w:t>
      </w:r>
    </w:p>
    <w:p w:rsidR="00F96531" w:rsidRDefault="00F96531" w:rsidP="00F96531">
      <w:r>
        <w:t>327.3686</w:t>
      </w:r>
      <w:r>
        <w:tab/>
        <w:t>5.941e0</w:t>
      </w:r>
    </w:p>
    <w:p w:rsidR="00F96531" w:rsidRDefault="00F96531" w:rsidP="00F96531">
      <w:r>
        <w:t>327.3713</w:t>
      </w:r>
      <w:r>
        <w:tab/>
        <w:t>1.013e0</w:t>
      </w:r>
    </w:p>
    <w:p w:rsidR="00F96531" w:rsidRDefault="00F96531" w:rsidP="00F96531">
      <w:r>
        <w:t>327.3866</w:t>
      </w:r>
      <w:r>
        <w:tab/>
        <w:t>7.089e0</w:t>
      </w:r>
    </w:p>
    <w:p w:rsidR="00F96531" w:rsidRDefault="00F96531" w:rsidP="00F96531">
      <w:r>
        <w:t>327.3880</w:t>
      </w:r>
      <w:r>
        <w:tab/>
        <w:t>5.063e0</w:t>
      </w:r>
    </w:p>
    <w:p w:rsidR="00F96531" w:rsidRDefault="00F96531" w:rsidP="00F96531">
      <w:r>
        <w:t>327.3929</w:t>
      </w:r>
      <w:r>
        <w:tab/>
        <w:t>2.025e0</w:t>
      </w:r>
    </w:p>
    <w:p w:rsidR="00F96531" w:rsidRDefault="00F96531" w:rsidP="00F96531">
      <w:r>
        <w:t>327.4391</w:t>
      </w:r>
      <w:r>
        <w:tab/>
        <w:t>1.013e0</w:t>
      </w:r>
    </w:p>
    <w:p w:rsidR="00F96531" w:rsidRDefault="00F96531" w:rsidP="00F96531">
      <w:r>
        <w:t>327.4620</w:t>
      </w:r>
      <w:r>
        <w:tab/>
        <w:t>1.013e0</w:t>
      </w:r>
    </w:p>
    <w:p w:rsidR="00F96531" w:rsidRDefault="00F96531" w:rsidP="00F96531">
      <w:r>
        <w:t>327.5012</w:t>
      </w:r>
      <w:r>
        <w:tab/>
        <w:t>1.013e0</w:t>
      </w:r>
    </w:p>
    <w:p w:rsidR="00F96531" w:rsidRDefault="00F96531" w:rsidP="00F96531">
      <w:r>
        <w:t>327.5195</w:t>
      </w:r>
      <w:r>
        <w:tab/>
        <w:t>4.051e0</w:t>
      </w:r>
    </w:p>
    <w:p w:rsidR="00F96531" w:rsidRDefault="00F96531" w:rsidP="00F96531">
      <w:r>
        <w:t>327.5268</w:t>
      </w:r>
      <w:r>
        <w:tab/>
        <w:t>2.025e0</w:t>
      </w:r>
    </w:p>
    <w:p w:rsidR="00F96531" w:rsidRDefault="00F96531" w:rsidP="00F96531">
      <w:r>
        <w:t>327.5291</w:t>
      </w:r>
      <w:r>
        <w:tab/>
        <w:t>3.038e0</w:t>
      </w:r>
    </w:p>
    <w:p w:rsidR="00F96531" w:rsidRDefault="00F96531" w:rsidP="00F96531">
      <w:r>
        <w:t>327.5328</w:t>
      </w:r>
      <w:r>
        <w:tab/>
        <w:t>1.215e1</w:t>
      </w:r>
    </w:p>
    <w:p w:rsidR="00F96531" w:rsidRDefault="00F96531" w:rsidP="00F96531">
      <w:r>
        <w:t>327.5374</w:t>
      </w:r>
      <w:r>
        <w:tab/>
        <w:t>1.114e1</w:t>
      </w:r>
    </w:p>
    <w:p w:rsidR="00F96531" w:rsidRDefault="00F96531" w:rsidP="00F96531">
      <w:r>
        <w:t>327.5609</w:t>
      </w:r>
      <w:r>
        <w:tab/>
        <w:t>2.025e0</w:t>
      </w:r>
    </w:p>
    <w:p w:rsidR="00F96531" w:rsidRDefault="00F96531" w:rsidP="00F96531">
      <w:r>
        <w:t>327.5788</w:t>
      </w:r>
      <w:r>
        <w:tab/>
        <w:t>3.038e0</w:t>
      </w:r>
    </w:p>
    <w:p w:rsidR="00F96531" w:rsidRDefault="00F96531" w:rsidP="00F96531">
      <w:r>
        <w:lastRenderedPageBreak/>
        <w:t>327.6252</w:t>
      </w:r>
      <w:r>
        <w:tab/>
        <w:t>1.013e0</w:t>
      </w:r>
    </w:p>
    <w:p w:rsidR="00F96531" w:rsidRDefault="00F96531" w:rsidP="00F96531">
      <w:r>
        <w:t>327.6266</w:t>
      </w:r>
      <w:r>
        <w:tab/>
        <w:t>1.013e0</w:t>
      </w:r>
    </w:p>
    <w:p w:rsidR="00F96531" w:rsidRDefault="00F96531" w:rsidP="00F96531">
      <w:r>
        <w:t>327.6325</w:t>
      </w:r>
      <w:r>
        <w:tab/>
        <w:t>1.013e0</w:t>
      </w:r>
    </w:p>
    <w:p w:rsidR="00F96531" w:rsidRDefault="00F96531" w:rsidP="00F96531">
      <w:r>
        <w:t>327.6620</w:t>
      </w:r>
      <w:r>
        <w:tab/>
        <w:t>1.013e0</w:t>
      </w:r>
    </w:p>
    <w:p w:rsidR="00F96531" w:rsidRDefault="00F96531" w:rsidP="00F96531">
      <w:r>
        <w:t>327.6649</w:t>
      </w:r>
      <w:r>
        <w:tab/>
        <w:t>1.013e0</w:t>
      </w:r>
    </w:p>
    <w:p w:rsidR="00F96531" w:rsidRDefault="00F96531" w:rsidP="00F96531">
      <w:r>
        <w:t>327.6701</w:t>
      </w:r>
      <w:r>
        <w:tab/>
        <w:t>2.025e0</w:t>
      </w:r>
    </w:p>
    <w:p w:rsidR="00F96531" w:rsidRDefault="00F96531" w:rsidP="00F96531">
      <w:r>
        <w:t>327.7153</w:t>
      </w:r>
      <w:r>
        <w:tab/>
        <w:t>3.038e0</w:t>
      </w:r>
    </w:p>
    <w:p w:rsidR="00F96531" w:rsidRDefault="00F96531" w:rsidP="00F96531">
      <w:r>
        <w:t>327.7176</w:t>
      </w:r>
      <w:r>
        <w:tab/>
        <w:t>1.013e0</w:t>
      </w:r>
    </w:p>
    <w:p w:rsidR="00F96531" w:rsidRDefault="00F96531" w:rsidP="00F96531">
      <w:r>
        <w:t>327.7461</w:t>
      </w:r>
      <w:r>
        <w:tab/>
        <w:t>1.013e0</w:t>
      </w:r>
    </w:p>
    <w:p w:rsidR="00F96531" w:rsidRDefault="00F96531" w:rsidP="00F96531">
      <w:r>
        <w:t>327.7624</w:t>
      </w:r>
      <w:r>
        <w:tab/>
        <w:t>1.013e0</w:t>
      </w:r>
    </w:p>
    <w:p w:rsidR="00F96531" w:rsidRDefault="00F96531" w:rsidP="00F96531">
      <w:r>
        <w:t>327.7730</w:t>
      </w:r>
      <w:r>
        <w:tab/>
        <w:t>2.025e0</w:t>
      </w:r>
    </w:p>
    <w:p w:rsidR="00F96531" w:rsidRDefault="00F96531" w:rsidP="00F96531">
      <w:r>
        <w:t>327.7759</w:t>
      </w:r>
      <w:r>
        <w:tab/>
        <w:t>1.013e0</w:t>
      </w:r>
    </w:p>
    <w:p w:rsidR="00F96531" w:rsidRDefault="00F96531" w:rsidP="00F96531">
      <w:r>
        <w:t>327.7802</w:t>
      </w:r>
      <w:r>
        <w:tab/>
        <w:t>1.013e0</w:t>
      </w:r>
    </w:p>
    <w:p w:rsidR="00F96531" w:rsidRDefault="00F96531" w:rsidP="00F96531">
      <w:r>
        <w:t>327.7906</w:t>
      </w:r>
      <w:r>
        <w:tab/>
        <w:t>1.013e0</w:t>
      </w:r>
    </w:p>
    <w:p w:rsidR="00F96531" w:rsidRDefault="00F96531" w:rsidP="00F96531">
      <w:r>
        <w:t>327.7961</w:t>
      </w:r>
      <w:r>
        <w:tab/>
        <w:t>1.013e0</w:t>
      </w:r>
    </w:p>
    <w:p w:rsidR="00F96531" w:rsidRDefault="00F96531" w:rsidP="00F96531">
      <w:r>
        <w:t>327.8188</w:t>
      </w:r>
      <w:r>
        <w:tab/>
        <w:t>3.038e0</w:t>
      </w:r>
    </w:p>
    <w:p w:rsidR="00F96531" w:rsidRDefault="00F96531" w:rsidP="00F96531">
      <w:r>
        <w:t>327.8393</w:t>
      </w:r>
      <w:r>
        <w:tab/>
        <w:t>1.013e0</w:t>
      </w:r>
    </w:p>
    <w:p w:rsidR="00F96531" w:rsidRDefault="00F96531" w:rsidP="00F96531">
      <w:r>
        <w:t>327.8774</w:t>
      </w:r>
      <w:r>
        <w:tab/>
        <w:t>3.038e0</w:t>
      </w:r>
    </w:p>
    <w:p w:rsidR="00F96531" w:rsidRDefault="00F96531" w:rsidP="00F96531">
      <w:r>
        <w:t>327.8831</w:t>
      </w:r>
      <w:r>
        <w:tab/>
        <w:t>2.025e0</w:t>
      </w:r>
    </w:p>
    <w:p w:rsidR="00F96531" w:rsidRDefault="00F96531" w:rsidP="00F96531">
      <w:r>
        <w:lastRenderedPageBreak/>
        <w:t>327.9098</w:t>
      </w:r>
      <w:r>
        <w:tab/>
        <w:t>4.051e0</w:t>
      </w:r>
    </w:p>
    <w:p w:rsidR="00F96531" w:rsidRDefault="00F96531" w:rsidP="00F96531">
      <w:r>
        <w:t>327.9156</w:t>
      </w:r>
      <w:r>
        <w:tab/>
        <w:t>4.051e0</w:t>
      </w:r>
    </w:p>
    <w:p w:rsidR="00F96531" w:rsidRDefault="00F96531" w:rsidP="00F96531">
      <w:r>
        <w:t>327.9255</w:t>
      </w:r>
      <w:r>
        <w:tab/>
        <w:t>4.051e0</w:t>
      </w:r>
    </w:p>
    <w:p w:rsidR="00F96531" w:rsidRDefault="00F96531" w:rsidP="00F96531">
      <w:r>
        <w:t>327.9281</w:t>
      </w:r>
      <w:r>
        <w:tab/>
        <w:t>6.076e0</w:t>
      </w:r>
    </w:p>
    <w:p w:rsidR="00F96531" w:rsidRDefault="00F96531" w:rsidP="00F96531">
      <w:r>
        <w:t>327.9545</w:t>
      </w:r>
      <w:r>
        <w:tab/>
        <w:t>1.013e0</w:t>
      </w:r>
    </w:p>
    <w:p w:rsidR="00F96531" w:rsidRDefault="00F96531" w:rsidP="00F96531">
      <w:r>
        <w:t>327.9585</w:t>
      </w:r>
      <w:r>
        <w:tab/>
        <w:t>2.025e0</w:t>
      </w:r>
    </w:p>
    <w:p w:rsidR="00F96531" w:rsidRDefault="00F96531" w:rsidP="00F96531">
      <w:r>
        <w:t>327.9763</w:t>
      </w:r>
      <w:r>
        <w:tab/>
        <w:t>1.283e0</w:t>
      </w:r>
    </w:p>
    <w:p w:rsidR="00F96531" w:rsidRDefault="00F96531" w:rsidP="00F96531">
      <w:r>
        <w:t>328.0075</w:t>
      </w:r>
      <w:r>
        <w:tab/>
        <w:t>1.368e1</w:t>
      </w:r>
    </w:p>
    <w:p w:rsidR="00F96531" w:rsidRDefault="00F96531" w:rsidP="00F96531">
      <w:r>
        <w:t>328.0316</w:t>
      </w:r>
      <w:r>
        <w:tab/>
        <w:t>3.038e0</w:t>
      </w:r>
    </w:p>
    <w:p w:rsidR="00F96531" w:rsidRDefault="00F96531" w:rsidP="00F96531">
      <w:r>
        <w:t>328.0332</w:t>
      </w:r>
      <w:r>
        <w:tab/>
        <w:t>3.038e0</w:t>
      </w:r>
    </w:p>
    <w:p w:rsidR="00F96531" w:rsidRDefault="00F96531" w:rsidP="00F96531">
      <w:r>
        <w:t>328.0680</w:t>
      </w:r>
      <w:r>
        <w:tab/>
        <w:t>8.101e0</w:t>
      </w:r>
    </w:p>
    <w:p w:rsidR="00F96531" w:rsidRDefault="00F96531" w:rsidP="00F96531">
      <w:r>
        <w:t>328.0741</w:t>
      </w:r>
      <w:r>
        <w:tab/>
        <w:t>2.805e1</w:t>
      </w:r>
    </w:p>
    <w:p w:rsidR="00F96531" w:rsidRDefault="00F96531" w:rsidP="00F96531">
      <w:r>
        <w:t>328.0751</w:t>
      </w:r>
      <w:r>
        <w:tab/>
        <w:t>5.686e0</w:t>
      </w:r>
    </w:p>
    <w:p w:rsidR="00F96531" w:rsidRDefault="00F96531" w:rsidP="00F96531">
      <w:r>
        <w:t>328.0854</w:t>
      </w:r>
      <w:r>
        <w:tab/>
        <w:t>2.068e1</w:t>
      </w:r>
    </w:p>
    <w:p w:rsidR="00F96531" w:rsidRDefault="00F96531" w:rsidP="00F96531">
      <w:r>
        <w:t>328.0941</w:t>
      </w:r>
      <w:r>
        <w:tab/>
        <w:t>6.563e0</w:t>
      </w:r>
    </w:p>
    <w:p w:rsidR="00F96531" w:rsidRDefault="00F96531" w:rsidP="00F96531">
      <w:r>
        <w:t>328.1202</w:t>
      </w:r>
      <w:r>
        <w:tab/>
        <w:t>3.038e0</w:t>
      </w:r>
    </w:p>
    <w:p w:rsidR="00F96531" w:rsidRDefault="00F96531" w:rsidP="00F96531">
      <w:r>
        <w:t>328.1410</w:t>
      </w:r>
      <w:r>
        <w:tab/>
        <w:t>1.013e0</w:t>
      </w:r>
    </w:p>
    <w:p w:rsidR="00F96531" w:rsidRDefault="00F96531" w:rsidP="00F96531">
      <w:r>
        <w:t>328.1432</w:t>
      </w:r>
      <w:r>
        <w:tab/>
        <w:t>3.316e0</w:t>
      </w:r>
    </w:p>
    <w:p w:rsidR="00F96531" w:rsidRDefault="00F96531" w:rsidP="00F96531">
      <w:r>
        <w:t>328.1613</w:t>
      </w:r>
      <w:r>
        <w:tab/>
        <w:t>4.012e0</w:t>
      </w:r>
    </w:p>
    <w:p w:rsidR="00F96531" w:rsidRDefault="00F96531" w:rsidP="00F96531">
      <w:r>
        <w:lastRenderedPageBreak/>
        <w:t>328.1679</w:t>
      </w:r>
      <w:r>
        <w:tab/>
        <w:t>2.324e0</w:t>
      </w:r>
    </w:p>
    <w:p w:rsidR="00F96531" w:rsidRDefault="00F96531" w:rsidP="00F96531">
      <w:r>
        <w:t>328.1755</w:t>
      </w:r>
      <w:r>
        <w:tab/>
        <w:t>2.133e0</w:t>
      </w:r>
    </w:p>
    <w:p w:rsidR="00F96531" w:rsidRDefault="00F96531" w:rsidP="00F96531">
      <w:r>
        <w:t>328.1955</w:t>
      </w:r>
      <w:r>
        <w:tab/>
        <w:t>2.025e0</w:t>
      </w:r>
    </w:p>
    <w:p w:rsidR="00F96531" w:rsidRDefault="00F96531" w:rsidP="00F96531">
      <w:r>
        <w:t>328.1975</w:t>
      </w:r>
      <w:r>
        <w:tab/>
        <w:t>1.792e0</w:t>
      </w:r>
    </w:p>
    <w:p w:rsidR="00F96531" w:rsidRDefault="00F96531" w:rsidP="00F96531">
      <w:r>
        <w:t>328.1998</w:t>
      </w:r>
      <w:r>
        <w:tab/>
        <w:t>2.018e0</w:t>
      </w:r>
    </w:p>
    <w:p w:rsidR="00F96531" w:rsidRDefault="00F96531" w:rsidP="00F96531">
      <w:r>
        <w:t>328.2029</w:t>
      </w:r>
      <w:r>
        <w:tab/>
        <w:t>1.733e0</w:t>
      </w:r>
    </w:p>
    <w:p w:rsidR="00F96531" w:rsidRDefault="00F96531" w:rsidP="00F96531">
      <w:r>
        <w:t>328.2152</w:t>
      </w:r>
      <w:r>
        <w:tab/>
        <w:t>2.025e0</w:t>
      </w:r>
    </w:p>
    <w:p w:rsidR="00F96531" w:rsidRDefault="00F96531" w:rsidP="00F96531">
      <w:r>
        <w:t>328.2169</w:t>
      </w:r>
      <w:r>
        <w:tab/>
        <w:t>1.676e0</w:t>
      </w:r>
    </w:p>
    <w:p w:rsidR="00F96531" w:rsidRDefault="00F96531" w:rsidP="00F96531">
      <w:r>
        <w:t>328.2444</w:t>
      </w:r>
      <w:r>
        <w:tab/>
        <w:t>3.038e0</w:t>
      </w:r>
    </w:p>
    <w:p w:rsidR="00F96531" w:rsidRDefault="00F96531" w:rsidP="00F96531">
      <w:r>
        <w:t>328.2471</w:t>
      </w:r>
      <w:r>
        <w:tab/>
        <w:t>2.025e0</w:t>
      </w:r>
    </w:p>
    <w:p w:rsidR="00F96531" w:rsidRDefault="00F96531" w:rsidP="00F96531">
      <w:r>
        <w:t>328.2695</w:t>
      </w:r>
      <w:r>
        <w:tab/>
        <w:t>1.013e0</w:t>
      </w:r>
    </w:p>
    <w:p w:rsidR="00F96531" w:rsidRDefault="00F96531" w:rsidP="00F96531">
      <w:r>
        <w:t>328.2799</w:t>
      </w:r>
      <w:r>
        <w:tab/>
        <w:t>5.063e0</w:t>
      </w:r>
    </w:p>
    <w:p w:rsidR="00F96531" w:rsidRDefault="00F96531" w:rsidP="00F96531">
      <w:r>
        <w:t>328.2846</w:t>
      </w:r>
      <w:r>
        <w:tab/>
        <w:t>2.025e0</w:t>
      </w:r>
    </w:p>
    <w:p w:rsidR="00F96531" w:rsidRDefault="00F96531" w:rsidP="00F96531">
      <w:r>
        <w:t>328.3184</w:t>
      </w:r>
      <w:r>
        <w:tab/>
        <w:t>1.013e0</w:t>
      </w:r>
    </w:p>
    <w:p w:rsidR="00F96531" w:rsidRDefault="00F96531" w:rsidP="00F96531">
      <w:r>
        <w:t>328.3286</w:t>
      </w:r>
      <w:r>
        <w:tab/>
        <w:t>3.038e0</w:t>
      </w:r>
    </w:p>
    <w:p w:rsidR="00F96531" w:rsidRDefault="00F96531" w:rsidP="00F96531">
      <w:r>
        <w:t>328.3390</w:t>
      </w:r>
      <w:r>
        <w:tab/>
        <w:t>3.038e0</w:t>
      </w:r>
    </w:p>
    <w:p w:rsidR="00F96531" w:rsidRDefault="00F96531" w:rsidP="00F96531">
      <w:r>
        <w:t>328.3770</w:t>
      </w:r>
      <w:r>
        <w:tab/>
        <w:t>3.038e0</w:t>
      </w:r>
    </w:p>
    <w:p w:rsidR="00F96531" w:rsidRDefault="00F96531" w:rsidP="00F96531">
      <w:r>
        <w:t>328.3791</w:t>
      </w:r>
      <w:r>
        <w:tab/>
        <w:t>2.025e0</w:t>
      </w:r>
    </w:p>
    <w:p w:rsidR="00F96531" w:rsidRDefault="00F96531" w:rsidP="00F96531">
      <w:r>
        <w:t>328.4070</w:t>
      </w:r>
      <w:r>
        <w:tab/>
        <w:t>2.025e0</w:t>
      </w:r>
    </w:p>
    <w:p w:rsidR="00F96531" w:rsidRDefault="00F96531" w:rsidP="00F96531">
      <w:r>
        <w:lastRenderedPageBreak/>
        <w:t>328.4352</w:t>
      </w:r>
      <w:r>
        <w:tab/>
        <w:t>1.013e0</w:t>
      </w:r>
    </w:p>
    <w:p w:rsidR="00F96531" w:rsidRDefault="00F96531" w:rsidP="00F96531">
      <w:r>
        <w:t>328.4371</w:t>
      </w:r>
      <w:r>
        <w:tab/>
        <w:t>2.025e0</w:t>
      </w:r>
    </w:p>
    <w:p w:rsidR="00F96531" w:rsidRDefault="00F96531" w:rsidP="00F96531">
      <w:r>
        <w:t>328.4456</w:t>
      </w:r>
      <w:r>
        <w:tab/>
        <w:t>1.013e0</w:t>
      </w:r>
    </w:p>
    <w:p w:rsidR="00F96531" w:rsidRDefault="00F96531" w:rsidP="00F96531">
      <w:r>
        <w:t>328.4556</w:t>
      </w:r>
      <w:r>
        <w:tab/>
        <w:t>2.025e0</w:t>
      </w:r>
    </w:p>
    <w:p w:rsidR="00F96531" w:rsidRDefault="00F96531" w:rsidP="00F96531">
      <w:r>
        <w:t>328.4588</w:t>
      </w:r>
      <w:r>
        <w:tab/>
        <w:t>1.013e0</w:t>
      </w:r>
    </w:p>
    <w:p w:rsidR="00F96531" w:rsidRDefault="00F96531" w:rsidP="00F96531">
      <w:r>
        <w:t>328.4758</w:t>
      </w:r>
      <w:r>
        <w:tab/>
        <w:t>1.322e0</w:t>
      </w:r>
    </w:p>
    <w:p w:rsidR="00F96531" w:rsidRDefault="00F96531" w:rsidP="00F96531">
      <w:r>
        <w:t>328.4884</w:t>
      </w:r>
      <w:r>
        <w:tab/>
        <w:t>1.013e0</w:t>
      </w:r>
    </w:p>
    <w:p w:rsidR="00F96531" w:rsidRDefault="00F96531" w:rsidP="00F96531">
      <w:r>
        <w:t>328.5024</w:t>
      </w:r>
      <w:r>
        <w:tab/>
        <w:t>1.013e0</w:t>
      </w:r>
    </w:p>
    <w:p w:rsidR="00F96531" w:rsidRDefault="00F96531" w:rsidP="00F96531">
      <w:r>
        <w:t>328.5193</w:t>
      </w:r>
      <w:r>
        <w:tab/>
        <w:t>3.410e0</w:t>
      </w:r>
    </w:p>
    <w:p w:rsidR="00F96531" w:rsidRDefault="00F96531" w:rsidP="00F96531">
      <w:r>
        <w:t>328.5214</w:t>
      </w:r>
      <w:r>
        <w:tab/>
        <w:t>1.013e0</w:t>
      </w:r>
    </w:p>
    <w:p w:rsidR="00F96531" w:rsidRDefault="00F96531" w:rsidP="00F96531">
      <w:r>
        <w:t>328.5262</w:t>
      </w:r>
      <w:r>
        <w:tab/>
        <w:t>5.063e0</w:t>
      </w:r>
    </w:p>
    <w:p w:rsidR="00F96531" w:rsidRDefault="00F96531" w:rsidP="00F96531">
      <w:r>
        <w:t>328.5362</w:t>
      </w:r>
      <w:r>
        <w:tab/>
        <w:t>3.038e0</w:t>
      </w:r>
    </w:p>
    <w:p w:rsidR="00F96531" w:rsidRDefault="00F96531" w:rsidP="00F96531">
      <w:r>
        <w:t>328.5372</w:t>
      </w:r>
      <w:r>
        <w:tab/>
        <w:t>1.013e0</w:t>
      </w:r>
    </w:p>
    <w:p w:rsidR="00F96531" w:rsidRDefault="00F96531" w:rsidP="00F96531">
      <w:r>
        <w:t>328.5388</w:t>
      </w:r>
      <w:r>
        <w:tab/>
        <w:t>2.025e0</w:t>
      </w:r>
    </w:p>
    <w:p w:rsidR="00F96531" w:rsidRDefault="00F96531" w:rsidP="00F96531">
      <w:r>
        <w:t>328.5702</w:t>
      </w:r>
      <w:r>
        <w:tab/>
        <w:t>1.013e0</w:t>
      </w:r>
    </w:p>
    <w:p w:rsidR="00F96531" w:rsidRDefault="00F96531" w:rsidP="00F96531">
      <w:r>
        <w:t>328.6026</w:t>
      </w:r>
      <w:r>
        <w:tab/>
        <w:t>1.013e0</w:t>
      </w:r>
    </w:p>
    <w:p w:rsidR="00F96531" w:rsidRDefault="00F96531" w:rsidP="00F96531">
      <w:r>
        <w:t>328.6278</w:t>
      </w:r>
      <w:r>
        <w:tab/>
        <w:t>3.038e0</w:t>
      </w:r>
    </w:p>
    <w:p w:rsidR="00F96531" w:rsidRDefault="00F96531" w:rsidP="00F96531">
      <w:r>
        <w:t>328.6601</w:t>
      </w:r>
      <w:r>
        <w:tab/>
        <w:t>1.013e0</w:t>
      </w:r>
    </w:p>
    <w:p w:rsidR="00F96531" w:rsidRDefault="00F96531" w:rsidP="00F96531">
      <w:r>
        <w:t>328.7015</w:t>
      </w:r>
      <w:r>
        <w:tab/>
        <w:t>1.013e0</w:t>
      </w:r>
    </w:p>
    <w:p w:rsidR="00F96531" w:rsidRDefault="00F96531" w:rsidP="00F96531">
      <w:r>
        <w:lastRenderedPageBreak/>
        <w:t>328.7080</w:t>
      </w:r>
      <w:r>
        <w:tab/>
        <w:t>1.013e0</w:t>
      </w:r>
    </w:p>
    <w:p w:rsidR="00F96531" w:rsidRDefault="00F96531" w:rsidP="00F96531">
      <w:r>
        <w:t>328.7441</w:t>
      </w:r>
      <w:r>
        <w:tab/>
        <w:t>2.025e0</w:t>
      </w:r>
    </w:p>
    <w:p w:rsidR="00F96531" w:rsidRDefault="00F96531" w:rsidP="00F96531">
      <w:r>
        <w:t>328.7542</w:t>
      </w:r>
      <w:r>
        <w:tab/>
        <w:t>1.013e0</w:t>
      </w:r>
    </w:p>
    <w:p w:rsidR="00F96531" w:rsidRDefault="00F96531" w:rsidP="00F96531">
      <w:r>
        <w:t>328.7813</w:t>
      </w:r>
      <w:r>
        <w:tab/>
        <w:t>1.013e0</w:t>
      </w:r>
    </w:p>
    <w:p w:rsidR="00F96531" w:rsidRDefault="00F96531" w:rsidP="00F96531">
      <w:r>
        <w:t>328.7919</w:t>
      </w:r>
      <w:r>
        <w:tab/>
        <w:t>1.013e0</w:t>
      </w:r>
    </w:p>
    <w:p w:rsidR="00F96531" w:rsidRDefault="00F96531" w:rsidP="00F96531">
      <w:r>
        <w:t>328.8141</w:t>
      </w:r>
      <w:r>
        <w:tab/>
        <w:t>1.013e0</w:t>
      </w:r>
    </w:p>
    <w:p w:rsidR="00F96531" w:rsidRDefault="00F96531" w:rsidP="00F96531">
      <w:r>
        <w:t>328.8363</w:t>
      </w:r>
      <w:r>
        <w:tab/>
        <w:t>2.025e0</w:t>
      </w:r>
    </w:p>
    <w:p w:rsidR="00F96531" w:rsidRDefault="00F96531" w:rsidP="00F96531">
      <w:r>
        <w:t>328.8462</w:t>
      </w:r>
      <w:r>
        <w:tab/>
        <w:t>2.025e0</w:t>
      </w:r>
    </w:p>
    <w:p w:rsidR="00F96531" w:rsidRDefault="00F96531" w:rsidP="00F96531">
      <w:r>
        <w:t>328.8558</w:t>
      </w:r>
      <w:r>
        <w:tab/>
        <w:t>1.013e0</w:t>
      </w:r>
    </w:p>
    <w:p w:rsidR="00F96531" w:rsidRDefault="00F96531" w:rsidP="00F96531">
      <w:r>
        <w:t>328.9089</w:t>
      </w:r>
      <w:r>
        <w:tab/>
        <w:t>1.316e1</w:t>
      </w:r>
    </w:p>
    <w:p w:rsidR="00F96531" w:rsidRDefault="00F96531" w:rsidP="00F96531">
      <w:r>
        <w:t>328.9136</w:t>
      </w:r>
      <w:r>
        <w:tab/>
        <w:t>1.903e1</w:t>
      </w:r>
    </w:p>
    <w:p w:rsidR="00F96531" w:rsidRDefault="00F96531" w:rsidP="00F96531">
      <w:r>
        <w:t>328.9158</w:t>
      </w:r>
      <w:r>
        <w:tab/>
        <w:t>1.519e1</w:t>
      </w:r>
    </w:p>
    <w:p w:rsidR="00F96531" w:rsidRDefault="00F96531" w:rsidP="00F96531">
      <w:r>
        <w:t>328.9184</w:t>
      </w:r>
      <w:r>
        <w:tab/>
        <w:t>7.165e1</w:t>
      </w:r>
    </w:p>
    <w:p w:rsidR="00F96531" w:rsidRDefault="00F96531" w:rsidP="00F96531">
      <w:r>
        <w:t>328.9204</w:t>
      </w:r>
      <w:r>
        <w:tab/>
        <w:t>9.114e0</w:t>
      </w:r>
    </w:p>
    <w:p w:rsidR="00F96531" w:rsidRDefault="00F96531" w:rsidP="00F96531">
      <w:r>
        <w:t>328.9695</w:t>
      </w:r>
      <w:r>
        <w:tab/>
        <w:t>3.038e0</w:t>
      </w:r>
    </w:p>
    <w:p w:rsidR="00F96531" w:rsidRDefault="00F96531" w:rsidP="00F96531">
      <w:r>
        <w:t>328.9843</w:t>
      </w:r>
      <w:r>
        <w:tab/>
        <w:t>1.013e0</w:t>
      </w:r>
    </w:p>
    <w:p w:rsidR="00F96531" w:rsidRDefault="00F96531" w:rsidP="00F96531">
      <w:r>
        <w:t>328.9860</w:t>
      </w:r>
      <w:r>
        <w:tab/>
        <w:t>3.038e0</w:t>
      </w:r>
    </w:p>
    <w:p w:rsidR="00F96531" w:rsidRDefault="00F96531" w:rsidP="00F96531">
      <w:r>
        <w:t>328.9923</w:t>
      </w:r>
      <w:r>
        <w:tab/>
        <w:t>1.013e0</w:t>
      </w:r>
    </w:p>
    <w:p w:rsidR="00F96531" w:rsidRDefault="00F96531" w:rsidP="00F96531">
      <w:r>
        <w:t>328.9968</w:t>
      </w:r>
      <w:r>
        <w:tab/>
        <w:t>2.025e0</w:t>
      </w:r>
    </w:p>
    <w:p w:rsidR="00F96531" w:rsidRDefault="00F96531" w:rsidP="00F96531">
      <w:r>
        <w:lastRenderedPageBreak/>
        <w:t>328.9995</w:t>
      </w:r>
      <w:r>
        <w:tab/>
        <w:t>8.170e0</w:t>
      </w:r>
    </w:p>
    <w:p w:rsidR="00F96531" w:rsidRDefault="00F96531" w:rsidP="00F96531">
      <w:r>
        <w:t>329.0302</w:t>
      </w:r>
      <w:r>
        <w:tab/>
        <w:t>3.270e0</w:t>
      </w:r>
    </w:p>
    <w:p w:rsidR="00F96531" w:rsidRDefault="00F96531" w:rsidP="00F96531">
      <w:r>
        <w:t>329.0348</w:t>
      </w:r>
      <w:r>
        <w:tab/>
        <w:t>1.013e0</w:t>
      </w:r>
    </w:p>
    <w:p w:rsidR="00F96531" w:rsidRDefault="00F96531" w:rsidP="00F96531">
      <w:r>
        <w:t>329.0427</w:t>
      </w:r>
      <w:r>
        <w:tab/>
        <w:t>1.013e0</w:t>
      </w:r>
    </w:p>
    <w:p w:rsidR="00F96531" w:rsidRDefault="00F96531" w:rsidP="00F96531">
      <w:r>
        <w:t>329.0512</w:t>
      </w:r>
      <w:r>
        <w:tab/>
        <w:t>1.013e0</w:t>
      </w:r>
    </w:p>
    <w:p w:rsidR="00F96531" w:rsidRDefault="00F96531" w:rsidP="00F96531">
      <w:r>
        <w:t>329.0584</w:t>
      </w:r>
      <w:r>
        <w:tab/>
        <w:t>2.025e0</w:t>
      </w:r>
    </w:p>
    <w:p w:rsidR="00F96531" w:rsidRDefault="00F96531" w:rsidP="00F96531">
      <w:r>
        <w:t>329.0781</w:t>
      </w:r>
      <w:r>
        <w:tab/>
        <w:t>3.038e0</w:t>
      </w:r>
    </w:p>
    <w:p w:rsidR="00F96531" w:rsidRDefault="00F96531" w:rsidP="00F96531">
      <w:r>
        <w:t>329.0804</w:t>
      </w:r>
      <w:r>
        <w:tab/>
        <w:t>1.779e0</w:t>
      </w:r>
    </w:p>
    <w:p w:rsidR="00F96531" w:rsidRDefault="00F96531" w:rsidP="00F96531">
      <w:r>
        <w:t>329.0866</w:t>
      </w:r>
      <w:r>
        <w:tab/>
        <w:t>4.575e0</w:t>
      </w:r>
    </w:p>
    <w:p w:rsidR="00F96531" w:rsidRDefault="00F96531" w:rsidP="00F96531">
      <w:r>
        <w:t>329.0920</w:t>
      </w:r>
      <w:r>
        <w:tab/>
        <w:t>5.347e0</w:t>
      </w:r>
    </w:p>
    <w:p w:rsidR="00F96531" w:rsidRDefault="00F96531" w:rsidP="00F96531">
      <w:r>
        <w:t>329.1105</w:t>
      </w:r>
      <w:r>
        <w:tab/>
        <w:t>2.025e0</w:t>
      </w:r>
    </w:p>
    <w:p w:rsidR="00F96531" w:rsidRDefault="00F96531" w:rsidP="00F96531">
      <w:r>
        <w:t>329.1382</w:t>
      </w:r>
      <w:r>
        <w:tab/>
        <w:t>4.051e0</w:t>
      </w:r>
    </w:p>
    <w:p w:rsidR="00F96531" w:rsidRDefault="00F96531" w:rsidP="00F96531">
      <w:r>
        <w:t>329.1479</w:t>
      </w:r>
      <w:r>
        <w:tab/>
        <w:t>5.063e0</w:t>
      </w:r>
    </w:p>
    <w:p w:rsidR="00F96531" w:rsidRDefault="00F96531" w:rsidP="00F96531">
      <w:r>
        <w:t>329.1548</w:t>
      </w:r>
      <w:r>
        <w:tab/>
        <w:t>3.762e1</w:t>
      </w:r>
    </w:p>
    <w:p w:rsidR="00F96531" w:rsidRDefault="00F96531" w:rsidP="00F96531">
      <w:r>
        <w:t>329.1563</w:t>
      </w:r>
      <w:r>
        <w:tab/>
        <w:t>1.620e1</w:t>
      </w:r>
    </w:p>
    <w:p w:rsidR="00F96531" w:rsidRDefault="00F96531" w:rsidP="00F96531">
      <w:r>
        <w:t>329.1591</w:t>
      </w:r>
      <w:r>
        <w:tab/>
        <w:t>1.777e1</w:t>
      </w:r>
    </w:p>
    <w:p w:rsidR="00F96531" w:rsidRDefault="00F96531" w:rsidP="00F96531">
      <w:r>
        <w:t>329.1706</w:t>
      </w:r>
      <w:r>
        <w:tab/>
        <w:t>8.560e0</w:t>
      </w:r>
    </w:p>
    <w:p w:rsidR="00F96531" w:rsidRDefault="00F96531" w:rsidP="00F96531">
      <w:r>
        <w:t>329.2010</w:t>
      </w:r>
      <w:r>
        <w:tab/>
        <w:t>2.025e0</w:t>
      </w:r>
    </w:p>
    <w:p w:rsidR="00F96531" w:rsidRDefault="00F96531" w:rsidP="00F96531">
      <w:r>
        <w:t>329.2176</w:t>
      </w:r>
      <w:r>
        <w:tab/>
        <w:t>2.414e0</w:t>
      </w:r>
    </w:p>
    <w:p w:rsidR="00F96531" w:rsidRDefault="00F96531" w:rsidP="00F96531">
      <w:r>
        <w:lastRenderedPageBreak/>
        <w:t>329.2227</w:t>
      </w:r>
      <w:r>
        <w:tab/>
        <w:t>3.541e0</w:t>
      </w:r>
    </w:p>
    <w:p w:rsidR="00F96531" w:rsidRDefault="00F96531" w:rsidP="00F96531">
      <w:r>
        <w:t>329.2409</w:t>
      </w:r>
      <w:r>
        <w:tab/>
        <w:t>2.922e0</w:t>
      </w:r>
    </w:p>
    <w:p w:rsidR="00F96531" w:rsidRDefault="00F96531" w:rsidP="00F96531">
      <w:r>
        <w:t>329.2557</w:t>
      </w:r>
      <w:r>
        <w:tab/>
        <w:t>3.038e0</w:t>
      </w:r>
    </w:p>
    <w:p w:rsidR="00F96531" w:rsidRDefault="00F96531" w:rsidP="00F96531">
      <w:r>
        <w:t>329.2780</w:t>
      </w:r>
      <w:r>
        <w:tab/>
        <w:t>2.025e0</w:t>
      </w:r>
    </w:p>
    <w:p w:rsidR="00F96531" w:rsidRDefault="00F96531" w:rsidP="00F96531">
      <w:r>
        <w:t>329.2797</w:t>
      </w:r>
      <w:r>
        <w:tab/>
        <w:t>2.025e0</w:t>
      </w:r>
    </w:p>
    <w:p w:rsidR="00F96531" w:rsidRDefault="00F96531" w:rsidP="00F96531">
      <w:r>
        <w:t>329.2825</w:t>
      </w:r>
      <w:r>
        <w:tab/>
        <w:t>1.013e0</w:t>
      </w:r>
    </w:p>
    <w:p w:rsidR="00F96531" w:rsidRDefault="00F96531" w:rsidP="00F96531">
      <w:r>
        <w:t>329.3063</w:t>
      </w:r>
      <w:r>
        <w:tab/>
        <w:t>1.013e0</w:t>
      </w:r>
    </w:p>
    <w:p w:rsidR="00F96531" w:rsidRDefault="00F96531" w:rsidP="00F96531">
      <w:r>
        <w:t>329.3176</w:t>
      </w:r>
      <w:r>
        <w:tab/>
        <w:t>1.013e0</w:t>
      </w:r>
    </w:p>
    <w:p w:rsidR="00F96531" w:rsidRDefault="00F96531" w:rsidP="00F96531">
      <w:r>
        <w:t>329.3190</w:t>
      </w:r>
      <w:r>
        <w:tab/>
        <w:t>2.025e0</w:t>
      </w:r>
    </w:p>
    <w:p w:rsidR="00F96531" w:rsidRDefault="00F96531" w:rsidP="00F96531">
      <w:r>
        <w:t>329.3215</w:t>
      </w:r>
      <w:r>
        <w:tab/>
        <w:t>1.013e0</w:t>
      </w:r>
    </w:p>
    <w:p w:rsidR="00F96531" w:rsidRDefault="00F96531" w:rsidP="00F96531">
      <w:r>
        <w:t>329.3374</w:t>
      </w:r>
      <w:r>
        <w:tab/>
        <w:t>1.013e0</w:t>
      </w:r>
    </w:p>
    <w:p w:rsidR="00F96531" w:rsidRDefault="00F96531" w:rsidP="00F96531">
      <w:r>
        <w:t>329.3597</w:t>
      </w:r>
      <w:r>
        <w:tab/>
        <w:t>1.013e0</w:t>
      </w:r>
    </w:p>
    <w:p w:rsidR="00F96531" w:rsidRDefault="00F96531" w:rsidP="00F96531">
      <w:r>
        <w:t>329.3713</w:t>
      </w:r>
      <w:r>
        <w:tab/>
        <w:t>2.240e0</w:t>
      </w:r>
    </w:p>
    <w:p w:rsidR="00F96531" w:rsidRDefault="00F96531" w:rsidP="00F96531">
      <w:r>
        <w:t>329.3834</w:t>
      </w:r>
      <w:r>
        <w:tab/>
        <w:t>1.013e0</w:t>
      </w:r>
    </w:p>
    <w:p w:rsidR="00F96531" w:rsidRDefault="00F96531" w:rsidP="00F96531">
      <w:r>
        <w:t>329.4028</w:t>
      </w:r>
      <w:r>
        <w:tab/>
        <w:t>1.013e0</w:t>
      </w:r>
    </w:p>
    <w:p w:rsidR="00F96531" w:rsidRDefault="00F96531" w:rsidP="00F96531">
      <w:r>
        <w:t>329.4286</w:t>
      </w:r>
      <w:r>
        <w:tab/>
        <w:t>1.013e0</w:t>
      </w:r>
    </w:p>
    <w:p w:rsidR="00F96531" w:rsidRDefault="00F96531" w:rsidP="00F96531">
      <w:r>
        <w:t>329.4325</w:t>
      </w:r>
      <w:r>
        <w:tab/>
        <w:t>2.025e0</w:t>
      </w:r>
    </w:p>
    <w:p w:rsidR="00F96531" w:rsidRDefault="00F96531" w:rsidP="00F96531">
      <w:r>
        <w:t>329.4475</w:t>
      </w:r>
      <w:r>
        <w:tab/>
        <w:t>1.013e0</w:t>
      </w:r>
    </w:p>
    <w:p w:rsidR="00F96531" w:rsidRDefault="00F96531" w:rsidP="00F96531">
      <w:r>
        <w:t>329.4734</w:t>
      </w:r>
      <w:r>
        <w:tab/>
        <w:t>1.013e0</w:t>
      </w:r>
    </w:p>
    <w:p w:rsidR="00F96531" w:rsidRDefault="00F96531" w:rsidP="00F96531">
      <w:r>
        <w:lastRenderedPageBreak/>
        <w:t>329.4976</w:t>
      </w:r>
      <w:r>
        <w:tab/>
        <w:t>1.013e0</w:t>
      </w:r>
    </w:p>
    <w:p w:rsidR="00F96531" w:rsidRDefault="00F96531" w:rsidP="00F96531">
      <w:r>
        <w:t>329.5034</w:t>
      </w:r>
      <w:r>
        <w:tab/>
        <w:t>2.025e0</w:t>
      </w:r>
    </w:p>
    <w:p w:rsidR="00F96531" w:rsidRDefault="00F96531" w:rsidP="00F96531">
      <w:r>
        <w:t>329.5058</w:t>
      </w:r>
      <w:r>
        <w:tab/>
        <w:t>1.013e0</w:t>
      </w:r>
    </w:p>
    <w:p w:rsidR="00F96531" w:rsidRDefault="00F96531" w:rsidP="00F96531">
      <w:r>
        <w:t>329.5199</w:t>
      </w:r>
      <w:r>
        <w:tab/>
        <w:t>1.013e0</w:t>
      </w:r>
    </w:p>
    <w:p w:rsidR="00F96531" w:rsidRDefault="00F96531" w:rsidP="00F96531">
      <w:r>
        <w:t>329.5437</w:t>
      </w:r>
      <w:r>
        <w:tab/>
        <w:t>1.013e0</w:t>
      </w:r>
    </w:p>
    <w:p w:rsidR="00F96531" w:rsidRDefault="00F96531" w:rsidP="00F96531">
      <w:r>
        <w:t>329.5636</w:t>
      </w:r>
      <w:r>
        <w:tab/>
        <w:t>2.025e0</w:t>
      </w:r>
    </w:p>
    <w:p w:rsidR="00F96531" w:rsidRDefault="00F96531" w:rsidP="00F96531">
      <w:r>
        <w:t>329.5789</w:t>
      </w:r>
      <w:r>
        <w:tab/>
        <w:t>2.025e0</w:t>
      </w:r>
    </w:p>
    <w:p w:rsidR="00F96531" w:rsidRDefault="00F96531" w:rsidP="00F96531">
      <w:r>
        <w:t>329.6034</w:t>
      </w:r>
      <w:r>
        <w:tab/>
        <w:t>1.013e0</w:t>
      </w:r>
    </w:p>
    <w:p w:rsidR="00F96531" w:rsidRDefault="00F96531" w:rsidP="00F96531">
      <w:r>
        <w:t>329.6505</w:t>
      </w:r>
      <w:r>
        <w:tab/>
        <w:t>1.013e0</w:t>
      </w:r>
    </w:p>
    <w:p w:rsidR="00F96531" w:rsidRDefault="00F96531" w:rsidP="00F96531">
      <w:r>
        <w:t>329.6561</w:t>
      </w:r>
      <w:r>
        <w:tab/>
        <w:t>1.013e0</w:t>
      </w:r>
    </w:p>
    <w:p w:rsidR="00F96531" w:rsidRDefault="00F96531" w:rsidP="00F96531">
      <w:r>
        <w:t>329.6791</w:t>
      </w:r>
      <w:r>
        <w:tab/>
        <w:t>1.013e0</w:t>
      </w:r>
    </w:p>
    <w:p w:rsidR="00F96531" w:rsidRDefault="00F96531" w:rsidP="00F96531">
      <w:r>
        <w:t>329.6871</w:t>
      </w:r>
      <w:r>
        <w:tab/>
        <w:t>1.013e0</w:t>
      </w:r>
    </w:p>
    <w:p w:rsidR="00F96531" w:rsidRDefault="00F96531" w:rsidP="00F96531">
      <w:r>
        <w:t>329.7173</w:t>
      </w:r>
      <w:r>
        <w:tab/>
        <w:t>1.013e0</w:t>
      </w:r>
    </w:p>
    <w:p w:rsidR="00F96531" w:rsidRDefault="00F96531" w:rsidP="00F96531">
      <w:r>
        <w:t>329.7236</w:t>
      </w:r>
      <w:r>
        <w:tab/>
        <w:t>3.038e0</w:t>
      </w:r>
    </w:p>
    <w:p w:rsidR="00F96531" w:rsidRDefault="00F96531" w:rsidP="00F96531">
      <w:r>
        <w:t>329.7317</w:t>
      </w:r>
      <w:r>
        <w:tab/>
        <w:t>2.025e0</w:t>
      </w:r>
    </w:p>
    <w:p w:rsidR="00F96531" w:rsidRDefault="00F96531" w:rsidP="00F96531">
      <w:r>
        <w:t>329.7559</w:t>
      </w:r>
      <w:r>
        <w:tab/>
        <w:t>4.051e0</w:t>
      </w:r>
    </w:p>
    <w:p w:rsidR="00F96531" w:rsidRDefault="00F96531" w:rsidP="00F96531">
      <w:r>
        <w:t>329.7618</w:t>
      </w:r>
      <w:r>
        <w:tab/>
        <w:t>1.013e0</w:t>
      </w:r>
    </w:p>
    <w:p w:rsidR="00F96531" w:rsidRDefault="00F96531" w:rsidP="00F96531">
      <w:r>
        <w:t>329.8050</w:t>
      </w:r>
      <w:r>
        <w:tab/>
        <w:t>1.013e0</w:t>
      </w:r>
    </w:p>
    <w:p w:rsidR="00F96531" w:rsidRDefault="00F96531" w:rsidP="00F96531">
      <w:r>
        <w:t>329.8105</w:t>
      </w:r>
      <w:r>
        <w:tab/>
        <w:t>1.013e0</w:t>
      </w:r>
    </w:p>
    <w:p w:rsidR="00F96531" w:rsidRDefault="00F96531" w:rsidP="00F96531">
      <w:r>
        <w:lastRenderedPageBreak/>
        <w:t>329.8336</w:t>
      </w:r>
      <w:r>
        <w:tab/>
        <w:t>1.013e0</w:t>
      </w:r>
    </w:p>
    <w:p w:rsidR="00F96531" w:rsidRDefault="00F96531" w:rsidP="00F96531">
      <w:r>
        <w:t>329.8416</w:t>
      </w:r>
      <w:r>
        <w:tab/>
        <w:t>1.013e0</w:t>
      </w:r>
    </w:p>
    <w:p w:rsidR="00F96531" w:rsidRDefault="00F96531" w:rsidP="00F96531">
      <w:r>
        <w:t>329.8480</w:t>
      </w:r>
      <w:r>
        <w:tab/>
        <w:t>1.013e0</w:t>
      </w:r>
    </w:p>
    <w:p w:rsidR="00F96531" w:rsidRDefault="00F96531" w:rsidP="00F96531">
      <w:r>
        <w:t>329.8660</w:t>
      </w:r>
      <w:r>
        <w:tab/>
        <w:t>1.013e0</w:t>
      </w:r>
    </w:p>
    <w:p w:rsidR="00F96531" w:rsidRDefault="00F96531" w:rsidP="00F96531">
      <w:r>
        <w:t>329.8679</w:t>
      </w:r>
      <w:r>
        <w:tab/>
        <w:t>2.025e0</w:t>
      </w:r>
    </w:p>
    <w:p w:rsidR="00F96531" w:rsidRDefault="00F96531" w:rsidP="00F96531">
      <w:r>
        <w:t>329.8992</w:t>
      </w:r>
      <w:r>
        <w:tab/>
        <w:t>2.025e0</w:t>
      </w:r>
    </w:p>
    <w:p w:rsidR="00F96531" w:rsidRDefault="00F96531" w:rsidP="00F96531">
      <w:r>
        <w:t>329.9030</w:t>
      </w:r>
      <w:r>
        <w:tab/>
        <w:t>3.038e0</w:t>
      </w:r>
    </w:p>
    <w:p w:rsidR="00F96531" w:rsidRDefault="00F96531" w:rsidP="00F96531">
      <w:r>
        <w:t>329.9043</w:t>
      </w:r>
      <w:r>
        <w:tab/>
        <w:t>2.025e0</w:t>
      </w:r>
    </w:p>
    <w:p w:rsidR="00F96531" w:rsidRDefault="00F96531" w:rsidP="00F96531">
      <w:r>
        <w:t>329.9225</w:t>
      </w:r>
      <w:r>
        <w:tab/>
        <w:t>5.740e0</w:t>
      </w:r>
    </w:p>
    <w:p w:rsidR="00F96531" w:rsidRDefault="00F96531" w:rsidP="00F96531">
      <w:r>
        <w:t>329.9294</w:t>
      </w:r>
      <w:r>
        <w:tab/>
        <w:t>6.987e0</w:t>
      </w:r>
    </w:p>
    <w:p w:rsidR="00F96531" w:rsidRDefault="00F96531" w:rsidP="00F96531">
      <w:r>
        <w:t>329.9304</w:t>
      </w:r>
      <w:r>
        <w:tab/>
        <w:t>2.025e0</w:t>
      </w:r>
    </w:p>
    <w:p w:rsidR="00F96531" w:rsidRDefault="00F96531" w:rsidP="00F96531">
      <w:r>
        <w:t>329.9324</w:t>
      </w:r>
      <w:r>
        <w:tab/>
        <w:t>6.803e0</w:t>
      </w:r>
    </w:p>
    <w:p w:rsidR="00F96531" w:rsidRDefault="00F96531" w:rsidP="00F96531">
      <w:r>
        <w:t>329.9406</w:t>
      </w:r>
      <w:r>
        <w:tab/>
        <w:t>3.038e0</w:t>
      </w:r>
    </w:p>
    <w:p w:rsidR="00F96531" w:rsidRDefault="00F96531" w:rsidP="00F96531">
      <w:r>
        <w:t>329.9677</w:t>
      </w:r>
      <w:r>
        <w:tab/>
        <w:t>1.013e0</w:t>
      </w:r>
    </w:p>
    <w:p w:rsidR="00F96531" w:rsidRDefault="00F96531" w:rsidP="00F96531">
      <w:r>
        <w:t>329.9920</w:t>
      </w:r>
      <w:r>
        <w:tab/>
        <w:t>1.013e0</w:t>
      </w:r>
    </w:p>
    <w:p w:rsidR="00F96531" w:rsidRDefault="00F96531" w:rsidP="00F96531">
      <w:r>
        <w:t>329.9974</w:t>
      </w:r>
      <w:r>
        <w:tab/>
        <w:t>1.013e0</w:t>
      </w:r>
    </w:p>
    <w:p w:rsidR="00F96531" w:rsidRDefault="00F96531" w:rsidP="00F96531">
      <w:r>
        <w:t>330.0070</w:t>
      </w:r>
      <w:r>
        <w:tab/>
        <w:t>1.013e0</w:t>
      </w:r>
    </w:p>
    <w:p w:rsidR="00F96531" w:rsidRDefault="00F96531" w:rsidP="00F96531">
      <w:r>
        <w:t>330.0178</w:t>
      </w:r>
      <w:r>
        <w:tab/>
        <w:t>1.013e0</w:t>
      </w:r>
    </w:p>
    <w:p w:rsidR="00F96531" w:rsidRDefault="00F96531" w:rsidP="00F96531">
      <w:r>
        <w:t>330.0377</w:t>
      </w:r>
      <w:r>
        <w:tab/>
        <w:t>3.038e0</w:t>
      </w:r>
    </w:p>
    <w:p w:rsidR="00F96531" w:rsidRDefault="00F96531" w:rsidP="00F96531">
      <w:r>
        <w:lastRenderedPageBreak/>
        <w:t>330.0429</w:t>
      </w:r>
      <w:r>
        <w:tab/>
        <w:t>3.038e0</w:t>
      </w:r>
    </w:p>
    <w:p w:rsidR="00F96531" w:rsidRDefault="00F96531" w:rsidP="00F96531">
      <w:r>
        <w:t>330.0449</w:t>
      </w:r>
      <w:r>
        <w:tab/>
        <w:t>2.025e0</w:t>
      </w:r>
    </w:p>
    <w:p w:rsidR="00F96531" w:rsidRDefault="00F96531" w:rsidP="00F96531">
      <w:r>
        <w:t>330.0502</w:t>
      </w:r>
      <w:r>
        <w:tab/>
        <w:t>3.350e0</w:t>
      </w:r>
    </w:p>
    <w:p w:rsidR="00F96531" w:rsidRDefault="00F96531" w:rsidP="00F96531">
      <w:r>
        <w:t>330.0560</w:t>
      </w:r>
      <w:r>
        <w:tab/>
        <w:t>1.013e0</w:t>
      </w:r>
    </w:p>
    <w:p w:rsidR="00F96531" w:rsidRDefault="00F96531" w:rsidP="00F96531">
      <w:r>
        <w:t>330.0810</w:t>
      </w:r>
      <w:r>
        <w:tab/>
        <w:t>3.316e0</w:t>
      </w:r>
    </w:p>
    <w:p w:rsidR="00F96531" w:rsidRDefault="00F96531" w:rsidP="00F96531">
      <w:r>
        <w:t>330.0893</w:t>
      </w:r>
      <w:r>
        <w:tab/>
        <w:t>2.428e1</w:t>
      </w:r>
    </w:p>
    <w:p w:rsidR="00F96531" w:rsidRDefault="00F96531" w:rsidP="00F96531">
      <w:r>
        <w:t>330.0904</w:t>
      </w:r>
      <w:r>
        <w:tab/>
        <w:t>1.102e1</w:t>
      </w:r>
    </w:p>
    <w:p w:rsidR="00F96531" w:rsidRDefault="00F96531" w:rsidP="00F96531">
      <w:r>
        <w:t>330.1072</w:t>
      </w:r>
      <w:r>
        <w:tab/>
        <w:t>5.677e0</w:t>
      </w:r>
    </w:p>
    <w:p w:rsidR="00F96531" w:rsidRDefault="00F96531" w:rsidP="00F96531">
      <w:r>
        <w:t>330.1127</w:t>
      </w:r>
      <w:r>
        <w:tab/>
        <w:t>5.063e0</w:t>
      </w:r>
    </w:p>
    <w:p w:rsidR="00F96531" w:rsidRDefault="00F96531" w:rsidP="00F96531">
      <w:r>
        <w:t>330.1149</w:t>
      </w:r>
      <w:r>
        <w:tab/>
        <w:t>2.874e0</w:t>
      </w:r>
    </w:p>
    <w:p w:rsidR="00F96531" w:rsidRDefault="00F96531" w:rsidP="00F96531">
      <w:r>
        <w:t>330.1478</w:t>
      </w:r>
      <w:r>
        <w:tab/>
        <w:t>2.190e0</w:t>
      </w:r>
    </w:p>
    <w:p w:rsidR="00F96531" w:rsidRDefault="00F96531" w:rsidP="00F96531">
      <w:r>
        <w:t>330.1585</w:t>
      </w:r>
      <w:r>
        <w:tab/>
        <w:t>4.051e0</w:t>
      </w:r>
    </w:p>
    <w:p w:rsidR="00F96531" w:rsidRDefault="00F96531" w:rsidP="00F96531">
      <w:r>
        <w:t>330.1630</w:t>
      </w:r>
      <w:r>
        <w:tab/>
        <w:t>4.051e0</w:t>
      </w:r>
    </w:p>
    <w:p w:rsidR="00F96531" w:rsidRDefault="00F96531" w:rsidP="00F96531">
      <w:r>
        <w:t>330.1647</w:t>
      </w:r>
      <w:r>
        <w:tab/>
        <w:t>3.519e0</w:t>
      </w:r>
    </w:p>
    <w:p w:rsidR="00F96531" w:rsidRDefault="00F96531" w:rsidP="00F96531">
      <w:r>
        <w:t>330.1826</w:t>
      </w:r>
      <w:r>
        <w:tab/>
        <w:t>1.431e0</w:t>
      </w:r>
    </w:p>
    <w:p w:rsidR="00F96531" w:rsidRDefault="00F96531" w:rsidP="00F96531">
      <w:r>
        <w:t>330.1879</w:t>
      </w:r>
      <w:r>
        <w:tab/>
        <w:t>4.051e0</w:t>
      </w:r>
    </w:p>
    <w:p w:rsidR="00F96531" w:rsidRDefault="00F96531" w:rsidP="00F96531">
      <w:r>
        <w:t>330.1919</w:t>
      </w:r>
      <w:r>
        <w:tab/>
        <w:t>2.746e0</w:t>
      </w:r>
    </w:p>
    <w:p w:rsidR="00F96531" w:rsidRDefault="00F96531" w:rsidP="00F96531">
      <w:r>
        <w:t>330.2008</w:t>
      </w:r>
      <w:r>
        <w:tab/>
        <w:t>1.013e0</w:t>
      </w:r>
    </w:p>
    <w:p w:rsidR="00F96531" w:rsidRDefault="00F96531" w:rsidP="00F96531">
      <w:r>
        <w:t>330.2109</w:t>
      </w:r>
      <w:r>
        <w:tab/>
        <w:t>2.337e0</w:t>
      </w:r>
    </w:p>
    <w:p w:rsidR="00F96531" w:rsidRDefault="00F96531" w:rsidP="00F96531">
      <w:r>
        <w:lastRenderedPageBreak/>
        <w:t>330.2201</w:t>
      </w:r>
      <w:r>
        <w:tab/>
        <w:t>1.401e0</w:t>
      </w:r>
    </w:p>
    <w:p w:rsidR="00F96531" w:rsidRDefault="00F96531" w:rsidP="00F96531">
      <w:r>
        <w:t>330.2323</w:t>
      </w:r>
      <w:r>
        <w:tab/>
        <w:t>2.025e0</w:t>
      </w:r>
    </w:p>
    <w:p w:rsidR="00F96531" w:rsidRDefault="00F96531" w:rsidP="00F96531">
      <w:r>
        <w:t>330.2344</w:t>
      </w:r>
      <w:r>
        <w:tab/>
        <w:t>3.992e0</w:t>
      </w:r>
    </w:p>
    <w:p w:rsidR="00F96531" w:rsidRDefault="00F96531" w:rsidP="00F96531">
      <w:r>
        <w:t>330.2404</w:t>
      </w:r>
      <w:r>
        <w:tab/>
        <w:t>2.532e0</w:t>
      </w:r>
    </w:p>
    <w:p w:rsidR="00F96531" w:rsidRDefault="00F96531" w:rsidP="00F96531">
      <w:r>
        <w:t>330.2638</w:t>
      </w:r>
      <w:r>
        <w:tab/>
        <w:t>4.051e0</w:t>
      </w:r>
    </w:p>
    <w:p w:rsidR="00F96531" w:rsidRDefault="00F96531" w:rsidP="00F96531">
      <w:r>
        <w:t>330.2775</w:t>
      </w:r>
      <w:r>
        <w:tab/>
        <w:t>3.038e0</w:t>
      </w:r>
    </w:p>
    <w:p w:rsidR="00F96531" w:rsidRDefault="00F96531" w:rsidP="00F96531">
      <w:r>
        <w:t>330.2820</w:t>
      </w:r>
      <w:r>
        <w:tab/>
        <w:t>1.013e0</w:t>
      </w:r>
    </w:p>
    <w:p w:rsidR="00F96531" w:rsidRDefault="00F96531" w:rsidP="00F96531">
      <w:r>
        <w:t>330.2878</w:t>
      </w:r>
      <w:r>
        <w:tab/>
        <w:t>4.051e0</w:t>
      </w:r>
    </w:p>
    <w:p w:rsidR="00F96531" w:rsidRDefault="00F96531" w:rsidP="00F96531">
      <w:r>
        <w:t>330.3033</w:t>
      </w:r>
      <w:r>
        <w:tab/>
        <w:t>3.038e0</w:t>
      </w:r>
    </w:p>
    <w:p w:rsidR="00F96531" w:rsidRDefault="00F96531" w:rsidP="00F96531">
      <w:r>
        <w:t>330.3103</w:t>
      </w:r>
      <w:r>
        <w:tab/>
        <w:t>1.013e0</w:t>
      </w:r>
    </w:p>
    <w:p w:rsidR="00F96531" w:rsidRDefault="00F96531" w:rsidP="00F96531">
      <w:r>
        <w:t>330.3117</w:t>
      </w:r>
      <w:r>
        <w:tab/>
        <w:t>1.013e0</w:t>
      </w:r>
    </w:p>
    <w:p w:rsidR="00F96531" w:rsidRDefault="00F96531" w:rsidP="00F96531">
      <w:r>
        <w:t>330.3177</w:t>
      </w:r>
      <w:r>
        <w:tab/>
        <w:t>1.013e0</w:t>
      </w:r>
    </w:p>
    <w:p w:rsidR="00F96531" w:rsidRDefault="00F96531" w:rsidP="00F96531">
      <w:r>
        <w:t>330.3250</w:t>
      </w:r>
      <w:r>
        <w:tab/>
        <w:t>2.025e0</w:t>
      </w:r>
    </w:p>
    <w:p w:rsidR="00F96531" w:rsidRDefault="00F96531" w:rsidP="00F96531">
      <w:r>
        <w:t>330.3430</w:t>
      </w:r>
      <w:r>
        <w:tab/>
        <w:t>2.025e0</w:t>
      </w:r>
    </w:p>
    <w:p w:rsidR="00F96531" w:rsidRDefault="00F96531" w:rsidP="00F96531">
      <w:r>
        <w:t>330.3640</w:t>
      </w:r>
      <w:r>
        <w:tab/>
        <w:t>2.025e0</w:t>
      </w:r>
    </w:p>
    <w:p w:rsidR="00F96531" w:rsidRDefault="00F96531" w:rsidP="00F96531">
      <w:r>
        <w:t>330.3741</w:t>
      </w:r>
      <w:r>
        <w:tab/>
        <w:t>1.013e0</w:t>
      </w:r>
    </w:p>
    <w:p w:rsidR="00F96531" w:rsidRDefault="00F96531" w:rsidP="00F96531">
      <w:r>
        <w:t>330.3874</w:t>
      </w:r>
      <w:r>
        <w:tab/>
        <w:t>3.038e0</w:t>
      </w:r>
    </w:p>
    <w:p w:rsidR="00F96531" w:rsidRDefault="00F96531" w:rsidP="00F96531">
      <w:r>
        <w:t>330.3938</w:t>
      </w:r>
      <w:r>
        <w:tab/>
        <w:t>2.025e0</w:t>
      </w:r>
    </w:p>
    <w:p w:rsidR="00F96531" w:rsidRDefault="00F96531" w:rsidP="00F96531">
      <w:r>
        <w:t>330.4081</w:t>
      </w:r>
      <w:r>
        <w:tab/>
        <w:t>1.013e0</w:t>
      </w:r>
    </w:p>
    <w:p w:rsidR="00F96531" w:rsidRDefault="00F96531" w:rsidP="00F96531">
      <w:r>
        <w:lastRenderedPageBreak/>
        <w:t>330.4115</w:t>
      </w:r>
      <w:r>
        <w:tab/>
        <w:t>2.025e0</w:t>
      </w:r>
    </w:p>
    <w:p w:rsidR="00F96531" w:rsidRDefault="00F96531" w:rsidP="00F96531">
      <w:r>
        <w:t>330.4472</w:t>
      </w:r>
      <w:r>
        <w:tab/>
        <w:t>1.013e0</w:t>
      </w:r>
    </w:p>
    <w:p w:rsidR="00F96531" w:rsidRDefault="00F96531" w:rsidP="00F96531">
      <w:r>
        <w:t>330.4486</w:t>
      </w:r>
      <w:r>
        <w:tab/>
        <w:t>1.013e0</w:t>
      </w:r>
    </w:p>
    <w:p w:rsidR="00F96531" w:rsidRDefault="00F96531" w:rsidP="00F96531">
      <w:r>
        <w:t>330.4528</w:t>
      </w:r>
      <w:r>
        <w:tab/>
        <w:t>1.013e0</w:t>
      </w:r>
    </w:p>
    <w:p w:rsidR="00F96531" w:rsidRDefault="00F96531" w:rsidP="00F96531">
      <w:r>
        <w:t>330.4555</w:t>
      </w:r>
      <w:r>
        <w:tab/>
        <w:t>1.013e0</w:t>
      </w:r>
    </w:p>
    <w:p w:rsidR="00F96531" w:rsidRDefault="00F96531" w:rsidP="00F96531">
      <w:r>
        <w:t>330.4759</w:t>
      </w:r>
      <w:r>
        <w:tab/>
        <w:t>1.013e0</w:t>
      </w:r>
    </w:p>
    <w:p w:rsidR="00F96531" w:rsidRDefault="00F96531" w:rsidP="00F96531">
      <w:r>
        <w:t>330.5042</w:t>
      </w:r>
      <w:r>
        <w:tab/>
        <w:t>2.025e0</w:t>
      </w:r>
    </w:p>
    <w:p w:rsidR="00F96531" w:rsidRDefault="00F96531" w:rsidP="00F96531">
      <w:r>
        <w:t>330.5145</w:t>
      </w:r>
      <w:r>
        <w:tab/>
        <w:t>3.038e0</w:t>
      </w:r>
    </w:p>
    <w:p w:rsidR="00F96531" w:rsidRDefault="00F96531" w:rsidP="00F96531">
      <w:r>
        <w:t>330.5230</w:t>
      </w:r>
      <w:r>
        <w:tab/>
        <w:t>5.063e0</w:t>
      </w:r>
    </w:p>
    <w:p w:rsidR="00F96531" w:rsidRDefault="00F96531" w:rsidP="00F96531">
      <w:r>
        <w:t>330.5483</w:t>
      </w:r>
      <w:r>
        <w:tab/>
        <w:t>3.038e0</w:t>
      </w:r>
    </w:p>
    <w:p w:rsidR="00F96531" w:rsidRDefault="00F96531" w:rsidP="00F96531">
      <w:r>
        <w:t>330.5625</w:t>
      </w:r>
      <w:r>
        <w:tab/>
        <w:t>1.013e0</w:t>
      </w:r>
    </w:p>
    <w:p w:rsidR="00F96531" w:rsidRDefault="00F96531" w:rsidP="00F96531">
      <w:r>
        <w:t>330.5856</w:t>
      </w:r>
      <w:r>
        <w:tab/>
        <w:t>1.013e0</w:t>
      </w:r>
    </w:p>
    <w:p w:rsidR="00F96531" w:rsidRDefault="00F96531" w:rsidP="00F96531">
      <w:r>
        <w:t>330.5897</w:t>
      </w:r>
      <w:r>
        <w:tab/>
        <w:t>2.025e0</w:t>
      </w:r>
    </w:p>
    <w:p w:rsidR="00F96531" w:rsidRDefault="00F96531" w:rsidP="00F96531">
      <w:r>
        <w:t>330.6050</w:t>
      </w:r>
      <w:r>
        <w:tab/>
        <w:t>2.025e0</w:t>
      </w:r>
    </w:p>
    <w:p w:rsidR="00F96531" w:rsidRDefault="00F96531" w:rsidP="00F96531">
      <w:r>
        <w:t>330.6138</w:t>
      </w:r>
      <w:r>
        <w:tab/>
        <w:t>1.013e0</w:t>
      </w:r>
    </w:p>
    <w:p w:rsidR="00F96531" w:rsidRDefault="00F96531" w:rsidP="00F96531">
      <w:r>
        <w:t>330.6212</w:t>
      </w:r>
      <w:r>
        <w:tab/>
        <w:t>1.013e0</w:t>
      </w:r>
    </w:p>
    <w:p w:rsidR="00F96531" w:rsidRDefault="00F96531" w:rsidP="00F96531">
      <w:r>
        <w:t>330.6303</w:t>
      </w:r>
      <w:r>
        <w:tab/>
        <w:t>1.013e0</w:t>
      </w:r>
    </w:p>
    <w:p w:rsidR="00F96531" w:rsidRDefault="00F96531" w:rsidP="00F96531">
      <w:r>
        <w:t>330.6588</w:t>
      </w:r>
      <w:r>
        <w:tab/>
        <w:t>2.025e0</w:t>
      </w:r>
    </w:p>
    <w:p w:rsidR="00F96531" w:rsidRDefault="00F96531" w:rsidP="00F96531">
      <w:r>
        <w:t>330.6927</w:t>
      </w:r>
      <w:r>
        <w:tab/>
        <w:t>1.013e0</w:t>
      </w:r>
    </w:p>
    <w:p w:rsidR="00F96531" w:rsidRDefault="00F96531" w:rsidP="00F96531">
      <w:r>
        <w:lastRenderedPageBreak/>
        <w:t>330.7076</w:t>
      </w:r>
      <w:r>
        <w:tab/>
        <w:t>1.013e0</w:t>
      </w:r>
    </w:p>
    <w:p w:rsidR="00F96531" w:rsidRDefault="00F96531" w:rsidP="00F96531">
      <w:r>
        <w:t>330.7335</w:t>
      </w:r>
      <w:r>
        <w:tab/>
        <w:t>1.013e0</w:t>
      </w:r>
    </w:p>
    <w:p w:rsidR="00F96531" w:rsidRDefault="00F96531" w:rsidP="00F96531">
      <w:r>
        <w:t>330.7523</w:t>
      </w:r>
      <w:r>
        <w:tab/>
        <w:t>1.013e0</w:t>
      </w:r>
    </w:p>
    <w:p w:rsidR="00F96531" w:rsidRDefault="00F96531" w:rsidP="00F96531">
      <w:r>
        <w:t>330.7618</w:t>
      </w:r>
      <w:r>
        <w:tab/>
        <w:t>1.126e0</w:t>
      </w:r>
    </w:p>
    <w:p w:rsidR="00F96531" w:rsidRDefault="00F96531" w:rsidP="00F96531">
      <w:r>
        <w:t>330.7660</w:t>
      </w:r>
      <w:r>
        <w:tab/>
        <w:t>1.013e0</w:t>
      </w:r>
    </w:p>
    <w:p w:rsidR="00F96531" w:rsidRDefault="00F96531" w:rsidP="00F96531">
      <w:r>
        <w:t>330.7820</w:t>
      </w:r>
      <w:r>
        <w:tab/>
        <w:t>1.013e0</w:t>
      </w:r>
    </w:p>
    <w:p w:rsidR="00F96531" w:rsidRDefault="00F96531" w:rsidP="00F96531">
      <w:r>
        <w:t>330.7863</w:t>
      </w:r>
      <w:r>
        <w:tab/>
        <w:t>1.013e0</w:t>
      </w:r>
    </w:p>
    <w:p w:rsidR="00F96531" w:rsidRDefault="00F96531" w:rsidP="00F96531">
      <w:r>
        <w:t>330.7916</w:t>
      </w:r>
      <w:r>
        <w:tab/>
        <w:t>2.025e0</w:t>
      </w:r>
    </w:p>
    <w:p w:rsidR="00F96531" w:rsidRDefault="00F96531" w:rsidP="00F96531">
      <w:r>
        <w:t>330.8044</w:t>
      </w:r>
      <w:r>
        <w:tab/>
        <w:t>2.025e0</w:t>
      </w:r>
    </w:p>
    <w:p w:rsidR="00F96531" w:rsidRDefault="00F96531" w:rsidP="00F96531">
      <w:r>
        <w:t>330.8148</w:t>
      </w:r>
      <w:r>
        <w:tab/>
        <w:t>1.013e0</w:t>
      </w:r>
    </w:p>
    <w:p w:rsidR="00F96531" w:rsidRDefault="00F96531" w:rsidP="00F96531">
      <w:r>
        <w:t>330.8391</w:t>
      </w:r>
      <w:r>
        <w:tab/>
        <w:t>1.013e0</w:t>
      </w:r>
    </w:p>
    <w:p w:rsidR="00F96531" w:rsidRDefault="00F96531" w:rsidP="00F96531">
      <w:r>
        <w:t>330.8475</w:t>
      </w:r>
      <w:r>
        <w:tab/>
        <w:t>2.025e0</w:t>
      </w:r>
    </w:p>
    <w:p w:rsidR="00F96531" w:rsidRDefault="00F96531" w:rsidP="00F96531">
      <w:r>
        <w:t>330.8555</w:t>
      </w:r>
      <w:r>
        <w:tab/>
        <w:t>2.025e0</w:t>
      </w:r>
    </w:p>
    <w:p w:rsidR="00F96531" w:rsidRDefault="00F96531" w:rsidP="00F96531">
      <w:r>
        <w:t>330.8773</w:t>
      </w:r>
      <w:r>
        <w:tab/>
        <w:t>1.013e0</w:t>
      </w:r>
    </w:p>
    <w:p w:rsidR="00F96531" w:rsidRDefault="00F96531" w:rsidP="00F96531">
      <w:r>
        <w:t>330.9066</w:t>
      </w:r>
      <w:r>
        <w:tab/>
        <w:t>3.038e0</w:t>
      </w:r>
    </w:p>
    <w:p w:rsidR="00F96531" w:rsidRDefault="00F96531" w:rsidP="00F96531">
      <w:r>
        <w:t>330.9149</w:t>
      </w:r>
      <w:r>
        <w:tab/>
        <w:t>1.013e0</w:t>
      </w:r>
    </w:p>
    <w:p w:rsidR="00F96531" w:rsidRDefault="00F96531" w:rsidP="00F96531">
      <w:r>
        <w:t>330.9224</w:t>
      </w:r>
      <w:r>
        <w:tab/>
        <w:t>4.051e0</w:t>
      </w:r>
    </w:p>
    <w:p w:rsidR="00F96531" w:rsidRDefault="00F96531" w:rsidP="00F96531">
      <w:r>
        <w:t>330.9267</w:t>
      </w:r>
      <w:r>
        <w:tab/>
        <w:t>4.051e0</w:t>
      </w:r>
    </w:p>
    <w:p w:rsidR="00F96531" w:rsidRDefault="00F96531" w:rsidP="00F96531">
      <w:r>
        <w:t>330.9345</w:t>
      </w:r>
      <w:r>
        <w:tab/>
        <w:t>5.063e0</w:t>
      </w:r>
    </w:p>
    <w:p w:rsidR="00F96531" w:rsidRDefault="00F96531" w:rsidP="00F96531">
      <w:r>
        <w:lastRenderedPageBreak/>
        <w:t>330.9373</w:t>
      </w:r>
      <w:r>
        <w:tab/>
        <w:t>7.089e0</w:t>
      </w:r>
    </w:p>
    <w:p w:rsidR="00F96531" w:rsidRDefault="00F96531" w:rsidP="00F96531">
      <w:r>
        <w:t>330.9435</w:t>
      </w:r>
      <w:r>
        <w:tab/>
        <w:t>2.025e0</w:t>
      </w:r>
    </w:p>
    <w:p w:rsidR="00F96531" w:rsidRDefault="00F96531" w:rsidP="00F96531">
      <w:r>
        <w:t>330.9693</w:t>
      </w:r>
      <w:r>
        <w:tab/>
        <w:t>2.025e0</w:t>
      </w:r>
    </w:p>
    <w:p w:rsidR="00F96531" w:rsidRDefault="00F96531" w:rsidP="00F96531">
      <w:r>
        <w:t>330.9765</w:t>
      </w:r>
      <w:r>
        <w:tab/>
        <w:t>2.025e0</w:t>
      </w:r>
    </w:p>
    <w:p w:rsidR="00F96531" w:rsidRDefault="00F96531" w:rsidP="00F96531">
      <w:r>
        <w:t>330.9948</w:t>
      </w:r>
      <w:r>
        <w:tab/>
        <w:t>4.051e0</w:t>
      </w:r>
    </w:p>
    <w:p w:rsidR="00F96531" w:rsidRDefault="00F96531" w:rsidP="00F96531">
      <w:r>
        <w:t>331.0226</w:t>
      </w:r>
      <w:r>
        <w:tab/>
        <w:t>4.051e0</w:t>
      </w:r>
    </w:p>
    <w:p w:rsidR="00F96531" w:rsidRDefault="00F96531" w:rsidP="00F96531">
      <w:r>
        <w:t>331.0245</w:t>
      </w:r>
      <w:r>
        <w:tab/>
        <w:t>2.025e0</w:t>
      </w:r>
    </w:p>
    <w:p w:rsidR="00F96531" w:rsidRDefault="00F96531" w:rsidP="00F96531">
      <w:r>
        <w:t>331.0384</w:t>
      </w:r>
      <w:r>
        <w:tab/>
        <w:t>1.441e0</w:t>
      </w:r>
    </w:p>
    <w:p w:rsidR="00F96531" w:rsidRDefault="00F96531" w:rsidP="00F96531">
      <w:r>
        <w:t>331.0452</w:t>
      </w:r>
      <w:r>
        <w:tab/>
        <w:t>1.013e0</w:t>
      </w:r>
    </w:p>
    <w:p w:rsidR="00F96531" w:rsidRDefault="00F96531" w:rsidP="00F96531">
      <w:r>
        <w:t>331.0693</w:t>
      </w:r>
      <w:r>
        <w:tab/>
        <w:t>4.976e0</w:t>
      </w:r>
    </w:p>
    <w:p w:rsidR="00F96531" w:rsidRDefault="00F96531" w:rsidP="00F96531">
      <w:r>
        <w:t>331.0710</w:t>
      </w:r>
      <w:r>
        <w:tab/>
        <w:t>2.025e0</w:t>
      </w:r>
    </w:p>
    <w:p w:rsidR="00F96531" w:rsidRDefault="00F96531" w:rsidP="00F96531">
      <w:r>
        <w:t>331.0768</w:t>
      </w:r>
      <w:r>
        <w:tab/>
        <w:t>2.198e0</w:t>
      </w:r>
    </w:p>
    <w:p w:rsidR="00F96531" w:rsidRDefault="00F96531" w:rsidP="00F96531">
      <w:r>
        <w:t>331.0875</w:t>
      </w:r>
      <w:r>
        <w:tab/>
        <w:t>2.428e0</w:t>
      </w:r>
    </w:p>
    <w:p w:rsidR="00F96531" w:rsidRDefault="00F96531" w:rsidP="00F96531">
      <w:r>
        <w:t>331.0901</w:t>
      </w:r>
      <w:r>
        <w:tab/>
        <w:t>2.025e0</w:t>
      </w:r>
    </w:p>
    <w:p w:rsidR="00F96531" w:rsidRDefault="00F96531" w:rsidP="00F96531">
      <w:r>
        <w:t>331.1000</w:t>
      </w:r>
      <w:r>
        <w:tab/>
        <w:t>3.717e0</w:t>
      </w:r>
    </w:p>
    <w:p w:rsidR="00F96531" w:rsidRDefault="00F96531" w:rsidP="00F96531">
      <w:r>
        <w:t>331.1011</w:t>
      </w:r>
      <w:r>
        <w:tab/>
        <w:t>3.038e0</w:t>
      </w:r>
    </w:p>
    <w:p w:rsidR="00F96531" w:rsidRDefault="00F96531" w:rsidP="00F96531">
      <w:r>
        <w:t>331.1274</w:t>
      </w:r>
      <w:r>
        <w:tab/>
        <w:t>1.274e0</w:t>
      </w:r>
    </w:p>
    <w:p w:rsidR="00F96531" w:rsidRDefault="00F96531" w:rsidP="00F96531">
      <w:r>
        <w:t>331.1326</w:t>
      </w:r>
      <w:r>
        <w:tab/>
        <w:t>2.025e0</w:t>
      </w:r>
    </w:p>
    <w:p w:rsidR="00F96531" w:rsidRDefault="00F96531" w:rsidP="00F96531">
      <w:r>
        <w:t>331.1336</w:t>
      </w:r>
      <w:r>
        <w:tab/>
        <w:t>2.025e0</w:t>
      </w:r>
    </w:p>
    <w:p w:rsidR="00F96531" w:rsidRDefault="00F96531" w:rsidP="00F96531">
      <w:r>
        <w:lastRenderedPageBreak/>
        <w:t>331.1607</w:t>
      </w:r>
      <w:r>
        <w:tab/>
        <w:t>4.051e0</w:t>
      </w:r>
    </w:p>
    <w:p w:rsidR="00F96531" w:rsidRDefault="00F96531" w:rsidP="00F96531">
      <w:r>
        <w:t>331.1846</w:t>
      </w:r>
      <w:r>
        <w:tab/>
        <w:t>1.938e0</w:t>
      </w:r>
    </w:p>
    <w:p w:rsidR="00F96531" w:rsidRDefault="00F96531" w:rsidP="00F96531">
      <w:r>
        <w:t>331.1897</w:t>
      </w:r>
      <w:r>
        <w:tab/>
        <w:t>2.025e0</w:t>
      </w:r>
    </w:p>
    <w:p w:rsidR="00F96531" w:rsidRDefault="00F96531" w:rsidP="00F96531">
      <w:r>
        <w:t>331.1975</w:t>
      </w:r>
      <w:r>
        <w:tab/>
        <w:t>3.011e0</w:t>
      </w:r>
    </w:p>
    <w:p w:rsidR="00F96531" w:rsidRDefault="00F96531" w:rsidP="00F96531">
      <w:r>
        <w:t>331.2112</w:t>
      </w:r>
      <w:r>
        <w:tab/>
        <w:t>1.175e0</w:t>
      </w:r>
    </w:p>
    <w:p w:rsidR="00F96531" w:rsidRDefault="00F96531" w:rsidP="00F96531">
      <w:r>
        <w:t>331.2179</w:t>
      </w:r>
      <w:r>
        <w:tab/>
        <w:t>3.038e0</w:t>
      </w:r>
    </w:p>
    <w:p w:rsidR="00F96531" w:rsidRDefault="00F96531" w:rsidP="00F96531">
      <w:r>
        <w:t>331.2256</w:t>
      </w:r>
      <w:r>
        <w:tab/>
        <w:t>1.013e0</w:t>
      </w:r>
    </w:p>
    <w:p w:rsidR="00F96531" w:rsidRDefault="00F96531" w:rsidP="00F96531">
      <w:r>
        <w:t>331.2328</w:t>
      </w:r>
      <w:r>
        <w:tab/>
        <w:t>4.051e0</w:t>
      </w:r>
    </w:p>
    <w:p w:rsidR="00F96531" w:rsidRDefault="00F96531" w:rsidP="00F96531">
      <w:r>
        <w:t>331.2366</w:t>
      </w:r>
      <w:r>
        <w:tab/>
        <w:t>2.830e0</w:t>
      </w:r>
    </w:p>
    <w:p w:rsidR="00F96531" w:rsidRDefault="00F96531" w:rsidP="00F96531">
      <w:r>
        <w:t>331.2589</w:t>
      </w:r>
      <w:r>
        <w:tab/>
        <w:t>1.013e0</w:t>
      </w:r>
    </w:p>
    <w:p w:rsidR="00F96531" w:rsidRDefault="00F96531" w:rsidP="00F96531">
      <w:r>
        <w:t>331.2866</w:t>
      </w:r>
      <w:r>
        <w:tab/>
        <w:t>2.025e0</w:t>
      </w:r>
    </w:p>
    <w:p w:rsidR="00F96531" w:rsidRDefault="00F96531" w:rsidP="00F96531">
      <w:r>
        <w:t>331.2887</w:t>
      </w:r>
      <w:r>
        <w:tab/>
        <w:t>1.013e0</w:t>
      </w:r>
    </w:p>
    <w:p w:rsidR="00F96531" w:rsidRDefault="00F96531" w:rsidP="00F96531">
      <w:r>
        <w:t>331.2973</w:t>
      </w:r>
      <w:r>
        <w:tab/>
        <w:t>1.013e0</w:t>
      </w:r>
    </w:p>
    <w:p w:rsidR="00F96531" w:rsidRDefault="00F96531" w:rsidP="00F96531">
      <w:r>
        <w:t>331.3788</w:t>
      </w:r>
      <w:r>
        <w:tab/>
        <w:t>1.013e0</w:t>
      </w:r>
    </w:p>
    <w:p w:rsidR="00F96531" w:rsidRDefault="00F96531" w:rsidP="00F96531">
      <w:r>
        <w:t>331.3842</w:t>
      </w:r>
      <w:r>
        <w:tab/>
        <w:t>1.013e0</w:t>
      </w:r>
    </w:p>
    <w:p w:rsidR="00F96531" w:rsidRDefault="00F96531" w:rsidP="00F96531">
      <w:r>
        <w:t>331.4052</w:t>
      </w:r>
      <w:r>
        <w:tab/>
        <w:t>2.025e0</w:t>
      </w:r>
    </w:p>
    <w:p w:rsidR="00F96531" w:rsidRDefault="00F96531" w:rsidP="00F96531">
      <w:r>
        <w:t>331.4085</w:t>
      </w:r>
      <w:r>
        <w:tab/>
        <w:t>1.013e0</w:t>
      </w:r>
    </w:p>
    <w:p w:rsidR="00F96531" w:rsidRDefault="00F96531" w:rsidP="00F96531">
      <w:r>
        <w:t>331.4200</w:t>
      </w:r>
      <w:r>
        <w:tab/>
        <w:t>1.013e0</w:t>
      </w:r>
    </w:p>
    <w:p w:rsidR="00F96531" w:rsidRDefault="00F96531" w:rsidP="00F96531">
      <w:r>
        <w:t>331.4236</w:t>
      </w:r>
      <w:r>
        <w:tab/>
        <w:t>2.025e0</w:t>
      </w:r>
    </w:p>
    <w:p w:rsidR="00F96531" w:rsidRDefault="00F96531" w:rsidP="00F96531">
      <w:r>
        <w:lastRenderedPageBreak/>
        <w:t>331.4290</w:t>
      </w:r>
      <w:r>
        <w:tab/>
        <w:t>1.013e0</w:t>
      </w:r>
    </w:p>
    <w:p w:rsidR="00F96531" w:rsidRDefault="00F96531" w:rsidP="00F96531">
      <w:r>
        <w:t>331.4379</w:t>
      </w:r>
      <w:r>
        <w:tab/>
        <w:t>1.013e0</w:t>
      </w:r>
    </w:p>
    <w:p w:rsidR="00F96531" w:rsidRDefault="00F96531" w:rsidP="00F96531">
      <w:r>
        <w:t>331.4617</w:t>
      </w:r>
      <w:r>
        <w:tab/>
        <w:t>1.013e0</w:t>
      </w:r>
    </w:p>
    <w:p w:rsidR="00F96531" w:rsidRDefault="00F96531" w:rsidP="00F96531">
      <w:r>
        <w:t>331.4843</w:t>
      </w:r>
      <w:r>
        <w:tab/>
        <w:t>2.025e0</w:t>
      </w:r>
    </w:p>
    <w:p w:rsidR="00F96531" w:rsidRDefault="00F96531" w:rsidP="00F96531">
      <w:r>
        <w:t>331.4857</w:t>
      </w:r>
      <w:r>
        <w:tab/>
        <w:t>1.013e0</w:t>
      </w:r>
    </w:p>
    <w:p w:rsidR="00F96531" w:rsidRDefault="00F96531" w:rsidP="00F96531">
      <w:r>
        <w:t>331.5393</w:t>
      </w:r>
      <w:r>
        <w:tab/>
        <w:t>2.025e0</w:t>
      </w:r>
    </w:p>
    <w:p w:rsidR="00F96531" w:rsidRDefault="00F96531" w:rsidP="00F96531">
      <w:r>
        <w:t>331.5450</w:t>
      </w:r>
      <w:r>
        <w:tab/>
        <w:t>2.025e0</w:t>
      </w:r>
    </w:p>
    <w:p w:rsidR="00F96531" w:rsidRDefault="00F96531" w:rsidP="00F96531">
      <w:r>
        <w:t>331.5536</w:t>
      </w:r>
      <w:r>
        <w:tab/>
        <w:t>1.013e0</w:t>
      </w:r>
    </w:p>
    <w:p w:rsidR="00F96531" w:rsidRDefault="00F96531" w:rsidP="00F96531">
      <w:r>
        <w:t>331.5592</w:t>
      </w:r>
      <w:r>
        <w:tab/>
        <w:t>1.013e0</w:t>
      </w:r>
    </w:p>
    <w:p w:rsidR="00F96531" w:rsidRDefault="00F96531" w:rsidP="00F96531">
      <w:r>
        <w:t>331.5617</w:t>
      </w:r>
      <w:r>
        <w:tab/>
        <w:t>1.013e0</w:t>
      </w:r>
    </w:p>
    <w:p w:rsidR="00F96531" w:rsidRDefault="00F96531" w:rsidP="00F96531">
      <w:r>
        <w:t>331.5822</w:t>
      </w:r>
      <w:r>
        <w:tab/>
        <w:t>1.013e0</w:t>
      </w:r>
    </w:p>
    <w:p w:rsidR="00F96531" w:rsidRDefault="00F96531" w:rsidP="00F96531">
      <w:r>
        <w:t>331.5990</w:t>
      </w:r>
      <w:r>
        <w:tab/>
        <w:t>1.013e0</w:t>
      </w:r>
    </w:p>
    <w:p w:rsidR="00F96531" w:rsidRDefault="00F96531" w:rsidP="00F96531">
      <w:r>
        <w:t>331.6099</w:t>
      </w:r>
      <w:r>
        <w:tab/>
        <w:t>2.025e0</w:t>
      </w:r>
    </w:p>
    <w:p w:rsidR="00F96531" w:rsidRDefault="00F96531" w:rsidP="00F96531">
      <w:r>
        <w:t>331.6286</w:t>
      </w:r>
      <w:r>
        <w:tab/>
        <w:t>1.013e0</w:t>
      </w:r>
    </w:p>
    <w:p w:rsidR="00F96531" w:rsidRDefault="00F96531" w:rsidP="00F96531">
      <w:r>
        <w:t>331.6467</w:t>
      </w:r>
      <w:r>
        <w:tab/>
        <w:t>2.025e0</w:t>
      </w:r>
    </w:p>
    <w:p w:rsidR="00F96531" w:rsidRDefault="00F96531" w:rsidP="00F96531">
      <w:r>
        <w:t>331.6647</w:t>
      </w:r>
      <w:r>
        <w:tab/>
        <w:t>2.025e0</w:t>
      </w:r>
    </w:p>
    <w:p w:rsidR="00F96531" w:rsidRDefault="00F96531" w:rsidP="00F96531">
      <w:r>
        <w:t>331.7097</w:t>
      </w:r>
      <w:r>
        <w:tab/>
        <w:t>2.025e0</w:t>
      </w:r>
    </w:p>
    <w:p w:rsidR="00F96531" w:rsidRDefault="00F96531" w:rsidP="00F96531">
      <w:r>
        <w:t>331.7383</w:t>
      </w:r>
      <w:r>
        <w:tab/>
        <w:t>2.025e0</w:t>
      </w:r>
    </w:p>
    <w:p w:rsidR="00F96531" w:rsidRDefault="00F96531" w:rsidP="00F96531">
      <w:r>
        <w:t>331.7656</w:t>
      </w:r>
      <w:r>
        <w:tab/>
        <w:t>5.063e0</w:t>
      </w:r>
    </w:p>
    <w:p w:rsidR="00F96531" w:rsidRDefault="00F96531" w:rsidP="00F96531">
      <w:r>
        <w:lastRenderedPageBreak/>
        <w:t>331.7781</w:t>
      </w:r>
      <w:r>
        <w:tab/>
        <w:t>1.013e0</w:t>
      </w:r>
    </w:p>
    <w:p w:rsidR="00F96531" w:rsidRDefault="00F96531" w:rsidP="00F96531">
      <w:r>
        <w:t>331.7942</w:t>
      </w:r>
      <w:r>
        <w:tab/>
        <w:t>2.025e0</w:t>
      </w:r>
    </w:p>
    <w:p w:rsidR="00F96531" w:rsidRDefault="00F96531" w:rsidP="00F96531">
      <w:r>
        <w:t>331.8100</w:t>
      </w:r>
      <w:r>
        <w:tab/>
        <w:t>1.013e0</w:t>
      </w:r>
    </w:p>
    <w:p w:rsidR="00F96531" w:rsidRDefault="00F96531" w:rsidP="00F96531">
      <w:r>
        <w:t>331.8115</w:t>
      </w:r>
      <w:r>
        <w:tab/>
        <w:t>1.013e0</w:t>
      </w:r>
    </w:p>
    <w:p w:rsidR="00F96531" w:rsidRDefault="00F96531" w:rsidP="00F96531">
      <w:r>
        <w:t>331.8386</w:t>
      </w:r>
      <w:r>
        <w:tab/>
        <w:t>1.013e0</w:t>
      </w:r>
    </w:p>
    <w:p w:rsidR="00F96531" w:rsidRDefault="00F96531" w:rsidP="00F96531">
      <w:r>
        <w:t>331.8683</w:t>
      </w:r>
      <w:r>
        <w:tab/>
        <w:t>2.025e0</w:t>
      </w:r>
    </w:p>
    <w:p w:rsidR="00F96531" w:rsidRDefault="00F96531" w:rsidP="00F96531">
      <w:r>
        <w:t>331.8914</w:t>
      </w:r>
      <w:r>
        <w:tab/>
        <w:t>1.013e0</w:t>
      </w:r>
    </w:p>
    <w:p w:rsidR="00F96531" w:rsidRDefault="00F96531" w:rsidP="00F96531">
      <w:r>
        <w:t>331.9029</w:t>
      </w:r>
      <w:r>
        <w:tab/>
        <w:t>5.063e0</w:t>
      </w:r>
    </w:p>
    <w:p w:rsidR="00F96531" w:rsidRDefault="00F96531" w:rsidP="00F96531">
      <w:r>
        <w:t>331.9078</w:t>
      </w:r>
      <w:r>
        <w:tab/>
        <w:t>3.038e0</w:t>
      </w:r>
    </w:p>
    <w:p w:rsidR="00F96531" w:rsidRDefault="00F96531" w:rsidP="00F96531">
      <w:r>
        <w:t>331.9180</w:t>
      </w:r>
      <w:r>
        <w:tab/>
        <w:t>3.038e0</w:t>
      </w:r>
    </w:p>
    <w:p w:rsidR="00F96531" w:rsidRDefault="00F96531" w:rsidP="00F96531">
      <w:r>
        <w:t>331.9335</w:t>
      </w:r>
      <w:r>
        <w:tab/>
        <w:t>1.013e0</w:t>
      </w:r>
    </w:p>
    <w:p w:rsidR="00F96531" w:rsidRDefault="00F96531" w:rsidP="00F96531">
      <w:r>
        <w:t>331.9559</w:t>
      </w:r>
      <w:r>
        <w:tab/>
        <w:t>1.013e0</w:t>
      </w:r>
    </w:p>
    <w:p w:rsidR="00F96531" w:rsidRDefault="00F96531" w:rsidP="00F96531">
      <w:r>
        <w:t>331.9604</w:t>
      </w:r>
      <w:r>
        <w:tab/>
        <w:t>3.038e0</w:t>
      </w:r>
    </w:p>
    <w:p w:rsidR="00F96531" w:rsidRDefault="00F96531" w:rsidP="00F96531">
      <w:r>
        <w:t>331.9628</w:t>
      </w:r>
      <w:r>
        <w:tab/>
        <w:t>2.025e0</w:t>
      </w:r>
    </w:p>
    <w:p w:rsidR="00F96531" w:rsidRDefault="00F96531" w:rsidP="00F96531">
      <w:r>
        <w:t>331.9784</w:t>
      </w:r>
      <w:r>
        <w:tab/>
        <w:t>2.025e0</w:t>
      </w:r>
    </w:p>
    <w:p w:rsidR="00F96531" w:rsidRDefault="00F96531" w:rsidP="00F96531">
      <w:r>
        <w:t>331.9867</w:t>
      </w:r>
      <w:r>
        <w:tab/>
        <w:t>1.013e0</w:t>
      </w:r>
    </w:p>
    <w:p w:rsidR="00F96531" w:rsidRDefault="00F96531" w:rsidP="00F96531">
      <w:r>
        <w:t>331.9906</w:t>
      </w:r>
      <w:r>
        <w:tab/>
        <w:t>1.013e0</w:t>
      </w:r>
    </w:p>
    <w:p w:rsidR="00F96531" w:rsidRDefault="00F96531" w:rsidP="00F96531">
      <w:r>
        <w:t>332.0038</w:t>
      </w:r>
      <w:r>
        <w:tab/>
        <w:t>1.013e0</w:t>
      </w:r>
    </w:p>
    <w:p w:rsidR="00F96531" w:rsidRDefault="00F96531" w:rsidP="00F96531">
      <w:r>
        <w:t>332.0388</w:t>
      </w:r>
      <w:r>
        <w:tab/>
        <w:t>3.038e0</w:t>
      </w:r>
    </w:p>
    <w:p w:rsidR="00F96531" w:rsidRDefault="00F96531" w:rsidP="00F96531">
      <w:r>
        <w:lastRenderedPageBreak/>
        <w:t>332.0470</w:t>
      </w:r>
      <w:r>
        <w:tab/>
        <w:t>5.063e0</w:t>
      </w:r>
    </w:p>
    <w:p w:rsidR="00F96531" w:rsidRDefault="00F96531" w:rsidP="00F96531">
      <w:r>
        <w:t>332.0496</w:t>
      </w:r>
      <w:r>
        <w:tab/>
        <w:t>1.868e0</w:t>
      </w:r>
    </w:p>
    <w:p w:rsidR="00F96531" w:rsidRDefault="00F96531" w:rsidP="00F96531">
      <w:r>
        <w:t>332.0558</w:t>
      </w:r>
      <w:r>
        <w:tab/>
        <w:t>2.025e0</w:t>
      </w:r>
    </w:p>
    <w:p w:rsidR="00F96531" w:rsidRDefault="00F96531" w:rsidP="00F96531">
      <w:r>
        <w:t>332.0635</w:t>
      </w:r>
      <w:r>
        <w:tab/>
        <w:t>3.038e0</w:t>
      </w:r>
    </w:p>
    <w:p w:rsidR="00F96531" w:rsidRDefault="00F96531" w:rsidP="00F96531">
      <w:r>
        <w:t>332.0842</w:t>
      </w:r>
      <w:r>
        <w:tab/>
        <w:t>7.089e0</w:t>
      </w:r>
    </w:p>
    <w:p w:rsidR="00F96531" w:rsidRDefault="00F96531" w:rsidP="00F96531">
      <w:r>
        <w:t>332.0969</w:t>
      </w:r>
      <w:r>
        <w:tab/>
        <w:t>6.851e0</w:t>
      </w:r>
    </w:p>
    <w:p w:rsidR="00F96531" w:rsidRDefault="00F96531" w:rsidP="00F96531">
      <w:r>
        <w:t>332.1025</w:t>
      </w:r>
      <w:r>
        <w:tab/>
        <w:t>4.051e0</w:t>
      </w:r>
    </w:p>
    <w:p w:rsidR="00F96531" w:rsidRDefault="00F96531" w:rsidP="00F96531">
      <w:r>
        <w:t>332.1046</w:t>
      </w:r>
      <w:r>
        <w:tab/>
        <w:t>3.441e0</w:t>
      </w:r>
    </w:p>
    <w:p w:rsidR="00F96531" w:rsidRDefault="00F96531" w:rsidP="00F96531">
      <w:r>
        <w:t>332.1134</w:t>
      </w:r>
      <w:r>
        <w:tab/>
        <w:t>3.038e0</w:t>
      </w:r>
    </w:p>
    <w:p w:rsidR="00F96531" w:rsidRDefault="00F96531" w:rsidP="00F96531">
      <w:r>
        <w:t>332.1424</w:t>
      </w:r>
      <w:r>
        <w:tab/>
        <w:t>1.944e0</w:t>
      </w:r>
    </w:p>
    <w:p w:rsidR="00F96531" w:rsidRDefault="00F96531" w:rsidP="00F96531">
      <w:r>
        <w:t>332.1441</w:t>
      </w:r>
      <w:r>
        <w:tab/>
        <w:t>1.519e0</w:t>
      </w:r>
    </w:p>
    <w:p w:rsidR="00F96531" w:rsidRDefault="00F96531" w:rsidP="00F96531">
      <w:r>
        <w:t>332.1532</w:t>
      </w:r>
      <w:r>
        <w:tab/>
        <w:t>1.013e0</w:t>
      </w:r>
    </w:p>
    <w:p w:rsidR="00F96531" w:rsidRDefault="00F96531" w:rsidP="00F96531">
      <w:r>
        <w:t>332.1685</w:t>
      </w:r>
      <w:r>
        <w:tab/>
        <w:t>2.161e0</w:t>
      </w:r>
    </w:p>
    <w:p w:rsidR="00F96531" w:rsidRDefault="00F96531" w:rsidP="00F96531">
      <w:r>
        <w:t>332.1719</w:t>
      </w:r>
      <w:r>
        <w:tab/>
        <w:t>3.038e0</w:t>
      </w:r>
    </w:p>
    <w:p w:rsidR="00F96531" w:rsidRDefault="00F96531" w:rsidP="00F96531">
      <w:r>
        <w:t>332.1771</w:t>
      </w:r>
      <w:r>
        <w:tab/>
        <w:t>1.013e0</w:t>
      </w:r>
    </w:p>
    <w:p w:rsidR="00F96531" w:rsidRDefault="00F96531" w:rsidP="00F96531">
      <w:r>
        <w:t>332.1841</w:t>
      </w:r>
      <w:r>
        <w:tab/>
        <w:t>3.038e0</w:t>
      </w:r>
    </w:p>
    <w:p w:rsidR="00F96531" w:rsidRDefault="00F96531" w:rsidP="00F96531">
      <w:r>
        <w:t>332.2161</w:t>
      </w:r>
      <w:r>
        <w:tab/>
        <w:t>2.025e0</w:t>
      </w:r>
    </w:p>
    <w:p w:rsidR="00F96531" w:rsidRDefault="00F96531" w:rsidP="00F96531">
      <w:r>
        <w:t>332.2212</w:t>
      </w:r>
      <w:r>
        <w:tab/>
        <w:t>1.013e0</w:t>
      </w:r>
    </w:p>
    <w:p w:rsidR="00F96531" w:rsidRDefault="00F96531" w:rsidP="00F96531">
      <w:r>
        <w:t>332.2272</w:t>
      </w:r>
      <w:r>
        <w:tab/>
        <w:t>3.038e0</w:t>
      </w:r>
    </w:p>
    <w:p w:rsidR="00F96531" w:rsidRDefault="00F96531" w:rsidP="00F96531">
      <w:r>
        <w:lastRenderedPageBreak/>
        <w:t>332.2296</w:t>
      </w:r>
      <w:r>
        <w:tab/>
        <w:t>2.976e0</w:t>
      </w:r>
    </w:p>
    <w:p w:rsidR="00F96531" w:rsidRDefault="00F96531" w:rsidP="00F96531">
      <w:r>
        <w:t>332.2411</w:t>
      </w:r>
      <w:r>
        <w:tab/>
        <w:t>3.038e0</w:t>
      </w:r>
    </w:p>
    <w:p w:rsidR="00F96531" w:rsidRDefault="00F96531" w:rsidP="00F96531">
      <w:r>
        <w:t>332.2451</w:t>
      </w:r>
      <w:r>
        <w:tab/>
        <w:t>2.025e0</w:t>
      </w:r>
    </w:p>
    <w:p w:rsidR="00F96531" w:rsidRDefault="00F96531" w:rsidP="00F96531">
      <w:r>
        <w:t>332.2497</w:t>
      </w:r>
      <w:r>
        <w:tab/>
        <w:t>4.051e0</w:t>
      </w:r>
    </w:p>
    <w:p w:rsidR="00F96531" w:rsidRDefault="00F96531" w:rsidP="00F96531">
      <w:r>
        <w:t>332.2700</w:t>
      </w:r>
      <w:r>
        <w:tab/>
        <w:t>1.013e0</w:t>
      </w:r>
    </w:p>
    <w:p w:rsidR="00F96531" w:rsidRDefault="00F96531" w:rsidP="00F96531">
      <w:r>
        <w:t>332.2715</w:t>
      </w:r>
      <w:r>
        <w:tab/>
        <w:t>3.038e0</w:t>
      </w:r>
    </w:p>
    <w:p w:rsidR="00F96531" w:rsidRDefault="00F96531" w:rsidP="00F96531">
      <w:r>
        <w:t>332.2786</w:t>
      </w:r>
      <w:r>
        <w:tab/>
        <w:t>1.994e0</w:t>
      </w:r>
    </w:p>
    <w:p w:rsidR="00F96531" w:rsidRDefault="00F96531" w:rsidP="00F96531">
      <w:r>
        <w:t>332.2862</w:t>
      </w:r>
      <w:r>
        <w:tab/>
        <w:t>1.013e0</w:t>
      </w:r>
    </w:p>
    <w:p w:rsidR="00F96531" w:rsidRDefault="00F96531" w:rsidP="00F96531">
      <w:r>
        <w:t>332.3047</w:t>
      </w:r>
      <w:r>
        <w:tab/>
        <w:t>3.038e0</w:t>
      </w:r>
    </w:p>
    <w:p w:rsidR="00F96531" w:rsidRDefault="00F96531" w:rsidP="00F96531">
      <w:r>
        <w:t>332.3112</w:t>
      </w:r>
      <w:r>
        <w:tab/>
        <w:t>2.025e0</w:t>
      </w:r>
    </w:p>
    <w:p w:rsidR="00F96531" w:rsidRDefault="00F96531" w:rsidP="00F96531">
      <w:r>
        <w:t>332.3146</w:t>
      </w:r>
      <w:r>
        <w:tab/>
        <w:t>1.013e0</w:t>
      </w:r>
    </w:p>
    <w:p w:rsidR="00F96531" w:rsidRDefault="00F96531" w:rsidP="00F96531">
      <w:r>
        <w:t>332.3187</w:t>
      </w:r>
      <w:r>
        <w:tab/>
        <w:t>4.051e0</w:t>
      </w:r>
    </w:p>
    <w:p w:rsidR="00F96531" w:rsidRDefault="00F96531" w:rsidP="00F96531">
      <w:r>
        <w:t>332.3387</w:t>
      </w:r>
      <w:r>
        <w:tab/>
        <w:t>9.114e0</w:t>
      </w:r>
    </w:p>
    <w:p w:rsidR="00F96531" w:rsidRDefault="00F96531" w:rsidP="00F96531">
      <w:r>
        <w:t>332.3448</w:t>
      </w:r>
      <w:r>
        <w:tab/>
        <w:t>1.013e0</w:t>
      </w:r>
    </w:p>
    <w:p w:rsidR="00F96531" w:rsidRDefault="00F96531" w:rsidP="00F96531">
      <w:r>
        <w:t>332.3474</w:t>
      </w:r>
      <w:r>
        <w:tab/>
        <w:t>2.025e0</w:t>
      </w:r>
    </w:p>
    <w:p w:rsidR="00F96531" w:rsidRDefault="00F96531" w:rsidP="00F96531">
      <w:r>
        <w:t>332.3521</w:t>
      </w:r>
      <w:r>
        <w:tab/>
        <w:t>7.089e0</w:t>
      </w:r>
    </w:p>
    <w:p w:rsidR="00F96531" w:rsidRDefault="00F96531" w:rsidP="00F96531">
      <w:r>
        <w:t>332.3819</w:t>
      </w:r>
      <w:r>
        <w:tab/>
        <w:t>1.013e0</w:t>
      </w:r>
    </w:p>
    <w:p w:rsidR="00F96531" w:rsidRDefault="00F96531" w:rsidP="00F96531">
      <w:r>
        <w:t>332.3939</w:t>
      </w:r>
      <w:r>
        <w:tab/>
        <w:t>1.013e0</w:t>
      </w:r>
    </w:p>
    <w:p w:rsidR="00F96531" w:rsidRDefault="00F96531" w:rsidP="00F96531">
      <w:r>
        <w:t>332.4118</w:t>
      </w:r>
      <w:r>
        <w:tab/>
        <w:t>2.025e0</w:t>
      </w:r>
    </w:p>
    <w:p w:rsidR="00F96531" w:rsidRDefault="00F96531" w:rsidP="00F96531">
      <w:r>
        <w:lastRenderedPageBreak/>
        <w:t>332.4207</w:t>
      </w:r>
      <w:r>
        <w:tab/>
        <w:t>1.013e0</w:t>
      </w:r>
    </w:p>
    <w:p w:rsidR="00F96531" w:rsidRDefault="00F96531" w:rsidP="00F96531">
      <w:r>
        <w:t>332.4286</w:t>
      </w:r>
      <w:r>
        <w:tab/>
        <w:t>1.013e0</w:t>
      </w:r>
    </w:p>
    <w:p w:rsidR="00F96531" w:rsidRDefault="00F96531" w:rsidP="00F96531">
      <w:r>
        <w:t>332.4300</w:t>
      </w:r>
      <w:r>
        <w:tab/>
        <w:t>1.013e0</w:t>
      </w:r>
    </w:p>
    <w:p w:rsidR="00F96531" w:rsidRDefault="00F96531" w:rsidP="00F96531">
      <w:r>
        <w:t>332.4466</w:t>
      </w:r>
      <w:r>
        <w:tab/>
        <w:t>1.013e0</w:t>
      </w:r>
    </w:p>
    <w:p w:rsidR="00F96531" w:rsidRDefault="00F96531" w:rsidP="00F96531">
      <w:r>
        <w:t>332.4582</w:t>
      </w:r>
      <w:r>
        <w:tab/>
        <w:t>1.013e0</w:t>
      </w:r>
    </w:p>
    <w:p w:rsidR="00F96531" w:rsidRDefault="00F96531" w:rsidP="00F96531">
      <w:r>
        <w:t>332.4818</w:t>
      </w:r>
      <w:r>
        <w:tab/>
        <w:t>2.025e0</w:t>
      </w:r>
    </w:p>
    <w:p w:rsidR="00F96531" w:rsidRDefault="00F96531" w:rsidP="00F96531">
      <w:r>
        <w:t>332.5035</w:t>
      </w:r>
      <w:r>
        <w:tab/>
        <w:t>1.013e0</w:t>
      </w:r>
    </w:p>
    <w:p w:rsidR="00F96531" w:rsidRDefault="00F96531" w:rsidP="00F96531">
      <w:r>
        <w:t>332.5061</w:t>
      </w:r>
      <w:r>
        <w:tab/>
        <w:t>1.013e0</w:t>
      </w:r>
    </w:p>
    <w:p w:rsidR="00F96531" w:rsidRDefault="00F96531" w:rsidP="00F96531">
      <w:r>
        <w:t>332.5435</w:t>
      </w:r>
      <w:r>
        <w:tab/>
        <w:t>1.013e0</w:t>
      </w:r>
    </w:p>
    <w:p w:rsidR="00F96531" w:rsidRDefault="00F96531" w:rsidP="00F96531">
      <w:r>
        <w:t>332.5753</w:t>
      </w:r>
      <w:r>
        <w:tab/>
        <w:t>1.013e0</w:t>
      </w:r>
    </w:p>
    <w:p w:rsidR="00F96531" w:rsidRDefault="00F96531" w:rsidP="00F96531">
      <w:r>
        <w:t>332.6138</w:t>
      </w:r>
      <w:r>
        <w:tab/>
        <w:t>1.013e0</w:t>
      </w:r>
    </w:p>
    <w:p w:rsidR="00F96531" w:rsidRDefault="00F96531" w:rsidP="00F96531">
      <w:r>
        <w:t>332.6242</w:t>
      </w:r>
      <w:r>
        <w:tab/>
        <w:t>1.013e0</w:t>
      </w:r>
    </w:p>
    <w:p w:rsidR="00F96531" w:rsidRDefault="00F96531" w:rsidP="00F96531">
      <w:r>
        <w:t>332.6298</w:t>
      </w:r>
      <w:r>
        <w:tab/>
        <w:t>1.013e0</w:t>
      </w:r>
    </w:p>
    <w:p w:rsidR="00F96531" w:rsidRDefault="00F96531" w:rsidP="00F96531">
      <w:r>
        <w:t>332.6336</w:t>
      </w:r>
      <w:r>
        <w:tab/>
        <w:t>1.013e0</w:t>
      </w:r>
    </w:p>
    <w:p w:rsidR="00F96531" w:rsidRDefault="00F96531" w:rsidP="00F96531">
      <w:r>
        <w:t>332.6452</w:t>
      </w:r>
      <w:r>
        <w:tab/>
        <w:t>2.025e0</w:t>
      </w:r>
    </w:p>
    <w:p w:rsidR="00F96531" w:rsidRDefault="00F96531" w:rsidP="00F96531">
      <w:r>
        <w:t>332.6688</w:t>
      </w:r>
      <w:r>
        <w:tab/>
        <w:t>8.101e0</w:t>
      </w:r>
    </w:p>
    <w:p w:rsidR="00F96531" w:rsidRDefault="00F96531" w:rsidP="00F96531">
      <w:r>
        <w:t>332.7460</w:t>
      </w:r>
      <w:r>
        <w:tab/>
        <w:t>2.025e0</w:t>
      </w:r>
    </w:p>
    <w:p w:rsidR="00F96531" w:rsidRDefault="00F96531" w:rsidP="00F96531">
      <w:r>
        <w:t>332.7470</w:t>
      </w:r>
      <w:r>
        <w:tab/>
        <w:t>1.013e0</w:t>
      </w:r>
    </w:p>
    <w:p w:rsidR="00F96531" w:rsidRDefault="00F96531" w:rsidP="00F96531">
      <w:r>
        <w:t>332.7527</w:t>
      </w:r>
      <w:r>
        <w:tab/>
        <w:t>2.025e0</w:t>
      </w:r>
    </w:p>
    <w:p w:rsidR="00F96531" w:rsidRDefault="00F96531" w:rsidP="00F96531">
      <w:r>
        <w:lastRenderedPageBreak/>
        <w:t>332.7560</w:t>
      </w:r>
      <w:r>
        <w:tab/>
        <w:t>1.013e0</w:t>
      </w:r>
    </w:p>
    <w:p w:rsidR="00F96531" w:rsidRDefault="00F96531" w:rsidP="00F96531">
      <w:r>
        <w:t>332.7790</w:t>
      </w:r>
      <w:r>
        <w:tab/>
        <w:t>2.025e0</w:t>
      </w:r>
    </w:p>
    <w:p w:rsidR="00F96531" w:rsidRDefault="00F96531" w:rsidP="00F96531">
      <w:r>
        <w:t>332.7967</w:t>
      </w:r>
      <w:r>
        <w:tab/>
        <w:t>2.025e0</w:t>
      </w:r>
    </w:p>
    <w:p w:rsidR="00F96531" w:rsidRDefault="00F96531" w:rsidP="00F96531">
      <w:r>
        <w:t>332.8145</w:t>
      </w:r>
      <w:r>
        <w:tab/>
        <w:t>2.025e0</w:t>
      </w:r>
    </w:p>
    <w:p w:rsidR="00F96531" w:rsidRDefault="00F96531" w:rsidP="00F96531">
      <w:r>
        <w:t>332.8189</w:t>
      </w:r>
      <w:r>
        <w:tab/>
        <w:t>1.013e0</w:t>
      </w:r>
    </w:p>
    <w:p w:rsidR="00F96531" w:rsidRDefault="00F96531" w:rsidP="00F96531">
      <w:r>
        <w:t>332.8319</w:t>
      </w:r>
      <w:r>
        <w:tab/>
        <w:t>1.013e0</w:t>
      </w:r>
    </w:p>
    <w:p w:rsidR="00F96531" w:rsidRDefault="00F96531" w:rsidP="00F96531">
      <w:r>
        <w:t>332.8638</w:t>
      </w:r>
      <w:r>
        <w:tab/>
        <w:t>2.473e0</w:t>
      </w:r>
    </w:p>
    <w:p w:rsidR="00F96531" w:rsidRDefault="00F96531" w:rsidP="00F96531">
      <w:r>
        <w:t>332.8728</w:t>
      </w:r>
      <w:r>
        <w:tab/>
        <w:t>2.025e0</w:t>
      </w:r>
    </w:p>
    <w:p w:rsidR="00F96531" w:rsidRDefault="00F96531" w:rsidP="00F96531">
      <w:r>
        <w:t>332.8784</w:t>
      </w:r>
      <w:r>
        <w:tab/>
        <w:t>1.013e0</w:t>
      </w:r>
    </w:p>
    <w:p w:rsidR="00F96531" w:rsidRDefault="00F96531" w:rsidP="00F96531">
      <w:r>
        <w:t>332.8997</w:t>
      </w:r>
      <w:r>
        <w:tab/>
        <w:t>2.025e0</w:t>
      </w:r>
    </w:p>
    <w:p w:rsidR="00F96531" w:rsidRDefault="00F96531" w:rsidP="00F96531">
      <w:r>
        <w:t>332.9065</w:t>
      </w:r>
      <w:r>
        <w:tab/>
        <w:t>4.378e0</w:t>
      </w:r>
    </w:p>
    <w:p w:rsidR="00F96531" w:rsidRDefault="00F96531" w:rsidP="00F96531">
      <w:r>
        <w:t>332.9210</w:t>
      </w:r>
      <w:r>
        <w:tab/>
        <w:t>2.025e0</w:t>
      </w:r>
    </w:p>
    <w:p w:rsidR="00F96531" w:rsidRDefault="00F96531" w:rsidP="00F96531">
      <w:r>
        <w:t>332.9311</w:t>
      </w:r>
      <w:r>
        <w:tab/>
        <w:t>1.013e0</w:t>
      </w:r>
    </w:p>
    <w:p w:rsidR="00F96531" w:rsidRDefault="00F96531" w:rsidP="00F96531">
      <w:r>
        <w:t>332.9376</w:t>
      </w:r>
      <w:r>
        <w:tab/>
        <w:t>2.025e0</w:t>
      </w:r>
    </w:p>
    <w:p w:rsidR="00F96531" w:rsidRDefault="00F96531" w:rsidP="00F96531">
      <w:r>
        <w:t>332.9746</w:t>
      </w:r>
      <w:r>
        <w:tab/>
        <w:t>1.013e0</w:t>
      </w:r>
    </w:p>
    <w:p w:rsidR="00F96531" w:rsidRDefault="00F96531" w:rsidP="00F96531">
      <w:r>
        <w:t>332.9867</w:t>
      </w:r>
      <w:r>
        <w:tab/>
        <w:t>1.013e0</w:t>
      </w:r>
    </w:p>
    <w:p w:rsidR="00F96531" w:rsidRDefault="00F96531" w:rsidP="00F96531">
      <w:r>
        <w:t>333.0067</w:t>
      </w:r>
      <w:r>
        <w:tab/>
        <w:t>2.025e0</w:t>
      </w:r>
    </w:p>
    <w:p w:rsidR="00F96531" w:rsidRDefault="00F96531" w:rsidP="00F96531">
      <w:r>
        <w:t>333.0151</w:t>
      </w:r>
      <w:r>
        <w:tab/>
        <w:t>1.013e0</w:t>
      </w:r>
    </w:p>
    <w:p w:rsidR="00F96531" w:rsidRDefault="00F96531" w:rsidP="00F96531">
      <w:r>
        <w:t>333.0419</w:t>
      </w:r>
      <w:r>
        <w:tab/>
        <w:t>1.050e0</w:t>
      </w:r>
    </w:p>
    <w:p w:rsidR="00F96531" w:rsidRDefault="00F96531" w:rsidP="00F96531">
      <w:r>
        <w:lastRenderedPageBreak/>
        <w:t>333.0465</w:t>
      </w:r>
      <w:r>
        <w:tab/>
        <w:t>1.013e0</w:t>
      </w:r>
    </w:p>
    <w:p w:rsidR="00F96531" w:rsidRDefault="00F96531" w:rsidP="00F96531">
      <w:r>
        <w:t>333.0549</w:t>
      </w:r>
      <w:r>
        <w:tab/>
        <w:t>3.038e0</w:t>
      </w:r>
    </w:p>
    <w:p w:rsidR="00F96531" w:rsidRDefault="00F96531" w:rsidP="00F96531">
      <w:r>
        <w:t>333.0619</w:t>
      </w:r>
      <w:r>
        <w:tab/>
        <w:t>6.076e0</w:t>
      </w:r>
    </w:p>
    <w:p w:rsidR="00F96531" w:rsidRDefault="00F96531" w:rsidP="00F96531">
      <w:r>
        <w:t>333.0869</w:t>
      </w:r>
      <w:r>
        <w:tab/>
        <w:t>3.038e0</w:t>
      </w:r>
    </w:p>
    <w:p w:rsidR="00F96531" w:rsidRDefault="00F96531" w:rsidP="00F96531">
      <w:r>
        <w:t>333.0941</w:t>
      </w:r>
      <w:r>
        <w:tab/>
        <w:t>3.038e0</w:t>
      </w:r>
    </w:p>
    <w:p w:rsidR="00F96531" w:rsidRDefault="00F96531" w:rsidP="00F96531">
      <w:r>
        <w:t>333.0978</w:t>
      </w:r>
      <w:r>
        <w:tab/>
        <w:t>2.491e0</w:t>
      </w:r>
    </w:p>
    <w:p w:rsidR="00F96531" w:rsidRDefault="00F96531" w:rsidP="00F96531">
      <w:r>
        <w:t>333.1084</w:t>
      </w:r>
      <w:r>
        <w:tab/>
        <w:t>3.407e0</w:t>
      </w:r>
    </w:p>
    <w:p w:rsidR="00F96531" w:rsidRDefault="00F96531" w:rsidP="00F96531">
      <w:r>
        <w:t>333.1146</w:t>
      </w:r>
      <w:r>
        <w:tab/>
        <w:t>2.025e0</w:t>
      </w:r>
    </w:p>
    <w:p w:rsidR="00F96531" w:rsidRDefault="00F96531" w:rsidP="00F96531">
      <w:r>
        <w:t>333.1265</w:t>
      </w:r>
      <w:r>
        <w:tab/>
        <w:t>2.025e0</w:t>
      </w:r>
    </w:p>
    <w:p w:rsidR="00F96531" w:rsidRDefault="00F96531" w:rsidP="00F96531">
      <w:r>
        <w:t>333.1570</w:t>
      </w:r>
      <w:r>
        <w:tab/>
        <w:t>2.025e0</w:t>
      </w:r>
    </w:p>
    <w:p w:rsidR="00F96531" w:rsidRDefault="00F96531" w:rsidP="00F96531">
      <w:r>
        <w:t>333.1620</w:t>
      </w:r>
      <w:r>
        <w:tab/>
        <w:t>1.311e0</w:t>
      </w:r>
    </w:p>
    <w:p w:rsidR="00F96531" w:rsidRDefault="00F96531" w:rsidP="00F96531">
      <w:r>
        <w:t>333.1662</w:t>
      </w:r>
      <w:r>
        <w:tab/>
        <w:t>4.059e0</w:t>
      </w:r>
    </w:p>
    <w:p w:rsidR="00F96531" w:rsidRDefault="00F96531" w:rsidP="00F96531">
      <w:r>
        <w:t>333.1698</w:t>
      </w:r>
      <w:r>
        <w:tab/>
        <w:t>5.938e0</w:t>
      </w:r>
    </w:p>
    <w:p w:rsidR="00F96531" w:rsidRDefault="00F96531" w:rsidP="00F96531">
      <w:r>
        <w:t>333.1779</w:t>
      </w:r>
      <w:r>
        <w:tab/>
        <w:t>3.038e0</w:t>
      </w:r>
    </w:p>
    <w:p w:rsidR="00F96531" w:rsidRDefault="00F96531" w:rsidP="00F96531">
      <w:r>
        <w:t>333.1908</w:t>
      </w:r>
      <w:r>
        <w:tab/>
        <w:t>2.025e0</w:t>
      </w:r>
    </w:p>
    <w:p w:rsidR="00F96531" w:rsidRDefault="00F96531" w:rsidP="00F96531">
      <w:r>
        <w:t>333.2229</w:t>
      </w:r>
      <w:r>
        <w:tab/>
        <w:t>1.386e0</w:t>
      </w:r>
    </w:p>
    <w:p w:rsidR="00F96531" w:rsidRDefault="00F96531" w:rsidP="00F96531">
      <w:r>
        <w:t>333.2568</w:t>
      </w:r>
      <w:r>
        <w:tab/>
        <w:t>2.025e0</w:t>
      </w:r>
    </w:p>
    <w:p w:rsidR="00F96531" w:rsidRDefault="00F96531" w:rsidP="00F96531">
      <w:r>
        <w:t>333.2583</w:t>
      </w:r>
      <w:r>
        <w:tab/>
        <w:t>2.025e0</w:t>
      </w:r>
    </w:p>
    <w:p w:rsidR="00F96531" w:rsidRDefault="00F96531" w:rsidP="00F96531">
      <w:r>
        <w:t>333.2721</w:t>
      </w:r>
      <w:r>
        <w:tab/>
        <w:t>5.063e0</w:t>
      </w:r>
    </w:p>
    <w:p w:rsidR="00F96531" w:rsidRDefault="00F96531" w:rsidP="00F96531">
      <w:r>
        <w:lastRenderedPageBreak/>
        <w:t>333.2789</w:t>
      </w:r>
      <w:r>
        <w:tab/>
        <w:t>1.013e0</w:t>
      </w:r>
    </w:p>
    <w:p w:rsidR="00F96531" w:rsidRDefault="00F96531" w:rsidP="00F96531">
      <w:r>
        <w:t>333.2881</w:t>
      </w:r>
      <w:r>
        <w:tab/>
        <w:t>1.996e0</w:t>
      </w:r>
    </w:p>
    <w:p w:rsidR="00F96531" w:rsidRDefault="00F96531" w:rsidP="00F96531">
      <w:r>
        <w:t>333.2896</w:t>
      </w:r>
      <w:r>
        <w:tab/>
        <w:t>1.013e0</w:t>
      </w:r>
    </w:p>
    <w:p w:rsidR="00F96531" w:rsidRDefault="00F96531" w:rsidP="00F96531">
      <w:r>
        <w:t>333.3029</w:t>
      </w:r>
      <w:r>
        <w:tab/>
        <w:t>1.013e0</w:t>
      </w:r>
    </w:p>
    <w:p w:rsidR="00F96531" w:rsidRDefault="00F96531" w:rsidP="00F96531">
      <w:r>
        <w:t>333.3269</w:t>
      </w:r>
      <w:r>
        <w:tab/>
        <w:t>1.013e0</w:t>
      </w:r>
    </w:p>
    <w:p w:rsidR="00F96531" w:rsidRDefault="00F96531" w:rsidP="00F96531">
      <w:r>
        <w:t>333.3283</w:t>
      </w:r>
      <w:r>
        <w:tab/>
        <w:t>3.038e0</w:t>
      </w:r>
    </w:p>
    <w:p w:rsidR="00F96531" w:rsidRDefault="00F96531" w:rsidP="00F96531">
      <w:r>
        <w:t>333.3361</w:t>
      </w:r>
      <w:r>
        <w:tab/>
        <w:t>2.025e0</w:t>
      </w:r>
    </w:p>
    <w:p w:rsidR="00F96531" w:rsidRDefault="00F96531" w:rsidP="00F96531">
      <w:r>
        <w:t>333.3407</w:t>
      </w:r>
      <w:r>
        <w:tab/>
        <w:t>3.038e0</w:t>
      </w:r>
    </w:p>
    <w:p w:rsidR="00F96531" w:rsidRDefault="00F96531" w:rsidP="00F96531">
      <w:r>
        <w:t>333.3914</w:t>
      </w:r>
      <w:r>
        <w:tab/>
        <w:t>1.013e0</w:t>
      </w:r>
    </w:p>
    <w:p w:rsidR="00F96531" w:rsidRDefault="00F96531" w:rsidP="00F96531">
      <w:r>
        <w:t>333.3951</w:t>
      </w:r>
      <w:r>
        <w:tab/>
        <w:t>3.474e0</w:t>
      </w:r>
    </w:p>
    <w:p w:rsidR="00F96531" w:rsidRDefault="00F96531" w:rsidP="00F96531">
      <w:r>
        <w:t>333.3989</w:t>
      </w:r>
      <w:r>
        <w:tab/>
        <w:t>1.013e0</w:t>
      </w:r>
    </w:p>
    <w:p w:rsidR="00F96531" w:rsidRDefault="00F96531" w:rsidP="00F96531">
      <w:r>
        <w:t>333.4243</w:t>
      </w:r>
      <w:r>
        <w:tab/>
        <w:t>1.013e0</w:t>
      </w:r>
    </w:p>
    <w:p w:rsidR="00F96531" w:rsidRDefault="00F96531" w:rsidP="00F96531">
      <w:r>
        <w:t>333.4397</w:t>
      </w:r>
      <w:r>
        <w:tab/>
        <w:t>3.038e0</w:t>
      </w:r>
    </w:p>
    <w:p w:rsidR="00F96531" w:rsidRDefault="00F96531" w:rsidP="00F96531">
      <w:r>
        <w:t>333.4444</w:t>
      </w:r>
      <w:r>
        <w:tab/>
        <w:t>1.013e0</w:t>
      </w:r>
    </w:p>
    <w:p w:rsidR="00F96531" w:rsidRDefault="00F96531" w:rsidP="00F96531">
      <w:r>
        <w:t>333.4483</w:t>
      </w:r>
      <w:r>
        <w:tab/>
        <w:t>1.013e0</w:t>
      </w:r>
    </w:p>
    <w:p w:rsidR="00F96531" w:rsidRDefault="00F96531" w:rsidP="00F96531">
      <w:r>
        <w:t>333.4919</w:t>
      </w:r>
      <w:r>
        <w:tab/>
        <w:t>1.013e0</w:t>
      </w:r>
    </w:p>
    <w:p w:rsidR="00F96531" w:rsidRDefault="00F96531" w:rsidP="00F96531">
      <w:r>
        <w:t>333.4958</w:t>
      </w:r>
      <w:r>
        <w:tab/>
        <w:t>1.013e0</w:t>
      </w:r>
    </w:p>
    <w:p w:rsidR="00F96531" w:rsidRDefault="00F96531" w:rsidP="00F96531">
      <w:r>
        <w:t>333.5197</w:t>
      </w:r>
      <w:r>
        <w:tab/>
        <w:t>2.025e0</w:t>
      </w:r>
    </w:p>
    <w:p w:rsidR="00F96531" w:rsidRDefault="00F96531" w:rsidP="00F96531">
      <w:r>
        <w:t>333.5323</w:t>
      </w:r>
      <w:r>
        <w:tab/>
        <w:t>1.013e0</w:t>
      </w:r>
    </w:p>
    <w:p w:rsidR="00F96531" w:rsidRDefault="00F96531" w:rsidP="00F96531">
      <w:r>
        <w:lastRenderedPageBreak/>
        <w:t>333.5549</w:t>
      </w:r>
      <w:r>
        <w:tab/>
        <w:t>1.013e0</w:t>
      </w:r>
    </w:p>
    <w:p w:rsidR="00F96531" w:rsidRDefault="00F96531" w:rsidP="00F96531">
      <w:r>
        <w:t>333.5563</w:t>
      </w:r>
      <w:r>
        <w:tab/>
        <w:t>1.013e0</w:t>
      </w:r>
    </w:p>
    <w:p w:rsidR="00F96531" w:rsidRDefault="00F96531" w:rsidP="00F96531">
      <w:r>
        <w:t>333.5804</w:t>
      </w:r>
      <w:r>
        <w:tab/>
        <w:t>3.038e0</w:t>
      </w:r>
    </w:p>
    <w:p w:rsidR="00F96531" w:rsidRDefault="00F96531" w:rsidP="00F96531">
      <w:r>
        <w:t>333.5863</w:t>
      </w:r>
      <w:r>
        <w:tab/>
        <w:t>1.013e0</w:t>
      </w:r>
    </w:p>
    <w:p w:rsidR="00F96531" w:rsidRDefault="00F96531" w:rsidP="00F96531">
      <w:r>
        <w:t>333.5952</w:t>
      </w:r>
      <w:r>
        <w:tab/>
        <w:t>1.013e0</w:t>
      </w:r>
    </w:p>
    <w:p w:rsidR="00F96531" w:rsidRDefault="00F96531" w:rsidP="00F96531">
      <w:r>
        <w:t>333.6110</w:t>
      </w:r>
      <w:r>
        <w:tab/>
        <w:t>2.025e0</w:t>
      </w:r>
    </w:p>
    <w:p w:rsidR="00F96531" w:rsidRDefault="00F96531" w:rsidP="00F96531">
      <w:r>
        <w:t>333.6440</w:t>
      </w:r>
      <w:r>
        <w:tab/>
        <w:t>1.013e0</w:t>
      </w:r>
    </w:p>
    <w:p w:rsidR="00F96531" w:rsidRDefault="00F96531" w:rsidP="00F96531">
      <w:r>
        <w:t>333.6482</w:t>
      </w:r>
      <w:r>
        <w:tab/>
        <w:t>2.025e0</w:t>
      </w:r>
    </w:p>
    <w:p w:rsidR="00F96531" w:rsidRDefault="00F96531" w:rsidP="00F96531">
      <w:r>
        <w:t>333.6509</w:t>
      </w:r>
      <w:r>
        <w:tab/>
        <w:t>1.013e0</w:t>
      </w:r>
    </w:p>
    <w:p w:rsidR="00F96531" w:rsidRDefault="00F96531" w:rsidP="00F96531">
      <w:r>
        <w:t>333.6548</w:t>
      </w:r>
      <w:r>
        <w:tab/>
        <w:t>2.025e0</w:t>
      </w:r>
    </w:p>
    <w:p w:rsidR="00F96531" w:rsidRDefault="00F96531" w:rsidP="00F96531">
      <w:r>
        <w:t>333.6629</w:t>
      </w:r>
      <w:r>
        <w:tab/>
        <w:t>1.013e0</w:t>
      </w:r>
    </w:p>
    <w:p w:rsidR="00F96531" w:rsidRDefault="00F96531" w:rsidP="00F96531">
      <w:r>
        <w:t>333.6869</w:t>
      </w:r>
      <w:r>
        <w:tab/>
        <w:t>1.013e0</w:t>
      </w:r>
    </w:p>
    <w:p w:rsidR="00F96531" w:rsidRDefault="00F96531" w:rsidP="00F96531">
      <w:r>
        <w:t>333.7057</w:t>
      </w:r>
      <w:r>
        <w:tab/>
        <w:t>2.025e0</w:t>
      </w:r>
    </w:p>
    <w:p w:rsidR="00F96531" w:rsidRDefault="00F96531" w:rsidP="00F96531">
      <w:r>
        <w:t>333.7175</w:t>
      </w:r>
      <w:r>
        <w:tab/>
        <w:t>1.013e0</w:t>
      </w:r>
    </w:p>
    <w:p w:rsidR="00F96531" w:rsidRDefault="00F96531" w:rsidP="00F96531">
      <w:r>
        <w:t>333.7406</w:t>
      </w:r>
      <w:r>
        <w:tab/>
        <w:t>1.013e0</w:t>
      </w:r>
    </w:p>
    <w:p w:rsidR="00F96531" w:rsidRDefault="00F96531" w:rsidP="00F96531">
      <w:r>
        <w:t>333.7421</w:t>
      </w:r>
      <w:r>
        <w:tab/>
        <w:t>1.013e0</w:t>
      </w:r>
    </w:p>
    <w:p w:rsidR="00F96531" w:rsidRDefault="00F96531" w:rsidP="00F96531">
      <w:r>
        <w:t>333.7445</w:t>
      </w:r>
      <w:r>
        <w:tab/>
        <w:t>1.013e0</w:t>
      </w:r>
    </w:p>
    <w:p w:rsidR="00F96531" w:rsidRDefault="00F96531" w:rsidP="00F96531">
      <w:r>
        <w:t>333.7730</w:t>
      </w:r>
      <w:r>
        <w:tab/>
        <w:t>1.013e0</w:t>
      </w:r>
    </w:p>
    <w:p w:rsidR="00F96531" w:rsidRDefault="00F96531" w:rsidP="00F96531">
      <w:r>
        <w:t>333.7949</w:t>
      </w:r>
      <w:r>
        <w:tab/>
        <w:t>1.013e0</w:t>
      </w:r>
    </w:p>
    <w:p w:rsidR="00F96531" w:rsidRDefault="00F96531" w:rsidP="00F96531">
      <w:r>
        <w:lastRenderedPageBreak/>
        <w:t>333.8184</w:t>
      </w:r>
      <w:r>
        <w:tab/>
        <w:t>2.025e0</w:t>
      </w:r>
    </w:p>
    <w:p w:rsidR="00F96531" w:rsidRDefault="00F96531" w:rsidP="00F96531">
      <w:r>
        <w:t>333.8311</w:t>
      </w:r>
      <w:r>
        <w:tab/>
        <w:t>1.013e0</w:t>
      </w:r>
    </w:p>
    <w:p w:rsidR="00F96531" w:rsidRDefault="00F96531" w:rsidP="00F96531">
      <w:r>
        <w:t>333.8578</w:t>
      </w:r>
      <w:r>
        <w:tab/>
        <w:t>2.025e0</w:t>
      </w:r>
    </w:p>
    <w:p w:rsidR="00F96531" w:rsidRDefault="00F96531" w:rsidP="00F96531">
      <w:r>
        <w:t>333.8690</w:t>
      </w:r>
      <w:r>
        <w:tab/>
        <w:t>3.038e0</w:t>
      </w:r>
    </w:p>
    <w:p w:rsidR="00F96531" w:rsidRDefault="00F96531" w:rsidP="00F96531">
      <w:r>
        <w:t>333.8752</w:t>
      </w:r>
      <w:r>
        <w:tab/>
        <w:t>2.025e0</w:t>
      </w:r>
    </w:p>
    <w:p w:rsidR="00F96531" w:rsidRDefault="00F96531" w:rsidP="00F96531">
      <w:r>
        <w:t>333.8967</w:t>
      </w:r>
      <w:r>
        <w:tab/>
        <w:t>1.013e0</w:t>
      </w:r>
    </w:p>
    <w:p w:rsidR="00F96531" w:rsidRDefault="00F96531" w:rsidP="00F96531">
      <w:r>
        <w:t>333.9198</w:t>
      </w:r>
      <w:r>
        <w:tab/>
        <w:t>1.013e0</w:t>
      </w:r>
    </w:p>
    <w:p w:rsidR="00F96531" w:rsidRDefault="00F96531" w:rsidP="00F96531">
      <w:r>
        <w:t>333.9253</w:t>
      </w:r>
      <w:r>
        <w:tab/>
        <w:t>1.013e0</w:t>
      </w:r>
    </w:p>
    <w:p w:rsidR="00F96531" w:rsidRDefault="00F96531" w:rsidP="00F96531">
      <w:r>
        <w:t>333.9346</w:t>
      </w:r>
      <w:r>
        <w:tab/>
        <w:t>1.013e0</w:t>
      </w:r>
    </w:p>
    <w:p w:rsidR="00F96531" w:rsidRDefault="00F96531" w:rsidP="00F96531">
      <w:r>
        <w:t>333.9431</w:t>
      </w:r>
      <w:r>
        <w:tab/>
        <w:t>2.025e0</w:t>
      </w:r>
    </w:p>
    <w:p w:rsidR="00F96531" w:rsidRDefault="00F96531" w:rsidP="00F96531">
      <w:r>
        <w:t>333.9494</w:t>
      </w:r>
      <w:r>
        <w:tab/>
        <w:t>3.038e0</w:t>
      </w:r>
    </w:p>
    <w:p w:rsidR="00F96531" w:rsidRDefault="00F96531" w:rsidP="00F96531">
      <w:r>
        <w:t>333.9721</w:t>
      </w:r>
      <w:r>
        <w:tab/>
        <w:t>2.025e0</w:t>
      </w:r>
    </w:p>
    <w:p w:rsidR="00F96531" w:rsidRDefault="00F96531" w:rsidP="00F96531">
      <w:r>
        <w:t>334.0067</w:t>
      </w:r>
      <w:r>
        <w:tab/>
        <w:t>1.013e0</w:t>
      </w:r>
    </w:p>
    <w:p w:rsidR="00F96531" w:rsidRDefault="00F96531" w:rsidP="00F96531">
      <w:r>
        <w:t>334.0127</w:t>
      </w:r>
      <w:r>
        <w:tab/>
        <w:t>1.013e0</w:t>
      </w:r>
    </w:p>
    <w:p w:rsidR="00F96531" w:rsidRDefault="00F96531" w:rsidP="00F96531">
      <w:r>
        <w:t>334.0231</w:t>
      </w:r>
      <w:r>
        <w:tab/>
        <w:t>2.025e0</w:t>
      </w:r>
    </w:p>
    <w:p w:rsidR="00F96531" w:rsidRDefault="00F96531" w:rsidP="00F96531">
      <w:r>
        <w:t>334.0243</w:t>
      </w:r>
      <w:r>
        <w:tab/>
        <w:t>3.038e0</w:t>
      </w:r>
    </w:p>
    <w:p w:rsidR="00F96531" w:rsidRDefault="00F96531" w:rsidP="00F96531">
      <w:r>
        <w:t>334.0668</w:t>
      </w:r>
      <w:r>
        <w:tab/>
        <w:t>1.013e0</w:t>
      </w:r>
    </w:p>
    <w:p w:rsidR="00F96531" w:rsidRDefault="00F96531" w:rsidP="00F96531">
      <w:r>
        <w:t>334.0742</w:t>
      </w:r>
      <w:r>
        <w:tab/>
        <w:t>3.417e0</w:t>
      </w:r>
    </w:p>
    <w:p w:rsidR="00F96531" w:rsidRDefault="00F96531" w:rsidP="00F96531">
      <w:r>
        <w:t>334.0771</w:t>
      </w:r>
      <w:r>
        <w:tab/>
        <w:t>6.076e0</w:t>
      </w:r>
    </w:p>
    <w:p w:rsidR="00F96531" w:rsidRDefault="00F96531" w:rsidP="00F96531">
      <w:r>
        <w:lastRenderedPageBreak/>
        <w:t>334.0911</w:t>
      </w:r>
      <w:r>
        <w:tab/>
        <w:t>1.013e1</w:t>
      </w:r>
    </w:p>
    <w:p w:rsidR="00F96531" w:rsidRDefault="00F96531" w:rsidP="00F96531">
      <w:r>
        <w:t>334.0931</w:t>
      </w:r>
      <w:r>
        <w:tab/>
        <w:t>4.051e0</w:t>
      </w:r>
    </w:p>
    <w:p w:rsidR="00F96531" w:rsidRDefault="00F96531" w:rsidP="00F96531">
      <w:r>
        <w:t>334.0957</w:t>
      </w:r>
      <w:r>
        <w:tab/>
        <w:t>7.390e0</w:t>
      </w:r>
    </w:p>
    <w:p w:rsidR="00F96531" w:rsidRDefault="00F96531" w:rsidP="00F96531">
      <w:r>
        <w:t>334.0988</w:t>
      </w:r>
      <w:r>
        <w:tab/>
        <w:t>4.235e0</w:t>
      </w:r>
    </w:p>
    <w:p w:rsidR="00F96531" w:rsidRDefault="00F96531" w:rsidP="00F96531">
      <w:r>
        <w:t>334.1270</w:t>
      </w:r>
      <w:r>
        <w:tab/>
        <w:t>1.412e0</w:t>
      </w:r>
    </w:p>
    <w:p w:rsidR="00F96531" w:rsidRDefault="00F96531" w:rsidP="00F96531">
      <w:r>
        <w:t>334.1692</w:t>
      </w:r>
      <w:r>
        <w:tab/>
        <w:t>2.900e0</w:t>
      </w:r>
    </w:p>
    <w:p w:rsidR="00F96531" w:rsidRDefault="00F96531" w:rsidP="00F96531">
      <w:r>
        <w:t>334.1740</w:t>
      </w:r>
      <w:r>
        <w:tab/>
        <w:t>1.013e0</w:t>
      </w:r>
    </w:p>
    <w:p w:rsidR="00F96531" w:rsidRDefault="00F96531" w:rsidP="00F96531">
      <w:r>
        <w:t>334.1828</w:t>
      </w:r>
      <w:r>
        <w:tab/>
        <w:t>5.063e0</w:t>
      </w:r>
    </w:p>
    <w:p w:rsidR="00F96531" w:rsidRDefault="00F96531" w:rsidP="00F96531">
      <w:r>
        <w:t>334.1920</w:t>
      </w:r>
      <w:r>
        <w:tab/>
        <w:t>3.006e0</w:t>
      </w:r>
    </w:p>
    <w:p w:rsidR="00F96531" w:rsidRDefault="00F96531" w:rsidP="00F96531">
      <w:r>
        <w:t>334.1957</w:t>
      </w:r>
      <w:r>
        <w:tab/>
        <w:t>4.216e0</w:t>
      </w:r>
    </w:p>
    <w:p w:rsidR="00F96531" w:rsidRDefault="00F96531" w:rsidP="00F96531">
      <w:r>
        <w:t>334.2197</w:t>
      </w:r>
      <w:r>
        <w:tab/>
        <w:t>5.172e0</w:t>
      </w:r>
    </w:p>
    <w:p w:rsidR="00F96531" w:rsidRDefault="00F96531" w:rsidP="00F96531">
      <w:r>
        <w:t>334.2230</w:t>
      </w:r>
      <w:r>
        <w:tab/>
        <w:t>3.757e0</w:t>
      </w:r>
    </w:p>
    <w:p w:rsidR="00F96531" w:rsidRDefault="00F96531" w:rsidP="00F96531">
      <w:r>
        <w:t>334.2292</w:t>
      </w:r>
      <w:r>
        <w:tab/>
        <w:t>4.051e0</w:t>
      </w:r>
    </w:p>
    <w:p w:rsidR="00F96531" w:rsidRDefault="00F96531" w:rsidP="00F96531">
      <w:r>
        <w:t>334.2368</w:t>
      </w:r>
      <w:r>
        <w:tab/>
        <w:t>3.633e0</w:t>
      </w:r>
    </w:p>
    <w:p w:rsidR="00F96531" w:rsidRDefault="00F96531" w:rsidP="00F96531">
      <w:r>
        <w:t>334.2474</w:t>
      </w:r>
      <w:r>
        <w:tab/>
        <w:t>2.025e0</w:t>
      </w:r>
    </w:p>
    <w:p w:rsidR="00F96531" w:rsidRDefault="00F96531" w:rsidP="00F96531">
      <w:r>
        <w:t>334.2499</w:t>
      </w:r>
      <w:r>
        <w:tab/>
        <w:t>1.013e0</w:t>
      </w:r>
    </w:p>
    <w:p w:rsidR="00F96531" w:rsidRDefault="00F96531" w:rsidP="00F96531">
      <w:r>
        <w:t>334.2610</w:t>
      </w:r>
      <w:r>
        <w:tab/>
        <w:t>3.038e0</w:t>
      </w:r>
    </w:p>
    <w:p w:rsidR="00F96531" w:rsidRDefault="00F96531" w:rsidP="00F96531">
      <w:r>
        <w:t>334.2697</w:t>
      </w:r>
      <w:r>
        <w:tab/>
        <w:t>2.950e0</w:t>
      </w:r>
    </w:p>
    <w:p w:rsidR="00F96531" w:rsidRDefault="00F96531" w:rsidP="00F96531">
      <w:r>
        <w:t>334.2759</w:t>
      </w:r>
      <w:r>
        <w:tab/>
        <w:t>1.013e0</w:t>
      </w:r>
    </w:p>
    <w:p w:rsidR="00F96531" w:rsidRDefault="00F96531" w:rsidP="00F96531">
      <w:r>
        <w:lastRenderedPageBreak/>
        <w:t>334.2785</w:t>
      </w:r>
      <w:r>
        <w:tab/>
        <w:t>1.013e0</w:t>
      </w:r>
    </w:p>
    <w:p w:rsidR="00F96531" w:rsidRDefault="00F96531" w:rsidP="00F96531">
      <w:r>
        <w:t>334.2799</w:t>
      </w:r>
      <w:r>
        <w:tab/>
        <w:t>1.013e0</w:t>
      </w:r>
    </w:p>
    <w:p w:rsidR="00F96531" w:rsidRDefault="00F96531" w:rsidP="00F96531">
      <w:r>
        <w:t>334.2892</w:t>
      </w:r>
      <w:r>
        <w:tab/>
        <w:t>1.013e0</w:t>
      </w:r>
    </w:p>
    <w:p w:rsidR="00F96531" w:rsidRDefault="00F96531" w:rsidP="00F96531">
      <w:r>
        <w:t>334.2922</w:t>
      </w:r>
      <w:r>
        <w:tab/>
        <w:t>2.025e0</w:t>
      </w:r>
    </w:p>
    <w:p w:rsidR="00F96531" w:rsidRDefault="00F96531" w:rsidP="00F96531">
      <w:r>
        <w:t>334.3029</w:t>
      </w:r>
      <w:r>
        <w:tab/>
        <w:t>1.013e0</w:t>
      </w:r>
    </w:p>
    <w:p w:rsidR="00F96531" w:rsidRDefault="00F96531" w:rsidP="00F96531">
      <w:r>
        <w:t>334.3434</w:t>
      </w:r>
      <w:r>
        <w:tab/>
        <w:t>1.013e0</w:t>
      </w:r>
    </w:p>
    <w:p w:rsidR="00F96531" w:rsidRDefault="00F96531" w:rsidP="00F96531">
      <w:r>
        <w:t>334.3574</w:t>
      </w:r>
      <w:r>
        <w:tab/>
        <w:t>1.013e0</w:t>
      </w:r>
    </w:p>
    <w:p w:rsidR="00F96531" w:rsidRDefault="00F96531" w:rsidP="00F96531">
      <w:r>
        <w:t>334.3915</w:t>
      </w:r>
      <w:r>
        <w:tab/>
        <w:t>1.013e0</w:t>
      </w:r>
    </w:p>
    <w:p w:rsidR="00F96531" w:rsidRDefault="00F96531" w:rsidP="00F96531">
      <w:r>
        <w:t>334.3960</w:t>
      </w:r>
      <w:r>
        <w:tab/>
        <w:t>2.025e0</w:t>
      </w:r>
    </w:p>
    <w:p w:rsidR="00F96531" w:rsidRDefault="00F96531" w:rsidP="00F96531">
      <w:r>
        <w:t>334.4048</w:t>
      </w:r>
      <w:r>
        <w:tab/>
        <w:t>1.013e0</w:t>
      </w:r>
    </w:p>
    <w:p w:rsidR="00F96531" w:rsidRDefault="00F96531" w:rsidP="00F96531">
      <w:r>
        <w:t>334.4268</w:t>
      </w:r>
      <w:r>
        <w:tab/>
        <w:t>1.013e0</w:t>
      </w:r>
    </w:p>
    <w:p w:rsidR="00F96531" w:rsidRDefault="00F96531" w:rsidP="00F96531">
      <w:r>
        <w:t>334.4925</w:t>
      </w:r>
      <w:r>
        <w:tab/>
        <w:t>2.025e0</w:t>
      </w:r>
    </w:p>
    <w:p w:rsidR="00F96531" w:rsidRDefault="00F96531" w:rsidP="00F96531">
      <w:r>
        <w:t>334.4958</w:t>
      </w:r>
      <w:r>
        <w:tab/>
        <w:t>2.025e0</w:t>
      </w:r>
    </w:p>
    <w:p w:rsidR="00F96531" w:rsidRDefault="00F96531" w:rsidP="00F96531">
      <w:r>
        <w:t>334.5068</w:t>
      </w:r>
      <w:r>
        <w:tab/>
        <w:t>1.013e0</w:t>
      </w:r>
    </w:p>
    <w:p w:rsidR="00F96531" w:rsidRDefault="00F96531" w:rsidP="00F96531">
      <w:r>
        <w:t>334.5121</w:t>
      </w:r>
      <w:r>
        <w:tab/>
        <w:t>1.013e0</w:t>
      </w:r>
    </w:p>
    <w:p w:rsidR="00F96531" w:rsidRDefault="00F96531" w:rsidP="00F96531">
      <w:r>
        <w:t>334.5219</w:t>
      </w:r>
      <w:r>
        <w:tab/>
        <w:t>1.138e1</w:t>
      </w:r>
    </w:p>
    <w:p w:rsidR="00F96531" w:rsidRDefault="00F96531" w:rsidP="00F96531">
      <w:r>
        <w:t>334.5242</w:t>
      </w:r>
      <w:r>
        <w:tab/>
        <w:t>4.051e0</w:t>
      </w:r>
    </w:p>
    <w:p w:rsidR="00F96531" w:rsidRDefault="00F96531" w:rsidP="00F96531">
      <w:r>
        <w:t>334.5347</w:t>
      </w:r>
      <w:r>
        <w:tab/>
        <w:t>6.076e0</w:t>
      </w:r>
    </w:p>
    <w:p w:rsidR="00F96531" w:rsidRDefault="00F96531" w:rsidP="00F96531">
      <w:r>
        <w:t>334.5476</w:t>
      </w:r>
      <w:r>
        <w:tab/>
        <w:t>3.038e0</w:t>
      </w:r>
    </w:p>
    <w:p w:rsidR="00F96531" w:rsidRDefault="00F96531" w:rsidP="00F96531">
      <w:r>
        <w:lastRenderedPageBreak/>
        <w:t>334.5572</w:t>
      </w:r>
      <w:r>
        <w:tab/>
        <w:t>2.025e0</w:t>
      </w:r>
    </w:p>
    <w:p w:rsidR="00F96531" w:rsidRDefault="00F96531" w:rsidP="00F96531">
      <w:r>
        <w:t>334.5844</w:t>
      </w:r>
      <w:r>
        <w:tab/>
        <w:t>2.405e0</w:t>
      </w:r>
    </w:p>
    <w:p w:rsidR="00F96531" w:rsidRDefault="00F96531" w:rsidP="00F96531">
      <w:r>
        <w:t>334.5857</w:t>
      </w:r>
      <w:r>
        <w:tab/>
        <w:t>1.013e0</w:t>
      </w:r>
    </w:p>
    <w:p w:rsidR="00F96531" w:rsidRDefault="00F96531" w:rsidP="00F96531">
      <w:r>
        <w:t>334.5946</w:t>
      </w:r>
      <w:r>
        <w:tab/>
        <w:t>1.013e0</w:t>
      </w:r>
    </w:p>
    <w:p w:rsidR="00F96531" w:rsidRDefault="00F96531" w:rsidP="00F96531">
      <w:r>
        <w:t>334.6261</w:t>
      </w:r>
      <w:r>
        <w:tab/>
        <w:t>1.013e0</w:t>
      </w:r>
    </w:p>
    <w:p w:rsidR="00F96531" w:rsidRDefault="00F96531" w:rsidP="00F96531">
      <w:r>
        <w:t>334.6346</w:t>
      </w:r>
      <w:r>
        <w:tab/>
        <w:t>1.013e0</w:t>
      </w:r>
    </w:p>
    <w:p w:rsidR="00F96531" w:rsidRDefault="00F96531" w:rsidP="00F96531">
      <w:r>
        <w:t>334.6370</w:t>
      </w:r>
      <w:r>
        <w:tab/>
        <w:t>1.013e0</w:t>
      </w:r>
    </w:p>
    <w:p w:rsidR="00F96531" w:rsidRDefault="00F96531" w:rsidP="00F96531">
      <w:r>
        <w:t>334.6551</w:t>
      </w:r>
      <w:r>
        <w:tab/>
        <w:t>1.013e0</w:t>
      </w:r>
    </w:p>
    <w:p w:rsidR="00F96531" w:rsidRDefault="00F96531" w:rsidP="00F96531">
      <w:r>
        <w:t>334.6782</w:t>
      </w:r>
      <w:r>
        <w:tab/>
        <w:t>1.013e0</w:t>
      </w:r>
    </w:p>
    <w:p w:rsidR="00F96531" w:rsidRDefault="00F96531" w:rsidP="00F96531">
      <w:r>
        <w:t>334.6835</w:t>
      </w:r>
      <w:r>
        <w:tab/>
        <w:t>1.013e0</w:t>
      </w:r>
    </w:p>
    <w:p w:rsidR="00F96531" w:rsidRDefault="00F96531" w:rsidP="00F96531">
      <w:r>
        <w:t>334.7106</w:t>
      </w:r>
      <w:r>
        <w:tab/>
        <w:t>1.013e0</w:t>
      </w:r>
    </w:p>
    <w:p w:rsidR="00F96531" w:rsidRDefault="00F96531" w:rsidP="00F96531">
      <w:r>
        <w:t>334.7270</w:t>
      </w:r>
      <w:r>
        <w:tab/>
        <w:t>1.013e0</w:t>
      </w:r>
    </w:p>
    <w:p w:rsidR="00F96531" w:rsidRDefault="00F96531" w:rsidP="00F96531">
      <w:r>
        <w:t>334.7465</w:t>
      </w:r>
      <w:r>
        <w:tab/>
        <w:t>2.025e0</w:t>
      </w:r>
    </w:p>
    <w:p w:rsidR="00F96531" w:rsidRDefault="00F96531" w:rsidP="00F96531">
      <w:r>
        <w:t>334.7680</w:t>
      </w:r>
      <w:r>
        <w:tab/>
        <w:t>2.025e0</w:t>
      </w:r>
    </w:p>
    <w:p w:rsidR="00F96531" w:rsidRDefault="00F96531" w:rsidP="00F96531">
      <w:r>
        <w:t>334.8154</w:t>
      </w:r>
      <w:r>
        <w:tab/>
        <w:t>2.025e0</w:t>
      </w:r>
    </w:p>
    <w:p w:rsidR="00F96531" w:rsidRDefault="00F96531" w:rsidP="00F96531">
      <w:r>
        <w:t>334.8474</w:t>
      </w:r>
      <w:r>
        <w:tab/>
        <w:t>1.013e0</w:t>
      </w:r>
    </w:p>
    <w:p w:rsidR="00F96531" w:rsidRDefault="00F96531" w:rsidP="00F96531">
      <w:r>
        <w:t>334.8489</w:t>
      </w:r>
      <w:r>
        <w:tab/>
        <w:t>1.013e0</w:t>
      </w:r>
    </w:p>
    <w:p w:rsidR="00F96531" w:rsidRDefault="00F96531" w:rsidP="00F96531">
      <w:r>
        <w:t>334.8655</w:t>
      </w:r>
      <w:r>
        <w:tab/>
        <w:t>1.013e0</w:t>
      </w:r>
    </w:p>
    <w:p w:rsidR="00F96531" w:rsidRDefault="00F96531" w:rsidP="00F96531">
      <w:r>
        <w:t>334.8730</w:t>
      </w:r>
      <w:r>
        <w:tab/>
        <w:t>1.013e0</w:t>
      </w:r>
    </w:p>
    <w:p w:rsidR="00F96531" w:rsidRDefault="00F96531" w:rsidP="00F96531">
      <w:r>
        <w:lastRenderedPageBreak/>
        <w:t>334.8756</w:t>
      </w:r>
      <w:r>
        <w:tab/>
        <w:t>2.025e0</w:t>
      </w:r>
    </w:p>
    <w:p w:rsidR="00F96531" w:rsidRDefault="00F96531" w:rsidP="00F96531">
      <w:r>
        <w:t>334.8840</w:t>
      </w:r>
      <w:r>
        <w:tab/>
        <w:t>2.025e0</w:t>
      </w:r>
    </w:p>
    <w:p w:rsidR="00F96531" w:rsidRDefault="00F96531" w:rsidP="00F96531">
      <w:r>
        <w:t>334.9012</w:t>
      </w:r>
      <w:r>
        <w:tab/>
        <w:t>3.038e0</w:t>
      </w:r>
    </w:p>
    <w:p w:rsidR="00F96531" w:rsidRDefault="00F96531" w:rsidP="00F96531">
      <w:r>
        <w:t>334.9036</w:t>
      </w:r>
      <w:r>
        <w:tab/>
        <w:t>2.025e0</w:t>
      </w:r>
    </w:p>
    <w:p w:rsidR="00F96531" w:rsidRDefault="00F96531" w:rsidP="00F96531">
      <w:r>
        <w:t>334.9065</w:t>
      </w:r>
      <w:r>
        <w:tab/>
        <w:t>1.013e0</w:t>
      </w:r>
    </w:p>
    <w:p w:rsidR="00F96531" w:rsidRDefault="00F96531" w:rsidP="00F96531">
      <w:r>
        <w:t>334.9272</w:t>
      </w:r>
      <w:r>
        <w:tab/>
        <w:t>1.013e0</w:t>
      </w:r>
    </w:p>
    <w:p w:rsidR="00F96531" w:rsidRDefault="00F96531" w:rsidP="00F96531">
      <w:r>
        <w:t>334.9312</w:t>
      </w:r>
      <w:r>
        <w:tab/>
        <w:t>2.025e0</w:t>
      </w:r>
    </w:p>
    <w:p w:rsidR="00F96531" w:rsidRDefault="00F96531" w:rsidP="00F96531">
      <w:r>
        <w:t>334.9450</w:t>
      </w:r>
      <w:r>
        <w:tab/>
        <w:t>2.025e0</w:t>
      </w:r>
    </w:p>
    <w:p w:rsidR="00F96531" w:rsidRDefault="00F96531" w:rsidP="00F96531">
      <w:r>
        <w:t>334.9472</w:t>
      </w:r>
      <w:r>
        <w:tab/>
        <w:t>2.025e0</w:t>
      </w:r>
    </w:p>
    <w:p w:rsidR="00F96531" w:rsidRDefault="00F96531" w:rsidP="00F96531">
      <w:r>
        <w:t>334.9692</w:t>
      </w:r>
      <w:r>
        <w:tab/>
        <w:t>2.025e0</w:t>
      </w:r>
    </w:p>
    <w:p w:rsidR="00F96531" w:rsidRDefault="00F96531" w:rsidP="00F96531">
      <w:r>
        <w:t>334.9754</w:t>
      </w:r>
      <w:r>
        <w:tab/>
        <w:t>1.013e0</w:t>
      </w:r>
    </w:p>
    <w:p w:rsidR="00F96531" w:rsidRDefault="00F96531" w:rsidP="00F96531">
      <w:r>
        <w:t>334.9879</w:t>
      </w:r>
      <w:r>
        <w:tab/>
        <w:t>3.038e0</w:t>
      </w:r>
    </w:p>
    <w:p w:rsidR="00F96531" w:rsidRDefault="00F96531" w:rsidP="00F96531">
      <w:r>
        <w:t>334.9982</w:t>
      </w:r>
      <w:r>
        <w:tab/>
        <w:t>1.890e0</w:t>
      </w:r>
    </w:p>
    <w:p w:rsidR="00F96531" w:rsidRDefault="00F96531" w:rsidP="00F96531">
      <w:r>
        <w:t>335.0040</w:t>
      </w:r>
      <w:r>
        <w:tab/>
        <w:t>1.013e0</w:t>
      </w:r>
    </w:p>
    <w:p w:rsidR="00F96531" w:rsidRDefault="00F96531" w:rsidP="00F96531">
      <w:r>
        <w:t>335.0124</w:t>
      </w:r>
      <w:r>
        <w:tab/>
        <w:t>2.025e0</w:t>
      </w:r>
    </w:p>
    <w:p w:rsidR="00F96531" w:rsidRDefault="00F96531" w:rsidP="00F96531">
      <w:r>
        <w:t>335.0139</w:t>
      </w:r>
      <w:r>
        <w:tab/>
        <w:t>2.025e0</w:t>
      </w:r>
    </w:p>
    <w:p w:rsidR="00F96531" w:rsidRDefault="00F96531" w:rsidP="00F96531">
      <w:r>
        <w:t>335.0261</w:t>
      </w:r>
      <w:r>
        <w:tab/>
        <w:t>2.025e0</w:t>
      </w:r>
    </w:p>
    <w:p w:rsidR="00F96531" w:rsidRDefault="00F96531" w:rsidP="00F96531">
      <w:r>
        <w:t>335.0300</w:t>
      </w:r>
      <w:r>
        <w:tab/>
        <w:t>2.025e0</w:t>
      </w:r>
    </w:p>
    <w:p w:rsidR="00F96531" w:rsidRDefault="00F96531" w:rsidP="00F96531">
      <w:r>
        <w:t>335.0323</w:t>
      </w:r>
      <w:r>
        <w:tab/>
        <w:t>3.216e0</w:t>
      </w:r>
    </w:p>
    <w:p w:rsidR="00F96531" w:rsidRDefault="00F96531" w:rsidP="00F96531">
      <w:r>
        <w:lastRenderedPageBreak/>
        <w:t>335.0772</w:t>
      </w:r>
      <w:r>
        <w:tab/>
        <w:t>2.216e0</w:t>
      </w:r>
    </w:p>
    <w:p w:rsidR="00F96531" w:rsidRDefault="00F96531" w:rsidP="00F96531">
      <w:r>
        <w:t>335.0835</w:t>
      </w:r>
      <w:r>
        <w:tab/>
        <w:t>1.013e0</w:t>
      </w:r>
    </w:p>
    <w:p w:rsidR="00F96531" w:rsidRDefault="00F96531" w:rsidP="00F96531">
      <w:r>
        <w:t>335.0888</w:t>
      </w:r>
      <w:r>
        <w:tab/>
        <w:t>2.025e0</w:t>
      </w:r>
    </w:p>
    <w:p w:rsidR="00F96531" w:rsidRDefault="00F96531" w:rsidP="00F96531">
      <w:r>
        <w:t>335.0941</w:t>
      </w:r>
      <w:r>
        <w:tab/>
        <w:t>2.025e0</w:t>
      </w:r>
    </w:p>
    <w:p w:rsidR="00F96531" w:rsidRDefault="00F96531" w:rsidP="00F96531">
      <w:r>
        <w:t>335.0959</w:t>
      </w:r>
      <w:r>
        <w:tab/>
        <w:t>1.013e0</w:t>
      </w:r>
    </w:p>
    <w:p w:rsidR="00F96531" w:rsidRDefault="00F96531" w:rsidP="00F96531">
      <w:r>
        <w:t>335.1154</w:t>
      </w:r>
      <w:r>
        <w:tab/>
        <w:t>2.266e0</w:t>
      </w:r>
    </w:p>
    <w:p w:rsidR="00F96531" w:rsidRDefault="00F96531" w:rsidP="00F96531">
      <w:r>
        <w:t>335.1200</w:t>
      </w:r>
      <w:r>
        <w:tab/>
        <w:t>1.013e0</w:t>
      </w:r>
    </w:p>
    <w:p w:rsidR="00F96531" w:rsidRDefault="00F96531" w:rsidP="00F96531">
      <w:r>
        <w:t>335.1695</w:t>
      </w:r>
      <w:r>
        <w:tab/>
        <w:t>5.063e0</w:t>
      </w:r>
    </w:p>
    <w:p w:rsidR="00F96531" w:rsidRDefault="00F96531" w:rsidP="00F96531">
      <w:r>
        <w:t>335.1944</w:t>
      </w:r>
      <w:r>
        <w:tab/>
        <w:t>3.506e1</w:t>
      </w:r>
    </w:p>
    <w:p w:rsidR="00F96531" w:rsidRDefault="00F96531" w:rsidP="00F96531">
      <w:r>
        <w:t>335.1960</w:t>
      </w:r>
      <w:r>
        <w:tab/>
        <w:t>5.771e1</w:t>
      </w:r>
    </w:p>
    <w:p w:rsidR="00F96531" w:rsidRDefault="00F96531" w:rsidP="00F96531">
      <w:r>
        <w:t>335.1985</w:t>
      </w:r>
      <w:r>
        <w:tab/>
        <w:t>4.704e1</w:t>
      </w:r>
    </w:p>
    <w:p w:rsidR="00F96531" w:rsidRDefault="00F96531" w:rsidP="00F96531">
      <w:r>
        <w:t>335.2001</w:t>
      </w:r>
      <w:r>
        <w:tab/>
        <w:t>4.315e1</w:t>
      </w:r>
    </w:p>
    <w:p w:rsidR="00F96531" w:rsidRDefault="00F96531" w:rsidP="00F96531">
      <w:r>
        <w:t>335.2063</w:t>
      </w:r>
      <w:r>
        <w:tab/>
        <w:t>1.618e1</w:t>
      </w:r>
    </w:p>
    <w:p w:rsidR="00F96531" w:rsidRDefault="00F96531" w:rsidP="00F96531">
      <w:r>
        <w:t>335.2668</w:t>
      </w:r>
      <w:r>
        <w:tab/>
        <w:t>2.025e0</w:t>
      </w:r>
    </w:p>
    <w:p w:rsidR="00F96531" w:rsidRDefault="00F96531" w:rsidP="00F96531">
      <w:r>
        <w:t>335.2707</w:t>
      </w:r>
      <w:r>
        <w:tab/>
        <w:t>1.013e0</w:t>
      </w:r>
    </w:p>
    <w:p w:rsidR="00F96531" w:rsidRDefault="00F96531" w:rsidP="00F96531">
      <w:r>
        <w:t>335.2952</w:t>
      </w:r>
      <w:r>
        <w:tab/>
        <w:t>1.013e0</w:t>
      </w:r>
    </w:p>
    <w:p w:rsidR="00F96531" w:rsidRDefault="00F96531" w:rsidP="00F96531">
      <w:r>
        <w:t>335.2968</w:t>
      </w:r>
      <w:r>
        <w:tab/>
        <w:t>2.025e0</w:t>
      </w:r>
    </w:p>
    <w:p w:rsidR="00F96531" w:rsidRDefault="00F96531" w:rsidP="00F96531">
      <w:r>
        <w:t>335.3055</w:t>
      </w:r>
      <w:r>
        <w:tab/>
        <w:t>3.038e0</w:t>
      </w:r>
    </w:p>
    <w:p w:rsidR="00F96531" w:rsidRDefault="00F96531" w:rsidP="00F96531">
      <w:r>
        <w:t>335.3180</w:t>
      </w:r>
      <w:r>
        <w:tab/>
        <w:t>2.025e0</w:t>
      </w:r>
    </w:p>
    <w:p w:rsidR="00F96531" w:rsidRDefault="00F96531" w:rsidP="00F96531">
      <w:r>
        <w:lastRenderedPageBreak/>
        <w:t>335.3303</w:t>
      </w:r>
      <w:r>
        <w:tab/>
        <w:t>3.038e0</w:t>
      </w:r>
    </w:p>
    <w:p w:rsidR="00F96531" w:rsidRDefault="00F96531" w:rsidP="00F96531">
      <w:r>
        <w:t>335.3365</w:t>
      </w:r>
      <w:r>
        <w:tab/>
        <w:t>2.025e0</w:t>
      </w:r>
    </w:p>
    <w:p w:rsidR="00F96531" w:rsidRDefault="00F96531" w:rsidP="00F96531">
      <w:r>
        <w:t>335.3428</w:t>
      </w:r>
      <w:r>
        <w:tab/>
        <w:t>1.013e0</w:t>
      </w:r>
    </w:p>
    <w:p w:rsidR="00F96531" w:rsidRDefault="00F96531" w:rsidP="00F96531">
      <w:r>
        <w:t>335.3716</w:t>
      </w:r>
      <w:r>
        <w:tab/>
        <w:t>2.025e0</w:t>
      </w:r>
    </w:p>
    <w:p w:rsidR="00F96531" w:rsidRDefault="00F96531" w:rsidP="00F96531">
      <w:r>
        <w:t>335.4019</w:t>
      </w:r>
      <w:r>
        <w:tab/>
        <w:t>1.013e0</w:t>
      </w:r>
    </w:p>
    <w:p w:rsidR="00F96531" w:rsidRDefault="00F96531" w:rsidP="00F96531">
      <w:r>
        <w:t>335.4094</w:t>
      </w:r>
      <w:r>
        <w:tab/>
        <w:t>1.013e0</w:t>
      </w:r>
    </w:p>
    <w:p w:rsidR="00F96531" w:rsidRDefault="00F96531" w:rsidP="00F96531">
      <w:r>
        <w:t>335.4320</w:t>
      </w:r>
      <w:r>
        <w:tab/>
        <w:t>1.013e0</w:t>
      </w:r>
    </w:p>
    <w:p w:rsidR="00F96531" w:rsidRDefault="00F96531" w:rsidP="00F96531">
      <w:r>
        <w:t>335.4953</w:t>
      </w:r>
      <w:r>
        <w:tab/>
        <w:t>1.013e0</w:t>
      </w:r>
    </w:p>
    <w:p w:rsidR="00F96531" w:rsidRDefault="00F96531" w:rsidP="00F96531">
      <w:r>
        <w:t>335.5017</w:t>
      </w:r>
      <w:r>
        <w:tab/>
        <w:t>2.025e0</w:t>
      </w:r>
    </w:p>
    <w:p w:rsidR="00F96531" w:rsidRDefault="00F96531" w:rsidP="00F96531">
      <w:r>
        <w:t>335.5184</w:t>
      </w:r>
      <w:r>
        <w:tab/>
        <w:t>1.316e1</w:t>
      </w:r>
    </w:p>
    <w:p w:rsidR="00F96531" w:rsidRDefault="00F96531" w:rsidP="00F96531">
      <w:r>
        <w:t>335.5201</w:t>
      </w:r>
      <w:r>
        <w:tab/>
        <w:t>4.051e0</w:t>
      </w:r>
    </w:p>
    <w:p w:rsidR="00F96531" w:rsidRDefault="00F96531" w:rsidP="00F96531">
      <w:r>
        <w:t>335.5300</w:t>
      </w:r>
      <w:r>
        <w:tab/>
        <w:t>2.025e0</w:t>
      </w:r>
    </w:p>
    <w:p w:rsidR="00F96531" w:rsidRDefault="00F96531" w:rsidP="00F96531">
      <w:r>
        <w:t>335.5443</w:t>
      </w:r>
      <w:r>
        <w:tab/>
        <w:t>3.038e0</w:t>
      </w:r>
    </w:p>
    <w:p w:rsidR="00F96531" w:rsidRDefault="00F96531" w:rsidP="00F96531">
      <w:r>
        <w:t>335.5892</w:t>
      </w:r>
      <w:r>
        <w:tab/>
        <w:t>1.013e0</w:t>
      </w:r>
    </w:p>
    <w:p w:rsidR="00F96531" w:rsidRDefault="00F96531" w:rsidP="00F96531">
      <w:r>
        <w:t>335.6162</w:t>
      </w:r>
      <w:r>
        <w:tab/>
        <w:t>1.013e0</w:t>
      </w:r>
    </w:p>
    <w:p w:rsidR="00F96531" w:rsidRDefault="00F96531" w:rsidP="00F96531">
      <w:r>
        <w:t>335.6177</w:t>
      </w:r>
      <w:r>
        <w:tab/>
        <w:t>1.013e0</w:t>
      </w:r>
    </w:p>
    <w:p w:rsidR="00F96531" w:rsidRDefault="00F96531" w:rsidP="00F96531">
      <w:r>
        <w:t>335.6217</w:t>
      </w:r>
      <w:r>
        <w:tab/>
        <w:t>1.013e0</w:t>
      </w:r>
    </w:p>
    <w:p w:rsidR="00F96531" w:rsidRDefault="00F96531" w:rsidP="00F96531">
      <w:r>
        <w:t>335.6311</w:t>
      </w:r>
      <w:r>
        <w:tab/>
        <w:t>1.013e0</w:t>
      </w:r>
    </w:p>
    <w:p w:rsidR="00F96531" w:rsidRDefault="00F96531" w:rsidP="00F96531">
      <w:r>
        <w:t>335.6565</w:t>
      </w:r>
      <w:r>
        <w:tab/>
        <w:t>2.025e0</w:t>
      </w:r>
    </w:p>
    <w:p w:rsidR="00F96531" w:rsidRDefault="00F96531" w:rsidP="00F96531">
      <w:r>
        <w:lastRenderedPageBreak/>
        <w:t>335.6990</w:t>
      </w:r>
      <w:r>
        <w:tab/>
        <w:t>2.025e0</w:t>
      </w:r>
    </w:p>
    <w:p w:rsidR="00F96531" w:rsidRDefault="00F96531" w:rsidP="00F96531">
      <w:r>
        <w:t>335.7166</w:t>
      </w:r>
      <w:r>
        <w:tab/>
        <w:t>3.038e0</w:t>
      </w:r>
    </w:p>
    <w:p w:rsidR="00F96531" w:rsidRDefault="00F96531" w:rsidP="00F96531">
      <w:r>
        <w:t>335.7198</w:t>
      </w:r>
      <w:r>
        <w:tab/>
        <w:t>2.025e0</w:t>
      </w:r>
    </w:p>
    <w:p w:rsidR="00F96531" w:rsidRDefault="00F96531" w:rsidP="00F96531">
      <w:r>
        <w:t>335.7533</w:t>
      </w:r>
      <w:r>
        <w:tab/>
        <w:t>1.013e0</w:t>
      </w:r>
    </w:p>
    <w:p w:rsidR="00F96531" w:rsidRDefault="00F96531" w:rsidP="00F96531">
      <w:r>
        <w:t>335.7713</w:t>
      </w:r>
      <w:r>
        <w:tab/>
        <w:t>2.025e0</w:t>
      </w:r>
    </w:p>
    <w:p w:rsidR="00F96531" w:rsidRDefault="00F96531" w:rsidP="00F96531">
      <w:r>
        <w:t>335.7835</w:t>
      </w:r>
      <w:r>
        <w:tab/>
        <w:t>1.013e0</w:t>
      </w:r>
    </w:p>
    <w:p w:rsidR="00F96531" w:rsidRDefault="00F96531" w:rsidP="00F96531">
      <w:r>
        <w:t>335.8062</w:t>
      </w:r>
      <w:r>
        <w:tab/>
        <w:t>1.013e0</w:t>
      </w:r>
    </w:p>
    <w:p w:rsidR="00F96531" w:rsidRDefault="00F96531" w:rsidP="00F96531">
      <w:r>
        <w:t>335.8243</w:t>
      </w:r>
      <w:r>
        <w:tab/>
        <w:t>1.013e0</w:t>
      </w:r>
    </w:p>
    <w:p w:rsidR="00F96531" w:rsidRDefault="00F96531" w:rsidP="00F96531">
      <w:r>
        <w:t>335.8730</w:t>
      </w:r>
      <w:r>
        <w:tab/>
        <w:t>2.025e0</w:t>
      </w:r>
    </w:p>
    <w:p w:rsidR="00F96531" w:rsidRDefault="00F96531" w:rsidP="00F96531">
      <w:r>
        <w:t>335.8745</w:t>
      </w:r>
      <w:r>
        <w:tab/>
        <w:t>2.025e0</w:t>
      </w:r>
    </w:p>
    <w:p w:rsidR="00F96531" w:rsidRDefault="00F96531" w:rsidP="00F96531">
      <w:r>
        <w:t>335.8778</w:t>
      </w:r>
      <w:r>
        <w:tab/>
        <w:t>2.025e0</w:t>
      </w:r>
    </w:p>
    <w:p w:rsidR="00F96531" w:rsidRDefault="00F96531" w:rsidP="00F96531">
      <w:r>
        <w:t>335.8961</w:t>
      </w:r>
      <w:r>
        <w:tab/>
        <w:t>3.038e0</w:t>
      </w:r>
    </w:p>
    <w:p w:rsidR="00F96531" w:rsidRDefault="00F96531" w:rsidP="00F96531">
      <w:r>
        <w:t>335.8992</w:t>
      </w:r>
      <w:r>
        <w:tab/>
        <w:t>1.013e0</w:t>
      </w:r>
    </w:p>
    <w:p w:rsidR="00F96531" w:rsidRDefault="00F96531" w:rsidP="00F96531">
      <w:r>
        <w:t>335.9009</w:t>
      </w:r>
      <w:r>
        <w:tab/>
        <w:t>3.038e0</w:t>
      </w:r>
    </w:p>
    <w:p w:rsidR="00F96531" w:rsidRDefault="00F96531" w:rsidP="00F96531">
      <w:r>
        <w:t>335.9059</w:t>
      </w:r>
      <w:r>
        <w:tab/>
        <w:t>2.025e0</w:t>
      </w:r>
    </w:p>
    <w:p w:rsidR="00F96531" w:rsidRDefault="00F96531" w:rsidP="00F96531">
      <w:r>
        <w:t>335.9270</w:t>
      </w:r>
      <w:r>
        <w:tab/>
        <w:t>1.013e0</w:t>
      </w:r>
    </w:p>
    <w:p w:rsidR="00F96531" w:rsidRDefault="00F96531" w:rsidP="00F96531">
      <w:r>
        <w:t>335.9320</w:t>
      </w:r>
      <w:r>
        <w:tab/>
        <w:t>2.025e0</w:t>
      </w:r>
    </w:p>
    <w:p w:rsidR="00F96531" w:rsidRDefault="00F96531" w:rsidP="00F96531">
      <w:r>
        <w:t>335.9404</w:t>
      </w:r>
      <w:r>
        <w:tab/>
        <w:t>1.013e0</w:t>
      </w:r>
    </w:p>
    <w:p w:rsidR="00F96531" w:rsidRDefault="00F96531" w:rsidP="00F96531">
      <w:r>
        <w:t>335.9586</w:t>
      </w:r>
      <w:r>
        <w:tab/>
        <w:t>1.013e0</w:t>
      </w:r>
    </w:p>
    <w:p w:rsidR="00F96531" w:rsidRDefault="00F96531" w:rsidP="00F96531">
      <w:r>
        <w:lastRenderedPageBreak/>
        <w:t>336.0041</w:t>
      </w:r>
      <w:r>
        <w:tab/>
        <w:t>2.025e0</w:t>
      </w:r>
    </w:p>
    <w:p w:rsidR="00F96531" w:rsidRDefault="00F96531" w:rsidP="00F96531">
      <w:r>
        <w:t>336.0230</w:t>
      </w:r>
      <w:r>
        <w:tab/>
        <w:t>5.063e0</w:t>
      </w:r>
    </w:p>
    <w:p w:rsidR="00F96531" w:rsidRDefault="00F96531" w:rsidP="00F96531">
      <w:r>
        <w:t>336.0267</w:t>
      </w:r>
      <w:r>
        <w:tab/>
        <w:t>5.889e0</w:t>
      </w:r>
    </w:p>
    <w:p w:rsidR="00F96531" w:rsidRDefault="00F96531" w:rsidP="00F96531">
      <w:r>
        <w:t>336.0297</w:t>
      </w:r>
      <w:r>
        <w:tab/>
        <w:t>5.063e0</w:t>
      </w:r>
    </w:p>
    <w:p w:rsidR="00F96531" w:rsidRDefault="00F96531" w:rsidP="00F96531">
      <w:r>
        <w:t>336.0372</w:t>
      </w:r>
      <w:r>
        <w:tab/>
        <w:t>1.013e0</w:t>
      </w:r>
    </w:p>
    <w:p w:rsidR="00F96531" w:rsidRDefault="00F96531" w:rsidP="00F96531">
      <w:r>
        <w:t>336.0386</w:t>
      </w:r>
      <w:r>
        <w:tab/>
        <w:t>8.101e0</w:t>
      </w:r>
    </w:p>
    <w:p w:rsidR="00F96531" w:rsidRDefault="00F96531" w:rsidP="00F96531">
      <w:r>
        <w:t>336.0606</w:t>
      </w:r>
      <w:r>
        <w:tab/>
        <w:t>2.119e0</w:t>
      </w:r>
    </w:p>
    <w:p w:rsidR="00F96531" w:rsidRDefault="00F96531" w:rsidP="00F96531">
      <w:r>
        <w:t>336.0823</w:t>
      </w:r>
      <w:r>
        <w:tab/>
        <w:t>1.438e0</w:t>
      </w:r>
    </w:p>
    <w:p w:rsidR="00F96531" w:rsidRDefault="00F96531" w:rsidP="00F96531">
      <w:r>
        <w:t>336.0855</w:t>
      </w:r>
      <w:r>
        <w:tab/>
        <w:t>1.013e0</w:t>
      </w:r>
    </w:p>
    <w:p w:rsidR="00F96531" w:rsidRDefault="00F96531" w:rsidP="00F96531">
      <w:r>
        <w:t>336.0881</w:t>
      </w:r>
      <w:r>
        <w:tab/>
        <w:t>3.622e0</w:t>
      </w:r>
    </w:p>
    <w:p w:rsidR="00F96531" w:rsidRDefault="00F96531" w:rsidP="00F96531">
      <w:r>
        <w:t>336.0899</w:t>
      </w:r>
      <w:r>
        <w:tab/>
        <w:t>1.013e0</w:t>
      </w:r>
    </w:p>
    <w:p w:rsidR="00F96531" w:rsidRDefault="00F96531" w:rsidP="00F96531">
      <w:r>
        <w:t>336.1173</w:t>
      </w:r>
      <w:r>
        <w:tab/>
        <w:t>2.025e0</w:t>
      </w:r>
    </w:p>
    <w:p w:rsidR="00F96531" w:rsidRDefault="00F96531" w:rsidP="00F96531">
      <w:r>
        <w:t>336.1305</w:t>
      </w:r>
      <w:r>
        <w:tab/>
        <w:t>2.981e0</w:t>
      </w:r>
    </w:p>
    <w:p w:rsidR="00F96531" w:rsidRDefault="00F96531" w:rsidP="00F96531">
      <w:r>
        <w:t>336.1529</w:t>
      </w:r>
      <w:r>
        <w:tab/>
        <w:t>6.076e0</w:t>
      </w:r>
    </w:p>
    <w:p w:rsidR="00F96531" w:rsidRDefault="00F96531" w:rsidP="00F96531">
      <w:r>
        <w:t>336.1885</w:t>
      </w:r>
      <w:r>
        <w:tab/>
        <w:t>5.063e0</w:t>
      </w:r>
    </w:p>
    <w:p w:rsidR="00F96531" w:rsidRDefault="00F96531" w:rsidP="00F96531">
      <w:r>
        <w:t>336.1902</w:t>
      </w:r>
      <w:r>
        <w:tab/>
        <w:t>1.998e0</w:t>
      </w:r>
    </w:p>
    <w:p w:rsidR="00F96531" w:rsidRDefault="00F96531" w:rsidP="00F96531">
      <w:r>
        <w:t>336.1917</w:t>
      </w:r>
      <w:r>
        <w:tab/>
        <w:t>7.273e0</w:t>
      </w:r>
    </w:p>
    <w:p w:rsidR="00F96531" w:rsidRDefault="00F96531" w:rsidP="00F96531">
      <w:r>
        <w:t>336.1931</w:t>
      </w:r>
      <w:r>
        <w:tab/>
        <w:t>4.278e0</w:t>
      </w:r>
    </w:p>
    <w:p w:rsidR="00F96531" w:rsidRDefault="00F96531" w:rsidP="00F96531">
      <w:r>
        <w:t>336.2032</w:t>
      </w:r>
      <w:r>
        <w:tab/>
        <w:t>5.063e0</w:t>
      </w:r>
    </w:p>
    <w:p w:rsidR="00F96531" w:rsidRDefault="00F96531" w:rsidP="00F96531">
      <w:r>
        <w:lastRenderedPageBreak/>
        <w:t>336.2044</w:t>
      </w:r>
      <w:r>
        <w:tab/>
        <w:t>1.344e1</w:t>
      </w:r>
    </w:p>
    <w:p w:rsidR="00F96531" w:rsidRDefault="00F96531" w:rsidP="00F96531">
      <w:r>
        <w:t>336.2064</w:t>
      </w:r>
      <w:r>
        <w:tab/>
        <w:t>1.765e1</w:t>
      </w:r>
    </w:p>
    <w:p w:rsidR="00F96531" w:rsidRDefault="00F96531" w:rsidP="00F96531">
      <w:r>
        <w:t>336.2218</w:t>
      </w:r>
      <w:r>
        <w:tab/>
        <w:t>4.051e0</w:t>
      </w:r>
    </w:p>
    <w:p w:rsidR="00F96531" w:rsidRDefault="00F96531" w:rsidP="00F96531">
      <w:r>
        <w:t>336.2892</w:t>
      </w:r>
      <w:r>
        <w:tab/>
        <w:t>2.025e0</w:t>
      </w:r>
    </w:p>
    <w:p w:rsidR="00F96531" w:rsidRDefault="00F96531" w:rsidP="00F96531">
      <w:r>
        <w:t>336.2969</w:t>
      </w:r>
      <w:r>
        <w:tab/>
        <w:t>3.730e0</w:t>
      </w:r>
    </w:p>
    <w:p w:rsidR="00F96531" w:rsidRDefault="00F96531" w:rsidP="00F96531">
      <w:r>
        <w:t>336.2984</w:t>
      </w:r>
      <w:r>
        <w:tab/>
        <w:t>7.089e0</w:t>
      </w:r>
    </w:p>
    <w:p w:rsidR="00F96531" w:rsidRDefault="00F96531" w:rsidP="00F96531">
      <w:r>
        <w:t>336.3077</w:t>
      </w:r>
      <w:r>
        <w:tab/>
        <w:t>7.089e0</w:t>
      </w:r>
    </w:p>
    <w:p w:rsidR="00F96531" w:rsidRDefault="00F96531" w:rsidP="00F96531">
      <w:r>
        <w:t>336.3091</w:t>
      </w:r>
      <w:r>
        <w:tab/>
        <w:t>1.013e0</w:t>
      </w:r>
    </w:p>
    <w:p w:rsidR="00F96531" w:rsidRDefault="00F96531" w:rsidP="00F96531">
      <w:r>
        <w:t>336.3333</w:t>
      </w:r>
      <w:r>
        <w:tab/>
        <w:t>1.013e0</w:t>
      </w:r>
    </w:p>
    <w:p w:rsidR="00F96531" w:rsidRDefault="00F96531" w:rsidP="00F96531">
      <w:r>
        <w:t>336.3428</w:t>
      </w:r>
      <w:r>
        <w:tab/>
        <w:t>5.756e0</w:t>
      </w:r>
    </w:p>
    <w:p w:rsidR="00F96531" w:rsidRDefault="00F96531" w:rsidP="00F96531">
      <w:r>
        <w:t>336.3502</w:t>
      </w:r>
      <w:r>
        <w:tab/>
        <w:t>2.025e0</w:t>
      </w:r>
    </w:p>
    <w:p w:rsidR="00F96531" w:rsidRDefault="00F96531" w:rsidP="00F96531">
      <w:r>
        <w:t>336.4165</w:t>
      </w:r>
      <w:r>
        <w:tab/>
        <w:t>1.013e0</w:t>
      </w:r>
    </w:p>
    <w:p w:rsidR="00F96531" w:rsidRDefault="00F96531" w:rsidP="00F96531">
      <w:r>
        <w:t>336.4418</w:t>
      </w:r>
      <w:r>
        <w:tab/>
        <w:t>2.025e0</w:t>
      </w:r>
    </w:p>
    <w:p w:rsidR="00F96531" w:rsidRDefault="00F96531" w:rsidP="00F96531">
      <w:r>
        <w:t>336.4466</w:t>
      </w:r>
      <w:r>
        <w:tab/>
        <w:t>2.025e0</w:t>
      </w:r>
    </w:p>
    <w:p w:rsidR="00F96531" w:rsidRDefault="00F96531" w:rsidP="00F96531">
      <w:r>
        <w:t>336.4481</w:t>
      </w:r>
      <w:r>
        <w:tab/>
        <w:t>2.025e0</w:t>
      </w:r>
    </w:p>
    <w:p w:rsidR="00F96531" w:rsidRDefault="00F96531" w:rsidP="00F96531">
      <w:r>
        <w:t>336.4649</w:t>
      </w:r>
      <w:r>
        <w:tab/>
        <w:t>2.025e0</w:t>
      </w:r>
    </w:p>
    <w:p w:rsidR="00F96531" w:rsidRDefault="00F96531" w:rsidP="00F96531">
      <w:r>
        <w:t>336.5050</w:t>
      </w:r>
      <w:r>
        <w:tab/>
        <w:t>2.025e0</w:t>
      </w:r>
    </w:p>
    <w:p w:rsidR="00F96531" w:rsidRDefault="00F96531" w:rsidP="00F96531">
      <w:r>
        <w:t>336.5087</w:t>
      </w:r>
      <w:r>
        <w:tab/>
        <w:t>1.013e0</w:t>
      </w:r>
    </w:p>
    <w:p w:rsidR="00F96531" w:rsidRDefault="00F96531" w:rsidP="00F96531">
      <w:r>
        <w:t>336.5155</w:t>
      </w:r>
      <w:r>
        <w:tab/>
        <w:t>3.038e0</w:t>
      </w:r>
    </w:p>
    <w:p w:rsidR="00F96531" w:rsidRDefault="00F96531" w:rsidP="00F96531">
      <w:r>
        <w:lastRenderedPageBreak/>
        <w:t>336.5170</w:t>
      </w:r>
      <w:r>
        <w:tab/>
        <w:t>3.038e0</w:t>
      </w:r>
    </w:p>
    <w:p w:rsidR="00F96531" w:rsidRDefault="00F96531" w:rsidP="00F96531">
      <w:r>
        <w:t>336.5235</w:t>
      </w:r>
      <w:r>
        <w:tab/>
        <w:t>3.038e0</w:t>
      </w:r>
    </w:p>
    <w:p w:rsidR="00F96531" w:rsidRDefault="00F96531" w:rsidP="00F96531">
      <w:r>
        <w:t>336.5294</w:t>
      </w:r>
      <w:r>
        <w:tab/>
        <w:t>2.025e0</w:t>
      </w:r>
    </w:p>
    <w:p w:rsidR="00F96531" w:rsidRDefault="00F96531" w:rsidP="00F96531">
      <w:r>
        <w:t>336.5389</w:t>
      </w:r>
      <w:r>
        <w:tab/>
        <w:t>1.013e0</w:t>
      </w:r>
    </w:p>
    <w:p w:rsidR="00F96531" w:rsidRDefault="00F96531" w:rsidP="00F96531">
      <w:r>
        <w:t>336.5542</w:t>
      </w:r>
      <w:r>
        <w:tab/>
        <w:t>3.038e0</w:t>
      </w:r>
    </w:p>
    <w:p w:rsidR="00F96531" w:rsidRDefault="00F96531" w:rsidP="00F96531">
      <w:r>
        <w:t>336.5728</w:t>
      </w:r>
      <w:r>
        <w:tab/>
        <w:t>1.013e0</w:t>
      </w:r>
    </w:p>
    <w:p w:rsidR="00F96531" w:rsidRDefault="00F96531" w:rsidP="00F96531">
      <w:r>
        <w:t>336.5755</w:t>
      </w:r>
      <w:r>
        <w:tab/>
        <w:t>1.013e0</w:t>
      </w:r>
    </w:p>
    <w:p w:rsidR="00F96531" w:rsidRDefault="00F96531" w:rsidP="00F96531">
      <w:r>
        <w:t>336.6101</w:t>
      </w:r>
      <w:r>
        <w:tab/>
        <w:t>1.013e0</w:t>
      </w:r>
    </w:p>
    <w:p w:rsidR="00F96531" w:rsidRDefault="00F96531" w:rsidP="00F96531">
      <w:r>
        <w:t>336.6115</w:t>
      </w:r>
      <w:r>
        <w:tab/>
        <w:t>1.013e0</w:t>
      </w:r>
    </w:p>
    <w:p w:rsidR="00F96531" w:rsidRDefault="00F96531" w:rsidP="00F96531">
      <w:r>
        <w:t>336.6149</w:t>
      </w:r>
      <w:r>
        <w:tab/>
        <w:t>4.051e0</w:t>
      </w:r>
    </w:p>
    <w:p w:rsidR="00F96531" w:rsidRDefault="00F96531" w:rsidP="00F96531">
      <w:r>
        <w:t>336.6259</w:t>
      </w:r>
      <w:r>
        <w:tab/>
        <w:t>3.038e0</w:t>
      </w:r>
    </w:p>
    <w:p w:rsidR="00F96531" w:rsidRDefault="00F96531" w:rsidP="00F96531">
      <w:r>
        <w:t>336.6558</w:t>
      </w:r>
      <w:r>
        <w:tab/>
        <w:t>2.025e0</w:t>
      </w:r>
    </w:p>
    <w:p w:rsidR="00F96531" w:rsidRDefault="00F96531" w:rsidP="00F96531">
      <w:r>
        <w:t>336.6645</w:t>
      </w:r>
      <w:r>
        <w:tab/>
        <w:t>1.013e0</w:t>
      </w:r>
    </w:p>
    <w:p w:rsidR="00F96531" w:rsidRDefault="00F96531" w:rsidP="00F96531">
      <w:r>
        <w:t>336.6746</w:t>
      </w:r>
      <w:r>
        <w:tab/>
        <w:t>3.038e0</w:t>
      </w:r>
    </w:p>
    <w:p w:rsidR="00F96531" w:rsidRDefault="00F96531" w:rsidP="00F96531">
      <w:r>
        <w:t>336.6838</w:t>
      </w:r>
      <w:r>
        <w:tab/>
        <w:t>3.038e0</w:t>
      </w:r>
    </w:p>
    <w:p w:rsidR="00F96531" w:rsidRDefault="00F96531" w:rsidP="00F96531">
      <w:r>
        <w:t>336.6941</w:t>
      </w:r>
      <w:r>
        <w:tab/>
        <w:t>1.013e0</w:t>
      </w:r>
    </w:p>
    <w:p w:rsidR="00F96531" w:rsidRDefault="00F96531" w:rsidP="00F96531">
      <w:r>
        <w:t>336.7144</w:t>
      </w:r>
      <w:r>
        <w:tab/>
        <w:t>1.013e0</w:t>
      </w:r>
    </w:p>
    <w:p w:rsidR="00F96531" w:rsidRDefault="00F96531" w:rsidP="00F96531">
      <w:r>
        <w:t>336.7201</w:t>
      </w:r>
      <w:r>
        <w:tab/>
        <w:t>1.013e0</w:t>
      </w:r>
    </w:p>
    <w:p w:rsidR="00F96531" w:rsidRDefault="00F96531" w:rsidP="00F96531">
      <w:r>
        <w:t>336.7311</w:t>
      </w:r>
      <w:r>
        <w:tab/>
        <w:t>1.013e0</w:t>
      </w:r>
    </w:p>
    <w:p w:rsidR="00F96531" w:rsidRDefault="00F96531" w:rsidP="00F96531">
      <w:r>
        <w:lastRenderedPageBreak/>
        <w:t>336.7689</w:t>
      </w:r>
      <w:r>
        <w:tab/>
        <w:t>1.013e0</w:t>
      </w:r>
    </w:p>
    <w:p w:rsidR="00F96531" w:rsidRDefault="00F96531" w:rsidP="00F96531">
      <w:r>
        <w:t>336.7728</w:t>
      </w:r>
      <w:r>
        <w:tab/>
        <w:t>2.025e0</w:t>
      </w:r>
    </w:p>
    <w:p w:rsidR="00F96531" w:rsidRDefault="00F96531" w:rsidP="00F96531">
      <w:r>
        <w:t>336.7856</w:t>
      </w:r>
      <w:r>
        <w:tab/>
        <w:t>1.013e0</w:t>
      </w:r>
    </w:p>
    <w:p w:rsidR="00F96531" w:rsidRDefault="00F96531" w:rsidP="00F96531">
      <w:r>
        <w:t>336.8054</w:t>
      </w:r>
      <w:r>
        <w:tab/>
        <w:t>1.013e0</w:t>
      </w:r>
    </w:p>
    <w:p w:rsidR="00F96531" w:rsidRDefault="00F96531" w:rsidP="00F96531">
      <w:r>
        <w:t>336.8285</w:t>
      </w:r>
      <w:r>
        <w:tab/>
        <w:t>1.013e0</w:t>
      </w:r>
    </w:p>
    <w:p w:rsidR="00F96531" w:rsidRDefault="00F96531" w:rsidP="00F96531">
      <w:r>
        <w:t>336.8340</w:t>
      </w:r>
      <w:r>
        <w:tab/>
        <w:t>1.013e0</w:t>
      </w:r>
    </w:p>
    <w:p w:rsidR="00F96531" w:rsidRDefault="00F96531" w:rsidP="00F96531">
      <w:r>
        <w:t>336.8506</w:t>
      </w:r>
      <w:r>
        <w:tab/>
        <w:t>1.013e0</w:t>
      </w:r>
    </w:p>
    <w:p w:rsidR="00F96531" w:rsidRDefault="00F96531" w:rsidP="00F96531">
      <w:r>
        <w:t>336.8524</w:t>
      </w:r>
      <w:r>
        <w:tab/>
        <w:t>2.025e0</w:t>
      </w:r>
    </w:p>
    <w:p w:rsidR="00F96531" w:rsidRDefault="00F96531" w:rsidP="00F96531">
      <w:r>
        <w:t>336.8910</w:t>
      </w:r>
      <w:r>
        <w:tab/>
        <w:t>2.025e0</w:t>
      </w:r>
    </w:p>
    <w:p w:rsidR="00F96531" w:rsidRDefault="00F96531" w:rsidP="00F96531">
      <w:r>
        <w:t>336.8943</w:t>
      </w:r>
      <w:r>
        <w:tab/>
        <w:t>1.013e0</w:t>
      </w:r>
    </w:p>
    <w:p w:rsidR="00F96531" w:rsidRDefault="00F96531" w:rsidP="00F96531">
      <w:r>
        <w:t>336.8957</w:t>
      </w:r>
      <w:r>
        <w:tab/>
        <w:t>1.013e0</w:t>
      </w:r>
    </w:p>
    <w:p w:rsidR="00F96531" w:rsidRDefault="00F96531" w:rsidP="00F96531">
      <w:r>
        <w:t>336.9070</w:t>
      </w:r>
      <w:r>
        <w:tab/>
        <w:t>3.038e0</w:t>
      </w:r>
    </w:p>
    <w:p w:rsidR="00F96531" w:rsidRDefault="00F96531" w:rsidP="00F96531">
      <w:r>
        <w:t>336.9207</w:t>
      </w:r>
      <w:r>
        <w:tab/>
        <w:t>4.051e0</w:t>
      </w:r>
    </w:p>
    <w:p w:rsidR="00F96531" w:rsidRDefault="00F96531" w:rsidP="00F96531">
      <w:r>
        <w:t>336.9240</w:t>
      </w:r>
      <w:r>
        <w:tab/>
        <w:t>1.013e0</w:t>
      </w:r>
    </w:p>
    <w:p w:rsidR="00F96531" w:rsidRDefault="00F96531" w:rsidP="00F96531">
      <w:r>
        <w:t>336.9309</w:t>
      </w:r>
      <w:r>
        <w:tab/>
        <w:t>1.013e0</w:t>
      </w:r>
    </w:p>
    <w:p w:rsidR="00F96531" w:rsidRDefault="00F96531" w:rsidP="00F96531">
      <w:r>
        <w:t>336.9527</w:t>
      </w:r>
      <w:r>
        <w:tab/>
        <w:t>1.013e0</w:t>
      </w:r>
    </w:p>
    <w:p w:rsidR="00F96531" w:rsidRDefault="00F96531" w:rsidP="00F96531">
      <w:r>
        <w:t>336.9612</w:t>
      </w:r>
      <w:r>
        <w:tab/>
        <w:t>1.013e0</w:t>
      </w:r>
    </w:p>
    <w:p w:rsidR="00F96531" w:rsidRDefault="00F96531" w:rsidP="00F96531">
      <w:r>
        <w:t>336.9731</w:t>
      </w:r>
      <w:r>
        <w:tab/>
        <w:t>1.013e0</w:t>
      </w:r>
    </w:p>
    <w:p w:rsidR="00F96531" w:rsidRDefault="00F96531" w:rsidP="00F96531">
      <w:r>
        <w:t>337.0083</w:t>
      </w:r>
      <w:r>
        <w:tab/>
        <w:t>4.051e0</w:t>
      </w:r>
    </w:p>
    <w:p w:rsidR="00F96531" w:rsidRDefault="00F96531" w:rsidP="00F96531">
      <w:r>
        <w:lastRenderedPageBreak/>
        <w:t>337.0183</w:t>
      </w:r>
      <w:r>
        <w:tab/>
        <w:t>3.038e0</w:t>
      </w:r>
    </w:p>
    <w:p w:rsidR="00F96531" w:rsidRDefault="00F96531" w:rsidP="00F96531">
      <w:r>
        <w:t>337.0247</w:t>
      </w:r>
      <w:r>
        <w:tab/>
        <w:t>2.025e0</w:t>
      </w:r>
    </w:p>
    <w:p w:rsidR="00F96531" w:rsidRDefault="00F96531" w:rsidP="00F96531">
      <w:r>
        <w:t>337.0345</w:t>
      </w:r>
      <w:r>
        <w:tab/>
        <w:t>3.038e0</w:t>
      </w:r>
    </w:p>
    <w:p w:rsidR="00F96531" w:rsidRDefault="00F96531" w:rsidP="00F96531">
      <w:r>
        <w:t>337.0613</w:t>
      </w:r>
      <w:r>
        <w:tab/>
        <w:t>2.025e0</w:t>
      </w:r>
    </w:p>
    <w:p w:rsidR="00F96531" w:rsidRDefault="00F96531" w:rsidP="00F96531">
      <w:r>
        <w:t>337.0753</w:t>
      </w:r>
      <w:r>
        <w:tab/>
        <w:t>3.038e0</w:t>
      </w:r>
    </w:p>
    <w:p w:rsidR="00F96531" w:rsidRDefault="00F96531" w:rsidP="00F96531">
      <w:r>
        <w:t>337.0897</w:t>
      </w:r>
      <w:r>
        <w:tab/>
        <w:t>2.025e0</w:t>
      </w:r>
    </w:p>
    <w:p w:rsidR="00F96531" w:rsidRDefault="00F96531" w:rsidP="00F96531">
      <w:r>
        <w:t>337.1036</w:t>
      </w:r>
      <w:r>
        <w:tab/>
        <w:t>2.609e0</w:t>
      </w:r>
    </w:p>
    <w:p w:rsidR="00F96531" w:rsidRDefault="00F96531" w:rsidP="00F96531">
      <w:r>
        <w:t>337.1075</w:t>
      </w:r>
      <w:r>
        <w:tab/>
        <w:t>2.394e0</w:t>
      </w:r>
    </w:p>
    <w:p w:rsidR="00F96531" w:rsidRDefault="00F96531" w:rsidP="00F96531">
      <w:r>
        <w:t>337.1109</w:t>
      </w:r>
      <w:r>
        <w:tab/>
        <w:t>5.063e0</w:t>
      </w:r>
    </w:p>
    <w:p w:rsidR="00F96531" w:rsidRDefault="00F96531" w:rsidP="00F96531">
      <w:r>
        <w:t>337.1242</w:t>
      </w:r>
      <w:r>
        <w:tab/>
        <w:t>1.892e0</w:t>
      </w:r>
    </w:p>
    <w:p w:rsidR="00F96531" w:rsidRDefault="00F96531" w:rsidP="00F96531">
      <w:r>
        <w:t>337.1313</w:t>
      </w:r>
      <w:r>
        <w:tab/>
        <w:t>4.051e0</w:t>
      </w:r>
    </w:p>
    <w:p w:rsidR="00F96531" w:rsidRDefault="00F96531" w:rsidP="00F96531">
      <w:r>
        <w:t>337.1396</w:t>
      </w:r>
      <w:r>
        <w:tab/>
        <w:t>3.656e0</w:t>
      </w:r>
    </w:p>
    <w:p w:rsidR="00F96531" w:rsidRDefault="00F96531" w:rsidP="00F96531">
      <w:r>
        <w:t>337.1509</w:t>
      </w:r>
      <w:r>
        <w:tab/>
        <w:t>1.625e0</w:t>
      </w:r>
    </w:p>
    <w:p w:rsidR="00F96531" w:rsidRDefault="00F96531" w:rsidP="00F96531">
      <w:r>
        <w:t>337.1630</w:t>
      </w:r>
      <w:r>
        <w:tab/>
        <w:t>2.025e0</w:t>
      </w:r>
    </w:p>
    <w:p w:rsidR="00F96531" w:rsidRDefault="00F96531" w:rsidP="00F96531">
      <w:r>
        <w:t>337.1671</w:t>
      </w:r>
      <w:r>
        <w:tab/>
        <w:t>3.038e0</w:t>
      </w:r>
    </w:p>
    <w:p w:rsidR="00F96531" w:rsidRDefault="00F96531" w:rsidP="00F96531">
      <w:r>
        <w:t>337.1697</w:t>
      </w:r>
      <w:r>
        <w:tab/>
        <w:t>3.514e0</w:t>
      </w:r>
    </w:p>
    <w:p w:rsidR="00F96531" w:rsidRDefault="00F96531" w:rsidP="00F96531">
      <w:r>
        <w:t>337.1773</w:t>
      </w:r>
      <w:r>
        <w:tab/>
        <w:t>1.013e0</w:t>
      </w:r>
    </w:p>
    <w:p w:rsidR="00F96531" w:rsidRDefault="00F96531" w:rsidP="00F96531">
      <w:r>
        <w:t>337.1802</w:t>
      </w:r>
      <w:r>
        <w:tab/>
        <w:t>9.695e0</w:t>
      </w:r>
    </w:p>
    <w:p w:rsidR="00F96531" w:rsidRDefault="00F96531" w:rsidP="00F96531">
      <w:r>
        <w:t>337.2048</w:t>
      </w:r>
      <w:r>
        <w:tab/>
        <w:t>3.234e0</w:t>
      </w:r>
    </w:p>
    <w:p w:rsidR="00F96531" w:rsidRDefault="00F96531" w:rsidP="00F96531">
      <w:r>
        <w:lastRenderedPageBreak/>
        <w:t>337.2097</w:t>
      </w:r>
      <w:r>
        <w:tab/>
        <w:t>3.775e0</w:t>
      </w:r>
    </w:p>
    <w:p w:rsidR="00F96531" w:rsidRDefault="00F96531" w:rsidP="00F96531">
      <w:r>
        <w:t>337.2118</w:t>
      </w:r>
      <w:r>
        <w:tab/>
        <w:t>3.038e0</w:t>
      </w:r>
    </w:p>
    <w:p w:rsidR="00F96531" w:rsidRDefault="00F96531" w:rsidP="00F96531">
      <w:r>
        <w:t>337.2195</w:t>
      </w:r>
      <w:r>
        <w:tab/>
        <w:t>3.038e0</w:t>
      </w:r>
    </w:p>
    <w:p w:rsidR="00F96531" w:rsidRDefault="00F96531" w:rsidP="00F96531">
      <w:r>
        <w:t>337.2307</w:t>
      </w:r>
      <w:r>
        <w:tab/>
        <w:t>3.285e0</w:t>
      </w:r>
    </w:p>
    <w:p w:rsidR="00F96531" w:rsidRDefault="00F96531" w:rsidP="00F96531">
      <w:r>
        <w:t>337.2346</w:t>
      </w:r>
      <w:r>
        <w:tab/>
        <w:t>3.706e0</w:t>
      </w:r>
    </w:p>
    <w:p w:rsidR="00F96531" w:rsidRDefault="00F96531" w:rsidP="00F96531">
      <w:r>
        <w:t>337.2365</w:t>
      </w:r>
      <w:r>
        <w:tab/>
        <w:t>2.218e0</w:t>
      </w:r>
    </w:p>
    <w:p w:rsidR="00F96531" w:rsidRDefault="00F96531" w:rsidP="00F96531">
      <w:r>
        <w:t>337.2705</w:t>
      </w:r>
      <w:r>
        <w:tab/>
        <w:t>4.364e0</w:t>
      </w:r>
    </w:p>
    <w:p w:rsidR="00F96531" w:rsidRDefault="00F96531" w:rsidP="00F96531">
      <w:r>
        <w:t>337.2780</w:t>
      </w:r>
      <w:r>
        <w:tab/>
        <w:t>2.025e0</w:t>
      </w:r>
    </w:p>
    <w:p w:rsidR="00F96531" w:rsidRDefault="00F96531" w:rsidP="00F96531">
      <w:r>
        <w:t>337.2984</w:t>
      </w:r>
      <w:r>
        <w:tab/>
        <w:t>1.013e0</w:t>
      </w:r>
    </w:p>
    <w:p w:rsidR="00F96531" w:rsidRDefault="00F96531" w:rsidP="00F96531">
      <w:r>
        <w:t>337.3019</w:t>
      </w:r>
      <w:r>
        <w:tab/>
        <w:t>4.051e0</w:t>
      </w:r>
    </w:p>
    <w:p w:rsidR="00F96531" w:rsidRDefault="00F96531" w:rsidP="00F96531">
      <w:r>
        <w:t>337.3124</w:t>
      </w:r>
      <w:r>
        <w:tab/>
        <w:t>2.025e0</w:t>
      </w:r>
    </w:p>
    <w:p w:rsidR="00F96531" w:rsidRDefault="00F96531" w:rsidP="00F96531">
      <w:r>
        <w:t>337.3144</w:t>
      </w:r>
      <w:r>
        <w:tab/>
        <w:t>4.051e0</w:t>
      </w:r>
    </w:p>
    <w:p w:rsidR="00F96531" w:rsidRDefault="00F96531" w:rsidP="00F96531">
      <w:r>
        <w:t>337.3308</w:t>
      </w:r>
      <w:r>
        <w:tab/>
        <w:t>1.013e0</w:t>
      </w:r>
    </w:p>
    <w:p w:rsidR="00F96531" w:rsidRDefault="00F96531" w:rsidP="00F96531">
      <w:r>
        <w:t>337.3530</w:t>
      </w:r>
      <w:r>
        <w:tab/>
        <w:t>1.013e0</w:t>
      </w:r>
    </w:p>
    <w:p w:rsidR="00F96531" w:rsidRDefault="00F96531" w:rsidP="00F96531">
      <w:r>
        <w:t>337.3626</w:t>
      </w:r>
      <w:r>
        <w:tab/>
        <w:t>1.013e0</w:t>
      </w:r>
    </w:p>
    <w:p w:rsidR="00F96531" w:rsidRDefault="00F96531" w:rsidP="00F96531">
      <w:r>
        <w:t>337.3906</w:t>
      </w:r>
      <w:r>
        <w:tab/>
        <w:t>3.038e0</w:t>
      </w:r>
    </w:p>
    <w:p w:rsidR="00F96531" w:rsidRDefault="00F96531" w:rsidP="00F96531">
      <w:r>
        <w:t>337.4060</w:t>
      </w:r>
      <w:r>
        <w:tab/>
        <w:t>1.013e0</w:t>
      </w:r>
    </w:p>
    <w:p w:rsidR="00F96531" w:rsidRDefault="00F96531" w:rsidP="00F96531">
      <w:r>
        <w:t>337.4077</w:t>
      </w:r>
      <w:r>
        <w:tab/>
        <w:t>2.025e0</w:t>
      </w:r>
    </w:p>
    <w:p w:rsidR="00F96531" w:rsidRDefault="00F96531" w:rsidP="00F96531">
      <w:r>
        <w:t>337.4353</w:t>
      </w:r>
      <w:r>
        <w:tab/>
        <w:t>1.013e0</w:t>
      </w:r>
    </w:p>
    <w:p w:rsidR="00F96531" w:rsidRDefault="00F96531" w:rsidP="00F96531">
      <w:r>
        <w:lastRenderedPageBreak/>
        <w:t>337.4399</w:t>
      </w:r>
      <w:r>
        <w:tab/>
        <w:t>1.013e0</w:t>
      </w:r>
    </w:p>
    <w:p w:rsidR="00F96531" w:rsidRDefault="00F96531" w:rsidP="00F96531">
      <w:r>
        <w:t>337.4781</w:t>
      </w:r>
      <w:r>
        <w:tab/>
        <w:t>1.013e0</w:t>
      </w:r>
    </w:p>
    <w:p w:rsidR="00F96531" w:rsidRDefault="00F96531" w:rsidP="00F96531">
      <w:r>
        <w:t>337.4796</w:t>
      </w:r>
      <w:r>
        <w:tab/>
        <w:t>2.025e0</w:t>
      </w:r>
    </w:p>
    <w:p w:rsidR="00F96531" w:rsidRDefault="00F96531" w:rsidP="00F96531">
      <w:r>
        <w:t>337.5027</w:t>
      </w:r>
      <w:r>
        <w:tab/>
        <w:t>1.013e0</w:t>
      </w:r>
    </w:p>
    <w:p w:rsidR="00F96531" w:rsidRDefault="00F96531" w:rsidP="00F96531">
      <w:r>
        <w:t>337.5117</w:t>
      </w:r>
      <w:r>
        <w:tab/>
        <w:t>2.025e0</w:t>
      </w:r>
    </w:p>
    <w:p w:rsidR="00F96531" w:rsidRDefault="00F96531" w:rsidP="00F96531">
      <w:r>
        <w:t>337.5141</w:t>
      </w:r>
      <w:r>
        <w:tab/>
        <w:t>3.038e0</w:t>
      </w:r>
    </w:p>
    <w:p w:rsidR="00F96531" w:rsidRDefault="00F96531" w:rsidP="00F96531">
      <w:r>
        <w:t>337.5287</w:t>
      </w:r>
      <w:r>
        <w:tab/>
        <w:t>1.013e0</w:t>
      </w:r>
    </w:p>
    <w:p w:rsidR="00F96531" w:rsidRDefault="00F96531" w:rsidP="00F96531">
      <w:r>
        <w:t>337.5325</w:t>
      </w:r>
      <w:r>
        <w:tab/>
        <w:t>1.013e0</w:t>
      </w:r>
    </w:p>
    <w:p w:rsidR="00F96531" w:rsidRDefault="00F96531" w:rsidP="00F96531">
      <w:r>
        <w:t>337.5627</w:t>
      </w:r>
      <w:r>
        <w:tab/>
        <w:t>2.025e0</w:t>
      </w:r>
    </w:p>
    <w:p w:rsidR="00F96531" w:rsidRDefault="00F96531" w:rsidP="00F96531">
      <w:r>
        <w:t>337.5883</w:t>
      </w:r>
      <w:r>
        <w:tab/>
        <w:t>4.051e0</w:t>
      </w:r>
    </w:p>
    <w:p w:rsidR="00F96531" w:rsidRDefault="00F96531" w:rsidP="00F96531">
      <w:r>
        <w:t>337.6022</w:t>
      </w:r>
      <w:r>
        <w:tab/>
        <w:t>1.013e0</w:t>
      </w:r>
    </w:p>
    <w:p w:rsidR="00F96531" w:rsidRDefault="00F96531" w:rsidP="00F96531">
      <w:r>
        <w:t>337.6244</w:t>
      </w:r>
      <w:r>
        <w:tab/>
        <w:t>3.038e0</w:t>
      </w:r>
    </w:p>
    <w:p w:rsidR="00F96531" w:rsidRDefault="00F96531" w:rsidP="00F96531">
      <w:r>
        <w:t>337.6355</w:t>
      </w:r>
      <w:r>
        <w:tab/>
        <w:t>1.013e0</w:t>
      </w:r>
    </w:p>
    <w:p w:rsidR="00F96531" w:rsidRDefault="00F96531" w:rsidP="00F96531">
      <w:r>
        <w:t>337.6743</w:t>
      </w:r>
      <w:r>
        <w:tab/>
        <w:t>2.025e0</w:t>
      </w:r>
    </w:p>
    <w:p w:rsidR="00F96531" w:rsidRDefault="00F96531" w:rsidP="00F96531">
      <w:r>
        <w:t>337.6988</w:t>
      </w:r>
      <w:r>
        <w:tab/>
        <w:t>1.013e0</w:t>
      </w:r>
    </w:p>
    <w:p w:rsidR="00F96531" w:rsidRDefault="00F96531" w:rsidP="00F96531">
      <w:r>
        <w:t>337.7205</w:t>
      </w:r>
      <w:r>
        <w:tab/>
        <w:t>1.013e0</w:t>
      </w:r>
    </w:p>
    <w:p w:rsidR="00F96531" w:rsidRDefault="00F96531" w:rsidP="00F96531">
      <w:r>
        <w:t>337.7289</w:t>
      </w:r>
      <w:r>
        <w:tab/>
        <w:t>1.013e0</w:t>
      </w:r>
    </w:p>
    <w:p w:rsidR="00F96531" w:rsidRDefault="00F96531" w:rsidP="00F96531">
      <w:r>
        <w:t>337.7327</w:t>
      </w:r>
      <w:r>
        <w:tab/>
        <w:t>1.013e0</w:t>
      </w:r>
    </w:p>
    <w:p w:rsidR="00F96531" w:rsidRDefault="00F96531" w:rsidP="00F96531">
      <w:r>
        <w:t>337.7479</w:t>
      </w:r>
      <w:r>
        <w:tab/>
        <w:t>1.013e0</w:t>
      </w:r>
    </w:p>
    <w:p w:rsidR="00F96531" w:rsidRDefault="00F96531" w:rsidP="00F96531">
      <w:r>
        <w:lastRenderedPageBreak/>
        <w:t>337.7819</w:t>
      </w:r>
      <w:r>
        <w:tab/>
        <w:t>1.013e0</w:t>
      </w:r>
    </w:p>
    <w:p w:rsidR="00F96531" w:rsidRDefault="00F96531" w:rsidP="00F96531">
      <w:r>
        <w:t>337.7851</w:t>
      </w:r>
      <w:r>
        <w:tab/>
        <w:t>2.025e0</w:t>
      </w:r>
    </w:p>
    <w:p w:rsidR="00F96531" w:rsidRDefault="00F96531" w:rsidP="00F96531">
      <w:r>
        <w:t>337.7918</w:t>
      </w:r>
      <w:r>
        <w:tab/>
        <w:t>1.013e0</w:t>
      </w:r>
    </w:p>
    <w:p w:rsidR="00F96531" w:rsidRDefault="00F96531" w:rsidP="00F96531">
      <w:r>
        <w:t>337.8500</w:t>
      </w:r>
      <w:r>
        <w:tab/>
        <w:t>2.025e0</w:t>
      </w:r>
    </w:p>
    <w:p w:rsidR="00F96531" w:rsidRDefault="00F96531" w:rsidP="00F96531">
      <w:r>
        <w:t>337.8909</w:t>
      </w:r>
      <w:r>
        <w:tab/>
        <w:t>2.025e0</w:t>
      </w:r>
    </w:p>
    <w:p w:rsidR="00F96531" w:rsidRDefault="00F96531" w:rsidP="00F96531">
      <w:r>
        <w:t>337.8965</w:t>
      </w:r>
      <w:r>
        <w:tab/>
        <w:t>1.013e0</w:t>
      </w:r>
    </w:p>
    <w:p w:rsidR="00F96531" w:rsidRDefault="00F96531" w:rsidP="00F96531">
      <w:r>
        <w:t>337.9086</w:t>
      </w:r>
      <w:r>
        <w:tab/>
        <w:t>1.013e0</w:t>
      </w:r>
    </w:p>
    <w:p w:rsidR="00F96531" w:rsidRDefault="00F96531" w:rsidP="00F96531">
      <w:r>
        <w:t>337.9113</w:t>
      </w:r>
      <w:r>
        <w:tab/>
        <w:t>2.025e0</w:t>
      </w:r>
    </w:p>
    <w:p w:rsidR="00F96531" w:rsidRDefault="00F96531" w:rsidP="00F96531">
      <w:r>
        <w:t>337.9315</w:t>
      </w:r>
      <w:r>
        <w:tab/>
        <w:t>1.013e0</w:t>
      </w:r>
    </w:p>
    <w:p w:rsidR="00F96531" w:rsidRDefault="00F96531" w:rsidP="00F96531">
      <w:r>
        <w:t>337.9390</w:t>
      </w:r>
      <w:r>
        <w:tab/>
        <w:t>1.013e0</w:t>
      </w:r>
    </w:p>
    <w:p w:rsidR="00F96531" w:rsidRDefault="00F96531" w:rsidP="00F96531">
      <w:r>
        <w:t>337.9482</w:t>
      </w:r>
      <w:r>
        <w:tab/>
        <w:t>1.013e0</w:t>
      </w:r>
    </w:p>
    <w:p w:rsidR="00F96531" w:rsidRDefault="00F96531" w:rsidP="00F96531">
      <w:r>
        <w:t>337.9693</w:t>
      </w:r>
      <w:r>
        <w:tab/>
        <w:t>1.013e0</w:t>
      </w:r>
    </w:p>
    <w:p w:rsidR="00F96531" w:rsidRDefault="00F96531" w:rsidP="00F96531">
      <w:r>
        <w:t>337.9925</w:t>
      </w:r>
      <w:r>
        <w:tab/>
        <w:t>2.025e0</w:t>
      </w:r>
    </w:p>
    <w:p w:rsidR="00F96531" w:rsidRDefault="00F96531" w:rsidP="00F96531">
      <w:r>
        <w:t>338.0009</w:t>
      </w:r>
      <w:r>
        <w:tab/>
        <w:t>8.101e0</w:t>
      </w:r>
    </w:p>
    <w:p w:rsidR="00F96531" w:rsidRDefault="00F96531" w:rsidP="00F96531">
      <w:r>
        <w:t>338.0028</w:t>
      </w:r>
      <w:r>
        <w:tab/>
        <w:t>4.051e0</w:t>
      </w:r>
    </w:p>
    <w:p w:rsidR="00F96531" w:rsidRDefault="00F96531" w:rsidP="00F96531">
      <w:r>
        <w:t>338.0064</w:t>
      </w:r>
      <w:r>
        <w:tab/>
        <w:t>2.025e0</w:t>
      </w:r>
    </w:p>
    <w:p w:rsidR="00F96531" w:rsidRDefault="00F96531" w:rsidP="00F96531">
      <w:r>
        <w:t>338.0098</w:t>
      </w:r>
      <w:r>
        <w:tab/>
        <w:t>2.025e0</w:t>
      </w:r>
    </w:p>
    <w:p w:rsidR="00F96531" w:rsidRDefault="00F96531" w:rsidP="00F96531">
      <w:r>
        <w:t>338.0479</w:t>
      </w:r>
      <w:r>
        <w:tab/>
        <w:t>1.013e0</w:t>
      </w:r>
    </w:p>
    <w:p w:rsidR="00F96531" w:rsidRDefault="00F96531" w:rsidP="00F96531">
      <w:r>
        <w:t>338.0503</w:t>
      </w:r>
      <w:r>
        <w:tab/>
        <w:t>1.013e0</w:t>
      </w:r>
    </w:p>
    <w:p w:rsidR="00F96531" w:rsidRDefault="00F96531" w:rsidP="00F96531">
      <w:r>
        <w:lastRenderedPageBreak/>
        <w:t>338.0618</w:t>
      </w:r>
      <w:r>
        <w:tab/>
        <w:t>2.025e0</w:t>
      </w:r>
    </w:p>
    <w:p w:rsidR="00F96531" w:rsidRDefault="00F96531" w:rsidP="00F96531">
      <w:r>
        <w:t>338.0748</w:t>
      </w:r>
      <w:r>
        <w:tab/>
        <w:t>1.013e0</w:t>
      </w:r>
    </w:p>
    <w:p w:rsidR="00F96531" w:rsidRDefault="00F96531" w:rsidP="00F96531">
      <w:r>
        <w:t>338.1214</w:t>
      </w:r>
      <w:r>
        <w:tab/>
        <w:t>8.088e0</w:t>
      </w:r>
    </w:p>
    <w:p w:rsidR="00F96531" w:rsidRDefault="00F96531" w:rsidP="00F96531">
      <w:r>
        <w:t>338.1333</w:t>
      </w:r>
      <w:r>
        <w:tab/>
        <w:t>1.013e0</w:t>
      </w:r>
    </w:p>
    <w:p w:rsidR="00F96531" w:rsidRDefault="00F96531" w:rsidP="00F96531">
      <w:r>
        <w:t>338.1640</w:t>
      </w:r>
      <w:r>
        <w:tab/>
        <w:t>2.928e0</w:t>
      </w:r>
    </w:p>
    <w:p w:rsidR="00F96531" w:rsidRDefault="00F96531" w:rsidP="00F96531">
      <w:r>
        <w:t>338.1650</w:t>
      </w:r>
      <w:r>
        <w:tab/>
        <w:t>2.025e0</w:t>
      </w:r>
    </w:p>
    <w:p w:rsidR="00F96531" w:rsidRDefault="00F96531" w:rsidP="00F96531">
      <w:r>
        <w:t>338.1710</w:t>
      </w:r>
      <w:r>
        <w:tab/>
        <w:t>2.524e0</w:t>
      </w:r>
    </w:p>
    <w:p w:rsidR="00F96531" w:rsidRDefault="00F96531" w:rsidP="00F96531">
      <w:r>
        <w:t>338.1795</w:t>
      </w:r>
      <w:r>
        <w:tab/>
        <w:t>3.100e0</w:t>
      </w:r>
    </w:p>
    <w:p w:rsidR="00F96531" w:rsidRDefault="00F96531" w:rsidP="00F96531">
      <w:r>
        <w:t>338.1838</w:t>
      </w:r>
      <w:r>
        <w:tab/>
        <w:t>1.915e0</w:t>
      </w:r>
    </w:p>
    <w:p w:rsidR="00F96531" w:rsidRDefault="00F96531" w:rsidP="00F96531">
      <w:r>
        <w:t>338.1947</w:t>
      </w:r>
      <w:r>
        <w:tab/>
        <w:t>5.063e0</w:t>
      </w:r>
    </w:p>
    <w:p w:rsidR="00F96531" w:rsidRDefault="00F96531" w:rsidP="00F96531">
      <w:r>
        <w:t>338.2015</w:t>
      </w:r>
      <w:r>
        <w:tab/>
        <w:t>2.025e0</w:t>
      </w:r>
    </w:p>
    <w:p w:rsidR="00F96531" w:rsidRDefault="00F96531" w:rsidP="00F96531">
      <w:r>
        <w:t>338.2332</w:t>
      </w:r>
      <w:r>
        <w:tab/>
        <w:t>1.467e0</w:t>
      </w:r>
    </w:p>
    <w:p w:rsidR="00F96531" w:rsidRDefault="00F96531" w:rsidP="00F96531">
      <w:r>
        <w:t>338.2374</w:t>
      </w:r>
      <w:r>
        <w:tab/>
        <w:t>1.592e0</w:t>
      </w:r>
    </w:p>
    <w:p w:rsidR="00F96531" w:rsidRDefault="00F96531" w:rsidP="00F96531">
      <w:r>
        <w:t>338.2397</w:t>
      </w:r>
      <w:r>
        <w:tab/>
        <w:t>3.038e0</w:t>
      </w:r>
    </w:p>
    <w:p w:rsidR="00F96531" w:rsidRDefault="00F96531" w:rsidP="00F96531">
      <w:r>
        <w:t>338.2609</w:t>
      </w:r>
      <w:r>
        <w:tab/>
        <w:t>1.013e0</w:t>
      </w:r>
    </w:p>
    <w:p w:rsidR="00F96531" w:rsidRDefault="00F96531" w:rsidP="00F96531">
      <w:r>
        <w:t>338.2655</w:t>
      </w:r>
      <w:r>
        <w:tab/>
        <w:t>1.013e0</w:t>
      </w:r>
    </w:p>
    <w:p w:rsidR="00F96531" w:rsidRDefault="00F96531" w:rsidP="00F96531">
      <w:r>
        <w:t>338.2721</w:t>
      </w:r>
      <w:r>
        <w:tab/>
        <w:t>7.035e0</w:t>
      </w:r>
    </w:p>
    <w:p w:rsidR="00F96531" w:rsidRDefault="00F96531" w:rsidP="00F96531">
      <w:r>
        <w:t>338.2909</w:t>
      </w:r>
      <w:r>
        <w:tab/>
        <w:t>2.025e0</w:t>
      </w:r>
    </w:p>
    <w:p w:rsidR="00F96531" w:rsidRDefault="00F96531" w:rsidP="00F96531">
      <w:r>
        <w:t>338.3339</w:t>
      </w:r>
      <w:r>
        <w:tab/>
        <w:t>1.013e0</w:t>
      </w:r>
    </w:p>
    <w:p w:rsidR="00F96531" w:rsidRDefault="00F96531" w:rsidP="00F96531">
      <w:r>
        <w:lastRenderedPageBreak/>
        <w:t>338.3397</w:t>
      </w:r>
      <w:r>
        <w:tab/>
        <w:t>5.063e0</w:t>
      </w:r>
    </w:p>
    <w:p w:rsidR="00F96531" w:rsidRDefault="00F96531" w:rsidP="00F96531">
      <w:r>
        <w:t>338.4469</w:t>
      </w:r>
      <w:r>
        <w:tab/>
        <w:t>1.013e0</w:t>
      </w:r>
    </w:p>
    <w:p w:rsidR="00F96531" w:rsidRDefault="00F96531" w:rsidP="00F96531">
      <w:r>
        <w:t>338.4524</w:t>
      </w:r>
      <w:r>
        <w:tab/>
        <w:t>1.013e0</w:t>
      </w:r>
    </w:p>
    <w:p w:rsidR="00F96531" w:rsidRDefault="00F96531" w:rsidP="00F96531">
      <w:r>
        <w:t>338.4564</w:t>
      </w:r>
      <w:r>
        <w:tab/>
        <w:t>1.013e0</w:t>
      </w:r>
    </w:p>
    <w:p w:rsidR="00F96531" w:rsidRDefault="00F96531" w:rsidP="00F96531">
      <w:r>
        <w:t>338.4844</w:t>
      </w:r>
      <w:r>
        <w:tab/>
        <w:t>1.013e0</w:t>
      </w:r>
    </w:p>
    <w:p w:rsidR="00F96531" w:rsidRDefault="00F96531" w:rsidP="00F96531">
      <w:r>
        <w:t>338.4919</w:t>
      </w:r>
      <w:r>
        <w:tab/>
        <w:t>1.013e0</w:t>
      </w:r>
    </w:p>
    <w:p w:rsidR="00F96531" w:rsidRDefault="00F96531" w:rsidP="00F96531">
      <w:r>
        <w:t>338.5157</w:t>
      </w:r>
      <w:r>
        <w:tab/>
        <w:t>4.051e0</w:t>
      </w:r>
    </w:p>
    <w:p w:rsidR="00F96531" w:rsidRDefault="00F96531" w:rsidP="00F96531">
      <w:r>
        <w:t>338.5505</w:t>
      </w:r>
      <w:r>
        <w:tab/>
        <w:t>1.013e0</w:t>
      </w:r>
    </w:p>
    <w:p w:rsidR="00F96531" w:rsidRDefault="00F96531" w:rsidP="00F96531">
      <w:r>
        <w:t>338.5702</w:t>
      </w:r>
      <w:r>
        <w:tab/>
        <w:t>3.038e0</w:t>
      </w:r>
    </w:p>
    <w:p w:rsidR="00F96531" w:rsidRDefault="00F96531" w:rsidP="00F96531">
      <w:r>
        <w:t>338.6379</w:t>
      </w:r>
      <w:r>
        <w:tab/>
        <w:t>1.013e0</w:t>
      </w:r>
    </w:p>
    <w:p w:rsidR="00F96531" w:rsidRDefault="00F96531" w:rsidP="00F96531">
      <w:r>
        <w:t>338.6389</w:t>
      </w:r>
      <w:r>
        <w:tab/>
        <w:t>2.025e0</w:t>
      </w:r>
    </w:p>
    <w:p w:rsidR="00F96531" w:rsidRDefault="00F96531" w:rsidP="00F96531">
      <w:r>
        <w:t>338.6608</w:t>
      </w:r>
      <w:r>
        <w:tab/>
        <w:t>1.013e0</w:t>
      </w:r>
    </w:p>
    <w:p w:rsidR="00F96531" w:rsidRDefault="00F96531" w:rsidP="00F96531">
      <w:r>
        <w:t>338.6669</w:t>
      </w:r>
      <w:r>
        <w:tab/>
        <w:t>1.013e0</w:t>
      </w:r>
    </w:p>
    <w:p w:rsidR="00F96531" w:rsidRDefault="00F96531" w:rsidP="00F96531">
      <w:r>
        <w:t>338.6844</w:t>
      </w:r>
      <w:r>
        <w:tab/>
        <w:t>2.025e0</w:t>
      </w:r>
    </w:p>
    <w:p w:rsidR="00F96531" w:rsidRDefault="00F96531" w:rsidP="00F96531">
      <w:r>
        <w:t>338.6927</w:t>
      </w:r>
      <w:r>
        <w:tab/>
        <w:t>1.013e0</w:t>
      </w:r>
    </w:p>
    <w:p w:rsidR="00F96531" w:rsidRDefault="00F96531" w:rsidP="00F96531">
      <w:r>
        <w:t>338.7109</w:t>
      </w:r>
      <w:r>
        <w:tab/>
        <w:t>1.013e0</w:t>
      </w:r>
    </w:p>
    <w:p w:rsidR="00F96531" w:rsidRDefault="00F96531" w:rsidP="00F96531">
      <w:r>
        <w:t>338.7494</w:t>
      </w:r>
      <w:r>
        <w:tab/>
        <w:t>1.013e0</w:t>
      </w:r>
    </w:p>
    <w:p w:rsidR="00F96531" w:rsidRDefault="00F96531" w:rsidP="00F96531">
      <w:r>
        <w:t>338.7581</w:t>
      </w:r>
      <w:r>
        <w:tab/>
        <w:t>1.013e0</w:t>
      </w:r>
    </w:p>
    <w:p w:rsidR="00F96531" w:rsidRDefault="00F96531" w:rsidP="00F96531">
      <w:r>
        <w:t>338.7596</w:t>
      </w:r>
      <w:r>
        <w:tab/>
        <w:t>1.013e0</w:t>
      </w:r>
    </w:p>
    <w:p w:rsidR="00F96531" w:rsidRDefault="00F96531" w:rsidP="00F96531">
      <w:r>
        <w:lastRenderedPageBreak/>
        <w:t>338.7701</w:t>
      </w:r>
      <w:r>
        <w:tab/>
        <w:t>1.013e0</w:t>
      </w:r>
    </w:p>
    <w:p w:rsidR="00F96531" w:rsidRDefault="00F96531" w:rsidP="00F96531">
      <w:r>
        <w:t>338.8205</w:t>
      </w:r>
      <w:r>
        <w:tab/>
        <w:t>1.013e0</w:t>
      </w:r>
    </w:p>
    <w:p w:rsidR="00F96531" w:rsidRDefault="00F96531" w:rsidP="00F96531">
      <w:r>
        <w:t>338.8286</w:t>
      </w:r>
      <w:r>
        <w:tab/>
        <w:t>1.013e0</w:t>
      </w:r>
    </w:p>
    <w:p w:rsidR="00F96531" w:rsidRDefault="00F96531" w:rsidP="00F96531">
      <w:r>
        <w:t>338.8372</w:t>
      </w:r>
      <w:r>
        <w:tab/>
        <w:t>1.013e0</w:t>
      </w:r>
    </w:p>
    <w:p w:rsidR="00F96531" w:rsidRDefault="00F96531" w:rsidP="00F96531">
      <w:r>
        <w:t>338.8476</w:t>
      </w:r>
      <w:r>
        <w:tab/>
        <w:t>1.013e0</w:t>
      </w:r>
    </w:p>
    <w:p w:rsidR="00F96531" w:rsidRDefault="00F96531" w:rsidP="00F96531">
      <w:r>
        <w:t>338.8677</w:t>
      </w:r>
      <w:r>
        <w:tab/>
        <w:t>2.025e0</w:t>
      </w:r>
    </w:p>
    <w:p w:rsidR="00F96531" w:rsidRDefault="00F96531" w:rsidP="00F96531">
      <w:r>
        <w:t>338.9022</w:t>
      </w:r>
      <w:r>
        <w:tab/>
        <w:t>1.013e0</w:t>
      </w:r>
    </w:p>
    <w:p w:rsidR="00F96531" w:rsidRDefault="00F96531" w:rsidP="00F96531">
      <w:r>
        <w:t>338.9118</w:t>
      </w:r>
      <w:r>
        <w:tab/>
        <w:t>1.013e0</w:t>
      </w:r>
    </w:p>
    <w:p w:rsidR="00F96531" w:rsidRDefault="00F96531" w:rsidP="00F96531">
      <w:r>
        <w:t>338.9212</w:t>
      </w:r>
      <w:r>
        <w:tab/>
        <w:t>1.013e0</w:t>
      </w:r>
    </w:p>
    <w:p w:rsidR="00F96531" w:rsidRDefault="00F96531" w:rsidP="00F96531">
      <w:r>
        <w:t>338.9268</w:t>
      </w:r>
      <w:r>
        <w:tab/>
        <w:t>1.013e0</w:t>
      </w:r>
    </w:p>
    <w:p w:rsidR="00F96531" w:rsidRDefault="00F96531" w:rsidP="00F96531">
      <w:r>
        <w:t>338.9585</w:t>
      </w:r>
      <w:r>
        <w:tab/>
        <w:t>2.025e0</w:t>
      </w:r>
    </w:p>
    <w:p w:rsidR="00F96531" w:rsidRDefault="00F96531" w:rsidP="00F96531">
      <w:r>
        <w:t>338.9621</w:t>
      </w:r>
      <w:r>
        <w:tab/>
        <w:t>2.025e0</w:t>
      </w:r>
    </w:p>
    <w:p w:rsidR="00F96531" w:rsidRDefault="00F96531" w:rsidP="00F96531">
      <w:r>
        <w:t>338.9894</w:t>
      </w:r>
      <w:r>
        <w:tab/>
        <w:t>1.013e0</w:t>
      </w:r>
    </w:p>
    <w:p w:rsidR="00F96531" w:rsidRDefault="00F96531" w:rsidP="00F96531">
      <w:r>
        <w:t>339.0077</w:t>
      </w:r>
      <w:r>
        <w:tab/>
        <w:t>1.013e0</w:t>
      </w:r>
    </w:p>
    <w:p w:rsidR="00F96531" w:rsidRDefault="00F96531" w:rsidP="00F96531">
      <w:r>
        <w:t>339.0092</w:t>
      </w:r>
      <w:r>
        <w:tab/>
        <w:t>1.013e0</w:t>
      </w:r>
    </w:p>
    <w:p w:rsidR="00F96531" w:rsidRDefault="00F96531" w:rsidP="00F96531">
      <w:r>
        <w:t>339.0153</w:t>
      </w:r>
      <w:r>
        <w:tab/>
        <w:t>1.013e0</w:t>
      </w:r>
    </w:p>
    <w:p w:rsidR="00F96531" w:rsidRDefault="00F96531" w:rsidP="00F96531">
      <w:r>
        <w:t>339.0211</w:t>
      </w:r>
      <w:r>
        <w:tab/>
        <w:t>5.776e0</w:t>
      </w:r>
    </w:p>
    <w:p w:rsidR="00F96531" w:rsidRDefault="00F96531" w:rsidP="00F96531">
      <w:r>
        <w:t>339.0317</w:t>
      </w:r>
      <w:r>
        <w:tab/>
        <w:t>2.025e0</w:t>
      </w:r>
    </w:p>
    <w:p w:rsidR="00F96531" w:rsidRDefault="00F96531" w:rsidP="00F96531">
      <w:r>
        <w:t>339.0442</w:t>
      </w:r>
      <w:r>
        <w:tab/>
        <w:t>1.013e0</w:t>
      </w:r>
    </w:p>
    <w:p w:rsidR="00F96531" w:rsidRDefault="00F96531" w:rsidP="00F96531">
      <w:r>
        <w:lastRenderedPageBreak/>
        <w:t>339.0535</w:t>
      </w:r>
      <w:r>
        <w:tab/>
        <w:t>2.025e0</w:t>
      </w:r>
    </w:p>
    <w:p w:rsidR="00F96531" w:rsidRDefault="00F96531" w:rsidP="00F96531">
      <w:r>
        <w:t>339.0737</w:t>
      </w:r>
      <w:r>
        <w:tab/>
        <w:t>1.567e0</w:t>
      </w:r>
    </w:p>
    <w:p w:rsidR="00F96531" w:rsidRDefault="00F96531" w:rsidP="00F96531">
      <w:r>
        <w:t>339.0816</w:t>
      </w:r>
      <w:r>
        <w:tab/>
        <w:t>1.811e0</w:t>
      </w:r>
    </w:p>
    <w:p w:rsidR="00F96531" w:rsidRDefault="00F96531" w:rsidP="00F96531">
      <w:r>
        <w:t>339.0970</w:t>
      </w:r>
      <w:r>
        <w:tab/>
        <w:t>2.025e0</w:t>
      </w:r>
    </w:p>
    <w:p w:rsidR="00F96531" w:rsidRDefault="00F96531" w:rsidP="00F96531">
      <w:r>
        <w:t>339.1164</w:t>
      </w:r>
      <w:r>
        <w:tab/>
        <w:t>4.051e0</w:t>
      </w:r>
    </w:p>
    <w:p w:rsidR="00F96531" w:rsidRDefault="00F96531" w:rsidP="00F96531">
      <w:r>
        <w:t>339.1185</w:t>
      </w:r>
      <w:r>
        <w:tab/>
        <w:t>9.223e0</w:t>
      </w:r>
    </w:p>
    <w:p w:rsidR="00F96531" w:rsidRDefault="00F96531" w:rsidP="00F96531">
      <w:r>
        <w:t>339.1273</w:t>
      </w:r>
      <w:r>
        <w:tab/>
        <w:t>3.290e0</w:t>
      </w:r>
    </w:p>
    <w:p w:rsidR="00F96531" w:rsidRDefault="00F96531" w:rsidP="00F96531">
      <w:r>
        <w:t>339.1326</w:t>
      </w:r>
      <w:r>
        <w:tab/>
        <w:t>1.210e1</w:t>
      </w:r>
    </w:p>
    <w:p w:rsidR="00F96531" w:rsidRDefault="00F96531" w:rsidP="00F96531">
      <w:r>
        <w:t>339.1353</w:t>
      </w:r>
      <w:r>
        <w:tab/>
        <w:t>1.568e1</w:t>
      </w:r>
    </w:p>
    <w:p w:rsidR="00F96531" w:rsidRDefault="00F96531" w:rsidP="00F96531">
      <w:r>
        <w:t>339.1451</w:t>
      </w:r>
      <w:r>
        <w:tab/>
        <w:t>1.967e1</w:t>
      </w:r>
    </w:p>
    <w:p w:rsidR="00F96531" w:rsidRDefault="00F96531" w:rsidP="00F96531">
      <w:r>
        <w:t>339.1660</w:t>
      </w:r>
      <w:r>
        <w:tab/>
        <w:t>3.940e0</w:t>
      </w:r>
    </w:p>
    <w:p w:rsidR="00F96531" w:rsidRDefault="00F96531" w:rsidP="00F96531">
      <w:r>
        <w:t>339.1768</w:t>
      </w:r>
      <w:r>
        <w:tab/>
        <w:t>3.038e0</w:t>
      </w:r>
    </w:p>
    <w:p w:rsidR="00F96531" w:rsidRDefault="00F96531" w:rsidP="00F96531">
      <w:r>
        <w:t>339.1782</w:t>
      </w:r>
      <w:r>
        <w:tab/>
        <w:t>1.375e1</w:t>
      </w:r>
    </w:p>
    <w:p w:rsidR="00F96531" w:rsidRDefault="00F96531" w:rsidP="00F96531">
      <w:r>
        <w:t>339.1963</w:t>
      </w:r>
      <w:r>
        <w:tab/>
        <w:t>3.546e0</w:t>
      </w:r>
    </w:p>
    <w:p w:rsidR="00F96531" w:rsidRDefault="00F96531" w:rsidP="00F96531">
      <w:r>
        <w:t>339.2087</w:t>
      </w:r>
      <w:r>
        <w:tab/>
        <w:t>1.013e0</w:t>
      </w:r>
    </w:p>
    <w:p w:rsidR="00F96531" w:rsidRDefault="00F96531" w:rsidP="00F96531">
      <w:r>
        <w:t>339.2111</w:t>
      </w:r>
      <w:r>
        <w:tab/>
        <w:t>2.025e0</w:t>
      </w:r>
    </w:p>
    <w:p w:rsidR="00F96531" w:rsidRDefault="00F96531" w:rsidP="00F96531">
      <w:r>
        <w:t>339.2459</w:t>
      </w:r>
      <w:r>
        <w:tab/>
        <w:t>1.013e0</w:t>
      </w:r>
    </w:p>
    <w:p w:rsidR="00F96531" w:rsidRDefault="00F96531" w:rsidP="00F96531">
      <w:r>
        <w:t>339.2471</w:t>
      </w:r>
      <w:r>
        <w:tab/>
        <w:t>2.469e0</w:t>
      </w:r>
    </w:p>
    <w:p w:rsidR="00F96531" w:rsidRDefault="00F96531" w:rsidP="00F96531">
      <w:r>
        <w:t>339.2589</w:t>
      </w:r>
      <w:r>
        <w:tab/>
        <w:t>1.013e0</w:t>
      </w:r>
    </w:p>
    <w:p w:rsidR="00F96531" w:rsidRDefault="00F96531" w:rsidP="00F96531">
      <w:r>
        <w:lastRenderedPageBreak/>
        <w:t>339.2699</w:t>
      </w:r>
      <w:r>
        <w:tab/>
        <w:t>3.038e0</w:t>
      </w:r>
    </w:p>
    <w:p w:rsidR="00F96531" w:rsidRDefault="00F96531" w:rsidP="00F96531">
      <w:r>
        <w:t>339.2816</w:t>
      </w:r>
      <w:r>
        <w:tab/>
        <w:t>4.051e0</w:t>
      </w:r>
    </w:p>
    <w:p w:rsidR="00F96531" w:rsidRDefault="00F96531" w:rsidP="00F96531">
      <w:r>
        <w:t>339.3001</w:t>
      </w:r>
      <w:r>
        <w:tab/>
        <w:t>2.025e0</w:t>
      </w:r>
    </w:p>
    <w:p w:rsidR="00F96531" w:rsidRDefault="00F96531" w:rsidP="00F96531">
      <w:r>
        <w:t>339.3094</w:t>
      </w:r>
      <w:r>
        <w:tab/>
        <w:t>2.025e0</w:t>
      </w:r>
    </w:p>
    <w:p w:rsidR="00F96531" w:rsidRDefault="00F96531" w:rsidP="00F96531">
      <w:r>
        <w:t>339.3138</w:t>
      </w:r>
      <w:r>
        <w:tab/>
        <w:t>1.013e0</w:t>
      </w:r>
    </w:p>
    <w:p w:rsidR="00F96531" w:rsidRDefault="00F96531" w:rsidP="00F96531">
      <w:r>
        <w:t>339.3161</w:t>
      </w:r>
      <w:r>
        <w:tab/>
        <w:t>2.025e0</w:t>
      </w:r>
    </w:p>
    <w:p w:rsidR="00F96531" w:rsidRDefault="00F96531" w:rsidP="00F96531">
      <w:r>
        <w:t>339.3478</w:t>
      </w:r>
      <w:r>
        <w:tab/>
        <w:t>3.038e0</w:t>
      </w:r>
    </w:p>
    <w:p w:rsidR="00F96531" w:rsidRDefault="00F96531" w:rsidP="00F96531">
      <w:r>
        <w:t>339.3521</w:t>
      </w:r>
      <w:r>
        <w:tab/>
        <w:t>1.013e0</w:t>
      </w:r>
    </w:p>
    <w:p w:rsidR="00F96531" w:rsidRDefault="00F96531" w:rsidP="00F96531">
      <w:r>
        <w:t>339.3726</w:t>
      </w:r>
      <w:r>
        <w:tab/>
        <w:t>1.013e0</w:t>
      </w:r>
    </w:p>
    <w:p w:rsidR="00F96531" w:rsidRDefault="00F96531" w:rsidP="00F96531">
      <w:r>
        <w:t>339.4243</w:t>
      </w:r>
      <w:r>
        <w:tab/>
        <w:t>1.013e0</w:t>
      </w:r>
    </w:p>
    <w:p w:rsidR="00F96531" w:rsidRDefault="00F96531" w:rsidP="00F96531">
      <w:r>
        <w:t>339.4258</w:t>
      </w:r>
      <w:r>
        <w:tab/>
        <w:t>1.013e0</w:t>
      </w:r>
    </w:p>
    <w:p w:rsidR="00F96531" w:rsidRDefault="00F96531" w:rsidP="00F96531">
      <w:r>
        <w:t>339.4527</w:t>
      </w:r>
      <w:r>
        <w:tab/>
        <w:t>1.013e0</w:t>
      </w:r>
    </w:p>
    <w:p w:rsidR="00F96531" w:rsidRDefault="00F96531" w:rsidP="00F96531">
      <w:r>
        <w:t>339.4647</w:t>
      </w:r>
      <w:r>
        <w:tab/>
        <w:t>1.013e0</w:t>
      </w:r>
    </w:p>
    <w:p w:rsidR="00F96531" w:rsidRDefault="00F96531" w:rsidP="00F96531">
      <w:r>
        <w:t>339.4748</w:t>
      </w:r>
      <w:r>
        <w:tab/>
        <w:t>3.328e0</w:t>
      </w:r>
    </w:p>
    <w:p w:rsidR="00F96531" w:rsidRDefault="00F96531" w:rsidP="00F96531">
      <w:r>
        <w:t>339.4939</w:t>
      </w:r>
      <w:r>
        <w:tab/>
        <w:t>1.013e0</w:t>
      </w:r>
    </w:p>
    <w:p w:rsidR="00F96531" w:rsidRDefault="00F96531" w:rsidP="00F96531">
      <w:r>
        <w:t>339.5065</w:t>
      </w:r>
      <w:r>
        <w:tab/>
        <w:t>2.025e0</w:t>
      </w:r>
    </w:p>
    <w:p w:rsidR="00F96531" w:rsidRDefault="00F96531" w:rsidP="00F96531">
      <w:r>
        <w:t>339.5206</w:t>
      </w:r>
      <w:r>
        <w:tab/>
        <w:t>2.025e0</w:t>
      </w:r>
    </w:p>
    <w:p w:rsidR="00F96531" w:rsidRDefault="00F96531" w:rsidP="00F96531">
      <w:r>
        <w:t>339.5242</w:t>
      </w:r>
      <w:r>
        <w:tab/>
        <w:t>2.025e0</w:t>
      </w:r>
    </w:p>
    <w:p w:rsidR="00F96531" w:rsidRDefault="00F96531" w:rsidP="00F96531">
      <w:r>
        <w:t>339.5393</w:t>
      </w:r>
      <w:r>
        <w:tab/>
        <w:t>1.013e0</w:t>
      </w:r>
    </w:p>
    <w:p w:rsidR="00F96531" w:rsidRDefault="00F96531" w:rsidP="00F96531">
      <w:r>
        <w:lastRenderedPageBreak/>
        <w:t>339.5678</w:t>
      </w:r>
      <w:r>
        <w:tab/>
        <w:t>2.025e0</w:t>
      </w:r>
    </w:p>
    <w:p w:rsidR="00F96531" w:rsidRDefault="00F96531" w:rsidP="00F96531">
      <w:r>
        <w:t>339.5866</w:t>
      </w:r>
      <w:r>
        <w:tab/>
        <w:t>1.013e0</w:t>
      </w:r>
    </w:p>
    <w:p w:rsidR="00F96531" w:rsidRDefault="00F96531" w:rsidP="00F96531">
      <w:r>
        <w:t>339.5923</w:t>
      </w:r>
      <w:r>
        <w:tab/>
        <w:t>1.013e0</w:t>
      </w:r>
    </w:p>
    <w:p w:rsidR="00F96531" w:rsidRDefault="00F96531" w:rsidP="00F96531">
      <w:r>
        <w:t>339.6169</w:t>
      </w:r>
      <w:r>
        <w:tab/>
        <w:t>1.013e0</w:t>
      </w:r>
    </w:p>
    <w:p w:rsidR="00F96531" w:rsidRDefault="00F96531" w:rsidP="00F96531">
      <w:r>
        <w:t>339.6293</w:t>
      </w:r>
      <w:r>
        <w:tab/>
        <w:t>1.013e0</w:t>
      </w:r>
    </w:p>
    <w:p w:rsidR="00F96531" w:rsidRDefault="00F96531" w:rsidP="00F96531">
      <w:r>
        <w:t>339.6429</w:t>
      </w:r>
      <w:r>
        <w:tab/>
        <w:t>1.013e0</w:t>
      </w:r>
    </w:p>
    <w:p w:rsidR="00F96531" w:rsidRDefault="00F96531" w:rsidP="00F96531">
      <w:r>
        <w:t>339.6493</w:t>
      </w:r>
      <w:r>
        <w:tab/>
        <w:t>1.013e0</w:t>
      </w:r>
    </w:p>
    <w:p w:rsidR="00F96531" w:rsidRDefault="00F96531" w:rsidP="00F96531">
      <w:r>
        <w:t>339.6856</w:t>
      </w:r>
      <w:r>
        <w:tab/>
        <w:t>3.038e0</w:t>
      </w:r>
    </w:p>
    <w:p w:rsidR="00F96531" w:rsidRDefault="00F96531" w:rsidP="00F96531">
      <w:r>
        <w:t>339.6943</w:t>
      </w:r>
      <w:r>
        <w:tab/>
        <w:t>1.013e0</w:t>
      </w:r>
    </w:p>
    <w:p w:rsidR="00F96531" w:rsidRDefault="00F96531" w:rsidP="00F96531">
      <w:r>
        <w:t>339.7040</w:t>
      </w:r>
      <w:r>
        <w:tab/>
        <w:t>1.013e0</w:t>
      </w:r>
    </w:p>
    <w:p w:rsidR="00F96531" w:rsidRDefault="00F96531" w:rsidP="00F96531">
      <w:r>
        <w:t>339.7147</w:t>
      </w:r>
      <w:r>
        <w:tab/>
        <w:t>2.025e0</w:t>
      </w:r>
    </w:p>
    <w:p w:rsidR="00F96531" w:rsidRDefault="00F96531" w:rsidP="00F96531">
      <w:r>
        <w:t>339.7491</w:t>
      </w:r>
      <w:r>
        <w:tab/>
        <w:t>1.013e0</w:t>
      </w:r>
    </w:p>
    <w:p w:rsidR="00F96531" w:rsidRDefault="00F96531" w:rsidP="00F96531">
      <w:r>
        <w:t>339.7721</w:t>
      </w:r>
      <w:r>
        <w:tab/>
        <w:t>1.013e0</w:t>
      </w:r>
    </w:p>
    <w:p w:rsidR="00F96531" w:rsidRDefault="00F96531" w:rsidP="00F96531">
      <w:r>
        <w:t>339.7926</w:t>
      </w:r>
      <w:r>
        <w:tab/>
        <w:t>1.013e0</w:t>
      </w:r>
    </w:p>
    <w:p w:rsidR="00F96531" w:rsidRDefault="00F96531" w:rsidP="00F96531">
      <w:r>
        <w:t>339.7967</w:t>
      </w:r>
      <w:r>
        <w:tab/>
        <w:t>1.013e0</w:t>
      </w:r>
    </w:p>
    <w:p w:rsidR="00F96531" w:rsidRDefault="00F96531" w:rsidP="00F96531">
      <w:r>
        <w:t>339.7982</w:t>
      </w:r>
      <w:r>
        <w:tab/>
        <w:t>1.013e0</w:t>
      </w:r>
    </w:p>
    <w:p w:rsidR="00F96531" w:rsidRDefault="00F96531" w:rsidP="00F96531">
      <w:r>
        <w:t>339.8077</w:t>
      </w:r>
      <w:r>
        <w:tab/>
        <w:t>1.013e0</w:t>
      </w:r>
    </w:p>
    <w:p w:rsidR="00F96531" w:rsidRDefault="00F96531" w:rsidP="00F96531">
      <w:r>
        <w:t>339.8307</w:t>
      </w:r>
      <w:r>
        <w:tab/>
        <w:t>1.013e0</w:t>
      </w:r>
    </w:p>
    <w:p w:rsidR="00F96531" w:rsidRDefault="00F96531" w:rsidP="00F96531">
      <w:r>
        <w:t>339.8473</w:t>
      </w:r>
      <w:r>
        <w:tab/>
        <w:t>2.025e0</w:t>
      </w:r>
    </w:p>
    <w:p w:rsidR="00F96531" w:rsidRDefault="00F96531" w:rsidP="00F96531">
      <w:r>
        <w:lastRenderedPageBreak/>
        <w:t>339.8678</w:t>
      </w:r>
      <w:r>
        <w:tab/>
        <w:t>2.025e0</w:t>
      </w:r>
    </w:p>
    <w:p w:rsidR="00F96531" w:rsidRDefault="00F96531" w:rsidP="00F96531">
      <w:r>
        <w:t>339.8856</w:t>
      </w:r>
      <w:r>
        <w:tab/>
        <w:t>1.013e0</w:t>
      </w:r>
    </w:p>
    <w:p w:rsidR="00F96531" w:rsidRDefault="00F96531" w:rsidP="00F96531">
      <w:r>
        <w:t>339.9054</w:t>
      </w:r>
      <w:r>
        <w:tab/>
        <w:t>1.013e0</w:t>
      </w:r>
    </w:p>
    <w:p w:rsidR="00F96531" w:rsidRDefault="00F96531" w:rsidP="00F96531">
      <w:r>
        <w:t>339.9100</w:t>
      </w:r>
      <w:r>
        <w:tab/>
        <w:t>1.013e0</w:t>
      </w:r>
    </w:p>
    <w:p w:rsidR="00F96531" w:rsidRDefault="00F96531" w:rsidP="00F96531">
      <w:r>
        <w:t>339.9194</w:t>
      </w:r>
      <w:r>
        <w:tab/>
        <w:t>1.013e0</w:t>
      </w:r>
    </w:p>
    <w:p w:rsidR="00F96531" w:rsidRDefault="00F96531" w:rsidP="00F96531">
      <w:r>
        <w:t>339.9298</w:t>
      </w:r>
      <w:r>
        <w:tab/>
        <w:t>1.013e0</w:t>
      </w:r>
    </w:p>
    <w:p w:rsidR="00F96531" w:rsidRDefault="00F96531" w:rsidP="00F96531">
      <w:r>
        <w:t>339.9434</w:t>
      </w:r>
      <w:r>
        <w:tab/>
        <w:t>3.038e0</w:t>
      </w:r>
    </w:p>
    <w:p w:rsidR="00F96531" w:rsidRDefault="00F96531" w:rsidP="00F96531">
      <w:r>
        <w:t>339.9685</w:t>
      </w:r>
      <w:r>
        <w:tab/>
        <w:t>1.013e0</w:t>
      </w:r>
    </w:p>
    <w:p w:rsidR="00F96531" w:rsidRDefault="00F96531" w:rsidP="00F96531">
      <w:r>
        <w:t>339.9768</w:t>
      </w:r>
      <w:r>
        <w:tab/>
        <w:t>2.025e0</w:t>
      </w:r>
    </w:p>
    <w:p w:rsidR="00F96531" w:rsidRDefault="00F96531" w:rsidP="00F96531">
      <w:r>
        <w:t>339.9820</w:t>
      </w:r>
      <w:r>
        <w:tab/>
        <w:t>2.025e0</w:t>
      </w:r>
    </w:p>
    <w:p w:rsidR="00F96531" w:rsidRDefault="00F96531" w:rsidP="00F96531">
      <w:r>
        <w:t>340.0050</w:t>
      </w:r>
      <w:r>
        <w:tab/>
        <w:t>2.025e0</w:t>
      </w:r>
    </w:p>
    <w:p w:rsidR="00F96531" w:rsidRDefault="00F96531" w:rsidP="00F96531">
      <w:r>
        <w:t>340.0077</w:t>
      </w:r>
      <w:r>
        <w:tab/>
        <w:t>4.051e0</w:t>
      </w:r>
    </w:p>
    <w:p w:rsidR="00F96531" w:rsidRDefault="00F96531" w:rsidP="00F96531">
      <w:r>
        <w:t>340.0191</w:t>
      </w:r>
      <w:r>
        <w:tab/>
        <w:t>2.025e0</w:t>
      </w:r>
    </w:p>
    <w:p w:rsidR="00F96531" w:rsidRDefault="00F96531" w:rsidP="00F96531">
      <w:r>
        <w:t>340.0305</w:t>
      </w:r>
      <w:r>
        <w:tab/>
        <w:t>3.896e0</w:t>
      </w:r>
    </w:p>
    <w:p w:rsidR="00F96531" w:rsidRDefault="00F96531" w:rsidP="00F96531">
      <w:r>
        <w:t>340.0336</w:t>
      </w:r>
      <w:r>
        <w:tab/>
        <w:t>1.013e0</w:t>
      </w:r>
    </w:p>
    <w:p w:rsidR="00F96531" w:rsidRDefault="00F96531" w:rsidP="00F96531">
      <w:r>
        <w:t>340.0462</w:t>
      </w:r>
      <w:r>
        <w:tab/>
        <w:t>1.441e0</w:t>
      </w:r>
    </w:p>
    <w:p w:rsidR="00F96531" w:rsidRDefault="00F96531" w:rsidP="00F96531">
      <w:r>
        <w:t>340.0519</w:t>
      </w:r>
      <w:r>
        <w:tab/>
        <w:t>1.013e0</w:t>
      </w:r>
    </w:p>
    <w:p w:rsidR="00F96531" w:rsidRDefault="00F96531" w:rsidP="00F96531">
      <w:r>
        <w:t>340.0683</w:t>
      </w:r>
      <w:r>
        <w:tab/>
        <w:t>4.051e0</w:t>
      </w:r>
    </w:p>
    <w:p w:rsidR="00F96531" w:rsidRDefault="00F96531" w:rsidP="00F96531">
      <w:r>
        <w:t>340.0993</w:t>
      </w:r>
      <w:r>
        <w:tab/>
        <w:t>1.013e0</w:t>
      </w:r>
    </w:p>
    <w:p w:rsidR="00F96531" w:rsidRDefault="00F96531" w:rsidP="00F96531">
      <w:r>
        <w:lastRenderedPageBreak/>
        <w:t>340.1133</w:t>
      </w:r>
      <w:r>
        <w:tab/>
        <w:t>2.479e0</w:t>
      </w:r>
    </w:p>
    <w:p w:rsidR="00F96531" w:rsidRDefault="00F96531" w:rsidP="00F96531">
      <w:r>
        <w:t>340.1462</w:t>
      </w:r>
      <w:r>
        <w:tab/>
        <w:t>3.038e0</w:t>
      </w:r>
    </w:p>
    <w:p w:rsidR="00F96531" w:rsidRDefault="00F96531" w:rsidP="00F96531">
      <w:r>
        <w:t>340.1506</w:t>
      </w:r>
      <w:r>
        <w:tab/>
        <w:t>1.177e0</w:t>
      </w:r>
    </w:p>
    <w:p w:rsidR="00F96531" w:rsidRDefault="00F96531" w:rsidP="00F96531">
      <w:r>
        <w:t>340.1651</w:t>
      </w:r>
      <w:r>
        <w:tab/>
        <w:t>3.020e0</w:t>
      </w:r>
    </w:p>
    <w:p w:rsidR="00F96531" w:rsidRDefault="00F96531" w:rsidP="00F96531">
      <w:r>
        <w:t>340.1666</w:t>
      </w:r>
      <w:r>
        <w:tab/>
        <w:t>2.025e0</w:t>
      </w:r>
    </w:p>
    <w:p w:rsidR="00F96531" w:rsidRDefault="00F96531" w:rsidP="00F96531">
      <w:r>
        <w:t>340.1869</w:t>
      </w:r>
      <w:r>
        <w:tab/>
        <w:t>3.177e0</w:t>
      </w:r>
    </w:p>
    <w:p w:rsidR="00F96531" w:rsidRDefault="00F96531" w:rsidP="00F96531">
      <w:r>
        <w:t>340.1952</w:t>
      </w:r>
      <w:r>
        <w:tab/>
        <w:t>1.013e0</w:t>
      </w:r>
    </w:p>
    <w:p w:rsidR="00F96531" w:rsidRDefault="00F96531" w:rsidP="00F96531">
      <w:r>
        <w:t>340.2011</w:t>
      </w:r>
      <w:r>
        <w:tab/>
        <w:t>3.038e0</w:t>
      </w:r>
    </w:p>
    <w:p w:rsidR="00F96531" w:rsidRDefault="00F96531" w:rsidP="00F96531">
      <w:r>
        <w:t>340.2157</w:t>
      </w:r>
      <w:r>
        <w:tab/>
        <w:t>1.013e0</w:t>
      </w:r>
    </w:p>
    <w:p w:rsidR="00F96531" w:rsidRDefault="00F96531" w:rsidP="00F96531">
      <w:r>
        <w:t>340.2197</w:t>
      </w:r>
      <w:r>
        <w:tab/>
        <w:t>1.013e0</w:t>
      </w:r>
    </w:p>
    <w:p w:rsidR="00F96531" w:rsidRDefault="00F96531" w:rsidP="00F96531">
      <w:r>
        <w:t>340.2428</w:t>
      </w:r>
      <w:r>
        <w:tab/>
        <w:t>1.648e0</w:t>
      </w:r>
    </w:p>
    <w:p w:rsidR="00F96531" w:rsidRDefault="00F96531" w:rsidP="00F96531">
      <w:r>
        <w:t>340.2482</w:t>
      </w:r>
      <w:r>
        <w:tab/>
        <w:t>1.013e0</w:t>
      </w:r>
    </w:p>
    <w:p w:rsidR="00F96531" w:rsidRDefault="00F96531" w:rsidP="00F96531">
      <w:r>
        <w:t>340.2632</w:t>
      </w:r>
      <w:r>
        <w:tab/>
        <w:t>3.968e0</w:t>
      </w:r>
    </w:p>
    <w:p w:rsidR="00F96531" w:rsidRDefault="00F96531" w:rsidP="00F96531">
      <w:r>
        <w:t>340.2651</w:t>
      </w:r>
      <w:r>
        <w:tab/>
        <w:t>2.025e0</w:t>
      </w:r>
    </w:p>
    <w:p w:rsidR="00F96531" w:rsidRDefault="00F96531" w:rsidP="00F96531">
      <w:r>
        <w:t>340.2688</w:t>
      </w:r>
      <w:r>
        <w:tab/>
        <w:t>1.013e0</w:t>
      </w:r>
    </w:p>
    <w:p w:rsidR="00F96531" w:rsidRDefault="00F96531" w:rsidP="00F96531">
      <w:r>
        <w:t>340.2728</w:t>
      </w:r>
      <w:r>
        <w:tab/>
        <w:t>1.013e0</w:t>
      </w:r>
    </w:p>
    <w:p w:rsidR="00F96531" w:rsidRDefault="00F96531" w:rsidP="00F96531">
      <w:r>
        <w:t>340.2880</w:t>
      </w:r>
      <w:r>
        <w:tab/>
        <w:t>1.013e0</w:t>
      </w:r>
    </w:p>
    <w:p w:rsidR="00F96531" w:rsidRDefault="00F96531" w:rsidP="00F96531">
      <w:r>
        <w:t>340.3093</w:t>
      </w:r>
      <w:r>
        <w:tab/>
        <w:t>2.025e0</w:t>
      </w:r>
    </w:p>
    <w:p w:rsidR="00F96531" w:rsidRDefault="00F96531" w:rsidP="00F96531">
      <w:r>
        <w:t>340.3179</w:t>
      </w:r>
      <w:r>
        <w:tab/>
        <w:t>1.013e0</w:t>
      </w:r>
    </w:p>
    <w:p w:rsidR="00F96531" w:rsidRDefault="00F96531" w:rsidP="00F96531">
      <w:r>
        <w:lastRenderedPageBreak/>
        <w:t>340.3228</w:t>
      </w:r>
      <w:r>
        <w:tab/>
        <w:t>2.025e0</w:t>
      </w:r>
    </w:p>
    <w:p w:rsidR="00F96531" w:rsidRDefault="00F96531" w:rsidP="00F96531">
      <w:r>
        <w:t>340.3320</w:t>
      </w:r>
      <w:r>
        <w:tab/>
        <w:t>3.038e0</w:t>
      </w:r>
    </w:p>
    <w:p w:rsidR="00F96531" w:rsidRDefault="00F96531" w:rsidP="00F96531">
      <w:r>
        <w:t>340.3671</w:t>
      </w:r>
      <w:r>
        <w:tab/>
        <w:t>1.013e0</w:t>
      </w:r>
    </w:p>
    <w:p w:rsidR="00F96531" w:rsidRDefault="00F96531" w:rsidP="00F96531">
      <w:r>
        <w:t>340.3697</w:t>
      </w:r>
      <w:r>
        <w:tab/>
        <w:t>1.013e0</w:t>
      </w:r>
    </w:p>
    <w:p w:rsidR="00F96531" w:rsidRDefault="00F96531" w:rsidP="00F96531">
      <w:r>
        <w:t>340.3779</w:t>
      </w:r>
      <w:r>
        <w:tab/>
        <w:t>2.025e0</w:t>
      </w:r>
    </w:p>
    <w:p w:rsidR="00F96531" w:rsidRDefault="00F96531" w:rsidP="00F96531">
      <w:r>
        <w:t>340.3841</w:t>
      </w:r>
      <w:r>
        <w:tab/>
        <w:t>3.038e0</w:t>
      </w:r>
    </w:p>
    <w:p w:rsidR="00F96531" w:rsidRDefault="00F96531" w:rsidP="00F96531">
      <w:r>
        <w:t>340.3916</w:t>
      </w:r>
      <w:r>
        <w:tab/>
        <w:t>2.025e0</w:t>
      </w:r>
    </w:p>
    <w:p w:rsidR="00F96531" w:rsidRDefault="00F96531" w:rsidP="00F96531">
      <w:r>
        <w:t>340.3949</w:t>
      </w:r>
      <w:r>
        <w:tab/>
        <w:t>3.038e0</w:t>
      </w:r>
    </w:p>
    <w:p w:rsidR="00F96531" w:rsidRDefault="00F96531" w:rsidP="00F96531">
      <w:r>
        <w:t>340.3986</w:t>
      </w:r>
      <w:r>
        <w:tab/>
        <w:t>1.013e0</w:t>
      </w:r>
    </w:p>
    <w:p w:rsidR="00F96531" w:rsidRDefault="00F96531" w:rsidP="00F96531">
      <w:r>
        <w:t>340.4239</w:t>
      </w:r>
      <w:r>
        <w:tab/>
        <w:t>3.134e0</w:t>
      </w:r>
    </w:p>
    <w:p w:rsidR="00F96531" w:rsidRDefault="00F96531" w:rsidP="00F96531">
      <w:r>
        <w:t>340.4639</w:t>
      </w:r>
      <w:r>
        <w:tab/>
        <w:t>2.025e0</w:t>
      </w:r>
    </w:p>
    <w:p w:rsidR="00F96531" w:rsidRDefault="00F96531" w:rsidP="00F96531">
      <w:r>
        <w:t>340.4920</w:t>
      </w:r>
      <w:r>
        <w:tab/>
        <w:t>2.025e0</w:t>
      </w:r>
    </w:p>
    <w:p w:rsidR="00F96531" w:rsidRDefault="00F96531" w:rsidP="00F96531">
      <w:r>
        <w:t>340.5028</w:t>
      </w:r>
      <w:r>
        <w:tab/>
        <w:t>4.051e0</w:t>
      </w:r>
    </w:p>
    <w:p w:rsidR="00F96531" w:rsidRDefault="00F96531" w:rsidP="00F96531">
      <w:r>
        <w:t>340.5101</w:t>
      </w:r>
      <w:r>
        <w:tab/>
        <w:t>1.013e0</w:t>
      </w:r>
    </w:p>
    <w:p w:rsidR="00F96531" w:rsidRDefault="00F96531" w:rsidP="00F96531">
      <w:r>
        <w:t>340.5223</w:t>
      </w:r>
      <w:r>
        <w:tab/>
        <w:t>1.013e0</w:t>
      </w:r>
    </w:p>
    <w:p w:rsidR="00F96531" w:rsidRDefault="00F96531" w:rsidP="00F96531">
      <w:r>
        <w:t>340.5376</w:t>
      </w:r>
      <w:r>
        <w:tab/>
        <w:t>1.013e0</w:t>
      </w:r>
    </w:p>
    <w:p w:rsidR="00F96531" w:rsidRDefault="00F96531" w:rsidP="00F96531">
      <w:r>
        <w:t>340.5514</w:t>
      </w:r>
      <w:r>
        <w:tab/>
        <w:t>2.025e0</w:t>
      </w:r>
    </w:p>
    <w:p w:rsidR="00F96531" w:rsidRDefault="00F96531" w:rsidP="00F96531">
      <w:r>
        <w:t>340.5662</w:t>
      </w:r>
      <w:r>
        <w:tab/>
        <w:t>3.038e0</w:t>
      </w:r>
    </w:p>
    <w:p w:rsidR="00F96531" w:rsidRDefault="00F96531" w:rsidP="00F96531">
      <w:r>
        <w:t>340.5820</w:t>
      </w:r>
      <w:r>
        <w:tab/>
        <w:t>1.013e0</w:t>
      </w:r>
    </w:p>
    <w:p w:rsidR="00F96531" w:rsidRDefault="00F96531" w:rsidP="00F96531">
      <w:r>
        <w:lastRenderedPageBreak/>
        <w:t>340.5891</w:t>
      </w:r>
      <w:r>
        <w:tab/>
        <w:t>2.025e0</w:t>
      </w:r>
    </w:p>
    <w:p w:rsidR="00F96531" w:rsidRDefault="00F96531" w:rsidP="00F96531">
      <w:r>
        <w:t>340.6207</w:t>
      </w:r>
      <w:r>
        <w:tab/>
        <w:t>1.013e0</w:t>
      </w:r>
    </w:p>
    <w:p w:rsidR="00F96531" w:rsidRDefault="00F96531" w:rsidP="00F96531">
      <w:r>
        <w:t>340.6296</w:t>
      </w:r>
      <w:r>
        <w:tab/>
        <w:t>2.025e0</w:t>
      </w:r>
    </w:p>
    <w:p w:rsidR="00F96531" w:rsidRDefault="00F96531" w:rsidP="00F96531">
      <w:r>
        <w:t>340.6493</w:t>
      </w:r>
      <w:r>
        <w:tab/>
        <w:t>1.013e0</w:t>
      </w:r>
    </w:p>
    <w:p w:rsidR="00F96531" w:rsidRDefault="00F96531" w:rsidP="00F96531">
      <w:r>
        <w:t>340.6569</w:t>
      </w:r>
      <w:r>
        <w:tab/>
        <w:t>1.013e0</w:t>
      </w:r>
    </w:p>
    <w:p w:rsidR="00F96531" w:rsidRDefault="00F96531" w:rsidP="00F96531">
      <w:r>
        <w:t>340.6891</w:t>
      </w:r>
      <w:r>
        <w:tab/>
        <w:t>1.013e0</w:t>
      </w:r>
    </w:p>
    <w:p w:rsidR="00F96531" w:rsidRDefault="00F96531" w:rsidP="00F96531">
      <w:r>
        <w:t>340.6945</w:t>
      </w:r>
      <w:r>
        <w:tab/>
        <w:t>2.025e0</w:t>
      </w:r>
    </w:p>
    <w:p w:rsidR="00F96531" w:rsidRDefault="00F96531" w:rsidP="00F96531">
      <w:r>
        <w:t>340.7242</w:t>
      </w:r>
      <w:r>
        <w:tab/>
        <w:t>1.013e0</w:t>
      </w:r>
    </w:p>
    <w:p w:rsidR="00F96531" w:rsidRDefault="00F96531" w:rsidP="00F96531">
      <w:r>
        <w:t>340.7437</w:t>
      </w:r>
      <w:r>
        <w:tab/>
        <w:t>1.013e0</w:t>
      </w:r>
    </w:p>
    <w:p w:rsidR="00F96531" w:rsidRDefault="00F96531" w:rsidP="00F96531">
      <w:r>
        <w:t>340.7547</w:t>
      </w:r>
      <w:r>
        <w:tab/>
        <w:t>1.013e0</w:t>
      </w:r>
    </w:p>
    <w:p w:rsidR="00F96531" w:rsidRDefault="00F96531" w:rsidP="00F96531">
      <w:r>
        <w:t>340.8380</w:t>
      </w:r>
      <w:r>
        <w:tab/>
        <w:t>1.013e0</w:t>
      </w:r>
    </w:p>
    <w:p w:rsidR="00F96531" w:rsidRDefault="00F96531" w:rsidP="00F96531">
      <w:r>
        <w:t>340.8511</w:t>
      </w:r>
      <w:r>
        <w:tab/>
        <w:t>1.013e0</w:t>
      </w:r>
    </w:p>
    <w:p w:rsidR="00F96531" w:rsidRDefault="00F96531" w:rsidP="00F96531">
      <w:r>
        <w:t>340.8588</w:t>
      </w:r>
      <w:r>
        <w:tab/>
        <w:t>2.025e0</w:t>
      </w:r>
    </w:p>
    <w:p w:rsidR="00F96531" w:rsidRDefault="00F96531" w:rsidP="00F96531">
      <w:r>
        <w:t>340.8771</w:t>
      </w:r>
      <w:r>
        <w:tab/>
        <w:t>2.025e0</w:t>
      </w:r>
    </w:p>
    <w:p w:rsidR="00F96531" w:rsidRDefault="00F96531" w:rsidP="00F96531">
      <w:r>
        <w:t>340.8803</w:t>
      </w:r>
      <w:r>
        <w:tab/>
        <w:t>2.025e0</w:t>
      </w:r>
    </w:p>
    <w:p w:rsidR="00F96531" w:rsidRDefault="00F96531" w:rsidP="00F96531">
      <w:r>
        <w:t>340.8940</w:t>
      </w:r>
      <w:r>
        <w:tab/>
        <w:t>1.013e0</w:t>
      </w:r>
    </w:p>
    <w:p w:rsidR="00F96531" w:rsidRDefault="00F96531" w:rsidP="00F96531">
      <w:r>
        <w:t>340.9389</w:t>
      </w:r>
      <w:r>
        <w:tab/>
        <w:t>1.013e0</w:t>
      </w:r>
    </w:p>
    <w:p w:rsidR="00F96531" w:rsidRDefault="00F96531" w:rsidP="00F96531">
      <w:r>
        <w:t>340.9403</w:t>
      </w:r>
      <w:r>
        <w:tab/>
        <w:t>2.025e0</w:t>
      </w:r>
    </w:p>
    <w:p w:rsidR="00F96531" w:rsidRDefault="00F96531" w:rsidP="00F96531">
      <w:r>
        <w:t>340.9608</w:t>
      </w:r>
      <w:r>
        <w:tab/>
        <w:t>1.013e0</w:t>
      </w:r>
    </w:p>
    <w:p w:rsidR="00F96531" w:rsidRDefault="00F96531" w:rsidP="00F96531">
      <w:r>
        <w:lastRenderedPageBreak/>
        <w:t>340.9887</w:t>
      </w:r>
      <w:r>
        <w:tab/>
        <w:t>6.816e0</w:t>
      </w:r>
    </w:p>
    <w:p w:rsidR="00F96531" w:rsidRDefault="00F96531" w:rsidP="00F96531">
      <w:r>
        <w:t>341.0003</w:t>
      </w:r>
      <w:r>
        <w:tab/>
        <w:t>2.025e0</w:t>
      </w:r>
    </w:p>
    <w:p w:rsidR="00F96531" w:rsidRDefault="00F96531" w:rsidP="00F96531">
      <w:r>
        <w:t>341.0100</w:t>
      </w:r>
      <w:r>
        <w:tab/>
        <w:t>1.013e0</w:t>
      </w:r>
    </w:p>
    <w:p w:rsidR="00F96531" w:rsidRDefault="00F96531" w:rsidP="00F96531">
      <w:r>
        <w:t>341.0162</w:t>
      </w:r>
      <w:r>
        <w:tab/>
        <w:t>3.194e1</w:t>
      </w:r>
    </w:p>
    <w:p w:rsidR="00F96531" w:rsidRDefault="00F96531" w:rsidP="00F96531">
      <w:r>
        <w:t>341.0179</w:t>
      </w:r>
      <w:r>
        <w:tab/>
        <w:t>1.013e0</w:t>
      </w:r>
    </w:p>
    <w:p w:rsidR="00F96531" w:rsidRDefault="00F96531" w:rsidP="00F96531">
      <w:r>
        <w:t>341.0194</w:t>
      </w:r>
      <w:r>
        <w:tab/>
        <w:t>7.089e0</w:t>
      </w:r>
    </w:p>
    <w:p w:rsidR="00F96531" w:rsidRDefault="00F96531" w:rsidP="00F96531">
      <w:r>
        <w:t>341.0706</w:t>
      </w:r>
      <w:r>
        <w:tab/>
        <w:t>2.025e0</w:t>
      </w:r>
    </w:p>
    <w:p w:rsidR="00F96531" w:rsidRDefault="00F96531" w:rsidP="00F96531">
      <w:r>
        <w:t>341.0847</w:t>
      </w:r>
      <w:r>
        <w:tab/>
        <w:t>3.746e0</w:t>
      </w:r>
    </w:p>
    <w:p w:rsidR="00F96531" w:rsidRDefault="00F96531" w:rsidP="00F96531">
      <w:r>
        <w:t>341.1003</w:t>
      </w:r>
      <w:r>
        <w:tab/>
        <w:t>2.025e0</w:t>
      </w:r>
    </w:p>
    <w:p w:rsidR="00F96531" w:rsidRDefault="00F96531" w:rsidP="00F96531">
      <w:r>
        <w:t>341.1176</w:t>
      </w:r>
      <w:r>
        <w:tab/>
        <w:t>3.542e0</w:t>
      </w:r>
    </w:p>
    <w:p w:rsidR="00F96531" w:rsidRDefault="00F96531" w:rsidP="00F96531">
      <w:r>
        <w:t>341.1293</w:t>
      </w:r>
      <w:r>
        <w:tab/>
        <w:t>3.038e0</w:t>
      </w:r>
    </w:p>
    <w:p w:rsidR="00F96531" w:rsidRDefault="00F96531" w:rsidP="00F96531">
      <w:r>
        <w:t>341.1494</w:t>
      </w:r>
      <w:r>
        <w:tab/>
        <w:t>6.003e0</w:t>
      </w:r>
    </w:p>
    <w:p w:rsidR="00F96531" w:rsidRDefault="00F96531" w:rsidP="00F96531">
      <w:r>
        <w:t>341.1512</w:t>
      </w:r>
      <w:r>
        <w:tab/>
        <w:t>2.681e1</w:t>
      </w:r>
    </w:p>
    <w:p w:rsidR="00F96531" w:rsidRDefault="00F96531" w:rsidP="00F96531">
      <w:r>
        <w:t>341.1608</w:t>
      </w:r>
      <w:r>
        <w:tab/>
        <w:t>2.741e1</w:t>
      </w:r>
    </w:p>
    <w:p w:rsidR="00F96531" w:rsidRDefault="00F96531" w:rsidP="00F96531">
      <w:r>
        <w:t>341.1653</w:t>
      </w:r>
      <w:r>
        <w:tab/>
        <w:t>2.025e0</w:t>
      </w:r>
    </w:p>
    <w:p w:rsidR="00F96531" w:rsidRDefault="00F96531" w:rsidP="00F96531">
      <w:r>
        <w:t>341.1680</w:t>
      </w:r>
      <w:r>
        <w:tab/>
        <w:t>6.076e0</w:t>
      </w:r>
    </w:p>
    <w:p w:rsidR="00F96531" w:rsidRDefault="00F96531" w:rsidP="00F96531">
      <w:r>
        <w:t>341.1843</w:t>
      </w:r>
      <w:r>
        <w:tab/>
        <w:t>7.166e0</w:t>
      </w:r>
    </w:p>
    <w:p w:rsidR="00F96531" w:rsidRDefault="00F96531" w:rsidP="00F96531">
      <w:r>
        <w:t>341.1985</w:t>
      </w:r>
      <w:r>
        <w:tab/>
        <w:t>4.051e0</w:t>
      </w:r>
    </w:p>
    <w:p w:rsidR="00F96531" w:rsidRDefault="00F96531" w:rsidP="00F96531">
      <w:r>
        <w:t>341.2149</w:t>
      </w:r>
      <w:r>
        <w:tab/>
        <w:t>4.051e0</w:t>
      </w:r>
    </w:p>
    <w:p w:rsidR="00F96531" w:rsidRDefault="00F96531" w:rsidP="00F96531">
      <w:r>
        <w:lastRenderedPageBreak/>
        <w:t>341.2493</w:t>
      </w:r>
      <w:r>
        <w:tab/>
        <w:t>6.855e0</w:t>
      </w:r>
    </w:p>
    <w:p w:rsidR="00F96531" w:rsidRDefault="00F96531" w:rsidP="00F96531">
      <w:r>
        <w:t>341.2575</w:t>
      </w:r>
      <w:r>
        <w:tab/>
        <w:t>7.828e0</w:t>
      </w:r>
    </w:p>
    <w:p w:rsidR="00F96531" w:rsidRDefault="00F96531" w:rsidP="00F96531">
      <w:r>
        <w:t>341.2624</w:t>
      </w:r>
      <w:r>
        <w:tab/>
        <w:t>1.215e1</w:t>
      </w:r>
    </w:p>
    <w:p w:rsidR="00F96531" w:rsidRDefault="00F96531" w:rsidP="00F96531">
      <w:r>
        <w:t>341.2658</w:t>
      </w:r>
      <w:r>
        <w:tab/>
        <w:t>5.063e0</w:t>
      </w:r>
    </w:p>
    <w:p w:rsidR="00F96531" w:rsidRDefault="00F96531" w:rsidP="00F96531">
      <w:r>
        <w:t>341.2690</w:t>
      </w:r>
      <w:r>
        <w:tab/>
        <w:t>5.803e0</w:t>
      </w:r>
    </w:p>
    <w:p w:rsidR="00F96531" w:rsidRDefault="00F96531" w:rsidP="00F96531">
      <w:r>
        <w:t>341.2711</w:t>
      </w:r>
      <w:r>
        <w:tab/>
        <w:t>4.790e0</w:t>
      </w:r>
    </w:p>
    <w:p w:rsidR="00F96531" w:rsidRDefault="00F96531" w:rsidP="00F96531">
      <w:r>
        <w:t>341.2980</w:t>
      </w:r>
      <w:r>
        <w:tab/>
        <w:t>2.549e0</w:t>
      </w:r>
    </w:p>
    <w:p w:rsidR="00F96531" w:rsidRDefault="00F96531" w:rsidP="00F96531">
      <w:r>
        <w:t>341.3124</w:t>
      </w:r>
      <w:r>
        <w:tab/>
        <w:t>2.025e0</w:t>
      </w:r>
    </w:p>
    <w:p w:rsidR="00F96531" w:rsidRDefault="00F96531" w:rsidP="00F96531">
      <w:r>
        <w:t>341.3198</w:t>
      </w:r>
      <w:r>
        <w:tab/>
        <w:t>3.038e0</w:t>
      </w:r>
    </w:p>
    <w:p w:rsidR="00F96531" w:rsidRDefault="00F96531" w:rsidP="00F96531">
      <w:r>
        <w:t>341.3361</w:t>
      </w:r>
      <w:r>
        <w:tab/>
        <w:t>1.013e0</w:t>
      </w:r>
    </w:p>
    <w:p w:rsidR="00F96531" w:rsidRDefault="00F96531" w:rsidP="00F96531">
      <w:r>
        <w:t>341.3607</w:t>
      </w:r>
      <w:r>
        <w:tab/>
        <w:t>1.013e0</w:t>
      </w:r>
    </w:p>
    <w:p w:rsidR="00F96531" w:rsidRDefault="00F96531" w:rsidP="00F96531">
      <w:r>
        <w:t>341.3789</w:t>
      </w:r>
      <w:r>
        <w:tab/>
        <w:t>1.013e0</w:t>
      </w:r>
    </w:p>
    <w:p w:rsidR="00F96531" w:rsidRDefault="00F96531" w:rsidP="00F96531">
      <w:r>
        <w:t>341.3896</w:t>
      </w:r>
      <w:r>
        <w:tab/>
        <w:t>2.025e0</w:t>
      </w:r>
    </w:p>
    <w:p w:rsidR="00F96531" w:rsidRDefault="00F96531" w:rsidP="00F96531">
      <w:r>
        <w:t>341.3976</w:t>
      </w:r>
      <w:r>
        <w:tab/>
        <w:t>1.013e0</w:t>
      </w:r>
    </w:p>
    <w:p w:rsidR="00F96531" w:rsidRDefault="00F96531" w:rsidP="00F96531">
      <w:r>
        <w:t>341.4005</w:t>
      </w:r>
      <w:r>
        <w:tab/>
        <w:t>3.038e0</w:t>
      </w:r>
    </w:p>
    <w:p w:rsidR="00F96531" w:rsidRDefault="00F96531" w:rsidP="00F96531">
      <w:r>
        <w:t>341.4127</w:t>
      </w:r>
      <w:r>
        <w:tab/>
        <w:t>2.025e0</w:t>
      </w:r>
    </w:p>
    <w:p w:rsidR="00F96531" w:rsidRDefault="00F96531" w:rsidP="00F96531">
      <w:r>
        <w:t>341.4405</w:t>
      </w:r>
      <w:r>
        <w:tab/>
        <w:t>1.079e0</w:t>
      </w:r>
    </w:p>
    <w:p w:rsidR="00F96531" w:rsidRDefault="00F96531" w:rsidP="00F96531">
      <w:r>
        <w:t>341.4442</w:t>
      </w:r>
      <w:r>
        <w:tab/>
        <w:t>2.025e0</w:t>
      </w:r>
    </w:p>
    <w:p w:rsidR="00F96531" w:rsidRDefault="00F96531" w:rsidP="00F96531">
      <w:r>
        <w:t>341.4565</w:t>
      </w:r>
      <w:r>
        <w:tab/>
        <w:t>1.013e0</w:t>
      </w:r>
    </w:p>
    <w:p w:rsidR="00F96531" w:rsidRDefault="00F96531" w:rsidP="00F96531">
      <w:r>
        <w:lastRenderedPageBreak/>
        <w:t>341.4674</w:t>
      </w:r>
      <w:r>
        <w:tab/>
        <w:t>2.025e0</w:t>
      </w:r>
    </w:p>
    <w:p w:rsidR="00F96531" w:rsidRDefault="00F96531" w:rsidP="00F96531">
      <w:r>
        <w:t>341.4823</w:t>
      </w:r>
      <w:r>
        <w:tab/>
        <w:t>2.025e0</w:t>
      </w:r>
    </w:p>
    <w:p w:rsidR="00F96531" w:rsidRDefault="00F96531" w:rsidP="00F96531">
      <w:r>
        <w:t>341.5406</w:t>
      </w:r>
      <w:r>
        <w:tab/>
        <w:t>2.025e0</w:t>
      </w:r>
    </w:p>
    <w:p w:rsidR="00F96531" w:rsidRDefault="00F96531" w:rsidP="00F96531">
      <w:r>
        <w:t>341.5432</w:t>
      </w:r>
      <w:r>
        <w:tab/>
        <w:t>2.025e0</w:t>
      </w:r>
    </w:p>
    <w:p w:rsidR="00F96531" w:rsidRDefault="00F96531" w:rsidP="00F96531">
      <w:r>
        <w:t>341.5548</w:t>
      </w:r>
      <w:r>
        <w:tab/>
        <w:t>1.013e0</w:t>
      </w:r>
    </w:p>
    <w:p w:rsidR="00F96531" w:rsidRDefault="00F96531" w:rsidP="00F96531">
      <w:r>
        <w:t>341.5737</w:t>
      </w:r>
      <w:r>
        <w:tab/>
        <w:t>2.025e0</w:t>
      </w:r>
    </w:p>
    <w:p w:rsidR="00F96531" w:rsidRDefault="00F96531" w:rsidP="00F96531">
      <w:r>
        <w:t>341.5754</w:t>
      </w:r>
      <w:r>
        <w:tab/>
        <w:t>1.013e0</w:t>
      </w:r>
    </w:p>
    <w:p w:rsidR="00F96531" w:rsidRDefault="00F96531" w:rsidP="00F96531">
      <w:r>
        <w:t>341.5862</w:t>
      </w:r>
      <w:r>
        <w:tab/>
        <w:t>1.013e0</w:t>
      </w:r>
    </w:p>
    <w:p w:rsidR="00F96531" w:rsidRDefault="00F96531" w:rsidP="00F96531">
      <w:r>
        <w:t>341.6168</w:t>
      </w:r>
      <w:r>
        <w:tab/>
        <w:t>2.025e0</w:t>
      </w:r>
    </w:p>
    <w:p w:rsidR="00F96531" w:rsidRDefault="00F96531" w:rsidP="00F96531">
      <w:r>
        <w:t>341.6393</w:t>
      </w:r>
      <w:r>
        <w:tab/>
        <w:t>2.025e0</w:t>
      </w:r>
    </w:p>
    <w:p w:rsidR="00F96531" w:rsidRDefault="00F96531" w:rsidP="00F96531">
      <w:r>
        <w:t>341.6411</w:t>
      </w:r>
      <w:r>
        <w:tab/>
        <w:t>2.025e0</w:t>
      </w:r>
    </w:p>
    <w:p w:rsidR="00F96531" w:rsidRDefault="00F96531" w:rsidP="00F96531">
      <w:r>
        <w:t>341.6428</w:t>
      </w:r>
      <w:r>
        <w:tab/>
        <w:t>1.013e0</w:t>
      </w:r>
    </w:p>
    <w:p w:rsidR="00F96531" w:rsidRDefault="00F96531" w:rsidP="00F96531">
      <w:r>
        <w:t>341.6804</w:t>
      </w:r>
      <w:r>
        <w:tab/>
        <w:t>1.013e0</w:t>
      </w:r>
    </w:p>
    <w:p w:rsidR="00F96531" w:rsidRDefault="00F96531" w:rsidP="00F96531">
      <w:r>
        <w:t>341.6980</w:t>
      </w:r>
      <w:r>
        <w:tab/>
        <w:t>2.025e0</w:t>
      </w:r>
    </w:p>
    <w:p w:rsidR="00F96531" w:rsidRDefault="00F96531" w:rsidP="00F96531">
      <w:r>
        <w:t>341.7050</w:t>
      </w:r>
      <w:r>
        <w:tab/>
        <w:t>1.013e0</w:t>
      </w:r>
    </w:p>
    <w:p w:rsidR="00F96531" w:rsidRDefault="00F96531" w:rsidP="00F96531">
      <w:r>
        <w:t>341.7333</w:t>
      </w:r>
      <w:r>
        <w:tab/>
        <w:t>1.013e0</w:t>
      </w:r>
    </w:p>
    <w:p w:rsidR="00F96531" w:rsidRDefault="00F96531" w:rsidP="00F96531">
      <w:r>
        <w:t>341.7409</w:t>
      </w:r>
      <w:r>
        <w:tab/>
        <w:t>2.025e0</w:t>
      </w:r>
    </w:p>
    <w:p w:rsidR="00F96531" w:rsidRDefault="00F96531" w:rsidP="00F96531">
      <w:r>
        <w:t>341.7513</w:t>
      </w:r>
      <w:r>
        <w:tab/>
        <w:t>2.025e0</w:t>
      </w:r>
    </w:p>
    <w:p w:rsidR="00F96531" w:rsidRDefault="00F96531" w:rsidP="00F96531">
      <w:r>
        <w:t>341.7761</w:t>
      </w:r>
      <w:r>
        <w:tab/>
        <w:t>1.013e0</w:t>
      </w:r>
    </w:p>
    <w:p w:rsidR="00F96531" w:rsidRDefault="00F96531" w:rsidP="00F96531">
      <w:r>
        <w:lastRenderedPageBreak/>
        <w:t>341.7885</w:t>
      </w:r>
      <w:r>
        <w:tab/>
        <w:t>1.013e0</w:t>
      </w:r>
    </w:p>
    <w:p w:rsidR="00F96531" w:rsidRDefault="00F96531" w:rsidP="00F96531">
      <w:r>
        <w:t>341.8007</w:t>
      </w:r>
      <w:r>
        <w:tab/>
        <w:t>1.013e0</w:t>
      </w:r>
    </w:p>
    <w:p w:rsidR="00F96531" w:rsidRDefault="00F96531" w:rsidP="00F96531">
      <w:r>
        <w:t>341.8054</w:t>
      </w:r>
      <w:r>
        <w:tab/>
        <w:t>2.025e0</w:t>
      </w:r>
    </w:p>
    <w:p w:rsidR="00F96531" w:rsidRDefault="00F96531" w:rsidP="00F96531">
      <w:r>
        <w:t>341.8332</w:t>
      </w:r>
      <w:r>
        <w:tab/>
        <w:t>1.013e0</w:t>
      </w:r>
    </w:p>
    <w:p w:rsidR="00F96531" w:rsidRDefault="00F96531" w:rsidP="00F96531">
      <w:r>
        <w:t>341.8386</w:t>
      </w:r>
      <w:r>
        <w:tab/>
        <w:t>4.051e0</w:t>
      </w:r>
    </w:p>
    <w:p w:rsidR="00F96531" w:rsidRDefault="00F96531" w:rsidP="00F96531">
      <w:r>
        <w:t>341.8525</w:t>
      </w:r>
      <w:r>
        <w:tab/>
        <w:t>1.013e0</w:t>
      </w:r>
    </w:p>
    <w:p w:rsidR="00F96531" w:rsidRDefault="00F96531" w:rsidP="00F96531">
      <w:r>
        <w:t>341.8636</w:t>
      </w:r>
      <w:r>
        <w:tab/>
        <w:t>1.013e0</w:t>
      </w:r>
    </w:p>
    <w:p w:rsidR="00F96531" w:rsidRDefault="00F96531" w:rsidP="00F96531">
      <w:r>
        <w:t>341.8722</w:t>
      </w:r>
      <w:r>
        <w:tab/>
        <w:t>2.025e0</w:t>
      </w:r>
    </w:p>
    <w:p w:rsidR="00F96531" w:rsidRDefault="00F96531" w:rsidP="00F96531">
      <w:r>
        <w:t>341.8867</w:t>
      </w:r>
      <w:r>
        <w:tab/>
        <w:t>1.013e0</w:t>
      </w:r>
    </w:p>
    <w:p w:rsidR="00F96531" w:rsidRDefault="00F96531" w:rsidP="00F96531">
      <w:r>
        <w:t>341.9102</w:t>
      </w:r>
      <w:r>
        <w:tab/>
        <w:t>2.025e0</w:t>
      </w:r>
    </w:p>
    <w:p w:rsidR="00F96531" w:rsidRDefault="00F96531" w:rsidP="00F96531">
      <w:r>
        <w:t>341.9112</w:t>
      </w:r>
      <w:r>
        <w:tab/>
        <w:t>1.013e0</w:t>
      </w:r>
    </w:p>
    <w:p w:rsidR="00F96531" w:rsidRDefault="00F96531" w:rsidP="00F96531">
      <w:r>
        <w:t>341.9208</w:t>
      </w:r>
      <w:r>
        <w:tab/>
        <w:t>2.025e0</w:t>
      </w:r>
    </w:p>
    <w:p w:rsidR="00F96531" w:rsidRDefault="00F96531" w:rsidP="00F96531">
      <w:r>
        <w:t>341.9808</w:t>
      </w:r>
      <w:r>
        <w:tab/>
        <w:t>2.025e0</w:t>
      </w:r>
    </w:p>
    <w:p w:rsidR="00F96531" w:rsidRDefault="00F96531" w:rsidP="00F96531">
      <w:r>
        <w:t>341.9840</w:t>
      </w:r>
      <w:r>
        <w:tab/>
        <w:t>2.025e0</w:t>
      </w:r>
    </w:p>
    <w:p w:rsidR="00F96531" w:rsidRDefault="00F96531" w:rsidP="00F96531">
      <w:r>
        <w:t>342.0039</w:t>
      </w:r>
      <w:r>
        <w:tab/>
        <w:t>2.025e0</w:t>
      </w:r>
    </w:p>
    <w:p w:rsidR="00F96531" w:rsidRDefault="00F96531" w:rsidP="00F96531">
      <w:r>
        <w:t>342.0194</w:t>
      </w:r>
      <w:r>
        <w:tab/>
        <w:t>4.051e0</w:t>
      </w:r>
    </w:p>
    <w:p w:rsidR="00F96531" w:rsidRDefault="00F96531" w:rsidP="00F96531">
      <w:r>
        <w:t>342.0244</w:t>
      </w:r>
      <w:r>
        <w:tab/>
        <w:t>9.776e0</w:t>
      </w:r>
    </w:p>
    <w:p w:rsidR="00F96531" w:rsidRDefault="00F96531" w:rsidP="00F96531">
      <w:r>
        <w:t>342.0300</w:t>
      </w:r>
      <w:r>
        <w:tab/>
        <w:t>2.025e0</w:t>
      </w:r>
    </w:p>
    <w:p w:rsidR="00F96531" w:rsidRDefault="00F96531" w:rsidP="00F96531">
      <w:r>
        <w:t>342.0344</w:t>
      </w:r>
      <w:r>
        <w:tab/>
        <w:t>3.038e0</w:t>
      </w:r>
    </w:p>
    <w:p w:rsidR="00F96531" w:rsidRDefault="00F96531" w:rsidP="00F96531">
      <w:r>
        <w:lastRenderedPageBreak/>
        <w:t>342.0579</w:t>
      </w:r>
      <w:r>
        <w:tab/>
        <w:t>4.051e0</w:t>
      </w:r>
    </w:p>
    <w:p w:rsidR="00F96531" w:rsidRDefault="00F96531" w:rsidP="00F96531">
      <w:r>
        <w:t>342.0753</w:t>
      </w:r>
      <w:r>
        <w:tab/>
        <w:t>2.025e0</w:t>
      </w:r>
    </w:p>
    <w:p w:rsidR="00F96531" w:rsidRDefault="00F96531" w:rsidP="00F96531">
      <w:r>
        <w:t>342.0851</w:t>
      </w:r>
      <w:r>
        <w:tab/>
        <w:t>1.588e0</w:t>
      </w:r>
    </w:p>
    <w:p w:rsidR="00F96531" w:rsidRDefault="00F96531" w:rsidP="00F96531">
      <w:r>
        <w:t>342.0938</w:t>
      </w:r>
      <w:r>
        <w:tab/>
        <w:t>4.386e0</w:t>
      </w:r>
    </w:p>
    <w:p w:rsidR="00F96531" w:rsidRDefault="00F96531" w:rsidP="00F96531">
      <w:r>
        <w:t>342.1169</w:t>
      </w:r>
      <w:r>
        <w:tab/>
        <w:t>1.978e0</w:t>
      </w:r>
    </w:p>
    <w:p w:rsidR="00F96531" w:rsidRDefault="00F96531" w:rsidP="00F96531">
      <w:r>
        <w:t>342.1367</w:t>
      </w:r>
      <w:r>
        <w:tab/>
        <w:t>2.025e0</w:t>
      </w:r>
    </w:p>
    <w:p w:rsidR="00F96531" w:rsidRDefault="00F96531" w:rsidP="00F96531">
      <w:r>
        <w:t>342.1553</w:t>
      </w:r>
      <w:r>
        <w:tab/>
        <w:t>2.432e0</w:t>
      </w:r>
    </w:p>
    <w:p w:rsidR="00F96531" w:rsidRDefault="00F96531" w:rsidP="00F96531">
      <w:r>
        <w:t>342.1605</w:t>
      </w:r>
      <w:r>
        <w:tab/>
        <w:t>4.802e0</w:t>
      </w:r>
    </w:p>
    <w:p w:rsidR="00F96531" w:rsidRDefault="00F96531" w:rsidP="00F96531">
      <w:r>
        <w:t>342.1889</w:t>
      </w:r>
      <w:r>
        <w:tab/>
        <w:t>1.013e0</w:t>
      </w:r>
    </w:p>
    <w:p w:rsidR="00F96531" w:rsidRDefault="00F96531" w:rsidP="00F96531">
      <w:r>
        <w:t>342.2007</w:t>
      </w:r>
      <w:r>
        <w:tab/>
        <w:t>1.013e0</w:t>
      </w:r>
    </w:p>
    <w:p w:rsidR="00F96531" w:rsidRDefault="00F96531" w:rsidP="00F96531">
      <w:r>
        <w:t>342.2256</w:t>
      </w:r>
      <w:r>
        <w:tab/>
        <w:t>2.876e0</w:t>
      </w:r>
    </w:p>
    <w:p w:rsidR="00F96531" w:rsidRDefault="00F96531" w:rsidP="00F96531">
      <w:r>
        <w:t>342.2318</w:t>
      </w:r>
      <w:r>
        <w:tab/>
        <w:t>3.038e0</w:t>
      </w:r>
    </w:p>
    <w:p w:rsidR="00F96531" w:rsidRDefault="00F96531" w:rsidP="00F96531">
      <w:r>
        <w:t>342.2406</w:t>
      </w:r>
      <w:r>
        <w:tab/>
        <w:t>1.575e0</w:t>
      </w:r>
    </w:p>
    <w:p w:rsidR="00F96531" w:rsidRDefault="00F96531" w:rsidP="00F96531">
      <w:r>
        <w:t>342.2421</w:t>
      </w:r>
      <w:r>
        <w:tab/>
        <w:t>1.903e0</w:t>
      </w:r>
    </w:p>
    <w:p w:rsidR="00F96531" w:rsidRDefault="00F96531" w:rsidP="00F96531">
      <w:r>
        <w:t>342.2565</w:t>
      </w:r>
      <w:r>
        <w:tab/>
        <w:t>1.013e0</w:t>
      </w:r>
    </w:p>
    <w:p w:rsidR="00F96531" w:rsidRDefault="00F96531" w:rsidP="00F96531">
      <w:r>
        <w:t>342.2616</w:t>
      </w:r>
      <w:r>
        <w:tab/>
        <w:t>6.076e0</w:t>
      </w:r>
    </w:p>
    <w:p w:rsidR="00F96531" w:rsidRDefault="00F96531" w:rsidP="00F96531">
      <w:r>
        <w:t>342.2652</w:t>
      </w:r>
      <w:r>
        <w:tab/>
        <w:t>2.025e0</w:t>
      </w:r>
    </w:p>
    <w:p w:rsidR="00F96531" w:rsidRDefault="00F96531" w:rsidP="00F96531">
      <w:r>
        <w:t>342.2666</w:t>
      </w:r>
      <w:r>
        <w:tab/>
        <w:t>3.038e0</w:t>
      </w:r>
    </w:p>
    <w:p w:rsidR="00F96531" w:rsidRDefault="00F96531" w:rsidP="00F96531">
      <w:r>
        <w:t>342.2815</w:t>
      </w:r>
      <w:r>
        <w:tab/>
        <w:t>3.038e0</w:t>
      </w:r>
    </w:p>
    <w:p w:rsidR="00F96531" w:rsidRDefault="00F96531" w:rsidP="00F96531">
      <w:r>
        <w:lastRenderedPageBreak/>
        <w:t>342.2881</w:t>
      </w:r>
      <w:r>
        <w:tab/>
        <w:t>3.038e0</w:t>
      </w:r>
    </w:p>
    <w:p w:rsidR="00F96531" w:rsidRDefault="00F96531" w:rsidP="00F96531">
      <w:r>
        <w:t>342.3118</w:t>
      </w:r>
      <w:r>
        <w:tab/>
        <w:t>1.013e0</w:t>
      </w:r>
    </w:p>
    <w:p w:rsidR="00F96531" w:rsidRDefault="00F96531" w:rsidP="00F96531">
      <w:r>
        <w:t>342.3340</w:t>
      </w:r>
      <w:r>
        <w:tab/>
        <w:t>2.025e0</w:t>
      </w:r>
    </w:p>
    <w:p w:rsidR="00F96531" w:rsidRDefault="00F96531" w:rsidP="00F96531">
      <w:r>
        <w:t>342.3404</w:t>
      </w:r>
      <w:r>
        <w:tab/>
        <w:t>1.013e0</w:t>
      </w:r>
    </w:p>
    <w:p w:rsidR="00F96531" w:rsidRDefault="00F96531" w:rsidP="00F96531">
      <w:r>
        <w:t>342.3424</w:t>
      </w:r>
      <w:r>
        <w:tab/>
        <w:t>2.025e0</w:t>
      </w:r>
    </w:p>
    <w:p w:rsidR="00F96531" w:rsidRDefault="00F96531" w:rsidP="00F96531">
      <w:r>
        <w:t>342.3458</w:t>
      </w:r>
      <w:r>
        <w:tab/>
        <w:t>1.013e0</w:t>
      </w:r>
    </w:p>
    <w:p w:rsidR="00F96531" w:rsidRDefault="00F96531" w:rsidP="00F96531">
      <w:r>
        <w:t>342.3615</w:t>
      </w:r>
      <w:r>
        <w:tab/>
        <w:t>3.038e0</w:t>
      </w:r>
    </w:p>
    <w:p w:rsidR="00F96531" w:rsidRDefault="00F96531" w:rsidP="00F96531">
      <w:r>
        <w:t>342.3954</w:t>
      </w:r>
      <w:r>
        <w:tab/>
        <w:t>3.038e0</w:t>
      </w:r>
    </w:p>
    <w:p w:rsidR="00F96531" w:rsidRDefault="00F96531" w:rsidP="00F96531">
      <w:r>
        <w:t>342.4123</w:t>
      </w:r>
      <w:r>
        <w:tab/>
        <w:t>2.025e0</w:t>
      </w:r>
    </w:p>
    <w:p w:rsidR="00F96531" w:rsidRDefault="00F96531" w:rsidP="00F96531">
      <w:r>
        <w:t>342.4467</w:t>
      </w:r>
      <w:r>
        <w:tab/>
        <w:t>1.013e0</w:t>
      </w:r>
    </w:p>
    <w:p w:rsidR="00F96531" w:rsidRDefault="00F96531" w:rsidP="00F96531">
      <w:r>
        <w:t>342.4713</w:t>
      </w:r>
      <w:r>
        <w:tab/>
        <w:t>1.013e0</w:t>
      </w:r>
    </w:p>
    <w:p w:rsidR="00F96531" w:rsidRDefault="00F96531" w:rsidP="00F96531">
      <w:r>
        <w:t>342.4728</w:t>
      </w:r>
      <w:r>
        <w:tab/>
        <w:t>1.013e0</w:t>
      </w:r>
    </w:p>
    <w:p w:rsidR="00F96531" w:rsidRDefault="00F96531" w:rsidP="00F96531">
      <w:r>
        <w:t>342.4974</w:t>
      </w:r>
      <w:r>
        <w:tab/>
        <w:t>1.013e0</w:t>
      </w:r>
    </w:p>
    <w:p w:rsidR="00F96531" w:rsidRDefault="00F96531" w:rsidP="00F96531">
      <w:r>
        <w:t>342.5165</w:t>
      </w:r>
      <w:r>
        <w:tab/>
        <w:t>1.013e0</w:t>
      </w:r>
    </w:p>
    <w:p w:rsidR="00F96531" w:rsidRDefault="00F96531" w:rsidP="00F96531">
      <w:r>
        <w:t>342.5180</w:t>
      </w:r>
      <w:r>
        <w:tab/>
        <w:t>1.013e0</w:t>
      </w:r>
    </w:p>
    <w:p w:rsidR="00F96531" w:rsidRDefault="00F96531" w:rsidP="00F96531">
      <w:r>
        <w:t>342.5514</w:t>
      </w:r>
      <w:r>
        <w:tab/>
        <w:t>1.013e0</w:t>
      </w:r>
    </w:p>
    <w:p w:rsidR="00F96531" w:rsidRDefault="00F96531" w:rsidP="00F96531">
      <w:r>
        <w:t>342.5532</w:t>
      </w:r>
      <w:r>
        <w:tab/>
        <w:t>2.025e0</w:t>
      </w:r>
    </w:p>
    <w:p w:rsidR="00F96531" w:rsidRDefault="00F96531" w:rsidP="00F96531">
      <w:r>
        <w:t>342.5619</w:t>
      </w:r>
      <w:r>
        <w:tab/>
        <w:t>1.013e0</w:t>
      </w:r>
    </w:p>
    <w:p w:rsidR="00F96531" w:rsidRDefault="00F96531" w:rsidP="00F96531">
      <w:r>
        <w:t>342.5745</w:t>
      </w:r>
      <w:r>
        <w:tab/>
        <w:t>1.013e0</w:t>
      </w:r>
    </w:p>
    <w:p w:rsidR="00F96531" w:rsidRDefault="00F96531" w:rsidP="00F96531">
      <w:r>
        <w:lastRenderedPageBreak/>
        <w:t>342.5760</w:t>
      </w:r>
      <w:r>
        <w:tab/>
        <w:t>2.025e0</w:t>
      </w:r>
    </w:p>
    <w:p w:rsidR="00F96531" w:rsidRDefault="00F96531" w:rsidP="00F96531">
      <w:r>
        <w:t>342.5991</w:t>
      </w:r>
      <w:r>
        <w:tab/>
        <w:t>1.013e0</w:t>
      </w:r>
    </w:p>
    <w:p w:rsidR="00F96531" w:rsidRDefault="00F96531" w:rsidP="00F96531">
      <w:r>
        <w:t>342.6372</w:t>
      </w:r>
      <w:r>
        <w:tab/>
        <w:t>1.013e0</w:t>
      </w:r>
    </w:p>
    <w:p w:rsidR="00F96531" w:rsidRDefault="00F96531" w:rsidP="00F96531">
      <w:r>
        <w:t>342.6483</w:t>
      </w:r>
      <w:r>
        <w:tab/>
        <w:t>1.013e0</w:t>
      </w:r>
    </w:p>
    <w:p w:rsidR="00F96531" w:rsidRDefault="00F96531" w:rsidP="00F96531">
      <w:r>
        <w:t>342.6725</w:t>
      </w:r>
      <w:r>
        <w:tab/>
        <w:t>2.025e0</w:t>
      </w:r>
    </w:p>
    <w:p w:rsidR="00F96531" w:rsidRDefault="00F96531" w:rsidP="00F96531">
      <w:r>
        <w:t>342.6743</w:t>
      </w:r>
      <w:r>
        <w:tab/>
        <w:t>1.013e0</w:t>
      </w:r>
    </w:p>
    <w:p w:rsidR="00F96531" w:rsidRDefault="00F96531" w:rsidP="00F96531">
      <w:r>
        <w:t>342.6819</w:t>
      </w:r>
      <w:r>
        <w:tab/>
        <w:t>2.025e0</w:t>
      </w:r>
    </w:p>
    <w:p w:rsidR="00F96531" w:rsidRDefault="00F96531" w:rsidP="00F96531">
      <w:r>
        <w:t>342.7625</w:t>
      </w:r>
      <w:r>
        <w:tab/>
        <w:t>1.013e0</w:t>
      </w:r>
    </w:p>
    <w:p w:rsidR="00F96531" w:rsidRDefault="00F96531" w:rsidP="00F96531">
      <w:r>
        <w:t>342.7789</w:t>
      </w:r>
      <w:r>
        <w:tab/>
        <w:t>1.013e0</w:t>
      </w:r>
    </w:p>
    <w:p w:rsidR="00F96531" w:rsidRDefault="00F96531" w:rsidP="00F96531">
      <w:r>
        <w:t>342.7833</w:t>
      </w:r>
      <w:r>
        <w:tab/>
        <w:t>1.013e0</w:t>
      </w:r>
    </w:p>
    <w:p w:rsidR="00F96531" w:rsidRDefault="00F96531" w:rsidP="00F96531">
      <w:r>
        <w:t>342.7848</w:t>
      </w:r>
      <w:r>
        <w:tab/>
        <w:t>1.013e0</w:t>
      </w:r>
    </w:p>
    <w:p w:rsidR="00F96531" w:rsidRDefault="00F96531" w:rsidP="00F96531">
      <w:r>
        <w:t>342.8340</w:t>
      </w:r>
      <w:r>
        <w:tab/>
        <w:t>1.013e0</w:t>
      </w:r>
    </w:p>
    <w:p w:rsidR="00F96531" w:rsidRDefault="00F96531" w:rsidP="00F96531">
      <w:r>
        <w:t>342.8450</w:t>
      </w:r>
      <w:r>
        <w:tab/>
        <w:t>1.013e0</w:t>
      </w:r>
    </w:p>
    <w:p w:rsidR="00F96531" w:rsidRDefault="00F96531" w:rsidP="00F96531">
      <w:r>
        <w:t>342.8665</w:t>
      </w:r>
      <w:r>
        <w:tab/>
        <w:t>1.013e0</w:t>
      </w:r>
    </w:p>
    <w:p w:rsidR="00F96531" w:rsidRDefault="00F96531" w:rsidP="00F96531">
      <w:r>
        <w:t>342.8696</w:t>
      </w:r>
      <w:r>
        <w:tab/>
        <w:t>1.013e0</w:t>
      </w:r>
    </w:p>
    <w:p w:rsidR="00F96531" w:rsidRDefault="00F96531" w:rsidP="00F96531">
      <w:r>
        <w:t>342.8958</w:t>
      </w:r>
      <w:r>
        <w:tab/>
        <w:t>1.013e0</w:t>
      </w:r>
    </w:p>
    <w:p w:rsidR="00F96531" w:rsidRDefault="00F96531" w:rsidP="00F96531">
      <w:r>
        <w:t>342.9004</w:t>
      </w:r>
      <w:r>
        <w:tab/>
        <w:t>1.013e0</w:t>
      </w:r>
    </w:p>
    <w:p w:rsidR="00F96531" w:rsidRDefault="00F96531" w:rsidP="00F96531">
      <w:r>
        <w:t>342.9142</w:t>
      </w:r>
      <w:r>
        <w:tab/>
        <w:t>1.013e0</w:t>
      </w:r>
    </w:p>
    <w:p w:rsidR="00F96531" w:rsidRDefault="00F96531" w:rsidP="00F96531">
      <w:r>
        <w:t>342.9250</w:t>
      </w:r>
      <w:r>
        <w:tab/>
        <w:t>1.013e0</w:t>
      </w:r>
    </w:p>
    <w:p w:rsidR="00F96531" w:rsidRDefault="00F96531" w:rsidP="00F96531">
      <w:r>
        <w:lastRenderedPageBreak/>
        <w:t>342.9382</w:t>
      </w:r>
      <w:r>
        <w:tab/>
        <w:t>2.025e0</w:t>
      </w:r>
    </w:p>
    <w:p w:rsidR="00F96531" w:rsidRDefault="00F96531" w:rsidP="00F96531">
      <w:r>
        <w:t>342.9594</w:t>
      </w:r>
      <w:r>
        <w:tab/>
        <w:t>4.051e0</w:t>
      </w:r>
    </w:p>
    <w:p w:rsidR="00F96531" w:rsidRDefault="00F96531" w:rsidP="00F96531">
      <w:r>
        <w:t>342.9817</w:t>
      </w:r>
      <w:r>
        <w:tab/>
        <w:t>2.025e0</w:t>
      </w:r>
    </w:p>
    <w:p w:rsidR="00F96531" w:rsidRDefault="00F96531" w:rsidP="00F96531">
      <w:r>
        <w:t>342.9880</w:t>
      </w:r>
      <w:r>
        <w:tab/>
        <w:t>1.013e0</w:t>
      </w:r>
    </w:p>
    <w:p w:rsidR="00F96531" w:rsidRDefault="00F96531" w:rsidP="00F96531">
      <w:r>
        <w:t>343.0157</w:t>
      </w:r>
      <w:r>
        <w:tab/>
        <w:t>5.922e0</w:t>
      </w:r>
    </w:p>
    <w:p w:rsidR="00F96531" w:rsidRDefault="00F96531" w:rsidP="00F96531">
      <w:r>
        <w:t>343.0177</w:t>
      </w:r>
      <w:r>
        <w:tab/>
        <w:t>1.281e1</w:t>
      </w:r>
    </w:p>
    <w:p w:rsidR="00F96531" w:rsidRDefault="00F96531" w:rsidP="00F96531">
      <w:r>
        <w:t>343.0188</w:t>
      </w:r>
      <w:r>
        <w:tab/>
        <w:t>1.013e0</w:t>
      </w:r>
    </w:p>
    <w:p w:rsidR="00F96531" w:rsidRDefault="00F96531" w:rsidP="00F96531">
      <w:r>
        <w:t>343.0287</w:t>
      </w:r>
      <w:r>
        <w:tab/>
        <w:t>3.038e0</w:t>
      </w:r>
    </w:p>
    <w:p w:rsidR="00F96531" w:rsidRDefault="00F96531" w:rsidP="00F96531">
      <w:r>
        <w:t>343.0454</w:t>
      </w:r>
      <w:r>
        <w:tab/>
        <w:t>3.038e0</w:t>
      </w:r>
    </w:p>
    <w:p w:rsidR="00F96531" w:rsidRDefault="00F96531" w:rsidP="00F96531">
      <w:r>
        <w:t>343.0754</w:t>
      </w:r>
      <w:r>
        <w:tab/>
        <w:t>2.025e0</w:t>
      </w:r>
    </w:p>
    <w:p w:rsidR="00F96531" w:rsidRDefault="00F96531" w:rsidP="00F96531">
      <w:r>
        <w:t>343.0839</w:t>
      </w:r>
      <w:r>
        <w:tab/>
        <w:t>1.013e0</w:t>
      </w:r>
    </w:p>
    <w:p w:rsidR="00F96531" w:rsidRDefault="00F96531" w:rsidP="00F96531">
      <w:r>
        <w:t>343.0864</w:t>
      </w:r>
      <w:r>
        <w:tab/>
        <w:t>1.180e1</w:t>
      </w:r>
    </w:p>
    <w:p w:rsidR="00F96531" w:rsidRDefault="00F96531" w:rsidP="00F96531">
      <w:r>
        <w:t>343.0905</w:t>
      </w:r>
      <w:r>
        <w:tab/>
        <w:t>5.596e0</w:t>
      </w:r>
    </w:p>
    <w:p w:rsidR="00F96531" w:rsidRDefault="00F96531" w:rsidP="00F96531">
      <w:r>
        <w:t>343.1241</w:t>
      </w:r>
      <w:r>
        <w:tab/>
        <w:t>6.021e0</w:t>
      </w:r>
    </w:p>
    <w:p w:rsidR="00F96531" w:rsidRDefault="00F96531" w:rsidP="00F96531">
      <w:r>
        <w:t>343.1293</w:t>
      </w:r>
      <w:r>
        <w:tab/>
        <w:t>2.025e0</w:t>
      </w:r>
    </w:p>
    <w:p w:rsidR="00F96531" w:rsidRDefault="00F96531" w:rsidP="00F96531">
      <w:r>
        <w:t>343.1309</w:t>
      </w:r>
      <w:r>
        <w:tab/>
        <w:t>3.038e0</w:t>
      </w:r>
    </w:p>
    <w:p w:rsidR="00F96531" w:rsidRDefault="00F96531" w:rsidP="00F96531">
      <w:r>
        <w:t>343.1478</w:t>
      </w:r>
      <w:r>
        <w:tab/>
        <w:t>3.038e0</w:t>
      </w:r>
    </w:p>
    <w:p w:rsidR="00F96531" w:rsidRDefault="00F96531" w:rsidP="00F96531">
      <w:r>
        <w:t>343.1646</w:t>
      </w:r>
      <w:r>
        <w:tab/>
        <w:t>3.062e1</w:t>
      </w:r>
    </w:p>
    <w:p w:rsidR="00F96531" w:rsidRDefault="00F96531" w:rsidP="00F96531">
      <w:r>
        <w:t>343.1697</w:t>
      </w:r>
      <w:r>
        <w:tab/>
        <w:t>1.275e1</w:t>
      </w:r>
    </w:p>
    <w:p w:rsidR="00F96531" w:rsidRDefault="00F96531" w:rsidP="00F96531">
      <w:r>
        <w:lastRenderedPageBreak/>
        <w:t>343.1788</w:t>
      </w:r>
      <w:r>
        <w:tab/>
        <w:t>1.242e1</w:t>
      </w:r>
    </w:p>
    <w:p w:rsidR="00F96531" w:rsidRDefault="00F96531" w:rsidP="00F96531">
      <w:r>
        <w:t>343.1816</w:t>
      </w:r>
      <w:r>
        <w:tab/>
        <w:t>2.025e0</w:t>
      </w:r>
    </w:p>
    <w:p w:rsidR="00F96531" w:rsidRDefault="00F96531" w:rsidP="00F96531">
      <w:r>
        <w:t>343.1930</w:t>
      </w:r>
      <w:r>
        <w:tab/>
        <w:t>2.426e0</w:t>
      </w:r>
    </w:p>
    <w:p w:rsidR="00F96531" w:rsidRDefault="00F96531" w:rsidP="00F96531">
      <w:r>
        <w:t>343.2119</w:t>
      </w:r>
      <w:r>
        <w:tab/>
        <w:t>5.369e0</w:t>
      </w:r>
    </w:p>
    <w:p w:rsidR="00F96531" w:rsidRDefault="00F96531" w:rsidP="00F96531">
      <w:r>
        <w:t>343.2185</w:t>
      </w:r>
      <w:r>
        <w:tab/>
        <w:t>3.038e0</w:t>
      </w:r>
    </w:p>
    <w:p w:rsidR="00F96531" w:rsidRDefault="00F96531" w:rsidP="00F96531">
      <w:r>
        <w:t>343.2404</w:t>
      </w:r>
      <w:r>
        <w:tab/>
        <w:t>1.013e0</w:t>
      </w:r>
    </w:p>
    <w:p w:rsidR="00F96531" w:rsidRDefault="00F96531" w:rsidP="00F96531">
      <w:r>
        <w:t>343.2417</w:t>
      </w:r>
      <w:r>
        <w:tab/>
        <w:t>2.025e0</w:t>
      </w:r>
    </w:p>
    <w:p w:rsidR="00F96531" w:rsidRDefault="00F96531" w:rsidP="00F96531">
      <w:r>
        <w:t>343.2466</w:t>
      </w:r>
      <w:r>
        <w:tab/>
        <w:t>1.013e0</w:t>
      </w:r>
    </w:p>
    <w:p w:rsidR="00F96531" w:rsidRDefault="00F96531" w:rsidP="00F96531">
      <w:r>
        <w:t>343.2523</w:t>
      </w:r>
      <w:r>
        <w:tab/>
        <w:t>3.038e0</w:t>
      </w:r>
    </w:p>
    <w:p w:rsidR="00F96531" w:rsidRDefault="00F96531" w:rsidP="00F96531">
      <w:r>
        <w:t>343.2808</w:t>
      </w:r>
      <w:r>
        <w:tab/>
        <w:t>1.013e0</w:t>
      </w:r>
    </w:p>
    <w:p w:rsidR="00F96531" w:rsidRDefault="00F96531" w:rsidP="00F96531">
      <w:r>
        <w:t>343.2911</w:t>
      </w:r>
      <w:r>
        <w:tab/>
        <w:t>3.017e0</w:t>
      </w:r>
    </w:p>
    <w:p w:rsidR="00F96531" w:rsidRDefault="00F96531" w:rsidP="00F96531">
      <w:r>
        <w:t>343.2930</w:t>
      </w:r>
      <w:r>
        <w:tab/>
        <w:t>3.038e0</w:t>
      </w:r>
    </w:p>
    <w:p w:rsidR="00F96531" w:rsidRDefault="00F96531" w:rsidP="00F96531">
      <w:r>
        <w:t>343.3015</w:t>
      </w:r>
      <w:r>
        <w:tab/>
        <w:t>5.063e0</w:t>
      </w:r>
    </w:p>
    <w:p w:rsidR="00F96531" w:rsidRDefault="00F96531" w:rsidP="00F96531">
      <w:r>
        <w:t>343.3120</w:t>
      </w:r>
      <w:r>
        <w:tab/>
        <w:t>3.038e0</w:t>
      </w:r>
    </w:p>
    <w:p w:rsidR="00F96531" w:rsidRDefault="00F96531" w:rsidP="00F96531">
      <w:r>
        <w:t>343.3138</w:t>
      </w:r>
      <w:r>
        <w:tab/>
        <w:t>5.063e0</w:t>
      </w:r>
    </w:p>
    <w:p w:rsidR="00F96531" w:rsidRDefault="00F96531" w:rsidP="00F96531">
      <w:r>
        <w:t>343.3205</w:t>
      </w:r>
      <w:r>
        <w:tab/>
        <w:t>1.013e0</w:t>
      </w:r>
    </w:p>
    <w:p w:rsidR="00F96531" w:rsidRDefault="00F96531" w:rsidP="00F96531">
      <w:r>
        <w:t>343.3428</w:t>
      </w:r>
      <w:r>
        <w:tab/>
        <w:t>2.025e0</w:t>
      </w:r>
    </w:p>
    <w:p w:rsidR="00F96531" w:rsidRDefault="00F96531" w:rsidP="00F96531">
      <w:r>
        <w:t>343.3697</w:t>
      </w:r>
      <w:r>
        <w:tab/>
        <w:t>1.013e0</w:t>
      </w:r>
    </w:p>
    <w:p w:rsidR="00F96531" w:rsidRDefault="00F96531" w:rsidP="00F96531">
      <w:r>
        <w:t>343.3817</w:t>
      </w:r>
      <w:r>
        <w:tab/>
        <w:t>2.025e0</w:t>
      </w:r>
    </w:p>
    <w:p w:rsidR="00F96531" w:rsidRDefault="00F96531" w:rsidP="00F96531">
      <w:r>
        <w:lastRenderedPageBreak/>
        <w:t>343.3832</w:t>
      </w:r>
      <w:r>
        <w:tab/>
        <w:t>1.013e0</w:t>
      </w:r>
    </w:p>
    <w:p w:rsidR="00F96531" w:rsidRDefault="00F96531" w:rsidP="00F96531">
      <w:r>
        <w:t>343.3944</w:t>
      </w:r>
      <w:r>
        <w:tab/>
        <w:t>1.013e0</w:t>
      </w:r>
    </w:p>
    <w:p w:rsidR="00F96531" w:rsidRDefault="00F96531" w:rsidP="00F96531">
      <w:r>
        <w:t>343.4190</w:t>
      </w:r>
      <w:r>
        <w:tab/>
        <w:t>1.013e0</w:t>
      </w:r>
    </w:p>
    <w:p w:rsidR="00F96531" w:rsidRDefault="00F96531" w:rsidP="00F96531">
      <w:r>
        <w:t>343.4422</w:t>
      </w:r>
      <w:r>
        <w:tab/>
        <w:t>1.013e0</w:t>
      </w:r>
    </w:p>
    <w:p w:rsidR="00F96531" w:rsidRDefault="00F96531" w:rsidP="00F96531">
      <w:r>
        <w:t>343.4437</w:t>
      </w:r>
      <w:r>
        <w:tab/>
        <w:t>1.013e0</w:t>
      </w:r>
    </w:p>
    <w:p w:rsidR="00F96531" w:rsidRDefault="00F96531" w:rsidP="00F96531">
      <w:r>
        <w:t>343.4477</w:t>
      </w:r>
      <w:r>
        <w:tab/>
        <w:t>1.013e0</w:t>
      </w:r>
    </w:p>
    <w:p w:rsidR="00F96531" w:rsidRDefault="00F96531" w:rsidP="00F96531">
      <w:r>
        <w:t>343.4683</w:t>
      </w:r>
      <w:r>
        <w:tab/>
        <w:t>1.013e0</w:t>
      </w:r>
    </w:p>
    <w:p w:rsidR="00F96531" w:rsidRDefault="00F96531" w:rsidP="00F96531">
      <w:r>
        <w:t>343.4969</w:t>
      </w:r>
      <w:r>
        <w:tab/>
        <w:t>1.013e0</w:t>
      </w:r>
    </w:p>
    <w:p w:rsidR="00F96531" w:rsidRDefault="00F96531" w:rsidP="00F96531">
      <w:r>
        <w:t>343.5215</w:t>
      </w:r>
      <w:r>
        <w:tab/>
        <w:t>1.013e0</w:t>
      </w:r>
    </w:p>
    <w:p w:rsidR="00F96531" w:rsidRDefault="00F96531" w:rsidP="00F96531">
      <w:r>
        <w:t>343.5346</w:t>
      </w:r>
      <w:r>
        <w:tab/>
        <w:t>1.013e0</w:t>
      </w:r>
    </w:p>
    <w:p w:rsidR="00F96531" w:rsidRDefault="00F96531" w:rsidP="00F96531">
      <w:r>
        <w:t>343.5582</w:t>
      </w:r>
      <w:r>
        <w:tab/>
        <w:t>3.038e0</w:t>
      </w:r>
    </w:p>
    <w:p w:rsidR="00F96531" w:rsidRDefault="00F96531" w:rsidP="00F96531">
      <w:r>
        <w:t>343.5747</w:t>
      </w:r>
      <w:r>
        <w:tab/>
        <w:t>1.013e0</w:t>
      </w:r>
    </w:p>
    <w:p w:rsidR="00F96531" w:rsidRDefault="00F96531" w:rsidP="00F96531">
      <w:r>
        <w:t>343.5839</w:t>
      </w:r>
      <w:r>
        <w:tab/>
        <w:t>2.025e0</w:t>
      </w:r>
    </w:p>
    <w:p w:rsidR="00F96531" w:rsidRDefault="00F96531" w:rsidP="00F96531">
      <w:r>
        <w:t>343.6047</w:t>
      </w:r>
      <w:r>
        <w:tab/>
        <w:t>1.013e0</w:t>
      </w:r>
    </w:p>
    <w:p w:rsidR="00F96531" w:rsidRDefault="00F96531" w:rsidP="00F96531">
      <w:r>
        <w:t>343.6578</w:t>
      </w:r>
      <w:r>
        <w:tab/>
        <w:t>1.013e0</w:t>
      </w:r>
    </w:p>
    <w:p w:rsidR="00F96531" w:rsidRDefault="00F96531" w:rsidP="00F96531">
      <w:r>
        <w:t>343.6593</w:t>
      </w:r>
      <w:r>
        <w:tab/>
        <w:t>1.013e0</w:t>
      </w:r>
    </w:p>
    <w:p w:rsidR="00F96531" w:rsidRDefault="00F96531" w:rsidP="00F96531">
      <w:r>
        <w:t>343.6920</w:t>
      </w:r>
      <w:r>
        <w:tab/>
        <w:t>2.025e0</w:t>
      </w:r>
    </w:p>
    <w:p w:rsidR="00F96531" w:rsidRDefault="00F96531" w:rsidP="00F96531">
      <w:r>
        <w:t>343.7065</w:t>
      </w:r>
      <w:r>
        <w:tab/>
        <w:t>2.025e0</w:t>
      </w:r>
    </w:p>
    <w:p w:rsidR="00F96531" w:rsidRDefault="00F96531" w:rsidP="00F96531">
      <w:r>
        <w:t>343.7148</w:t>
      </w:r>
      <w:r>
        <w:tab/>
        <w:t>1.013e0</w:t>
      </w:r>
    </w:p>
    <w:p w:rsidR="00F96531" w:rsidRDefault="00F96531" w:rsidP="00F96531">
      <w:r>
        <w:lastRenderedPageBreak/>
        <w:t>343.7445</w:t>
      </w:r>
      <w:r>
        <w:tab/>
        <w:t>1.013e0</w:t>
      </w:r>
    </w:p>
    <w:p w:rsidR="00F96531" w:rsidRDefault="00F96531" w:rsidP="00F96531">
      <w:r>
        <w:t>343.7524</w:t>
      </w:r>
      <w:r>
        <w:tab/>
        <w:t>1.013e0</w:t>
      </w:r>
    </w:p>
    <w:p w:rsidR="00F96531" w:rsidRDefault="00F96531" w:rsidP="00F96531">
      <w:r>
        <w:t>343.7827</w:t>
      </w:r>
      <w:r>
        <w:tab/>
        <w:t>1.013e0</w:t>
      </w:r>
    </w:p>
    <w:p w:rsidR="00F96531" w:rsidRDefault="00F96531" w:rsidP="00F96531">
      <w:r>
        <w:t>343.7873</w:t>
      </w:r>
      <w:r>
        <w:tab/>
        <w:t>2.025e0</w:t>
      </w:r>
    </w:p>
    <w:p w:rsidR="00F96531" w:rsidRDefault="00F96531" w:rsidP="00F96531">
      <w:r>
        <w:t>343.7978</w:t>
      </w:r>
      <w:r>
        <w:tab/>
        <w:t>1.013e0</w:t>
      </w:r>
    </w:p>
    <w:p w:rsidR="00F96531" w:rsidRDefault="00F96531" w:rsidP="00F96531">
      <w:r>
        <w:t>343.8183</w:t>
      </w:r>
      <w:r>
        <w:tab/>
        <w:t>1.013e0</w:t>
      </w:r>
    </w:p>
    <w:p w:rsidR="00F96531" w:rsidRDefault="00F96531" w:rsidP="00F96531">
      <w:r>
        <w:t>343.8247</w:t>
      </w:r>
      <w:r>
        <w:tab/>
        <w:t>1.013e0</w:t>
      </w:r>
    </w:p>
    <w:p w:rsidR="00F96531" w:rsidRDefault="00F96531" w:rsidP="00F96531">
      <w:r>
        <w:t>343.8326</w:t>
      </w:r>
      <w:r>
        <w:tab/>
        <w:t>2.025e0</w:t>
      </w:r>
    </w:p>
    <w:p w:rsidR="00F96531" w:rsidRDefault="00F96531" w:rsidP="00F96531">
      <w:r>
        <w:t>343.8366</w:t>
      </w:r>
      <w:r>
        <w:tab/>
        <w:t>1.013e0</w:t>
      </w:r>
    </w:p>
    <w:p w:rsidR="00F96531" w:rsidRDefault="00F96531" w:rsidP="00F96531">
      <w:r>
        <w:t>343.8739</w:t>
      </w:r>
      <w:r>
        <w:tab/>
        <w:t>1.013e0</w:t>
      </w:r>
    </w:p>
    <w:p w:rsidR="00F96531" w:rsidRDefault="00F96531" w:rsidP="00F96531">
      <w:r>
        <w:t>343.8755</w:t>
      </w:r>
      <w:r>
        <w:tab/>
        <w:t>5.063e0</w:t>
      </w:r>
    </w:p>
    <w:p w:rsidR="00F96531" w:rsidRDefault="00F96531" w:rsidP="00F96531">
      <w:r>
        <w:t>343.8907</w:t>
      </w:r>
      <w:r>
        <w:tab/>
        <w:t>1.013e0</w:t>
      </w:r>
    </w:p>
    <w:p w:rsidR="00F96531" w:rsidRDefault="00F96531" w:rsidP="00F96531">
      <w:r>
        <w:t>343.9191</w:t>
      </w:r>
      <w:r>
        <w:tab/>
        <w:t>5.063e0</w:t>
      </w:r>
    </w:p>
    <w:p w:rsidR="00F96531" w:rsidRDefault="00F96531" w:rsidP="00F96531">
      <w:r>
        <w:t>343.9244</w:t>
      </w:r>
      <w:r>
        <w:tab/>
        <w:t>3.038e0</w:t>
      </w:r>
    </w:p>
    <w:p w:rsidR="00F96531" w:rsidRDefault="00F96531" w:rsidP="00F96531">
      <w:r>
        <w:t>343.9478</w:t>
      </w:r>
      <w:r>
        <w:tab/>
        <w:t>1.013e0</w:t>
      </w:r>
    </w:p>
    <w:p w:rsidR="00F96531" w:rsidRDefault="00F96531" w:rsidP="00F96531">
      <w:r>
        <w:t>343.9537</w:t>
      </w:r>
      <w:r>
        <w:tab/>
        <w:t>6.076e0</w:t>
      </w:r>
    </w:p>
    <w:p w:rsidR="00F96531" w:rsidRDefault="00F96531" w:rsidP="00F96531">
      <w:r>
        <w:t>343.9577</w:t>
      </w:r>
      <w:r>
        <w:tab/>
        <w:t>6.076e0</w:t>
      </w:r>
    </w:p>
    <w:p w:rsidR="00F96531" w:rsidRDefault="00F96531" w:rsidP="00F96531">
      <w:r>
        <w:t>343.9609</w:t>
      </w:r>
      <w:r>
        <w:tab/>
        <w:t>6.076e0</w:t>
      </w:r>
    </w:p>
    <w:p w:rsidR="00F96531" w:rsidRDefault="00F96531" w:rsidP="00F96531">
      <w:r>
        <w:t>344.0035</w:t>
      </w:r>
      <w:r>
        <w:tab/>
        <w:t>2.025e0</w:t>
      </w:r>
    </w:p>
    <w:p w:rsidR="00F96531" w:rsidRDefault="00F96531" w:rsidP="00F96531">
      <w:r>
        <w:lastRenderedPageBreak/>
        <w:t>344.0151</w:t>
      </w:r>
      <w:r>
        <w:tab/>
        <w:t>5.063e0</w:t>
      </w:r>
    </w:p>
    <w:p w:rsidR="00F96531" w:rsidRDefault="00F96531" w:rsidP="00F96531">
      <w:r>
        <w:t>344.0232</w:t>
      </w:r>
      <w:r>
        <w:tab/>
        <w:t>1.013e0</w:t>
      </w:r>
    </w:p>
    <w:p w:rsidR="00F96531" w:rsidRDefault="00F96531" w:rsidP="00F96531">
      <w:r>
        <w:t>344.0279</w:t>
      </w:r>
      <w:r>
        <w:tab/>
        <w:t>1.013e0</w:t>
      </w:r>
    </w:p>
    <w:p w:rsidR="00F96531" w:rsidRDefault="00F96531" w:rsidP="00F96531">
      <w:r>
        <w:t>344.0418</w:t>
      </w:r>
      <w:r>
        <w:tab/>
        <w:t>3.038e0</w:t>
      </w:r>
    </w:p>
    <w:p w:rsidR="00F96531" w:rsidRDefault="00F96531" w:rsidP="00F96531">
      <w:r>
        <w:t>344.0440</w:t>
      </w:r>
      <w:r>
        <w:tab/>
        <w:t>3.038e0</w:t>
      </w:r>
    </w:p>
    <w:p w:rsidR="00F96531" w:rsidRDefault="00F96531" w:rsidP="00F96531">
      <w:r>
        <w:t>344.0571</w:t>
      </w:r>
      <w:r>
        <w:tab/>
        <w:t>3.038e0</w:t>
      </w:r>
    </w:p>
    <w:p w:rsidR="00F96531" w:rsidRDefault="00F96531" w:rsidP="00F96531">
      <w:r>
        <w:t>344.0603</w:t>
      </w:r>
      <w:r>
        <w:tab/>
        <w:t>1.441e0</w:t>
      </w:r>
    </w:p>
    <w:p w:rsidR="00F96531" w:rsidRDefault="00F96531" w:rsidP="00F96531">
      <w:r>
        <w:t>344.0772</w:t>
      </w:r>
      <w:r>
        <w:tab/>
        <w:t>1.013e0</w:t>
      </w:r>
    </w:p>
    <w:p w:rsidR="00F96531" w:rsidRDefault="00F96531" w:rsidP="00F96531">
      <w:r>
        <w:t>344.0789</w:t>
      </w:r>
      <w:r>
        <w:tab/>
        <w:t>2.025e0</w:t>
      </w:r>
    </w:p>
    <w:p w:rsidR="00F96531" w:rsidRDefault="00F96531" w:rsidP="00F96531">
      <w:r>
        <w:t>344.0997</w:t>
      </w:r>
      <w:r>
        <w:tab/>
        <w:t>4.051e0</w:t>
      </w:r>
    </w:p>
    <w:p w:rsidR="00F96531" w:rsidRDefault="00F96531" w:rsidP="00F96531">
      <w:r>
        <w:t>344.1078</w:t>
      </w:r>
      <w:r>
        <w:tab/>
        <w:t>1.183e0</w:t>
      </w:r>
    </w:p>
    <w:p w:rsidR="00F96531" w:rsidRDefault="00F96531" w:rsidP="00F96531">
      <w:r>
        <w:t>344.1092</w:t>
      </w:r>
      <w:r>
        <w:tab/>
        <w:t>7.181e0</w:t>
      </w:r>
    </w:p>
    <w:p w:rsidR="00F96531" w:rsidRDefault="00F96531" w:rsidP="00F96531">
      <w:r>
        <w:t>344.1158</w:t>
      </w:r>
      <w:r>
        <w:tab/>
        <w:t>2.025e0</w:t>
      </w:r>
    </w:p>
    <w:p w:rsidR="00F96531" w:rsidRDefault="00F96531" w:rsidP="00F96531">
      <w:r>
        <w:t>344.1204</w:t>
      </w:r>
      <w:r>
        <w:tab/>
        <w:t>1.013e0</w:t>
      </w:r>
    </w:p>
    <w:p w:rsidR="00F96531" w:rsidRDefault="00F96531" w:rsidP="00F96531">
      <w:r>
        <w:t>344.1258</w:t>
      </w:r>
      <w:r>
        <w:tab/>
        <w:t>4.051e0</w:t>
      </w:r>
    </w:p>
    <w:p w:rsidR="00F96531" w:rsidRDefault="00F96531" w:rsidP="00F96531">
      <w:r>
        <w:t>344.1653</w:t>
      </w:r>
      <w:r>
        <w:tab/>
        <w:t>2.664e0</w:t>
      </w:r>
    </w:p>
    <w:p w:rsidR="00F96531" w:rsidRDefault="00F96531" w:rsidP="00F96531">
      <w:r>
        <w:t>344.1691</w:t>
      </w:r>
      <w:r>
        <w:tab/>
        <w:t>2.025e0</w:t>
      </w:r>
    </w:p>
    <w:p w:rsidR="00F96531" w:rsidRDefault="00F96531" w:rsidP="00F96531">
      <w:r>
        <w:t>344.1772</w:t>
      </w:r>
      <w:r>
        <w:tab/>
        <w:t>2.671e0</w:t>
      </w:r>
    </w:p>
    <w:p w:rsidR="00F96531" w:rsidRDefault="00F96531" w:rsidP="00F96531">
      <w:r>
        <w:t>344.1830</w:t>
      </w:r>
      <w:r>
        <w:tab/>
        <w:t>3.961e0</w:t>
      </w:r>
    </w:p>
    <w:p w:rsidR="00F96531" w:rsidRDefault="00F96531" w:rsidP="00F96531">
      <w:r>
        <w:lastRenderedPageBreak/>
        <w:t>344.1861</w:t>
      </w:r>
      <w:r>
        <w:tab/>
        <w:t>2.025e0</w:t>
      </w:r>
    </w:p>
    <w:p w:rsidR="00F96531" w:rsidRDefault="00F96531" w:rsidP="00F96531">
      <w:r>
        <w:t>344.2030</w:t>
      </w:r>
      <w:r>
        <w:tab/>
        <w:t>2.334e0</w:t>
      </w:r>
    </w:p>
    <w:p w:rsidR="00F96531" w:rsidRDefault="00F96531" w:rsidP="00F96531">
      <w:r>
        <w:t>344.2189</w:t>
      </w:r>
      <w:r>
        <w:tab/>
        <w:t>1.994e0</w:t>
      </w:r>
    </w:p>
    <w:p w:rsidR="00F96531" w:rsidRDefault="00F96531" w:rsidP="00F96531">
      <w:r>
        <w:t>344.2299</w:t>
      </w:r>
      <w:r>
        <w:tab/>
        <w:t>5.063e0</w:t>
      </w:r>
    </w:p>
    <w:p w:rsidR="00F96531" w:rsidRDefault="00F96531" w:rsidP="00F96531">
      <w:r>
        <w:t>344.2326</w:t>
      </w:r>
      <w:r>
        <w:tab/>
        <w:t>8.152e0</w:t>
      </w:r>
    </w:p>
    <w:p w:rsidR="00F96531" w:rsidRDefault="00F96531" w:rsidP="00F96531">
      <w:r>
        <w:t>344.2357</w:t>
      </w:r>
      <w:r>
        <w:tab/>
        <w:t>5.063e0</w:t>
      </w:r>
    </w:p>
    <w:p w:rsidR="00F96531" w:rsidRDefault="00F96531" w:rsidP="00F96531">
      <w:r>
        <w:t>344.2415</w:t>
      </w:r>
      <w:r>
        <w:tab/>
        <w:t>2.025e0</w:t>
      </w:r>
    </w:p>
    <w:p w:rsidR="00F96531" w:rsidRDefault="00F96531" w:rsidP="00F96531">
      <w:r>
        <w:t>344.2436</w:t>
      </w:r>
      <w:r>
        <w:tab/>
        <w:t>8.747e0</w:t>
      </w:r>
    </w:p>
    <w:p w:rsidR="00F96531" w:rsidRDefault="00F96531" w:rsidP="00F96531">
      <w:r>
        <w:t>344.2484</w:t>
      </w:r>
      <w:r>
        <w:tab/>
        <w:t>6.285e0</w:t>
      </w:r>
    </w:p>
    <w:p w:rsidR="00F96531" w:rsidRDefault="00F96531" w:rsidP="00F96531">
      <w:r>
        <w:t>344.2498</w:t>
      </w:r>
      <w:r>
        <w:tab/>
        <w:t>2.025e0</w:t>
      </w:r>
    </w:p>
    <w:p w:rsidR="00F96531" w:rsidRDefault="00F96531" w:rsidP="00F96531">
      <w:r>
        <w:t>344.2676</w:t>
      </w:r>
      <w:r>
        <w:tab/>
        <w:t>4.051e0</w:t>
      </w:r>
    </w:p>
    <w:p w:rsidR="00F96531" w:rsidRDefault="00F96531" w:rsidP="00F96531">
      <w:r>
        <w:t>344.2902</w:t>
      </w:r>
      <w:r>
        <w:tab/>
        <w:t>1.013e0</w:t>
      </w:r>
    </w:p>
    <w:p w:rsidR="00F96531" w:rsidRDefault="00F96531" w:rsidP="00F96531">
      <w:r>
        <w:t>344.3091</w:t>
      </w:r>
      <w:r>
        <w:tab/>
        <w:t>2.354e0</w:t>
      </w:r>
    </w:p>
    <w:p w:rsidR="00F96531" w:rsidRDefault="00F96531" w:rsidP="00F96531">
      <w:r>
        <w:t>344.3249</w:t>
      </w:r>
      <w:r>
        <w:tab/>
        <w:t>7.089e0</w:t>
      </w:r>
    </w:p>
    <w:p w:rsidR="00F96531" w:rsidRDefault="00F96531" w:rsidP="00F96531">
      <w:r>
        <w:t>344.3268</w:t>
      </w:r>
      <w:r>
        <w:tab/>
        <w:t>3.038e0</w:t>
      </w:r>
    </w:p>
    <w:p w:rsidR="00F96531" w:rsidRDefault="00F96531" w:rsidP="00F96531">
      <w:r>
        <w:t>344.3339</w:t>
      </w:r>
      <w:r>
        <w:tab/>
        <w:t>1.013e0</w:t>
      </w:r>
    </w:p>
    <w:p w:rsidR="00F96531" w:rsidRDefault="00F96531" w:rsidP="00F96531">
      <w:r>
        <w:t>344.3445</w:t>
      </w:r>
      <w:r>
        <w:tab/>
        <w:t>1.114e1</w:t>
      </w:r>
    </w:p>
    <w:p w:rsidR="00F96531" w:rsidRDefault="00F96531" w:rsidP="00F96531">
      <w:r>
        <w:t>344.4364</w:t>
      </w:r>
      <w:r>
        <w:tab/>
        <w:t>1.013e0</w:t>
      </w:r>
    </w:p>
    <w:p w:rsidR="00F96531" w:rsidRDefault="00F96531" w:rsidP="00F96531">
      <w:r>
        <w:t>344.4955</w:t>
      </w:r>
      <w:r>
        <w:tab/>
        <w:t>2.025e0</w:t>
      </w:r>
    </w:p>
    <w:p w:rsidR="00F96531" w:rsidRDefault="00F96531" w:rsidP="00F96531">
      <w:r>
        <w:lastRenderedPageBreak/>
        <w:t>344.5039</w:t>
      </w:r>
      <w:r>
        <w:tab/>
        <w:t>1.013e0</w:t>
      </w:r>
    </w:p>
    <w:p w:rsidR="00F96531" w:rsidRDefault="00F96531" w:rsidP="00F96531">
      <w:r>
        <w:t>344.5078</w:t>
      </w:r>
      <w:r>
        <w:tab/>
        <w:t>1.013e0</w:t>
      </w:r>
    </w:p>
    <w:p w:rsidR="00F96531" w:rsidRDefault="00F96531" w:rsidP="00F96531">
      <w:r>
        <w:t>344.5270</w:t>
      </w:r>
      <w:r>
        <w:tab/>
        <w:t>1.013e0</w:t>
      </w:r>
    </w:p>
    <w:p w:rsidR="00F96531" w:rsidRDefault="00F96531" w:rsidP="00F96531">
      <w:r>
        <w:t>344.5325</w:t>
      </w:r>
      <w:r>
        <w:tab/>
        <w:t>1.013e0</w:t>
      </w:r>
    </w:p>
    <w:p w:rsidR="00F96531" w:rsidRDefault="00F96531" w:rsidP="00F96531">
      <w:r>
        <w:t>344.5480</w:t>
      </w:r>
      <w:r>
        <w:tab/>
        <w:t>1.013e0</w:t>
      </w:r>
    </w:p>
    <w:p w:rsidR="00F96531" w:rsidRDefault="00F96531" w:rsidP="00F96531">
      <w:r>
        <w:t>344.5531</w:t>
      </w:r>
      <w:r>
        <w:tab/>
        <w:t>1.013e0</w:t>
      </w:r>
    </w:p>
    <w:p w:rsidR="00F96531" w:rsidRDefault="00F96531" w:rsidP="00F96531">
      <w:r>
        <w:t>344.5601</w:t>
      </w:r>
      <w:r>
        <w:tab/>
        <w:t>4.051e0</w:t>
      </w:r>
    </w:p>
    <w:p w:rsidR="00F96531" w:rsidRDefault="00F96531" w:rsidP="00F96531">
      <w:r>
        <w:t>344.5712</w:t>
      </w:r>
      <w:r>
        <w:tab/>
        <w:t>1.013e0</w:t>
      </w:r>
    </w:p>
    <w:p w:rsidR="00F96531" w:rsidRDefault="00F96531" w:rsidP="00F96531">
      <w:r>
        <w:t>344.6064</w:t>
      </w:r>
      <w:r>
        <w:tab/>
        <w:t>1.013e0</w:t>
      </w:r>
    </w:p>
    <w:p w:rsidR="00F96531" w:rsidRDefault="00F96531" w:rsidP="00F96531">
      <w:r>
        <w:t>344.6557</w:t>
      </w:r>
      <w:r>
        <w:tab/>
        <w:t>1.013e0</w:t>
      </w:r>
    </w:p>
    <w:p w:rsidR="00F96531" w:rsidRDefault="00F96531" w:rsidP="00F96531">
      <w:r>
        <w:t>344.6762</w:t>
      </w:r>
      <w:r>
        <w:tab/>
        <w:t>1.013e0</w:t>
      </w:r>
    </w:p>
    <w:p w:rsidR="00F96531" w:rsidRDefault="00F96531" w:rsidP="00F96531">
      <w:r>
        <w:t>344.6841</w:t>
      </w:r>
      <w:r>
        <w:tab/>
        <w:t>1.013e0</w:t>
      </w:r>
    </w:p>
    <w:p w:rsidR="00F96531" w:rsidRDefault="00F96531" w:rsidP="00F96531">
      <w:r>
        <w:t>344.7034</w:t>
      </w:r>
      <w:r>
        <w:tab/>
        <w:t>1.013e0</w:t>
      </w:r>
    </w:p>
    <w:p w:rsidR="00F96531" w:rsidRDefault="00F96531" w:rsidP="00F96531">
      <w:r>
        <w:t>344.7176</w:t>
      </w:r>
      <w:r>
        <w:tab/>
        <w:t>2.025e0</w:t>
      </w:r>
    </w:p>
    <w:p w:rsidR="00F96531" w:rsidRDefault="00F96531" w:rsidP="00F96531">
      <w:r>
        <w:t>344.7211</w:t>
      </w:r>
      <w:r>
        <w:tab/>
        <w:t>1.013e0</w:t>
      </w:r>
    </w:p>
    <w:p w:rsidR="00F96531" w:rsidRDefault="00F96531" w:rsidP="00F96531">
      <w:r>
        <w:t>344.7458</w:t>
      </w:r>
      <w:r>
        <w:tab/>
        <w:t>1.013e0</w:t>
      </w:r>
    </w:p>
    <w:p w:rsidR="00F96531" w:rsidRDefault="00F96531" w:rsidP="00F96531">
      <w:r>
        <w:t>344.7628</w:t>
      </w:r>
      <w:r>
        <w:tab/>
        <w:t>1.013e0</w:t>
      </w:r>
    </w:p>
    <w:p w:rsidR="00F96531" w:rsidRDefault="00F96531" w:rsidP="00F96531">
      <w:r>
        <w:t>344.8035</w:t>
      </w:r>
      <w:r>
        <w:tab/>
        <w:t>1.013e0</w:t>
      </w:r>
    </w:p>
    <w:p w:rsidR="00F96531" w:rsidRDefault="00F96531" w:rsidP="00F96531">
      <w:r>
        <w:t>344.8512</w:t>
      </w:r>
      <w:r>
        <w:tab/>
        <w:t>1.013e0</w:t>
      </w:r>
    </w:p>
    <w:p w:rsidR="00F96531" w:rsidRDefault="00F96531" w:rsidP="00F96531">
      <w:r>
        <w:lastRenderedPageBreak/>
        <w:t>344.8733</w:t>
      </w:r>
      <w:r>
        <w:tab/>
        <w:t>1.013e0</w:t>
      </w:r>
    </w:p>
    <w:p w:rsidR="00F96531" w:rsidRDefault="00F96531" w:rsidP="00F96531">
      <w:r>
        <w:t>344.8765</w:t>
      </w:r>
      <w:r>
        <w:tab/>
        <w:t>3.038e0</w:t>
      </w:r>
    </w:p>
    <w:p w:rsidR="00F96531" w:rsidRDefault="00F96531" w:rsidP="00F96531">
      <w:r>
        <w:t>344.8942</w:t>
      </w:r>
      <w:r>
        <w:tab/>
        <w:t>1.013e0</w:t>
      </w:r>
    </w:p>
    <w:p w:rsidR="00F96531" w:rsidRDefault="00F96531" w:rsidP="00F96531">
      <w:r>
        <w:t>344.8965</w:t>
      </w:r>
      <w:r>
        <w:tab/>
        <w:t>2.025e0</w:t>
      </w:r>
    </w:p>
    <w:p w:rsidR="00F96531" w:rsidRDefault="00F96531" w:rsidP="00F96531">
      <w:r>
        <w:t>344.9065</w:t>
      </w:r>
      <w:r>
        <w:tab/>
        <w:t>1.013e0</w:t>
      </w:r>
    </w:p>
    <w:p w:rsidR="00F96531" w:rsidRDefault="00F96531" w:rsidP="00F96531">
      <w:r>
        <w:t>344.9225</w:t>
      </w:r>
      <w:r>
        <w:tab/>
        <w:t>1.013e0</w:t>
      </w:r>
    </w:p>
    <w:p w:rsidR="00F96531" w:rsidRDefault="00F96531" w:rsidP="00F96531">
      <w:r>
        <w:t>344.9256</w:t>
      </w:r>
      <w:r>
        <w:tab/>
        <w:t>3.038e0</w:t>
      </w:r>
    </w:p>
    <w:p w:rsidR="00F96531" w:rsidRDefault="00F96531" w:rsidP="00F96531">
      <w:r>
        <w:t>344.9273</w:t>
      </w:r>
      <w:r>
        <w:tab/>
        <w:t>3.038e0</w:t>
      </w:r>
    </w:p>
    <w:p w:rsidR="00F96531" w:rsidRDefault="00F96531" w:rsidP="00F96531">
      <w:r>
        <w:t>344.9356</w:t>
      </w:r>
      <w:r>
        <w:tab/>
        <w:t>3.038e0</w:t>
      </w:r>
    </w:p>
    <w:p w:rsidR="00F96531" w:rsidRDefault="00F96531" w:rsidP="00F96531">
      <w:r>
        <w:t>344.9468</w:t>
      </w:r>
      <w:r>
        <w:tab/>
        <w:t>4.051e0</w:t>
      </w:r>
    </w:p>
    <w:p w:rsidR="00F96531" w:rsidRDefault="00F96531" w:rsidP="00F96531">
      <w:r>
        <w:t>344.9718</w:t>
      </w:r>
      <w:r>
        <w:tab/>
        <w:t>1.013e0</w:t>
      </w:r>
    </w:p>
    <w:p w:rsidR="00F96531" w:rsidRDefault="00F96531" w:rsidP="00F96531">
      <w:r>
        <w:t>344.9744</w:t>
      </w:r>
      <w:r>
        <w:tab/>
        <w:t>1.013e0</w:t>
      </w:r>
    </w:p>
    <w:p w:rsidR="00F96531" w:rsidRDefault="00F96531" w:rsidP="00F96531">
      <w:r>
        <w:t>344.9856</w:t>
      </w:r>
      <w:r>
        <w:tab/>
        <w:t>3.038e0</w:t>
      </w:r>
    </w:p>
    <w:p w:rsidR="00F96531" w:rsidRDefault="00F96531" w:rsidP="00F96531">
      <w:r>
        <w:t>344.9911</w:t>
      </w:r>
      <w:r>
        <w:tab/>
        <w:t>1.013e0</w:t>
      </w:r>
    </w:p>
    <w:p w:rsidR="00F96531" w:rsidRDefault="00F96531" w:rsidP="00F96531">
      <w:r>
        <w:t>345.0080</w:t>
      </w:r>
      <w:r>
        <w:tab/>
        <w:t>3.038e0</w:t>
      </w:r>
    </w:p>
    <w:p w:rsidR="00F96531" w:rsidRDefault="00F96531" w:rsidP="00F96531">
      <w:r>
        <w:t>345.0177</w:t>
      </w:r>
      <w:r>
        <w:tab/>
        <w:t>2.025e0</w:t>
      </w:r>
    </w:p>
    <w:p w:rsidR="00F96531" w:rsidRDefault="00F96531" w:rsidP="00F96531">
      <w:r>
        <w:t>345.0236</w:t>
      </w:r>
      <w:r>
        <w:tab/>
        <w:t>1.792e0</w:t>
      </w:r>
    </w:p>
    <w:p w:rsidR="00F96531" w:rsidRDefault="00F96531" w:rsidP="00F96531">
      <w:r>
        <w:t>345.0287</w:t>
      </w:r>
      <w:r>
        <w:tab/>
        <w:t>1.013e0</w:t>
      </w:r>
    </w:p>
    <w:p w:rsidR="00F96531" w:rsidRDefault="00F96531" w:rsidP="00F96531">
      <w:r>
        <w:t>345.0427</w:t>
      </w:r>
      <w:r>
        <w:tab/>
        <w:t>2.025e0</w:t>
      </w:r>
    </w:p>
    <w:p w:rsidR="00F96531" w:rsidRDefault="00F96531" w:rsidP="00F96531">
      <w:r>
        <w:lastRenderedPageBreak/>
        <w:t>345.0761</w:t>
      </w:r>
      <w:r>
        <w:tab/>
        <w:t>1.857e0</w:t>
      </w:r>
    </w:p>
    <w:p w:rsidR="00F96531" w:rsidRDefault="00F96531" w:rsidP="00F96531">
      <w:r>
        <w:t>345.0976</w:t>
      </w:r>
      <w:r>
        <w:tab/>
        <w:t>7.089e0</w:t>
      </w:r>
    </w:p>
    <w:p w:rsidR="00F96531" w:rsidRDefault="00F96531" w:rsidP="00F96531">
      <w:r>
        <w:t>345.0989</w:t>
      </w:r>
      <w:r>
        <w:tab/>
        <w:t>1.316e1</w:t>
      </w:r>
    </w:p>
    <w:p w:rsidR="00F96531" w:rsidRDefault="00F96531" w:rsidP="00F96531">
      <w:r>
        <w:t>345.1184</w:t>
      </w:r>
      <w:r>
        <w:tab/>
        <w:t>1.777e1</w:t>
      </w:r>
    </w:p>
    <w:p w:rsidR="00F96531" w:rsidRDefault="00F96531" w:rsidP="00F96531">
      <w:r>
        <w:t>345.1303</w:t>
      </w:r>
      <w:r>
        <w:tab/>
        <w:t>3.338e1</w:t>
      </w:r>
    </w:p>
    <w:p w:rsidR="00F96531" w:rsidRDefault="00F96531" w:rsidP="00F96531">
      <w:r>
        <w:t>345.1407</w:t>
      </w:r>
      <w:r>
        <w:tab/>
        <w:t>2.298e1</w:t>
      </w:r>
    </w:p>
    <w:p w:rsidR="00F96531" w:rsidRDefault="00F96531" w:rsidP="00F96531">
      <w:r>
        <w:t>345.1484</w:t>
      </w:r>
      <w:r>
        <w:tab/>
        <w:t>1.773e1</w:t>
      </w:r>
    </w:p>
    <w:p w:rsidR="00F96531" w:rsidRDefault="00F96531" w:rsidP="00F96531">
      <w:r>
        <w:t>345.1495</w:t>
      </w:r>
      <w:r>
        <w:tab/>
        <w:t>1.592e1</w:t>
      </w:r>
    </w:p>
    <w:p w:rsidR="00F96531" w:rsidRDefault="00F96531" w:rsidP="00F96531">
      <w:r>
        <w:t>345.1506</w:t>
      </w:r>
      <w:r>
        <w:tab/>
        <w:t>3.738e1</w:t>
      </w:r>
    </w:p>
    <w:p w:rsidR="00F96531" w:rsidRDefault="00F96531" w:rsidP="00F96531">
      <w:r>
        <w:t>345.1519</w:t>
      </w:r>
      <w:r>
        <w:tab/>
        <w:t>7.911e0</w:t>
      </w:r>
    </w:p>
    <w:p w:rsidR="00F96531" w:rsidRDefault="00F96531" w:rsidP="00F96531">
      <w:r>
        <w:t>345.1750</w:t>
      </w:r>
      <w:r>
        <w:tab/>
        <w:t>6.259e0</w:t>
      </w:r>
    </w:p>
    <w:p w:rsidR="00F96531" w:rsidRDefault="00F96531" w:rsidP="00F96531">
      <w:r>
        <w:t>345.2035</w:t>
      </w:r>
      <w:r>
        <w:tab/>
        <w:t>2.025e0</w:t>
      </w:r>
    </w:p>
    <w:p w:rsidR="00F96531" w:rsidRDefault="00F96531" w:rsidP="00F96531">
      <w:r>
        <w:t>345.2344</w:t>
      </w:r>
      <w:r>
        <w:tab/>
        <w:t>3.523e0</w:t>
      </w:r>
    </w:p>
    <w:p w:rsidR="00F96531" w:rsidRDefault="00F96531" w:rsidP="00F96531">
      <w:r>
        <w:t>345.2388</w:t>
      </w:r>
      <w:r>
        <w:tab/>
        <w:t>1.013e0</w:t>
      </w:r>
    </w:p>
    <w:p w:rsidR="00F96531" w:rsidRDefault="00F96531" w:rsidP="00F96531">
      <w:r>
        <w:t>345.2490</w:t>
      </w:r>
      <w:r>
        <w:tab/>
        <w:t>2.025e0</w:t>
      </w:r>
    </w:p>
    <w:p w:rsidR="00F96531" w:rsidRDefault="00F96531" w:rsidP="00F96531">
      <w:r>
        <w:t>345.2502</w:t>
      </w:r>
      <w:r>
        <w:tab/>
        <w:t>3.038e0</w:t>
      </w:r>
    </w:p>
    <w:p w:rsidR="00F96531" w:rsidRDefault="00F96531" w:rsidP="00F96531">
      <w:r>
        <w:t>345.2590</w:t>
      </w:r>
      <w:r>
        <w:tab/>
        <w:t>3.038e0</w:t>
      </w:r>
    </w:p>
    <w:p w:rsidR="00F96531" w:rsidRDefault="00F96531" w:rsidP="00F96531">
      <w:r>
        <w:t>345.2676</w:t>
      </w:r>
      <w:r>
        <w:tab/>
        <w:t>1.013e0</w:t>
      </w:r>
    </w:p>
    <w:p w:rsidR="00F96531" w:rsidRDefault="00F96531" w:rsidP="00F96531">
      <w:r>
        <w:t>345.2763</w:t>
      </w:r>
      <w:r>
        <w:tab/>
        <w:t>1.013e0</w:t>
      </w:r>
    </w:p>
    <w:p w:rsidR="00F96531" w:rsidRDefault="00F96531" w:rsidP="00F96531">
      <w:r>
        <w:lastRenderedPageBreak/>
        <w:t>345.2922</w:t>
      </w:r>
      <w:r>
        <w:tab/>
        <w:t>1.013e0</w:t>
      </w:r>
    </w:p>
    <w:p w:rsidR="00F96531" w:rsidRDefault="00F96531" w:rsidP="00F96531">
      <w:r>
        <w:t>345.3025</w:t>
      </w:r>
      <w:r>
        <w:tab/>
        <w:t>3.038e0</w:t>
      </w:r>
    </w:p>
    <w:p w:rsidR="00F96531" w:rsidRDefault="00F96531" w:rsidP="00F96531">
      <w:r>
        <w:t>345.3072</w:t>
      </w:r>
      <w:r>
        <w:tab/>
        <w:t>2.025e0</w:t>
      </w:r>
    </w:p>
    <w:p w:rsidR="00F96531" w:rsidRDefault="00F96531" w:rsidP="00F96531">
      <w:r>
        <w:t>345.3196</w:t>
      </w:r>
      <w:r>
        <w:tab/>
        <w:t>1.013e0</w:t>
      </w:r>
    </w:p>
    <w:p w:rsidR="00F96531" w:rsidRDefault="00F96531" w:rsidP="00F96531">
      <w:r>
        <w:t>345.3335</w:t>
      </w:r>
      <w:r>
        <w:tab/>
        <w:t>1.013e0</w:t>
      </w:r>
    </w:p>
    <w:p w:rsidR="00F96531" w:rsidRDefault="00F96531" w:rsidP="00F96531">
      <w:r>
        <w:t>345.3483</w:t>
      </w:r>
      <w:r>
        <w:tab/>
        <w:t>2.025e0</w:t>
      </w:r>
    </w:p>
    <w:p w:rsidR="00F96531" w:rsidRDefault="00F96531" w:rsidP="00F96531">
      <w:r>
        <w:t>345.3598</w:t>
      </w:r>
      <w:r>
        <w:tab/>
        <w:t>2.025e0</w:t>
      </w:r>
    </w:p>
    <w:p w:rsidR="00F96531" w:rsidRDefault="00F96531" w:rsidP="00F96531">
      <w:r>
        <w:t>345.3753</w:t>
      </w:r>
      <w:r>
        <w:tab/>
        <w:t>1.013e0</w:t>
      </w:r>
    </w:p>
    <w:p w:rsidR="00F96531" w:rsidRDefault="00F96531" w:rsidP="00F96531">
      <w:r>
        <w:t>345.4001</w:t>
      </w:r>
      <w:r>
        <w:tab/>
        <w:t>1.013e0</w:t>
      </w:r>
    </w:p>
    <w:p w:rsidR="00F96531" w:rsidRDefault="00F96531" w:rsidP="00F96531">
      <w:r>
        <w:t>345.4016</w:t>
      </w:r>
      <w:r>
        <w:tab/>
        <w:t>1.013e0</w:t>
      </w:r>
    </w:p>
    <w:p w:rsidR="00F96531" w:rsidRDefault="00F96531" w:rsidP="00F96531">
      <w:r>
        <w:t>345.4154</w:t>
      </w:r>
      <w:r>
        <w:tab/>
        <w:t>1.013e0</w:t>
      </w:r>
    </w:p>
    <w:p w:rsidR="00F96531" w:rsidRDefault="00F96531" w:rsidP="00F96531">
      <w:r>
        <w:t>345.4264</w:t>
      </w:r>
      <w:r>
        <w:tab/>
        <w:t>1.013e0</w:t>
      </w:r>
    </w:p>
    <w:p w:rsidR="00F96531" w:rsidRDefault="00F96531" w:rsidP="00F96531">
      <w:r>
        <w:t>345.4395</w:t>
      </w:r>
      <w:r>
        <w:tab/>
        <w:t>2.025e0</w:t>
      </w:r>
    </w:p>
    <w:p w:rsidR="00F96531" w:rsidRDefault="00F96531" w:rsidP="00F96531">
      <w:r>
        <w:t>345.4496</w:t>
      </w:r>
      <w:r>
        <w:tab/>
        <w:t>1.013e0</w:t>
      </w:r>
    </w:p>
    <w:p w:rsidR="00F96531" w:rsidRDefault="00F96531" w:rsidP="00F96531">
      <w:r>
        <w:t>345.5007</w:t>
      </w:r>
      <w:r>
        <w:tab/>
        <w:t>1.013e0</w:t>
      </w:r>
    </w:p>
    <w:p w:rsidR="00F96531" w:rsidRDefault="00F96531" w:rsidP="00F96531">
      <w:r>
        <w:t>345.5124</w:t>
      </w:r>
      <w:r>
        <w:tab/>
        <w:t>1.013e0</w:t>
      </w:r>
    </w:p>
    <w:p w:rsidR="00F96531" w:rsidRDefault="00F96531" w:rsidP="00F96531">
      <w:r>
        <w:t>345.5139</w:t>
      </w:r>
      <w:r>
        <w:tab/>
        <w:t>1.013e0</w:t>
      </w:r>
    </w:p>
    <w:p w:rsidR="00F96531" w:rsidRDefault="00F96531" w:rsidP="00F96531">
      <w:r>
        <w:t>345.5178</w:t>
      </w:r>
      <w:r>
        <w:tab/>
        <w:t>1.013e0</w:t>
      </w:r>
    </w:p>
    <w:p w:rsidR="00F96531" w:rsidRDefault="00F96531" w:rsidP="00F96531">
      <w:r>
        <w:t>345.5440</w:t>
      </w:r>
      <w:r>
        <w:tab/>
        <w:t>1.013e0</w:t>
      </w:r>
    </w:p>
    <w:p w:rsidR="00F96531" w:rsidRDefault="00F96531" w:rsidP="00F96531">
      <w:r>
        <w:lastRenderedPageBreak/>
        <w:t>345.5454</w:t>
      </w:r>
      <w:r>
        <w:tab/>
        <w:t>2.025e0</w:t>
      </w:r>
    </w:p>
    <w:p w:rsidR="00F96531" w:rsidRDefault="00F96531" w:rsidP="00F96531">
      <w:r>
        <w:t>345.5582</w:t>
      </w:r>
      <w:r>
        <w:tab/>
        <w:t>2.025e0</w:t>
      </w:r>
    </w:p>
    <w:p w:rsidR="00F96531" w:rsidRDefault="00F96531" w:rsidP="00F96531">
      <w:r>
        <w:t>345.5799</w:t>
      </w:r>
      <w:r>
        <w:tab/>
        <w:t>1.013e0</w:t>
      </w:r>
    </w:p>
    <w:p w:rsidR="00F96531" w:rsidRDefault="00F96531" w:rsidP="00F96531">
      <w:r>
        <w:t>345.5936</w:t>
      </w:r>
      <w:r>
        <w:tab/>
        <w:t>1.013e0</w:t>
      </w:r>
    </w:p>
    <w:p w:rsidR="00F96531" w:rsidRDefault="00F96531" w:rsidP="00F96531">
      <w:r>
        <w:t>345.5983</w:t>
      </w:r>
      <w:r>
        <w:tab/>
        <w:t>1.013e0</w:t>
      </w:r>
    </w:p>
    <w:p w:rsidR="00F96531" w:rsidRDefault="00F96531" w:rsidP="00F96531">
      <w:r>
        <w:t>345.6479</w:t>
      </w:r>
      <w:r>
        <w:tab/>
        <w:t>1.013e0</w:t>
      </w:r>
    </w:p>
    <w:p w:rsidR="00F96531" w:rsidRDefault="00F96531" w:rsidP="00F96531">
      <w:r>
        <w:t>345.6769</w:t>
      </w:r>
      <w:r>
        <w:tab/>
        <w:t>1.013e0</w:t>
      </w:r>
    </w:p>
    <w:p w:rsidR="00F96531" w:rsidRDefault="00F96531" w:rsidP="00F96531">
      <w:r>
        <w:t>345.6891</w:t>
      </w:r>
      <w:r>
        <w:tab/>
        <w:t>2.025e0</w:t>
      </w:r>
    </w:p>
    <w:p w:rsidR="00F96531" w:rsidRDefault="00F96531" w:rsidP="00F96531">
      <w:r>
        <w:t>345.6909</w:t>
      </w:r>
      <w:r>
        <w:tab/>
        <w:t>2.025e0</w:t>
      </w:r>
    </w:p>
    <w:p w:rsidR="00F96531" w:rsidRDefault="00F96531" w:rsidP="00F96531">
      <w:r>
        <w:t>345.7237</w:t>
      </w:r>
      <w:r>
        <w:tab/>
        <w:t>1.013e0</w:t>
      </w:r>
    </w:p>
    <w:p w:rsidR="00F96531" w:rsidRDefault="00F96531" w:rsidP="00F96531">
      <w:r>
        <w:t>345.7303</w:t>
      </w:r>
      <w:r>
        <w:tab/>
        <w:t>1.013e0</w:t>
      </w:r>
    </w:p>
    <w:p w:rsidR="00F96531" w:rsidRDefault="00F96531" w:rsidP="00F96531">
      <w:r>
        <w:t>345.7440</w:t>
      </w:r>
      <w:r>
        <w:tab/>
        <w:t>3.038e0</w:t>
      </w:r>
    </w:p>
    <w:p w:rsidR="00F96531" w:rsidRDefault="00F96531" w:rsidP="00F96531">
      <w:r>
        <w:t>345.7624</w:t>
      </w:r>
      <w:r>
        <w:tab/>
        <w:t>2.025e0</w:t>
      </w:r>
    </w:p>
    <w:p w:rsidR="00F96531" w:rsidRDefault="00F96531" w:rsidP="00F96531">
      <w:r>
        <w:t>345.7823</w:t>
      </w:r>
      <w:r>
        <w:tab/>
        <w:t>2.025e0</w:t>
      </w:r>
    </w:p>
    <w:p w:rsidR="00F96531" w:rsidRDefault="00F96531" w:rsidP="00F96531">
      <w:r>
        <w:t>345.7857</w:t>
      </w:r>
      <w:r>
        <w:tab/>
        <w:t>1.013e0</w:t>
      </w:r>
    </w:p>
    <w:p w:rsidR="00F96531" w:rsidRDefault="00F96531" w:rsidP="00F96531">
      <w:r>
        <w:t>345.8001</w:t>
      </w:r>
      <w:r>
        <w:tab/>
        <w:t>1.013e0</w:t>
      </w:r>
    </w:p>
    <w:p w:rsidR="00F96531" w:rsidRDefault="00F96531" w:rsidP="00F96531">
      <w:r>
        <w:t>345.8338</w:t>
      </w:r>
      <w:r>
        <w:tab/>
        <w:t>1.013e0</w:t>
      </w:r>
    </w:p>
    <w:p w:rsidR="00F96531" w:rsidRDefault="00F96531" w:rsidP="00F96531">
      <w:r>
        <w:t>345.8963</w:t>
      </w:r>
      <w:r>
        <w:tab/>
        <w:t>5.573e0</w:t>
      </w:r>
    </w:p>
    <w:p w:rsidR="00F96531" w:rsidRDefault="00F96531" w:rsidP="00F96531">
      <w:r>
        <w:t>345.9109</w:t>
      </w:r>
      <w:r>
        <w:tab/>
        <w:t>1.139e1</w:t>
      </w:r>
    </w:p>
    <w:p w:rsidR="00F96531" w:rsidRDefault="00F96531" w:rsidP="00F96531">
      <w:r>
        <w:lastRenderedPageBreak/>
        <w:t>345.9160</w:t>
      </w:r>
      <w:r>
        <w:tab/>
        <w:t>2.127e1</w:t>
      </w:r>
    </w:p>
    <w:p w:rsidR="00F96531" w:rsidRDefault="00F96531" w:rsidP="00F96531">
      <w:r>
        <w:t>345.9189</w:t>
      </w:r>
      <w:r>
        <w:tab/>
        <w:t>9.114e0</w:t>
      </w:r>
    </w:p>
    <w:p w:rsidR="00F96531" w:rsidRDefault="00F96531" w:rsidP="00F96531">
      <w:r>
        <w:t>345.9221</w:t>
      </w:r>
      <w:r>
        <w:tab/>
        <w:t>1.195e1</w:t>
      </w:r>
    </w:p>
    <w:p w:rsidR="00F96531" w:rsidRDefault="00F96531" w:rsidP="00F96531">
      <w:r>
        <w:t>345.9232</w:t>
      </w:r>
      <w:r>
        <w:tab/>
        <w:t>8.101e0</w:t>
      </w:r>
    </w:p>
    <w:p w:rsidR="00F96531" w:rsidRDefault="00F96531" w:rsidP="00F96531">
      <w:r>
        <w:t>345.9318</w:t>
      </w:r>
      <w:r>
        <w:tab/>
        <w:t>5.063e0</w:t>
      </w:r>
    </w:p>
    <w:p w:rsidR="00F96531" w:rsidRDefault="00F96531" w:rsidP="00F96531">
      <w:r>
        <w:t>345.9331</w:t>
      </w:r>
      <w:r>
        <w:tab/>
        <w:t>7.089e0</w:t>
      </w:r>
    </w:p>
    <w:p w:rsidR="00F96531" w:rsidRDefault="00F96531" w:rsidP="00F96531">
      <w:r>
        <w:t>345.9626</w:t>
      </w:r>
      <w:r>
        <w:tab/>
        <w:t>2.025e0</w:t>
      </w:r>
    </w:p>
    <w:p w:rsidR="00F96531" w:rsidRDefault="00F96531" w:rsidP="00F96531">
      <w:r>
        <w:t>345.9903</w:t>
      </w:r>
      <w:r>
        <w:tab/>
        <w:t>1.013e0</w:t>
      </w:r>
    </w:p>
    <w:p w:rsidR="00F96531" w:rsidRDefault="00F96531" w:rsidP="00F96531">
      <w:r>
        <w:t>345.9948</w:t>
      </w:r>
      <w:r>
        <w:tab/>
        <w:t>1.013e0</w:t>
      </w:r>
    </w:p>
    <w:p w:rsidR="00F96531" w:rsidRDefault="00F96531" w:rsidP="00F96531">
      <w:r>
        <w:t>346.0151</w:t>
      </w:r>
      <w:r>
        <w:tab/>
        <w:t>7.901e0</w:t>
      </w:r>
    </w:p>
    <w:p w:rsidR="00F96531" w:rsidRDefault="00F96531" w:rsidP="00F96531">
      <w:r>
        <w:t>346.0275</w:t>
      </w:r>
      <w:r>
        <w:tab/>
        <w:t>1.013e0</w:t>
      </w:r>
    </w:p>
    <w:p w:rsidR="00F96531" w:rsidRDefault="00F96531" w:rsidP="00F96531">
      <w:r>
        <w:t>346.0369</w:t>
      </w:r>
      <w:r>
        <w:tab/>
        <w:t>5.063e0</w:t>
      </w:r>
    </w:p>
    <w:p w:rsidR="00F96531" w:rsidRDefault="00F96531" w:rsidP="00F96531">
      <w:r>
        <w:t>346.0411</w:t>
      </w:r>
      <w:r>
        <w:tab/>
        <w:t>5.196e0</w:t>
      </w:r>
    </w:p>
    <w:p w:rsidR="00F96531" w:rsidRDefault="00F96531" w:rsidP="00F96531">
      <w:r>
        <w:t>346.0596</w:t>
      </w:r>
      <w:r>
        <w:tab/>
        <w:t>2.025e0</w:t>
      </w:r>
    </w:p>
    <w:p w:rsidR="00F96531" w:rsidRDefault="00F96531" w:rsidP="00F96531">
      <w:r>
        <w:t>346.0752</w:t>
      </w:r>
      <w:r>
        <w:tab/>
        <w:t>6.076e0</w:t>
      </w:r>
    </w:p>
    <w:p w:rsidR="00F96531" w:rsidRDefault="00F96531" w:rsidP="00F96531">
      <w:r>
        <w:t>346.0829</w:t>
      </w:r>
      <w:r>
        <w:tab/>
        <w:t>8.981e0</w:t>
      </w:r>
    </w:p>
    <w:p w:rsidR="00F96531" w:rsidRDefault="00F96531" w:rsidP="00F96531">
      <w:r>
        <w:t>346.0846</w:t>
      </w:r>
      <w:r>
        <w:tab/>
        <w:t>1.096e1</w:t>
      </w:r>
    </w:p>
    <w:p w:rsidR="00F96531" w:rsidRDefault="00F96531" w:rsidP="00F96531">
      <w:r>
        <w:t>346.0866</w:t>
      </w:r>
      <w:r>
        <w:tab/>
        <w:t>3.038e0</w:t>
      </w:r>
    </w:p>
    <w:p w:rsidR="00F96531" w:rsidRDefault="00F96531" w:rsidP="00F96531">
      <w:r>
        <w:t>346.0945</w:t>
      </w:r>
      <w:r>
        <w:tab/>
        <w:t>8.152e0</w:t>
      </w:r>
    </w:p>
    <w:p w:rsidR="00F96531" w:rsidRDefault="00F96531" w:rsidP="00F96531">
      <w:r>
        <w:lastRenderedPageBreak/>
        <w:t>346.1143</w:t>
      </w:r>
      <w:r>
        <w:tab/>
        <w:t>2.025e0</w:t>
      </w:r>
    </w:p>
    <w:p w:rsidR="00F96531" w:rsidRDefault="00F96531" w:rsidP="00F96531">
      <w:r>
        <w:t>346.1166</w:t>
      </w:r>
      <w:r>
        <w:tab/>
        <w:t>6.111e0</w:t>
      </w:r>
    </w:p>
    <w:p w:rsidR="00F96531" w:rsidRDefault="00F96531" w:rsidP="00F96531">
      <w:r>
        <w:t>346.1208</w:t>
      </w:r>
      <w:r>
        <w:tab/>
        <w:t>5.063e0</w:t>
      </w:r>
    </w:p>
    <w:p w:rsidR="00F96531" w:rsidRDefault="00F96531" w:rsidP="00F96531">
      <w:r>
        <w:t>346.1321</w:t>
      </w:r>
      <w:r>
        <w:tab/>
        <w:t>1.548e0</w:t>
      </w:r>
    </w:p>
    <w:p w:rsidR="00F96531" w:rsidRDefault="00F96531" w:rsidP="00F96531">
      <w:r>
        <w:t>346.1486</w:t>
      </w:r>
      <w:r>
        <w:tab/>
        <w:t>4.051e0</w:t>
      </w:r>
    </w:p>
    <w:p w:rsidR="00F96531" w:rsidRDefault="00F96531" w:rsidP="00F96531">
      <w:r>
        <w:t>346.1741</w:t>
      </w:r>
      <w:r>
        <w:tab/>
        <w:t>4.941e0</w:t>
      </w:r>
    </w:p>
    <w:p w:rsidR="00F96531" w:rsidRDefault="00F96531" w:rsidP="00F96531">
      <w:r>
        <w:t>346.1839</w:t>
      </w:r>
      <w:r>
        <w:tab/>
        <w:t>1.909e0</w:t>
      </w:r>
    </w:p>
    <w:p w:rsidR="00F96531" w:rsidRDefault="00F96531" w:rsidP="00F96531">
      <w:r>
        <w:t>346.1919</w:t>
      </w:r>
      <w:r>
        <w:tab/>
        <w:t>2.569e0</w:t>
      </w:r>
    </w:p>
    <w:p w:rsidR="00F96531" w:rsidRDefault="00F96531" w:rsidP="00F96531">
      <w:r>
        <w:t>346.2128</w:t>
      </w:r>
      <w:r>
        <w:tab/>
        <w:t>1.013e0</w:t>
      </w:r>
    </w:p>
    <w:p w:rsidR="00F96531" w:rsidRDefault="00F96531" w:rsidP="00F96531">
      <w:r>
        <w:t>346.2276</w:t>
      </w:r>
      <w:r>
        <w:tab/>
        <w:t>2.025e0</w:t>
      </w:r>
    </w:p>
    <w:p w:rsidR="00F96531" w:rsidRDefault="00F96531" w:rsidP="00F96531">
      <w:r>
        <w:t>346.2364</w:t>
      </w:r>
      <w:r>
        <w:tab/>
        <w:t>3.699e0</w:t>
      </w:r>
    </w:p>
    <w:p w:rsidR="00F96531" w:rsidRDefault="00F96531" w:rsidP="00F96531">
      <w:r>
        <w:t>346.2453</w:t>
      </w:r>
      <w:r>
        <w:tab/>
        <w:t>1.621e0</w:t>
      </w:r>
    </w:p>
    <w:p w:rsidR="00F96531" w:rsidRDefault="00F96531" w:rsidP="00F96531">
      <w:r>
        <w:t>346.2468</w:t>
      </w:r>
      <w:r>
        <w:tab/>
        <w:t>1.634e0</w:t>
      </w:r>
    </w:p>
    <w:p w:rsidR="00F96531" w:rsidRDefault="00F96531" w:rsidP="00F96531">
      <w:r>
        <w:t>346.2574</w:t>
      </w:r>
      <w:r>
        <w:tab/>
        <w:t>4.051e0</w:t>
      </w:r>
    </w:p>
    <w:p w:rsidR="00F96531" w:rsidRDefault="00F96531" w:rsidP="00F96531">
      <w:r>
        <w:t>346.2611</w:t>
      </w:r>
      <w:r>
        <w:tab/>
        <w:t>2.025e0</w:t>
      </w:r>
    </w:p>
    <w:p w:rsidR="00F96531" w:rsidRDefault="00F96531" w:rsidP="00F96531">
      <w:r>
        <w:t>346.2761</w:t>
      </w:r>
      <w:r>
        <w:tab/>
        <w:t>6.076e0</w:t>
      </w:r>
    </w:p>
    <w:p w:rsidR="00F96531" w:rsidRDefault="00F96531" w:rsidP="00F96531">
      <w:r>
        <w:t>346.2946</w:t>
      </w:r>
      <w:r>
        <w:tab/>
        <w:t>1.013e0</w:t>
      </w:r>
    </w:p>
    <w:p w:rsidR="00F96531" w:rsidRDefault="00F96531" w:rsidP="00F96531">
      <w:r>
        <w:t>346.2993</w:t>
      </w:r>
      <w:r>
        <w:tab/>
        <w:t>3.038e0</w:t>
      </w:r>
    </w:p>
    <w:p w:rsidR="00F96531" w:rsidRDefault="00F96531" w:rsidP="00F96531">
      <w:r>
        <w:t>346.3052</w:t>
      </w:r>
      <w:r>
        <w:tab/>
        <w:t>1.013e0</w:t>
      </w:r>
    </w:p>
    <w:p w:rsidR="00F96531" w:rsidRDefault="00F96531" w:rsidP="00F96531">
      <w:r>
        <w:lastRenderedPageBreak/>
        <w:t>346.3401</w:t>
      </w:r>
      <w:r>
        <w:tab/>
        <w:t>1.013e0</w:t>
      </w:r>
    </w:p>
    <w:p w:rsidR="00F96531" w:rsidRDefault="00F96531" w:rsidP="00F96531">
      <w:r>
        <w:t>346.3564</w:t>
      </w:r>
      <w:r>
        <w:tab/>
        <w:t>1.013e0</w:t>
      </w:r>
    </w:p>
    <w:p w:rsidR="00F96531" w:rsidRDefault="00F96531" w:rsidP="00F96531">
      <w:r>
        <w:t>346.3853</w:t>
      </w:r>
      <w:r>
        <w:tab/>
        <w:t>1.013e0</w:t>
      </w:r>
    </w:p>
    <w:p w:rsidR="00F96531" w:rsidRDefault="00F96531" w:rsidP="00F96531">
      <w:r>
        <w:t>346.3998</w:t>
      </w:r>
      <w:r>
        <w:tab/>
        <w:t>1.013e0</w:t>
      </w:r>
    </w:p>
    <w:p w:rsidR="00F96531" w:rsidRDefault="00F96531" w:rsidP="00F96531">
      <w:r>
        <w:t>346.4045</w:t>
      </w:r>
      <w:r>
        <w:tab/>
        <w:t>2.025e0</w:t>
      </w:r>
    </w:p>
    <w:p w:rsidR="00F96531" w:rsidRDefault="00F96531" w:rsidP="00F96531">
      <w:r>
        <w:t>346.4082</w:t>
      </w:r>
      <w:r>
        <w:tab/>
        <w:t>3.038e0</w:t>
      </w:r>
    </w:p>
    <w:p w:rsidR="00F96531" w:rsidRDefault="00F96531" w:rsidP="00F96531">
      <w:r>
        <w:t>346.4099</w:t>
      </w:r>
      <w:r>
        <w:tab/>
        <w:t>1.013e0</w:t>
      </w:r>
    </w:p>
    <w:p w:rsidR="00F96531" w:rsidRDefault="00F96531" w:rsidP="00F96531">
      <w:r>
        <w:t>346.4185</w:t>
      </w:r>
      <w:r>
        <w:tab/>
        <w:t>1.013e0</w:t>
      </w:r>
    </w:p>
    <w:p w:rsidR="00F96531" w:rsidRDefault="00F96531" w:rsidP="00F96531">
      <w:r>
        <w:t>346.4418</w:t>
      </w:r>
      <w:r>
        <w:tab/>
        <w:t>1.013e0</w:t>
      </w:r>
    </w:p>
    <w:p w:rsidR="00F96531" w:rsidRDefault="00F96531" w:rsidP="00F96531">
      <w:r>
        <w:t>346.4433</w:t>
      </w:r>
      <w:r>
        <w:tab/>
        <w:t>1.013e0</w:t>
      </w:r>
    </w:p>
    <w:p w:rsidR="00F96531" w:rsidRDefault="00F96531" w:rsidP="00F96531">
      <w:r>
        <w:t>346.4495</w:t>
      </w:r>
      <w:r>
        <w:tab/>
        <w:t>1.013e0</w:t>
      </w:r>
    </w:p>
    <w:p w:rsidR="00F96531" w:rsidRDefault="00F96531" w:rsidP="00F96531">
      <w:r>
        <w:t>346.5103</w:t>
      </w:r>
      <w:r>
        <w:tab/>
        <w:t>5.063e0</w:t>
      </w:r>
    </w:p>
    <w:p w:rsidR="00F96531" w:rsidRDefault="00F96531" w:rsidP="00F96531">
      <w:r>
        <w:t>346.5372</w:t>
      </w:r>
      <w:r>
        <w:tab/>
        <w:t>1.013e0</w:t>
      </w:r>
    </w:p>
    <w:p w:rsidR="00F96531" w:rsidRDefault="00F96531" w:rsidP="00F96531">
      <w:r>
        <w:t>346.5618</w:t>
      </w:r>
      <w:r>
        <w:tab/>
        <w:t>1.013e0</w:t>
      </w:r>
    </w:p>
    <w:p w:rsidR="00F96531" w:rsidRDefault="00F96531" w:rsidP="00F96531">
      <w:r>
        <w:t>346.5737</w:t>
      </w:r>
      <w:r>
        <w:tab/>
        <w:t>1.013e0</w:t>
      </w:r>
    </w:p>
    <w:p w:rsidR="00F96531" w:rsidRDefault="00F96531" w:rsidP="00F96531">
      <w:r>
        <w:t>346.5792</w:t>
      </w:r>
      <w:r>
        <w:tab/>
        <w:t>2.025e0</w:t>
      </w:r>
    </w:p>
    <w:p w:rsidR="00F96531" w:rsidRDefault="00F96531" w:rsidP="00F96531">
      <w:r>
        <w:t>346.6032</w:t>
      </w:r>
      <w:r>
        <w:tab/>
        <w:t>1.013e0</w:t>
      </w:r>
    </w:p>
    <w:p w:rsidR="00F96531" w:rsidRDefault="00F96531" w:rsidP="00F96531">
      <w:r>
        <w:t>346.6095</w:t>
      </w:r>
      <w:r>
        <w:tab/>
        <w:t>1.013e0</w:t>
      </w:r>
    </w:p>
    <w:p w:rsidR="00F96531" w:rsidRDefault="00F96531" w:rsidP="00F96531">
      <w:r>
        <w:t>346.6863</w:t>
      </w:r>
      <w:r>
        <w:tab/>
        <w:t>2.025e0</w:t>
      </w:r>
    </w:p>
    <w:p w:rsidR="00F96531" w:rsidRDefault="00F96531" w:rsidP="00F96531">
      <w:r>
        <w:lastRenderedPageBreak/>
        <w:t>346.7256</w:t>
      </w:r>
      <w:r>
        <w:tab/>
        <w:t>2.025e0</w:t>
      </w:r>
    </w:p>
    <w:p w:rsidR="00F96531" w:rsidRDefault="00F96531" w:rsidP="00F96531">
      <w:r>
        <w:t>346.7337</w:t>
      </w:r>
      <w:r>
        <w:tab/>
        <w:t>1.013e0</w:t>
      </w:r>
    </w:p>
    <w:p w:rsidR="00F96531" w:rsidRDefault="00F96531" w:rsidP="00F96531">
      <w:r>
        <w:t>346.7394</w:t>
      </w:r>
      <w:r>
        <w:tab/>
        <w:t>2.025e0</w:t>
      </w:r>
    </w:p>
    <w:p w:rsidR="00F96531" w:rsidRDefault="00F96531" w:rsidP="00F96531">
      <w:r>
        <w:t>346.7513</w:t>
      </w:r>
      <w:r>
        <w:tab/>
        <w:t>2.025e0</w:t>
      </w:r>
    </w:p>
    <w:p w:rsidR="00F96531" w:rsidRDefault="00F96531" w:rsidP="00F96531">
      <w:r>
        <w:t>346.7601</w:t>
      </w:r>
      <w:r>
        <w:tab/>
        <w:t>1.013e0</w:t>
      </w:r>
    </w:p>
    <w:p w:rsidR="00F96531" w:rsidRDefault="00F96531" w:rsidP="00F96531">
      <w:r>
        <w:t>346.7966</w:t>
      </w:r>
      <w:r>
        <w:tab/>
        <w:t>1.013e0</w:t>
      </w:r>
    </w:p>
    <w:p w:rsidR="00F96531" w:rsidRDefault="00F96531" w:rsidP="00F96531">
      <w:r>
        <w:t>346.8145</w:t>
      </w:r>
      <w:r>
        <w:tab/>
        <w:t>1.013e0</w:t>
      </w:r>
    </w:p>
    <w:p w:rsidR="00F96531" w:rsidRDefault="00F96531" w:rsidP="00F96531">
      <w:r>
        <w:t>346.8197</w:t>
      </w:r>
      <w:r>
        <w:tab/>
        <w:t>1.013e0</w:t>
      </w:r>
    </w:p>
    <w:p w:rsidR="00F96531" w:rsidRDefault="00F96531" w:rsidP="00F96531">
      <w:r>
        <w:t>346.8252</w:t>
      </w:r>
      <w:r>
        <w:tab/>
        <w:t>2.025e0</w:t>
      </w:r>
    </w:p>
    <w:p w:rsidR="00F96531" w:rsidRDefault="00F96531" w:rsidP="00F96531">
      <w:r>
        <w:t>346.8272</w:t>
      </w:r>
      <w:r>
        <w:tab/>
        <w:t>2.025e0</w:t>
      </w:r>
    </w:p>
    <w:p w:rsidR="00F96531" w:rsidRDefault="00F96531" w:rsidP="00F96531">
      <w:r>
        <w:t>346.8332</w:t>
      </w:r>
      <w:r>
        <w:tab/>
        <w:t>1.013e0</w:t>
      </w:r>
    </w:p>
    <w:p w:rsidR="00F96531" w:rsidRDefault="00F96531" w:rsidP="00F96531">
      <w:r>
        <w:t>346.8484</w:t>
      </w:r>
      <w:r>
        <w:tab/>
        <w:t>1.013e0</w:t>
      </w:r>
    </w:p>
    <w:p w:rsidR="00F96531" w:rsidRDefault="00F96531" w:rsidP="00F96531">
      <w:r>
        <w:t>346.8711</w:t>
      </w:r>
      <w:r>
        <w:tab/>
        <w:t>2.025e0</w:t>
      </w:r>
    </w:p>
    <w:p w:rsidR="00F96531" w:rsidRDefault="00F96531" w:rsidP="00F96531">
      <w:r>
        <w:t>346.9030</w:t>
      </w:r>
      <w:r>
        <w:tab/>
        <w:t>2.025e0</w:t>
      </w:r>
    </w:p>
    <w:p w:rsidR="00F96531" w:rsidRDefault="00F96531" w:rsidP="00F96531">
      <w:r>
        <w:t>346.9053</w:t>
      </w:r>
      <w:r>
        <w:tab/>
        <w:t>2.025e0</w:t>
      </w:r>
    </w:p>
    <w:p w:rsidR="00F96531" w:rsidRDefault="00F96531" w:rsidP="00F96531">
      <w:r>
        <w:t>346.9093</w:t>
      </w:r>
      <w:r>
        <w:tab/>
        <w:t>1.013e0</w:t>
      </w:r>
    </w:p>
    <w:p w:rsidR="00F96531" w:rsidRDefault="00F96531" w:rsidP="00F96531">
      <w:r>
        <w:t>346.9109</w:t>
      </w:r>
      <w:r>
        <w:tab/>
        <w:t>3.038e0</w:t>
      </w:r>
    </w:p>
    <w:p w:rsidR="00F96531" w:rsidRDefault="00F96531" w:rsidP="00F96531">
      <w:r>
        <w:t>346.9155</w:t>
      </w:r>
      <w:r>
        <w:tab/>
        <w:t>1.013e0</w:t>
      </w:r>
    </w:p>
    <w:p w:rsidR="00F96531" w:rsidRDefault="00F96531" w:rsidP="00F96531">
      <w:r>
        <w:t>346.9222</w:t>
      </w:r>
      <w:r>
        <w:tab/>
        <w:t>3.038e0</w:t>
      </w:r>
    </w:p>
    <w:p w:rsidR="00F96531" w:rsidRDefault="00F96531" w:rsidP="00F96531">
      <w:r>
        <w:lastRenderedPageBreak/>
        <w:t>346.9372</w:t>
      </w:r>
      <w:r>
        <w:tab/>
        <w:t>2.025e0</w:t>
      </w:r>
    </w:p>
    <w:p w:rsidR="00F96531" w:rsidRDefault="00F96531" w:rsidP="00F96531">
      <w:r>
        <w:t>346.9404</w:t>
      </w:r>
      <w:r>
        <w:tab/>
        <w:t>1.013e0</w:t>
      </w:r>
    </w:p>
    <w:p w:rsidR="00F96531" w:rsidRDefault="00F96531" w:rsidP="00F96531">
      <w:r>
        <w:t>346.9518</w:t>
      </w:r>
      <w:r>
        <w:tab/>
        <w:t>3.038e0</w:t>
      </w:r>
    </w:p>
    <w:p w:rsidR="00F96531" w:rsidRDefault="00F96531" w:rsidP="00F96531">
      <w:r>
        <w:t>346.9869</w:t>
      </w:r>
      <w:r>
        <w:tab/>
        <w:t>2.025e0</w:t>
      </w:r>
    </w:p>
    <w:p w:rsidR="00F96531" w:rsidRDefault="00F96531" w:rsidP="00F96531">
      <w:r>
        <w:t>347.0321</w:t>
      </w:r>
      <w:r>
        <w:tab/>
        <w:t>2.025e0</w:t>
      </w:r>
    </w:p>
    <w:p w:rsidR="00F96531" w:rsidRDefault="00F96531" w:rsidP="00F96531">
      <w:r>
        <w:t>347.0519</w:t>
      </w:r>
      <w:r>
        <w:tab/>
        <w:t>2.025e0</w:t>
      </w:r>
    </w:p>
    <w:p w:rsidR="00F96531" w:rsidRDefault="00F96531" w:rsidP="00F96531">
      <w:r>
        <w:t>347.0591</w:t>
      </w:r>
      <w:r>
        <w:tab/>
        <w:t>2.025e0</w:t>
      </w:r>
    </w:p>
    <w:p w:rsidR="00F96531" w:rsidRDefault="00F96531" w:rsidP="00F96531">
      <w:r>
        <w:t>347.0678</w:t>
      </w:r>
      <w:r>
        <w:tab/>
        <w:t>1.013e0</w:t>
      </w:r>
    </w:p>
    <w:p w:rsidR="00F96531" w:rsidRDefault="00F96531" w:rsidP="00F96531">
      <w:r>
        <w:t>347.0819</w:t>
      </w:r>
      <w:r>
        <w:tab/>
        <w:t>1.013e0</w:t>
      </w:r>
    </w:p>
    <w:p w:rsidR="00F96531" w:rsidRDefault="00F96531" w:rsidP="00F96531">
      <w:r>
        <w:t>347.0881</w:t>
      </w:r>
      <w:r>
        <w:tab/>
        <w:t>3.038e0</w:t>
      </w:r>
    </w:p>
    <w:p w:rsidR="00F96531" w:rsidRDefault="00F96531" w:rsidP="00F96531">
      <w:r>
        <w:t>347.0928</w:t>
      </w:r>
      <w:r>
        <w:tab/>
        <w:t>2.025e0</w:t>
      </w:r>
    </w:p>
    <w:p w:rsidR="00F96531" w:rsidRDefault="00F96531" w:rsidP="00F96531">
      <w:r>
        <w:t>347.0948</w:t>
      </w:r>
      <w:r>
        <w:tab/>
        <w:t>2.027e0</w:t>
      </w:r>
    </w:p>
    <w:p w:rsidR="00F96531" w:rsidRDefault="00F96531" w:rsidP="00F96531">
      <w:r>
        <w:t>347.1042</w:t>
      </w:r>
      <w:r>
        <w:tab/>
        <w:t>5.063e0</w:t>
      </w:r>
    </w:p>
    <w:p w:rsidR="00F96531" w:rsidRDefault="00F96531" w:rsidP="00F96531">
      <w:r>
        <w:t>347.1157</w:t>
      </w:r>
      <w:r>
        <w:tab/>
        <w:t>1.013e0</w:t>
      </w:r>
    </w:p>
    <w:p w:rsidR="00F96531" w:rsidRDefault="00F96531" w:rsidP="00F96531">
      <w:r>
        <w:t>347.1416</w:t>
      </w:r>
      <w:r>
        <w:tab/>
        <w:t>3.237e0</w:t>
      </w:r>
    </w:p>
    <w:p w:rsidR="00F96531" w:rsidRDefault="00F96531" w:rsidP="00F96531">
      <w:r>
        <w:t>347.1508</w:t>
      </w:r>
      <w:r>
        <w:tab/>
        <w:t>1.804e0</w:t>
      </w:r>
    </w:p>
    <w:p w:rsidR="00F96531" w:rsidRDefault="00F96531" w:rsidP="00F96531">
      <w:r>
        <w:t>347.1705</w:t>
      </w:r>
      <w:r>
        <w:tab/>
        <w:t>1.013e0</w:t>
      </w:r>
    </w:p>
    <w:p w:rsidR="00F96531" w:rsidRDefault="00F96531" w:rsidP="00F96531">
      <w:r>
        <w:t>347.2000</w:t>
      </w:r>
      <w:r>
        <w:tab/>
        <w:t>2.025e0</w:t>
      </w:r>
    </w:p>
    <w:p w:rsidR="00F96531" w:rsidRDefault="00F96531" w:rsidP="00F96531">
      <w:r>
        <w:t>347.2078</w:t>
      </w:r>
      <w:r>
        <w:tab/>
        <w:t>1.013e0</w:t>
      </w:r>
    </w:p>
    <w:p w:rsidR="00F96531" w:rsidRDefault="00F96531" w:rsidP="00F96531">
      <w:r>
        <w:lastRenderedPageBreak/>
        <w:t>347.2090</w:t>
      </w:r>
      <w:r>
        <w:tab/>
        <w:t>2.237e0</w:t>
      </w:r>
    </w:p>
    <w:p w:rsidR="00F96531" w:rsidRDefault="00F96531" w:rsidP="00F96531">
      <w:r>
        <w:t>347.2263</w:t>
      </w:r>
      <w:r>
        <w:tab/>
        <w:t>4.811e0</w:t>
      </w:r>
    </w:p>
    <w:p w:rsidR="00F96531" w:rsidRDefault="00F96531" w:rsidP="00F96531">
      <w:r>
        <w:t>347.2275</w:t>
      </w:r>
      <w:r>
        <w:tab/>
        <w:t>2.485e0</w:t>
      </w:r>
    </w:p>
    <w:p w:rsidR="00F96531" w:rsidRDefault="00F96531" w:rsidP="00F96531">
      <w:r>
        <w:t>347.2365</w:t>
      </w:r>
      <w:r>
        <w:tab/>
        <w:t>1.013e0</w:t>
      </w:r>
    </w:p>
    <w:p w:rsidR="00F96531" w:rsidRDefault="00F96531" w:rsidP="00F96531">
      <w:r>
        <w:t>347.2680</w:t>
      </w:r>
      <w:r>
        <w:tab/>
        <w:t>3.038e0</w:t>
      </w:r>
    </w:p>
    <w:p w:rsidR="00F96531" w:rsidRDefault="00F96531" w:rsidP="00F96531">
      <w:r>
        <w:t>347.2747</w:t>
      </w:r>
      <w:r>
        <w:tab/>
        <w:t>1.013e0</w:t>
      </w:r>
    </w:p>
    <w:p w:rsidR="00F96531" w:rsidRDefault="00F96531" w:rsidP="00F96531">
      <w:r>
        <w:t>347.2863</w:t>
      </w:r>
      <w:r>
        <w:tab/>
        <w:t>1.981e0</w:t>
      </w:r>
    </w:p>
    <w:p w:rsidR="00F96531" w:rsidRDefault="00F96531" w:rsidP="00F96531">
      <w:r>
        <w:t>347.2915</w:t>
      </w:r>
      <w:r>
        <w:tab/>
        <w:t>3.038e0</w:t>
      </w:r>
    </w:p>
    <w:p w:rsidR="00F96531" w:rsidRDefault="00F96531" w:rsidP="00F96531">
      <w:r>
        <w:t>347.2949</w:t>
      </w:r>
      <w:r>
        <w:tab/>
        <w:t>1.013e0</w:t>
      </w:r>
    </w:p>
    <w:p w:rsidR="00F96531" w:rsidRDefault="00F96531" w:rsidP="00F96531">
      <w:r>
        <w:t>347.2966</w:t>
      </w:r>
      <w:r>
        <w:tab/>
        <w:t>2.025e0</w:t>
      </w:r>
    </w:p>
    <w:p w:rsidR="00F96531" w:rsidRDefault="00F96531" w:rsidP="00F96531">
      <w:r>
        <w:t>347.3021</w:t>
      </w:r>
      <w:r>
        <w:tab/>
        <w:t>2.025e0</w:t>
      </w:r>
    </w:p>
    <w:p w:rsidR="00F96531" w:rsidRDefault="00F96531" w:rsidP="00F96531">
      <w:r>
        <w:t>347.3245</w:t>
      </w:r>
      <w:r>
        <w:tab/>
        <w:t>1.013e0</w:t>
      </w:r>
    </w:p>
    <w:p w:rsidR="00F96531" w:rsidRDefault="00F96531" w:rsidP="00F96531">
      <w:r>
        <w:t>347.3297</w:t>
      </w:r>
      <w:r>
        <w:tab/>
        <w:t>1.013e0</w:t>
      </w:r>
    </w:p>
    <w:p w:rsidR="00F96531" w:rsidRDefault="00F96531" w:rsidP="00F96531">
      <w:r>
        <w:t>347.3352</w:t>
      </w:r>
      <w:r>
        <w:tab/>
        <w:t>1.013e0</w:t>
      </w:r>
    </w:p>
    <w:p w:rsidR="00F96531" w:rsidRDefault="00F96531" w:rsidP="00F96531">
      <w:r>
        <w:t>347.3391</w:t>
      </w:r>
      <w:r>
        <w:tab/>
        <w:t>1.013e0</w:t>
      </w:r>
    </w:p>
    <w:p w:rsidR="00F96531" w:rsidRDefault="00F96531" w:rsidP="00F96531">
      <w:r>
        <w:t>347.3743</w:t>
      </w:r>
      <w:r>
        <w:tab/>
        <w:t>1.013e0</w:t>
      </w:r>
    </w:p>
    <w:p w:rsidR="00F96531" w:rsidRDefault="00F96531" w:rsidP="00F96531">
      <w:r>
        <w:t>347.3805</w:t>
      </w:r>
      <w:r>
        <w:tab/>
        <w:t>1.013e0</w:t>
      </w:r>
    </w:p>
    <w:p w:rsidR="00F96531" w:rsidRDefault="00F96531" w:rsidP="00F96531">
      <w:r>
        <w:t>347.3929</w:t>
      </w:r>
      <w:r>
        <w:tab/>
        <w:t>1.013e0</w:t>
      </w:r>
    </w:p>
    <w:p w:rsidR="00F96531" w:rsidRDefault="00F96531" w:rsidP="00F96531">
      <w:r>
        <w:t>347.3945</w:t>
      </w:r>
      <w:r>
        <w:tab/>
        <w:t>1.013e0</w:t>
      </w:r>
    </w:p>
    <w:p w:rsidR="00F96531" w:rsidRDefault="00F96531" w:rsidP="00F96531">
      <w:r>
        <w:lastRenderedPageBreak/>
        <w:t>347.3968</w:t>
      </w:r>
      <w:r>
        <w:tab/>
        <w:t>2.025e0</w:t>
      </w:r>
    </w:p>
    <w:p w:rsidR="00F96531" w:rsidRDefault="00F96531" w:rsidP="00F96531">
      <w:r>
        <w:t>347.4241</w:t>
      </w:r>
      <w:r>
        <w:tab/>
        <w:t>1.013e0</w:t>
      </w:r>
    </w:p>
    <w:p w:rsidR="00F96531" w:rsidRDefault="00F96531" w:rsidP="00F96531">
      <w:r>
        <w:t>347.4283</w:t>
      </w:r>
      <w:r>
        <w:tab/>
        <w:t>1.013e0</w:t>
      </w:r>
    </w:p>
    <w:p w:rsidR="00F96531" w:rsidRDefault="00F96531" w:rsidP="00F96531">
      <w:r>
        <w:t>347.4754</w:t>
      </w:r>
      <w:r>
        <w:tab/>
        <w:t>2.025e0</w:t>
      </w:r>
    </w:p>
    <w:p w:rsidR="00F96531" w:rsidRDefault="00F96531" w:rsidP="00F96531">
      <w:r>
        <w:t>347.4777</w:t>
      </w:r>
      <w:r>
        <w:tab/>
        <w:t>2.025e0</w:t>
      </w:r>
    </w:p>
    <w:p w:rsidR="00F96531" w:rsidRDefault="00F96531" w:rsidP="00F96531">
      <w:r>
        <w:t>347.4897</w:t>
      </w:r>
      <w:r>
        <w:tab/>
        <w:t>2.025e0</w:t>
      </w:r>
    </w:p>
    <w:p w:rsidR="00F96531" w:rsidRDefault="00F96531" w:rsidP="00F96531">
      <w:r>
        <w:t>347.4941</w:t>
      </w:r>
      <w:r>
        <w:tab/>
        <w:t>1.013e0</w:t>
      </w:r>
    </w:p>
    <w:p w:rsidR="00F96531" w:rsidRDefault="00F96531" w:rsidP="00F96531">
      <w:r>
        <w:t>347.5112</w:t>
      </w:r>
      <w:r>
        <w:tab/>
        <w:t>1.013e0</w:t>
      </w:r>
    </w:p>
    <w:p w:rsidR="00F96531" w:rsidRDefault="00F96531" w:rsidP="00F96531">
      <w:r>
        <w:t>347.5325</w:t>
      </w:r>
      <w:r>
        <w:tab/>
        <w:t>1.013e0</w:t>
      </w:r>
    </w:p>
    <w:p w:rsidR="00F96531" w:rsidRDefault="00F96531" w:rsidP="00F96531">
      <w:r>
        <w:t>347.5502</w:t>
      </w:r>
      <w:r>
        <w:tab/>
        <w:t>2.025e0</w:t>
      </w:r>
    </w:p>
    <w:p w:rsidR="00F96531" w:rsidRDefault="00F96531" w:rsidP="00F96531">
      <w:r>
        <w:t>347.5517</w:t>
      </w:r>
      <w:r>
        <w:tab/>
        <w:t>1.013e0</w:t>
      </w:r>
    </w:p>
    <w:p w:rsidR="00F96531" w:rsidRDefault="00F96531" w:rsidP="00F96531">
      <w:r>
        <w:t>347.5660</w:t>
      </w:r>
      <w:r>
        <w:tab/>
        <w:t>2.025e0</w:t>
      </w:r>
    </w:p>
    <w:p w:rsidR="00F96531" w:rsidRDefault="00F96531" w:rsidP="00F96531">
      <w:r>
        <w:t>347.5724</w:t>
      </w:r>
      <w:r>
        <w:tab/>
        <w:t>2.025e0</w:t>
      </w:r>
    </w:p>
    <w:p w:rsidR="00F96531" w:rsidRDefault="00F96531" w:rsidP="00F96531">
      <w:r>
        <w:t>347.5970</w:t>
      </w:r>
      <w:r>
        <w:tab/>
        <w:t>1.013e0</w:t>
      </w:r>
    </w:p>
    <w:p w:rsidR="00F96531" w:rsidRDefault="00F96531" w:rsidP="00F96531">
      <w:r>
        <w:t>347.6026</w:t>
      </w:r>
      <w:r>
        <w:tab/>
        <w:t>1.013e0</w:t>
      </w:r>
    </w:p>
    <w:p w:rsidR="00F96531" w:rsidRDefault="00F96531" w:rsidP="00F96531">
      <w:r>
        <w:t>347.6420</w:t>
      </w:r>
      <w:r>
        <w:tab/>
        <w:t>1.013e0</w:t>
      </w:r>
    </w:p>
    <w:p w:rsidR="00F96531" w:rsidRDefault="00F96531" w:rsidP="00F96531">
      <w:r>
        <w:t>347.6557</w:t>
      </w:r>
      <w:r>
        <w:tab/>
        <w:t>2.025e0</w:t>
      </w:r>
    </w:p>
    <w:p w:rsidR="00F96531" w:rsidRDefault="00F96531" w:rsidP="00F96531">
      <w:r>
        <w:t>347.6607</w:t>
      </w:r>
      <w:r>
        <w:tab/>
        <w:t>1.013e0</w:t>
      </w:r>
    </w:p>
    <w:p w:rsidR="00F96531" w:rsidRDefault="00F96531" w:rsidP="00F96531">
      <w:r>
        <w:t>347.7219</w:t>
      </w:r>
      <w:r>
        <w:tab/>
        <w:t>1.013e0</w:t>
      </w:r>
    </w:p>
    <w:p w:rsidR="00F96531" w:rsidRDefault="00F96531" w:rsidP="00F96531">
      <w:r>
        <w:lastRenderedPageBreak/>
        <w:t>347.7412</w:t>
      </w:r>
      <w:r>
        <w:tab/>
        <w:t>1.013e0</w:t>
      </w:r>
    </w:p>
    <w:p w:rsidR="00F96531" w:rsidRDefault="00F96531" w:rsidP="00F96531">
      <w:r>
        <w:t>347.7538</w:t>
      </w:r>
      <w:r>
        <w:tab/>
        <w:t>2.025e0</w:t>
      </w:r>
    </w:p>
    <w:p w:rsidR="00F96531" w:rsidRDefault="00F96531" w:rsidP="00F96531">
      <w:r>
        <w:t>347.7629</w:t>
      </w:r>
      <w:r>
        <w:tab/>
        <w:t>2.025e0</w:t>
      </w:r>
    </w:p>
    <w:p w:rsidR="00F96531" w:rsidRDefault="00F96531" w:rsidP="00F96531">
      <w:r>
        <w:t>347.7698</w:t>
      </w:r>
      <w:r>
        <w:tab/>
        <w:t>1.013e0</w:t>
      </w:r>
    </w:p>
    <w:p w:rsidR="00F96531" w:rsidRDefault="00F96531" w:rsidP="00F96531">
      <w:r>
        <w:t>347.7999</w:t>
      </w:r>
      <w:r>
        <w:tab/>
        <w:t>1.013e0</w:t>
      </w:r>
    </w:p>
    <w:p w:rsidR="00F96531" w:rsidRDefault="00F96531" w:rsidP="00F96531">
      <w:r>
        <w:t>347.8230</w:t>
      </w:r>
      <w:r>
        <w:tab/>
        <w:t>2.025e0</w:t>
      </w:r>
    </w:p>
    <w:p w:rsidR="00F96531" w:rsidRDefault="00F96531" w:rsidP="00F96531">
      <w:r>
        <w:t>347.8289</w:t>
      </w:r>
      <w:r>
        <w:tab/>
        <w:t>1.013e0</w:t>
      </w:r>
    </w:p>
    <w:p w:rsidR="00F96531" w:rsidRDefault="00F96531" w:rsidP="00F96531">
      <w:r>
        <w:t>347.8539</w:t>
      </w:r>
      <w:r>
        <w:tab/>
        <w:t>2.025e0</w:t>
      </w:r>
    </w:p>
    <w:p w:rsidR="00F96531" w:rsidRDefault="00F96531" w:rsidP="00F96531">
      <w:r>
        <w:t>347.8616</w:t>
      </w:r>
      <w:r>
        <w:tab/>
        <w:t>1.013e0</w:t>
      </w:r>
    </w:p>
    <w:p w:rsidR="00F96531" w:rsidRDefault="00F96531" w:rsidP="00F96531">
      <w:r>
        <w:t>347.8806</w:t>
      </w:r>
      <w:r>
        <w:tab/>
        <w:t>4.051e0</w:t>
      </w:r>
    </w:p>
    <w:p w:rsidR="00F96531" w:rsidRDefault="00F96531" w:rsidP="00F96531">
      <w:r>
        <w:t>347.9016</w:t>
      </w:r>
      <w:r>
        <w:tab/>
        <w:t>2.025e0</w:t>
      </w:r>
    </w:p>
    <w:p w:rsidR="00F96531" w:rsidRDefault="00F96531" w:rsidP="00F96531">
      <w:r>
        <w:t>347.9153</w:t>
      </w:r>
      <w:r>
        <w:tab/>
        <w:t>1.013e0</w:t>
      </w:r>
    </w:p>
    <w:p w:rsidR="00F96531" w:rsidRDefault="00F96531" w:rsidP="00F96531">
      <w:r>
        <w:t>347.9194</w:t>
      </w:r>
      <w:r>
        <w:tab/>
        <w:t>1.013e0</w:t>
      </w:r>
    </w:p>
    <w:p w:rsidR="00F96531" w:rsidRDefault="00F96531" w:rsidP="00F96531">
      <w:r>
        <w:t>347.9230</w:t>
      </w:r>
      <w:r>
        <w:tab/>
        <w:t>3.038e0</w:t>
      </w:r>
    </w:p>
    <w:p w:rsidR="00F96531" w:rsidRDefault="00F96531" w:rsidP="00F96531">
      <w:r>
        <w:t>347.9262</w:t>
      </w:r>
      <w:r>
        <w:tab/>
        <w:t>2.025e0</w:t>
      </w:r>
    </w:p>
    <w:p w:rsidR="00F96531" w:rsidRDefault="00F96531" w:rsidP="00F96531">
      <w:r>
        <w:t>347.9400</w:t>
      </w:r>
      <w:r>
        <w:tab/>
        <w:t>1.013e0</w:t>
      </w:r>
    </w:p>
    <w:p w:rsidR="00F96531" w:rsidRDefault="00F96531" w:rsidP="00F96531">
      <w:r>
        <w:t>347.9605</w:t>
      </w:r>
      <w:r>
        <w:tab/>
        <w:t>5.063e0</w:t>
      </w:r>
    </w:p>
    <w:p w:rsidR="00F96531" w:rsidRDefault="00F96531" w:rsidP="00F96531">
      <w:r>
        <w:t>347.9632</w:t>
      </w:r>
      <w:r>
        <w:tab/>
        <w:t>1.013e0</w:t>
      </w:r>
    </w:p>
    <w:p w:rsidR="00F96531" w:rsidRDefault="00F96531" w:rsidP="00F96531">
      <w:r>
        <w:t>347.9821</w:t>
      </w:r>
      <w:r>
        <w:tab/>
        <w:t>2.025e0</w:t>
      </w:r>
    </w:p>
    <w:p w:rsidR="00F96531" w:rsidRDefault="00F96531" w:rsidP="00F96531">
      <w:r>
        <w:lastRenderedPageBreak/>
        <w:t>348.0187</w:t>
      </w:r>
      <w:r>
        <w:tab/>
        <w:t>4.051e0</w:t>
      </w:r>
    </w:p>
    <w:p w:rsidR="00F96531" w:rsidRDefault="00F96531" w:rsidP="00F96531">
      <w:r>
        <w:t>348.0302</w:t>
      </w:r>
      <w:r>
        <w:tab/>
        <w:t>2.025e0</w:t>
      </w:r>
    </w:p>
    <w:p w:rsidR="00F96531" w:rsidRDefault="00F96531" w:rsidP="00F96531">
      <w:r>
        <w:t>348.0316</w:t>
      </w:r>
      <w:r>
        <w:tab/>
        <w:t>2.849e0</w:t>
      </w:r>
    </w:p>
    <w:p w:rsidR="00F96531" w:rsidRDefault="00F96531" w:rsidP="00F96531">
      <w:r>
        <w:t>348.0389</w:t>
      </w:r>
      <w:r>
        <w:tab/>
        <w:t>7.089e0</w:t>
      </w:r>
    </w:p>
    <w:p w:rsidR="00F96531" w:rsidRDefault="00F96531" w:rsidP="00F96531">
      <w:r>
        <w:t>348.0493</w:t>
      </w:r>
      <w:r>
        <w:tab/>
        <w:t>4.051e0</w:t>
      </w:r>
    </w:p>
    <w:p w:rsidR="00F96531" w:rsidRDefault="00F96531" w:rsidP="00F96531">
      <w:r>
        <w:t>348.0657</w:t>
      </w:r>
      <w:r>
        <w:tab/>
        <w:t>2.025e0</w:t>
      </w:r>
    </w:p>
    <w:p w:rsidR="00F96531" w:rsidRDefault="00F96531" w:rsidP="00F96531">
      <w:r>
        <w:t>348.0668</w:t>
      </w:r>
      <w:r>
        <w:tab/>
        <w:t>4.051e0</w:t>
      </w:r>
    </w:p>
    <w:p w:rsidR="00F96531" w:rsidRDefault="00F96531" w:rsidP="00F96531">
      <w:r>
        <w:t>348.0705</w:t>
      </w:r>
      <w:r>
        <w:tab/>
        <w:t>1.936e0</w:t>
      </w:r>
    </w:p>
    <w:p w:rsidR="00F96531" w:rsidRDefault="00F96531" w:rsidP="00F96531">
      <w:r>
        <w:t>348.0844</w:t>
      </w:r>
      <w:r>
        <w:tab/>
        <w:t>2.025e0</w:t>
      </w:r>
    </w:p>
    <w:p w:rsidR="00F96531" w:rsidRDefault="00F96531" w:rsidP="00F96531">
      <w:r>
        <w:t>348.0942</w:t>
      </w:r>
      <w:r>
        <w:tab/>
        <w:t>4.961e0</w:t>
      </w:r>
    </w:p>
    <w:p w:rsidR="00F96531" w:rsidRDefault="00F96531" w:rsidP="00F96531">
      <w:r>
        <w:t>348.1018</w:t>
      </w:r>
      <w:r>
        <w:tab/>
        <w:t>1.402e0</w:t>
      </w:r>
    </w:p>
    <w:p w:rsidR="00F96531" w:rsidRDefault="00F96531" w:rsidP="00F96531">
      <w:r>
        <w:t>348.1172</w:t>
      </w:r>
      <w:r>
        <w:tab/>
        <w:t>2.001e0</w:t>
      </w:r>
    </w:p>
    <w:p w:rsidR="00F96531" w:rsidRDefault="00F96531" w:rsidP="00F96531">
      <w:r>
        <w:t>348.1230</w:t>
      </w:r>
      <w:r>
        <w:tab/>
        <w:t>1.515e0</w:t>
      </w:r>
    </w:p>
    <w:p w:rsidR="00F96531" w:rsidRDefault="00F96531" w:rsidP="00F96531">
      <w:r>
        <w:t>348.1280</w:t>
      </w:r>
      <w:r>
        <w:tab/>
        <w:t>2.107e0</w:t>
      </w:r>
    </w:p>
    <w:p w:rsidR="00F96531" w:rsidRDefault="00F96531" w:rsidP="00F96531">
      <w:r>
        <w:t>348.1357</w:t>
      </w:r>
      <w:r>
        <w:tab/>
        <w:t>4.051e0</w:t>
      </w:r>
    </w:p>
    <w:p w:rsidR="00F96531" w:rsidRDefault="00F96531" w:rsidP="00F96531">
      <w:r>
        <w:t>348.1905</w:t>
      </w:r>
      <w:r>
        <w:tab/>
        <w:t>1.013e0</w:t>
      </w:r>
    </w:p>
    <w:p w:rsidR="00F96531" w:rsidRDefault="00F96531" w:rsidP="00F96531">
      <w:r>
        <w:t>348.1989</w:t>
      </w:r>
      <w:r>
        <w:tab/>
        <w:t>1.215e1</w:t>
      </w:r>
    </w:p>
    <w:p w:rsidR="00F96531" w:rsidRDefault="00F96531" w:rsidP="00F96531">
      <w:r>
        <w:t>348.2075</w:t>
      </w:r>
      <w:r>
        <w:tab/>
        <w:t>1.722e0</w:t>
      </w:r>
    </w:p>
    <w:p w:rsidR="00F96531" w:rsidRDefault="00F96531" w:rsidP="00F96531">
      <w:r>
        <w:t>348.2437</w:t>
      </w:r>
      <w:r>
        <w:tab/>
        <w:t>8.958e0</w:t>
      </w:r>
    </w:p>
    <w:p w:rsidR="00F96531" w:rsidRDefault="00F96531" w:rsidP="00F96531">
      <w:r>
        <w:lastRenderedPageBreak/>
        <w:t>348.2647</w:t>
      </w:r>
      <w:r>
        <w:tab/>
        <w:t>3.933e0</w:t>
      </w:r>
    </w:p>
    <w:p w:rsidR="00F96531" w:rsidRDefault="00F96531" w:rsidP="00F96531">
      <w:r>
        <w:t>348.2700</w:t>
      </w:r>
      <w:r>
        <w:tab/>
        <w:t>3.038e0</w:t>
      </w:r>
    </w:p>
    <w:p w:rsidR="00F96531" w:rsidRDefault="00F96531" w:rsidP="00F96531">
      <w:r>
        <w:t>348.3088</w:t>
      </w:r>
      <w:r>
        <w:tab/>
        <w:t>2.025e0</w:t>
      </w:r>
    </w:p>
    <w:p w:rsidR="00F96531" w:rsidRDefault="00F96531" w:rsidP="00F96531">
      <w:r>
        <w:t>348.3130</w:t>
      </w:r>
      <w:r>
        <w:tab/>
        <w:t>2.025e0</w:t>
      </w:r>
    </w:p>
    <w:p w:rsidR="00F96531" w:rsidRDefault="00F96531" w:rsidP="00F96531">
      <w:r>
        <w:t>348.3168</w:t>
      </w:r>
      <w:r>
        <w:tab/>
        <w:t>1.013e0</w:t>
      </w:r>
    </w:p>
    <w:p w:rsidR="00F96531" w:rsidRDefault="00F96531" w:rsidP="00F96531">
      <w:r>
        <w:t>348.3402</w:t>
      </w:r>
      <w:r>
        <w:tab/>
        <w:t>1.013e0</w:t>
      </w:r>
    </w:p>
    <w:p w:rsidR="00F96531" w:rsidRDefault="00F96531" w:rsidP="00F96531">
      <w:r>
        <w:t>348.3417</w:t>
      </w:r>
      <w:r>
        <w:tab/>
        <w:t>1.013e0</w:t>
      </w:r>
    </w:p>
    <w:p w:rsidR="00F96531" w:rsidRDefault="00F96531" w:rsidP="00F96531">
      <w:r>
        <w:t>348.3955</w:t>
      </w:r>
      <w:r>
        <w:tab/>
        <w:t>1.013e0</w:t>
      </w:r>
    </w:p>
    <w:p w:rsidR="00F96531" w:rsidRDefault="00F96531" w:rsidP="00F96531">
      <w:r>
        <w:t>348.4010</w:t>
      </w:r>
      <w:r>
        <w:tab/>
        <w:t>1.013e0</w:t>
      </w:r>
    </w:p>
    <w:p w:rsidR="00F96531" w:rsidRDefault="00F96531" w:rsidP="00F96531">
      <w:r>
        <w:t>348.4104</w:t>
      </w:r>
      <w:r>
        <w:tab/>
        <w:t>1.013e0</w:t>
      </w:r>
    </w:p>
    <w:p w:rsidR="00F96531" w:rsidRDefault="00F96531" w:rsidP="00F96531">
      <w:r>
        <w:t>348.4327</w:t>
      </w:r>
      <w:r>
        <w:tab/>
        <w:t>2.025e0</w:t>
      </w:r>
    </w:p>
    <w:p w:rsidR="00F96531" w:rsidRDefault="00F96531" w:rsidP="00F96531">
      <w:r>
        <w:t>348.4489</w:t>
      </w:r>
      <w:r>
        <w:tab/>
        <w:t>1.013e0</w:t>
      </w:r>
    </w:p>
    <w:p w:rsidR="00F96531" w:rsidRDefault="00F96531" w:rsidP="00F96531">
      <w:r>
        <w:t>348.4915</w:t>
      </w:r>
      <w:r>
        <w:tab/>
        <w:t>2.025e0</w:t>
      </w:r>
    </w:p>
    <w:p w:rsidR="00F96531" w:rsidRDefault="00F96531" w:rsidP="00F96531">
      <w:r>
        <w:t>348.4941</w:t>
      </w:r>
      <w:r>
        <w:tab/>
        <w:t>1.013e0</w:t>
      </w:r>
    </w:p>
    <w:p w:rsidR="00F96531" w:rsidRDefault="00F96531" w:rsidP="00F96531">
      <w:r>
        <w:t>348.5165</w:t>
      </w:r>
      <w:r>
        <w:tab/>
        <w:t>1.013e0</w:t>
      </w:r>
    </w:p>
    <w:p w:rsidR="00F96531" w:rsidRDefault="00F96531" w:rsidP="00F96531">
      <w:r>
        <w:t>348.5316</w:t>
      </w:r>
      <w:r>
        <w:tab/>
        <w:t>3.899e0</w:t>
      </w:r>
    </w:p>
    <w:p w:rsidR="00F96531" w:rsidRDefault="00F96531" w:rsidP="00F96531">
      <w:r>
        <w:t>348.5413</w:t>
      </w:r>
      <w:r>
        <w:tab/>
        <w:t>1.013e0</w:t>
      </w:r>
    </w:p>
    <w:p w:rsidR="00F96531" w:rsidRDefault="00F96531" w:rsidP="00F96531">
      <w:r>
        <w:t>348.5671</w:t>
      </w:r>
      <w:r>
        <w:tab/>
        <w:t>3.038e0</w:t>
      </w:r>
    </w:p>
    <w:p w:rsidR="00F96531" w:rsidRDefault="00F96531" w:rsidP="00F96531">
      <w:r>
        <w:t>348.5890</w:t>
      </w:r>
      <w:r>
        <w:tab/>
        <w:t>1.013e0</w:t>
      </w:r>
    </w:p>
    <w:p w:rsidR="00F96531" w:rsidRDefault="00F96531" w:rsidP="00F96531">
      <w:r>
        <w:lastRenderedPageBreak/>
        <w:t>348.5945</w:t>
      </w:r>
      <w:r>
        <w:tab/>
        <w:t>2.025e0</w:t>
      </w:r>
    </w:p>
    <w:p w:rsidR="00F96531" w:rsidRDefault="00F96531" w:rsidP="00F96531">
      <w:r>
        <w:t>348.6215</w:t>
      </w:r>
      <w:r>
        <w:tab/>
        <w:t>1.013e0</w:t>
      </w:r>
    </w:p>
    <w:p w:rsidR="00F96531" w:rsidRDefault="00F96531" w:rsidP="00F96531">
      <w:r>
        <w:t>348.6398</w:t>
      </w:r>
      <w:r>
        <w:tab/>
        <w:t>1.013e0</w:t>
      </w:r>
    </w:p>
    <w:p w:rsidR="00F96531" w:rsidRDefault="00F96531" w:rsidP="00F96531">
      <w:r>
        <w:t>348.6645</w:t>
      </w:r>
      <w:r>
        <w:tab/>
        <w:t>1.013e0</w:t>
      </w:r>
    </w:p>
    <w:p w:rsidR="00F96531" w:rsidRDefault="00F96531" w:rsidP="00F96531">
      <w:r>
        <w:t>348.6773</w:t>
      </w:r>
      <w:r>
        <w:tab/>
        <w:t>1.013e0</w:t>
      </w:r>
    </w:p>
    <w:p w:rsidR="00F96531" w:rsidRDefault="00F96531" w:rsidP="00F96531">
      <w:r>
        <w:t>348.6788</w:t>
      </w:r>
      <w:r>
        <w:tab/>
        <w:t>1.013e0</w:t>
      </w:r>
    </w:p>
    <w:p w:rsidR="00F96531" w:rsidRDefault="00F96531" w:rsidP="00F96531">
      <w:r>
        <w:t>348.6924</w:t>
      </w:r>
      <w:r>
        <w:tab/>
        <w:t>3.038e0</w:t>
      </w:r>
    </w:p>
    <w:p w:rsidR="00F96531" w:rsidRDefault="00F96531" w:rsidP="00F96531">
      <w:r>
        <w:t>348.6937</w:t>
      </w:r>
      <w:r>
        <w:tab/>
        <w:t>3.038e0</w:t>
      </w:r>
    </w:p>
    <w:p w:rsidR="00F96531" w:rsidRDefault="00F96531" w:rsidP="00F96531">
      <w:r>
        <w:t>348.7085</w:t>
      </w:r>
      <w:r>
        <w:tab/>
        <w:t>1.013e0</w:t>
      </w:r>
    </w:p>
    <w:p w:rsidR="00F96531" w:rsidRDefault="00F96531" w:rsidP="00F96531">
      <w:r>
        <w:t>348.7225</w:t>
      </w:r>
      <w:r>
        <w:tab/>
        <w:t>1.013e0</w:t>
      </w:r>
    </w:p>
    <w:p w:rsidR="00F96531" w:rsidRDefault="00F96531" w:rsidP="00F96531">
      <w:r>
        <w:t>348.7617</w:t>
      </w:r>
      <w:r>
        <w:tab/>
        <w:t>1.013e0</w:t>
      </w:r>
    </w:p>
    <w:p w:rsidR="00F96531" w:rsidRDefault="00F96531" w:rsidP="00F96531">
      <w:r>
        <w:t>348.7672</w:t>
      </w:r>
      <w:r>
        <w:tab/>
        <w:t>1.013e0</w:t>
      </w:r>
    </w:p>
    <w:p w:rsidR="00F96531" w:rsidRDefault="00F96531" w:rsidP="00F96531">
      <w:r>
        <w:t>348.7725</w:t>
      </w:r>
      <w:r>
        <w:tab/>
        <w:t>1.013e0</w:t>
      </w:r>
    </w:p>
    <w:p w:rsidR="00F96531" w:rsidRDefault="00F96531" w:rsidP="00F96531">
      <w:r>
        <w:t>348.7834</w:t>
      </w:r>
      <w:r>
        <w:tab/>
        <w:t>3.038e0</w:t>
      </w:r>
    </w:p>
    <w:p w:rsidR="00F96531" w:rsidRDefault="00F96531" w:rsidP="00F96531">
      <w:r>
        <w:t>348.8005</w:t>
      </w:r>
      <w:r>
        <w:tab/>
        <w:t>2.025e0</w:t>
      </w:r>
    </w:p>
    <w:p w:rsidR="00F96531" w:rsidRDefault="00F96531" w:rsidP="00F96531">
      <w:r>
        <w:t>348.8024</w:t>
      </w:r>
      <w:r>
        <w:tab/>
        <w:t>2.025e0</w:t>
      </w:r>
    </w:p>
    <w:p w:rsidR="00F96531" w:rsidRDefault="00F96531" w:rsidP="00F96531">
      <w:r>
        <w:t>348.8584</w:t>
      </w:r>
      <w:r>
        <w:tab/>
        <w:t>2.025e0</w:t>
      </w:r>
    </w:p>
    <w:p w:rsidR="00F96531" w:rsidRDefault="00F96531" w:rsidP="00F96531">
      <w:r>
        <w:t>348.8787</w:t>
      </w:r>
      <w:r>
        <w:tab/>
        <w:t>1.013e0</w:t>
      </w:r>
    </w:p>
    <w:p w:rsidR="00F96531" w:rsidRDefault="00F96531" w:rsidP="00F96531">
      <w:r>
        <w:t>348.8853</w:t>
      </w:r>
      <w:r>
        <w:tab/>
        <w:t>1.013e0</w:t>
      </w:r>
    </w:p>
    <w:p w:rsidR="00F96531" w:rsidRDefault="00F96531" w:rsidP="00F96531">
      <w:r>
        <w:lastRenderedPageBreak/>
        <w:t>348.8907</w:t>
      </w:r>
      <w:r>
        <w:tab/>
        <w:t>3.038e0</w:t>
      </w:r>
    </w:p>
    <w:p w:rsidR="00F96531" w:rsidRDefault="00F96531" w:rsidP="00F96531">
      <w:r>
        <w:t>348.9099</w:t>
      </w:r>
      <w:r>
        <w:tab/>
        <w:t>1.013e0</w:t>
      </w:r>
    </w:p>
    <w:p w:rsidR="00F96531" w:rsidRDefault="00F96531" w:rsidP="00F96531">
      <w:r>
        <w:t>348.9306</w:t>
      </w:r>
      <w:r>
        <w:tab/>
        <w:t>1.013e0</w:t>
      </w:r>
    </w:p>
    <w:p w:rsidR="00F96531" w:rsidRDefault="00F96531" w:rsidP="00F96531">
      <w:r>
        <w:t>348.9397</w:t>
      </w:r>
      <w:r>
        <w:tab/>
        <w:t>1.013e0</w:t>
      </w:r>
    </w:p>
    <w:p w:rsidR="00F96531" w:rsidRDefault="00F96531" w:rsidP="00F96531">
      <w:r>
        <w:t>348.9496</w:t>
      </w:r>
      <w:r>
        <w:tab/>
        <w:t>2.025e0</w:t>
      </w:r>
    </w:p>
    <w:p w:rsidR="00F96531" w:rsidRDefault="00F96531" w:rsidP="00F96531">
      <w:r>
        <w:t>348.9514</w:t>
      </w:r>
      <w:r>
        <w:tab/>
        <w:t>1.013e0</w:t>
      </w:r>
    </w:p>
    <w:p w:rsidR="00F96531" w:rsidRDefault="00F96531" w:rsidP="00F96531">
      <w:r>
        <w:t>348.9662</w:t>
      </w:r>
      <w:r>
        <w:tab/>
        <w:t>1.013e0</w:t>
      </w:r>
    </w:p>
    <w:p w:rsidR="00F96531" w:rsidRDefault="00F96531" w:rsidP="00F96531">
      <w:r>
        <w:t>349.0017</w:t>
      </w:r>
      <w:r>
        <w:tab/>
        <w:t>3.978e0</w:t>
      </w:r>
    </w:p>
    <w:p w:rsidR="00F96531" w:rsidRDefault="00F96531" w:rsidP="00F96531">
      <w:r>
        <w:t>349.0097</w:t>
      </w:r>
      <w:r>
        <w:tab/>
        <w:t>8.101e0</w:t>
      </w:r>
    </w:p>
    <w:p w:rsidR="00F96531" w:rsidRDefault="00F96531" w:rsidP="00F96531">
      <w:r>
        <w:t>349.0162</w:t>
      </w:r>
      <w:r>
        <w:tab/>
        <w:t>1.013e0</w:t>
      </w:r>
    </w:p>
    <w:p w:rsidR="00F96531" w:rsidRDefault="00F96531" w:rsidP="00F96531">
      <w:r>
        <w:t>349.0487</w:t>
      </w:r>
      <w:r>
        <w:tab/>
        <w:t>3.038e0</w:t>
      </w:r>
    </w:p>
    <w:p w:rsidR="00F96531" w:rsidRDefault="00F96531" w:rsidP="00F96531">
      <w:r>
        <w:t>349.0572</w:t>
      </w:r>
      <w:r>
        <w:tab/>
        <w:t>3.038e0</w:t>
      </w:r>
    </w:p>
    <w:p w:rsidR="00F96531" w:rsidRDefault="00F96531" w:rsidP="00F96531">
      <w:r>
        <w:t>349.0600</w:t>
      </w:r>
      <w:r>
        <w:tab/>
        <w:t>1.013e0</w:t>
      </w:r>
    </w:p>
    <w:p w:rsidR="00F96531" w:rsidRDefault="00F96531" w:rsidP="00F96531">
      <w:r>
        <w:t>349.0692</w:t>
      </w:r>
      <w:r>
        <w:tab/>
        <w:t>1.025e0</w:t>
      </w:r>
    </w:p>
    <w:p w:rsidR="00F96531" w:rsidRDefault="00F96531" w:rsidP="00F96531">
      <w:r>
        <w:t>349.0803</w:t>
      </w:r>
      <w:r>
        <w:tab/>
        <w:t>1.013e0</w:t>
      </w:r>
    </w:p>
    <w:p w:rsidR="00F96531" w:rsidRDefault="00F96531" w:rsidP="00F96531">
      <w:r>
        <w:t>349.0971</w:t>
      </w:r>
      <w:r>
        <w:tab/>
        <w:t>1.013e0</w:t>
      </w:r>
    </w:p>
    <w:p w:rsidR="00F96531" w:rsidRDefault="00F96531" w:rsidP="00F96531">
      <w:r>
        <w:t>349.1034</w:t>
      </w:r>
      <w:r>
        <w:tab/>
        <w:t>1.013e0</w:t>
      </w:r>
    </w:p>
    <w:p w:rsidR="00F96531" w:rsidRDefault="00F96531" w:rsidP="00F96531">
      <w:r>
        <w:t>349.1162</w:t>
      </w:r>
      <w:r>
        <w:tab/>
        <w:t>1.013e0</w:t>
      </w:r>
    </w:p>
    <w:p w:rsidR="00F96531" w:rsidRDefault="00F96531" w:rsidP="00F96531">
      <w:r>
        <w:t>349.1613</w:t>
      </w:r>
      <w:r>
        <w:tab/>
        <w:t>3.038e0</w:t>
      </w:r>
    </w:p>
    <w:p w:rsidR="00F96531" w:rsidRDefault="00F96531" w:rsidP="00F96531">
      <w:r>
        <w:lastRenderedPageBreak/>
        <w:t>349.1777</w:t>
      </w:r>
      <w:r>
        <w:tab/>
        <w:t>3.466e0</w:t>
      </w:r>
    </w:p>
    <w:p w:rsidR="00F96531" w:rsidRDefault="00F96531" w:rsidP="00F96531">
      <w:r>
        <w:t>349.1865</w:t>
      </w:r>
      <w:r>
        <w:tab/>
        <w:t>7.419e0</w:t>
      </w:r>
    </w:p>
    <w:p w:rsidR="00F96531" w:rsidRDefault="00F96531" w:rsidP="00F96531">
      <w:r>
        <w:t>349.1935</w:t>
      </w:r>
      <w:r>
        <w:tab/>
        <w:t>5.010e0</w:t>
      </w:r>
    </w:p>
    <w:p w:rsidR="00F96531" w:rsidRDefault="00F96531" w:rsidP="00F96531">
      <w:r>
        <w:t>349.1987</w:t>
      </w:r>
      <w:r>
        <w:tab/>
        <w:t>6.076e0</w:t>
      </w:r>
    </w:p>
    <w:p w:rsidR="00F96531" w:rsidRDefault="00F96531" w:rsidP="00F96531">
      <w:r>
        <w:t>349.2437</w:t>
      </w:r>
      <w:r>
        <w:tab/>
        <w:t>2.921e0</w:t>
      </w:r>
    </w:p>
    <w:p w:rsidR="00F96531" w:rsidRDefault="00F96531" w:rsidP="00F96531">
      <w:r>
        <w:t>349.2493</w:t>
      </w:r>
      <w:r>
        <w:tab/>
        <w:t>3.038e0</w:t>
      </w:r>
    </w:p>
    <w:p w:rsidR="00F96531" w:rsidRDefault="00F96531" w:rsidP="00F96531">
      <w:r>
        <w:t>349.2520</w:t>
      </w:r>
      <w:r>
        <w:tab/>
        <w:t>1.827e0</w:t>
      </w:r>
    </w:p>
    <w:p w:rsidR="00F96531" w:rsidRDefault="00F96531" w:rsidP="00F96531">
      <w:r>
        <w:t>349.2651</w:t>
      </w:r>
      <w:r>
        <w:tab/>
        <w:t>1.937e0</w:t>
      </w:r>
    </w:p>
    <w:p w:rsidR="00F96531" w:rsidRDefault="00F96531" w:rsidP="00F96531">
      <w:r>
        <w:t>349.2859</w:t>
      </w:r>
      <w:r>
        <w:tab/>
        <w:t>1.959e0</w:t>
      </w:r>
    </w:p>
    <w:p w:rsidR="00F96531" w:rsidRDefault="00F96531" w:rsidP="00F96531">
      <w:r>
        <w:t>349.3106</w:t>
      </w:r>
      <w:r>
        <w:tab/>
        <w:t>2.025e0</w:t>
      </w:r>
    </w:p>
    <w:p w:rsidR="00F96531" w:rsidRDefault="00F96531" w:rsidP="00F96531">
      <w:r>
        <w:t>349.3152</w:t>
      </w:r>
      <w:r>
        <w:tab/>
        <w:t>6.076e0</w:t>
      </w:r>
    </w:p>
    <w:p w:rsidR="00F96531" w:rsidRDefault="00F96531" w:rsidP="00F96531">
      <w:r>
        <w:t>349.3216</w:t>
      </w:r>
      <w:r>
        <w:tab/>
        <w:t>1.013e0</w:t>
      </w:r>
    </w:p>
    <w:p w:rsidR="00F96531" w:rsidRDefault="00F96531" w:rsidP="00F96531">
      <w:r>
        <w:t>349.3351</w:t>
      </w:r>
      <w:r>
        <w:tab/>
        <w:t>1.013e0</w:t>
      </w:r>
    </w:p>
    <w:p w:rsidR="00F96531" w:rsidRDefault="00F96531" w:rsidP="00F96531">
      <w:r>
        <w:t>349.3495</w:t>
      </w:r>
      <w:r>
        <w:tab/>
        <w:t>2.025e0</w:t>
      </w:r>
    </w:p>
    <w:p w:rsidR="00F96531" w:rsidRDefault="00F96531" w:rsidP="00F96531">
      <w:r>
        <w:t>349.3625</w:t>
      </w:r>
      <w:r>
        <w:tab/>
        <w:t>2.025e0</w:t>
      </w:r>
    </w:p>
    <w:p w:rsidR="00F96531" w:rsidRDefault="00F96531" w:rsidP="00F96531">
      <w:r>
        <w:t>349.3673</w:t>
      </w:r>
      <w:r>
        <w:tab/>
        <w:t>4.051e0</w:t>
      </w:r>
    </w:p>
    <w:p w:rsidR="00F96531" w:rsidRDefault="00F96531" w:rsidP="00F96531">
      <w:r>
        <w:t>349.3774</w:t>
      </w:r>
      <w:r>
        <w:tab/>
        <w:t>1.013e0</w:t>
      </w:r>
    </w:p>
    <w:p w:rsidR="00F96531" w:rsidRDefault="00F96531" w:rsidP="00F96531">
      <w:r>
        <w:t>349.4382</w:t>
      </w:r>
      <w:r>
        <w:tab/>
        <w:t>2.025e0</w:t>
      </w:r>
    </w:p>
    <w:p w:rsidR="00F96531" w:rsidRDefault="00F96531" w:rsidP="00F96531">
      <w:r>
        <w:t>349.4515</w:t>
      </w:r>
      <w:r>
        <w:tab/>
        <w:t>2.039e0</w:t>
      </w:r>
    </w:p>
    <w:p w:rsidR="00F96531" w:rsidRDefault="00F96531" w:rsidP="00F96531">
      <w:r>
        <w:lastRenderedPageBreak/>
        <w:t>349.4667</w:t>
      </w:r>
      <w:r>
        <w:tab/>
        <w:t>3.038e0</w:t>
      </w:r>
    </w:p>
    <w:p w:rsidR="00F96531" w:rsidRDefault="00F96531" w:rsidP="00F96531">
      <w:r>
        <w:t>349.4775</w:t>
      </w:r>
      <w:r>
        <w:tab/>
        <w:t>1.013e0</w:t>
      </w:r>
    </w:p>
    <w:p w:rsidR="00F96531" w:rsidRDefault="00F96531" w:rsidP="00F96531">
      <w:r>
        <w:t>349.4866</w:t>
      </w:r>
      <w:r>
        <w:tab/>
        <w:t>1.013e0</w:t>
      </w:r>
    </w:p>
    <w:p w:rsidR="00F96531" w:rsidRDefault="00F96531" w:rsidP="00F96531">
      <w:r>
        <w:t>349.5088</w:t>
      </w:r>
      <w:r>
        <w:tab/>
        <w:t>1.013e0</w:t>
      </w:r>
    </w:p>
    <w:p w:rsidR="00F96531" w:rsidRDefault="00F96531" w:rsidP="00F96531">
      <w:r>
        <w:t>349.5213</w:t>
      </w:r>
      <w:r>
        <w:tab/>
        <w:t>2.025e0</w:t>
      </w:r>
    </w:p>
    <w:p w:rsidR="00F96531" w:rsidRDefault="00F96531" w:rsidP="00F96531">
      <w:r>
        <w:t>349.5228</w:t>
      </w:r>
      <w:r>
        <w:tab/>
        <w:t>1.013e0</w:t>
      </w:r>
    </w:p>
    <w:p w:rsidR="00F96531" w:rsidRDefault="00F96531" w:rsidP="00F96531">
      <w:r>
        <w:t>349.5479</w:t>
      </w:r>
      <w:r>
        <w:tab/>
        <w:t>1.013e0</w:t>
      </w:r>
    </w:p>
    <w:p w:rsidR="00F96531" w:rsidRDefault="00F96531" w:rsidP="00F96531">
      <w:r>
        <w:t>349.5529</w:t>
      </w:r>
      <w:r>
        <w:tab/>
        <w:t>2.025e0</w:t>
      </w:r>
    </w:p>
    <w:p w:rsidR="00F96531" w:rsidRDefault="00F96531" w:rsidP="00F96531">
      <w:r>
        <w:t>349.5664</w:t>
      </w:r>
      <w:r>
        <w:tab/>
        <w:t>5.063e0</w:t>
      </w:r>
    </w:p>
    <w:p w:rsidR="00F96531" w:rsidRDefault="00F96531" w:rsidP="00F96531">
      <w:r>
        <w:t>349.5854</w:t>
      </w:r>
      <w:r>
        <w:tab/>
        <w:t>2.025e0</w:t>
      </w:r>
    </w:p>
    <w:p w:rsidR="00F96531" w:rsidRDefault="00F96531" w:rsidP="00F96531">
      <w:r>
        <w:t>349.5915</w:t>
      </w:r>
      <w:r>
        <w:tab/>
        <w:t>2.025e0</w:t>
      </w:r>
    </w:p>
    <w:p w:rsidR="00F96531" w:rsidRDefault="00F96531" w:rsidP="00F96531">
      <w:r>
        <w:t>349.5964</w:t>
      </w:r>
      <w:r>
        <w:tab/>
        <w:t>1.013e0</w:t>
      </w:r>
    </w:p>
    <w:p w:rsidR="00F96531" w:rsidRDefault="00F96531" w:rsidP="00F96531">
      <w:r>
        <w:t>349.6418</w:t>
      </w:r>
      <w:r>
        <w:tab/>
        <w:t>1.013e0</w:t>
      </w:r>
    </w:p>
    <w:p w:rsidR="00F96531" w:rsidRDefault="00F96531" w:rsidP="00F96531">
      <w:r>
        <w:t>349.6504</w:t>
      </w:r>
      <w:r>
        <w:tab/>
        <w:t>2.025e0</w:t>
      </w:r>
    </w:p>
    <w:p w:rsidR="00F96531" w:rsidRDefault="00F96531" w:rsidP="00F96531">
      <w:r>
        <w:t>349.6769</w:t>
      </w:r>
      <w:r>
        <w:tab/>
        <w:t>2.025e0</w:t>
      </w:r>
    </w:p>
    <w:p w:rsidR="00F96531" w:rsidRDefault="00F96531" w:rsidP="00F96531">
      <w:r>
        <w:t>349.6818</w:t>
      </w:r>
      <w:r>
        <w:tab/>
        <w:t>1.013e0</w:t>
      </w:r>
    </w:p>
    <w:p w:rsidR="00F96531" w:rsidRDefault="00F96531" w:rsidP="00F96531">
      <w:r>
        <w:t>349.6903</w:t>
      </w:r>
      <w:r>
        <w:tab/>
        <w:t>1.013e0</w:t>
      </w:r>
    </w:p>
    <w:p w:rsidR="00F96531" w:rsidRDefault="00F96531" w:rsidP="00F96531">
      <w:r>
        <w:t>349.6930</w:t>
      </w:r>
      <w:r>
        <w:tab/>
        <w:t>2.025e0</w:t>
      </w:r>
    </w:p>
    <w:p w:rsidR="00F96531" w:rsidRDefault="00F96531" w:rsidP="00F96531">
      <w:r>
        <w:t>349.7131</w:t>
      </w:r>
      <w:r>
        <w:tab/>
        <w:t>2.025e0</w:t>
      </w:r>
    </w:p>
    <w:p w:rsidR="00F96531" w:rsidRDefault="00F96531" w:rsidP="00F96531">
      <w:r>
        <w:lastRenderedPageBreak/>
        <w:t>349.7256</w:t>
      </w:r>
      <w:r>
        <w:tab/>
        <w:t>1.013e0</w:t>
      </w:r>
    </w:p>
    <w:p w:rsidR="00F96531" w:rsidRDefault="00F96531" w:rsidP="00F96531">
      <w:r>
        <w:t>349.7271</w:t>
      </w:r>
      <w:r>
        <w:tab/>
        <w:t>1.013e0</w:t>
      </w:r>
    </w:p>
    <w:p w:rsidR="00F96531" w:rsidRDefault="00F96531" w:rsidP="00F96531">
      <w:r>
        <w:t>349.7342</w:t>
      </w:r>
      <w:r>
        <w:tab/>
        <w:t>1.013e0</w:t>
      </w:r>
    </w:p>
    <w:p w:rsidR="00F96531" w:rsidRDefault="00F96531" w:rsidP="00F96531">
      <w:r>
        <w:t>349.7465</w:t>
      </w:r>
      <w:r>
        <w:tab/>
        <w:t>1.013e0</w:t>
      </w:r>
    </w:p>
    <w:p w:rsidR="00F96531" w:rsidRDefault="00F96531" w:rsidP="00F96531">
      <w:r>
        <w:t>349.7973</w:t>
      </w:r>
      <w:r>
        <w:tab/>
        <w:t>1.013e0</w:t>
      </w:r>
    </w:p>
    <w:p w:rsidR="00F96531" w:rsidRDefault="00F96531" w:rsidP="00F96531">
      <w:r>
        <w:t>349.8204</w:t>
      </w:r>
      <w:r>
        <w:tab/>
        <w:t>2.025e0</w:t>
      </w:r>
    </w:p>
    <w:p w:rsidR="00F96531" w:rsidRDefault="00F96531" w:rsidP="00F96531">
      <w:r>
        <w:t>349.8219</w:t>
      </w:r>
      <w:r>
        <w:tab/>
        <w:t>1.013e0</w:t>
      </w:r>
    </w:p>
    <w:p w:rsidR="00F96531" w:rsidRDefault="00F96531" w:rsidP="00F96531">
      <w:r>
        <w:t>349.8260</w:t>
      </w:r>
      <w:r>
        <w:tab/>
        <w:t>1.013e0</w:t>
      </w:r>
    </w:p>
    <w:p w:rsidR="00F96531" w:rsidRDefault="00F96531" w:rsidP="00F96531">
      <w:r>
        <w:t>349.8466</w:t>
      </w:r>
      <w:r>
        <w:tab/>
        <w:t>1.013e0</w:t>
      </w:r>
    </w:p>
    <w:p w:rsidR="00F96531" w:rsidRDefault="00F96531" w:rsidP="00F96531">
      <w:r>
        <w:t>349.8748</w:t>
      </w:r>
      <w:r>
        <w:tab/>
        <w:t>2.454e0</w:t>
      </w:r>
    </w:p>
    <w:p w:rsidR="00F96531" w:rsidRDefault="00F96531" w:rsidP="00F96531">
      <w:r>
        <w:t>349.9047</w:t>
      </w:r>
      <w:r>
        <w:tab/>
        <w:t>2.025e0</w:t>
      </w:r>
    </w:p>
    <w:p w:rsidR="00F96531" w:rsidRDefault="00F96531" w:rsidP="00F96531">
      <w:r>
        <w:t>349.9074</w:t>
      </w:r>
      <w:r>
        <w:tab/>
        <w:t>3.038e0</w:t>
      </w:r>
    </w:p>
    <w:p w:rsidR="00F96531" w:rsidRDefault="00F96531" w:rsidP="00F96531">
      <w:r>
        <w:t>349.9110</w:t>
      </w:r>
      <w:r>
        <w:tab/>
        <w:t>1.013e0</w:t>
      </w:r>
    </w:p>
    <w:p w:rsidR="00F96531" w:rsidRDefault="00F96531" w:rsidP="00F96531">
      <w:r>
        <w:t>349.9314</w:t>
      </w:r>
      <w:r>
        <w:tab/>
        <w:t>6.076e0</w:t>
      </w:r>
    </w:p>
    <w:p w:rsidR="00F96531" w:rsidRDefault="00F96531" w:rsidP="00F96531">
      <w:r>
        <w:t>349.9455</w:t>
      </w:r>
      <w:r>
        <w:tab/>
        <w:t>1.013e0</w:t>
      </w:r>
    </w:p>
    <w:p w:rsidR="00F96531" w:rsidRDefault="00F96531" w:rsidP="00F96531">
      <w:r>
        <w:t>349.9805</w:t>
      </w:r>
      <w:r>
        <w:tab/>
        <w:t>2.025e0</w:t>
      </w:r>
    </w:p>
    <w:p w:rsidR="00F96531" w:rsidRDefault="00F96531" w:rsidP="00F96531">
      <w:r>
        <w:t>349.9908</w:t>
      </w:r>
      <w:r>
        <w:tab/>
        <w:t>3.038e0</w:t>
      </w:r>
    </w:p>
    <w:p w:rsidR="00F96531" w:rsidRDefault="00F96531" w:rsidP="00F96531">
      <w:r>
        <w:t>350.0098</w:t>
      </w:r>
      <w:r>
        <w:tab/>
        <w:t>2.025e0</w:t>
      </w:r>
    </w:p>
    <w:p w:rsidR="00F96531" w:rsidRDefault="00F96531" w:rsidP="00F96531">
      <w:r>
        <w:t>350.0395</w:t>
      </w:r>
      <w:r>
        <w:tab/>
        <w:t>3.038e0</w:t>
      </w:r>
    </w:p>
    <w:p w:rsidR="00F96531" w:rsidRDefault="00F96531" w:rsidP="00F96531">
      <w:r>
        <w:lastRenderedPageBreak/>
        <w:t>350.0424</w:t>
      </w:r>
      <w:r>
        <w:tab/>
        <w:t>3.038e0</w:t>
      </w:r>
    </w:p>
    <w:p w:rsidR="00F96531" w:rsidRDefault="00F96531" w:rsidP="00F96531">
      <w:r>
        <w:t>350.0594</w:t>
      </w:r>
      <w:r>
        <w:tab/>
        <w:t>1.040e2</w:t>
      </w:r>
    </w:p>
    <w:p w:rsidR="00F96531" w:rsidRDefault="00F96531" w:rsidP="00F96531">
      <w:r>
        <w:t>350.0614</w:t>
      </w:r>
      <w:r>
        <w:tab/>
        <w:t>6.333e1</w:t>
      </w:r>
    </w:p>
    <w:p w:rsidR="00F96531" w:rsidRDefault="00F96531" w:rsidP="00F96531">
      <w:r>
        <w:t>350.0731</w:t>
      </w:r>
      <w:r>
        <w:tab/>
        <w:t>7.160e0</w:t>
      </w:r>
    </w:p>
    <w:p w:rsidR="00F96531" w:rsidRDefault="00F96531" w:rsidP="00F96531">
      <w:r>
        <w:t>350.0897</w:t>
      </w:r>
      <w:r>
        <w:tab/>
        <w:t>2.025e0</w:t>
      </w:r>
    </w:p>
    <w:p w:rsidR="00F96531" w:rsidRDefault="00F96531" w:rsidP="00F96531">
      <w:r>
        <w:t>350.1077</w:t>
      </w:r>
      <w:r>
        <w:tab/>
        <w:t>4.053e0</w:t>
      </w:r>
    </w:p>
    <w:p w:rsidR="00F96531" w:rsidRDefault="00F96531" w:rsidP="00F96531">
      <w:r>
        <w:t>350.1360</w:t>
      </w:r>
      <w:r>
        <w:tab/>
        <w:t>4.004e0</w:t>
      </w:r>
    </w:p>
    <w:p w:rsidR="00F96531" w:rsidRDefault="00F96531" w:rsidP="00F96531">
      <w:r>
        <w:t>350.1392</w:t>
      </w:r>
      <w:r>
        <w:tab/>
        <w:t>1.013e0</w:t>
      </w:r>
    </w:p>
    <w:p w:rsidR="00F96531" w:rsidRDefault="00F96531" w:rsidP="00F96531">
      <w:r>
        <w:t>350.1540</w:t>
      </w:r>
      <w:r>
        <w:tab/>
        <w:t>3.038e0</w:t>
      </w:r>
    </w:p>
    <w:p w:rsidR="00F96531" w:rsidRDefault="00F96531" w:rsidP="00F96531">
      <w:r>
        <w:t>350.1764</w:t>
      </w:r>
      <w:r>
        <w:tab/>
        <w:t>5.637e0</w:t>
      </w:r>
    </w:p>
    <w:p w:rsidR="00F96531" w:rsidRDefault="00F96531" w:rsidP="00F96531">
      <w:r>
        <w:t>350.1794</w:t>
      </w:r>
      <w:r>
        <w:tab/>
        <w:t>5.313e0</w:t>
      </w:r>
    </w:p>
    <w:p w:rsidR="00F96531" w:rsidRDefault="00F96531" w:rsidP="00F96531">
      <w:r>
        <w:t>350.1844</w:t>
      </w:r>
      <w:r>
        <w:tab/>
        <w:t>2.025e0</w:t>
      </w:r>
    </w:p>
    <w:p w:rsidR="00F96531" w:rsidRDefault="00F96531" w:rsidP="00F96531">
      <w:r>
        <w:t>350.2054</w:t>
      </w:r>
      <w:r>
        <w:tab/>
        <w:t>1.195e1</w:t>
      </w:r>
    </w:p>
    <w:p w:rsidR="00F96531" w:rsidRDefault="00F96531" w:rsidP="00F96531">
      <w:r>
        <w:t>350.2135</w:t>
      </w:r>
      <w:r>
        <w:tab/>
        <w:t>6.456e0</w:t>
      </w:r>
    </w:p>
    <w:p w:rsidR="00F96531" w:rsidRDefault="00F96531" w:rsidP="00F96531">
      <w:r>
        <w:t>350.2221</w:t>
      </w:r>
      <w:r>
        <w:tab/>
        <w:t>2.568e0</w:t>
      </w:r>
    </w:p>
    <w:p w:rsidR="00F96531" w:rsidRDefault="00F96531" w:rsidP="00F96531">
      <w:r>
        <w:t>350.2364</w:t>
      </w:r>
      <w:r>
        <w:tab/>
        <w:t>1.013e0</w:t>
      </w:r>
    </w:p>
    <w:p w:rsidR="00F96531" w:rsidRDefault="00F96531" w:rsidP="00F96531">
      <w:r>
        <w:t>350.2547</w:t>
      </w:r>
      <w:r>
        <w:tab/>
        <w:t>1.013e0</w:t>
      </w:r>
    </w:p>
    <w:p w:rsidR="00F96531" w:rsidRDefault="00F96531" w:rsidP="00F96531">
      <w:r>
        <w:t>350.2683</w:t>
      </w:r>
      <w:r>
        <w:tab/>
        <w:t>1.013e0</w:t>
      </w:r>
    </w:p>
    <w:p w:rsidR="00F96531" w:rsidRDefault="00F96531" w:rsidP="00F96531">
      <w:r>
        <w:t>350.2946</w:t>
      </w:r>
      <w:r>
        <w:tab/>
        <w:t>2.025e0</w:t>
      </w:r>
    </w:p>
    <w:p w:rsidR="00F96531" w:rsidRDefault="00F96531" w:rsidP="00F96531">
      <w:r>
        <w:lastRenderedPageBreak/>
        <w:t>350.3055</w:t>
      </w:r>
      <w:r>
        <w:tab/>
        <w:t>4.051e0</w:t>
      </w:r>
    </w:p>
    <w:p w:rsidR="00F96531" w:rsidRDefault="00F96531" w:rsidP="00F96531">
      <w:r>
        <w:t>350.3169</w:t>
      </w:r>
      <w:r>
        <w:tab/>
        <w:t>2.025e0</w:t>
      </w:r>
    </w:p>
    <w:p w:rsidR="00F96531" w:rsidRDefault="00F96531" w:rsidP="00F96531">
      <w:r>
        <w:t>350.3432</w:t>
      </w:r>
      <w:r>
        <w:tab/>
        <w:t>7.089e0</w:t>
      </w:r>
    </w:p>
    <w:p w:rsidR="00F96531" w:rsidRDefault="00F96531" w:rsidP="00F96531">
      <w:r>
        <w:t>350.3609</w:t>
      </w:r>
      <w:r>
        <w:tab/>
        <w:t>1.013e0</w:t>
      </w:r>
    </w:p>
    <w:p w:rsidR="00F96531" w:rsidRDefault="00F96531" w:rsidP="00F96531">
      <w:r>
        <w:t>350.3743</w:t>
      </w:r>
      <w:r>
        <w:tab/>
        <w:t>1.013e0</w:t>
      </w:r>
    </w:p>
    <w:p w:rsidR="00F96531" w:rsidRDefault="00F96531" w:rsidP="00F96531">
      <w:r>
        <w:t>350.3806</w:t>
      </w:r>
      <w:r>
        <w:tab/>
        <w:t>1.013e0</w:t>
      </w:r>
    </w:p>
    <w:p w:rsidR="00F96531" w:rsidRDefault="00F96531" w:rsidP="00F96531">
      <w:r>
        <w:t>350.3990</w:t>
      </w:r>
      <w:r>
        <w:tab/>
        <w:t>1.013e0</w:t>
      </w:r>
    </w:p>
    <w:p w:rsidR="00F96531" w:rsidRDefault="00F96531" w:rsidP="00F96531">
      <w:r>
        <w:t>350.4173</w:t>
      </w:r>
      <w:r>
        <w:tab/>
        <w:t>1.013e0</w:t>
      </w:r>
    </w:p>
    <w:p w:rsidR="00F96531" w:rsidRDefault="00F96531" w:rsidP="00F96531">
      <w:r>
        <w:t>350.4236</w:t>
      </w:r>
      <w:r>
        <w:tab/>
        <w:t>1.013e0</w:t>
      </w:r>
    </w:p>
    <w:p w:rsidR="00F96531" w:rsidRDefault="00F96531" w:rsidP="00F96531">
      <w:r>
        <w:t>350.4377</w:t>
      </w:r>
      <w:r>
        <w:tab/>
        <w:t>1.013e0</w:t>
      </w:r>
    </w:p>
    <w:p w:rsidR="00F96531" w:rsidRDefault="00F96531" w:rsidP="00F96531">
      <w:r>
        <w:t>350.4626</w:t>
      </w:r>
      <w:r>
        <w:tab/>
        <w:t>3.038e0</w:t>
      </w:r>
    </w:p>
    <w:p w:rsidR="00F96531" w:rsidRDefault="00F96531" w:rsidP="00F96531">
      <w:r>
        <w:t>350.4648</w:t>
      </w:r>
      <w:r>
        <w:tab/>
        <w:t>2.025e0</w:t>
      </w:r>
    </w:p>
    <w:p w:rsidR="00F96531" w:rsidRDefault="00F96531" w:rsidP="00F96531">
      <w:r>
        <w:t>350.4691</w:t>
      </w:r>
      <w:r>
        <w:tab/>
        <w:t>2.025e0</w:t>
      </w:r>
    </w:p>
    <w:p w:rsidR="00F96531" w:rsidRDefault="00F96531" w:rsidP="00F96531">
      <w:r>
        <w:t>350.4715</w:t>
      </w:r>
      <w:r>
        <w:tab/>
        <w:t>1.013e0</w:t>
      </w:r>
    </w:p>
    <w:p w:rsidR="00F96531" w:rsidRDefault="00F96531" w:rsidP="00F96531">
      <w:r>
        <w:t>350.4940</w:t>
      </w:r>
      <w:r>
        <w:tab/>
        <w:t>1.013e0</w:t>
      </w:r>
    </w:p>
    <w:p w:rsidR="00F96531" w:rsidRDefault="00F96531" w:rsidP="00F96531">
      <w:r>
        <w:t>350.5129</w:t>
      </w:r>
      <w:r>
        <w:tab/>
        <w:t>1.013e0</w:t>
      </w:r>
    </w:p>
    <w:p w:rsidR="00F96531" w:rsidRDefault="00F96531" w:rsidP="00F96531">
      <w:r>
        <w:t>350.5472</w:t>
      </w:r>
      <w:r>
        <w:tab/>
        <w:t>1.013e0</w:t>
      </w:r>
    </w:p>
    <w:p w:rsidR="00F96531" w:rsidRDefault="00F96531" w:rsidP="00F96531">
      <w:r>
        <w:t>350.5742</w:t>
      </w:r>
      <w:r>
        <w:tab/>
        <w:t>1.013e0</w:t>
      </w:r>
    </w:p>
    <w:p w:rsidR="00F96531" w:rsidRDefault="00F96531" w:rsidP="00F96531">
      <w:r>
        <w:t>350.5795</w:t>
      </w:r>
      <w:r>
        <w:tab/>
        <w:t>2.025e0</w:t>
      </w:r>
    </w:p>
    <w:p w:rsidR="00F96531" w:rsidRDefault="00F96531" w:rsidP="00F96531">
      <w:r>
        <w:lastRenderedPageBreak/>
        <w:t>350.5887</w:t>
      </w:r>
      <w:r>
        <w:tab/>
        <w:t>4.051e0</w:t>
      </w:r>
    </w:p>
    <w:p w:rsidR="00F96531" w:rsidRDefault="00F96531" w:rsidP="00F96531">
      <w:r>
        <w:t>350.6214</w:t>
      </w:r>
      <w:r>
        <w:tab/>
        <w:t>2.025e0</w:t>
      </w:r>
    </w:p>
    <w:p w:rsidR="00F96531" w:rsidRDefault="00F96531" w:rsidP="00F96531">
      <w:r>
        <w:t>350.6761</w:t>
      </w:r>
      <w:r>
        <w:tab/>
        <w:t>1.013e0</w:t>
      </w:r>
    </w:p>
    <w:p w:rsidR="00F96531" w:rsidRDefault="00F96531" w:rsidP="00F96531">
      <w:r>
        <w:t>350.6875</w:t>
      </w:r>
      <w:r>
        <w:tab/>
        <w:t>1.013e0</w:t>
      </w:r>
    </w:p>
    <w:p w:rsidR="00F96531" w:rsidRDefault="00F96531" w:rsidP="00F96531">
      <w:r>
        <w:t>350.7148</w:t>
      </w:r>
      <w:r>
        <w:tab/>
        <w:t>1.013e0</w:t>
      </w:r>
    </w:p>
    <w:p w:rsidR="00F96531" w:rsidRDefault="00F96531" w:rsidP="00F96531">
      <w:r>
        <w:t>350.7163</w:t>
      </w:r>
      <w:r>
        <w:tab/>
        <w:t>1.013e0</w:t>
      </w:r>
    </w:p>
    <w:p w:rsidR="00F96531" w:rsidRDefault="00F96531" w:rsidP="00F96531">
      <w:r>
        <w:t>350.7394</w:t>
      </w:r>
      <w:r>
        <w:tab/>
        <w:t>1.013e0</w:t>
      </w:r>
    </w:p>
    <w:p w:rsidR="00F96531" w:rsidRDefault="00F96531" w:rsidP="00F96531">
      <w:r>
        <w:t>350.7642</w:t>
      </w:r>
      <w:r>
        <w:tab/>
        <w:t>3.038e0</w:t>
      </w:r>
    </w:p>
    <w:p w:rsidR="00F96531" w:rsidRDefault="00F96531" w:rsidP="00F96531">
      <w:r>
        <w:t>350.7684</w:t>
      </w:r>
      <w:r>
        <w:tab/>
        <w:t>2.025e0</w:t>
      </w:r>
    </w:p>
    <w:p w:rsidR="00F96531" w:rsidRDefault="00F96531" w:rsidP="00F96531">
      <w:r>
        <w:t>350.7919</w:t>
      </w:r>
      <w:r>
        <w:tab/>
        <w:t>2.025e0</w:t>
      </w:r>
    </w:p>
    <w:p w:rsidR="00F96531" w:rsidRDefault="00F96531" w:rsidP="00F96531">
      <w:r>
        <w:t>350.8165</w:t>
      </w:r>
      <w:r>
        <w:tab/>
        <w:t>2.025e0</w:t>
      </w:r>
    </w:p>
    <w:p w:rsidR="00F96531" w:rsidRDefault="00F96531" w:rsidP="00F96531">
      <w:r>
        <w:t>350.8504</w:t>
      </w:r>
      <w:r>
        <w:tab/>
        <w:t>1.013e0</w:t>
      </w:r>
    </w:p>
    <w:p w:rsidR="00F96531" w:rsidRDefault="00F96531" w:rsidP="00F96531">
      <w:r>
        <w:t>350.8819</w:t>
      </w:r>
      <w:r>
        <w:tab/>
        <w:t>2.025e0</w:t>
      </w:r>
    </w:p>
    <w:p w:rsidR="00F96531" w:rsidRDefault="00F96531" w:rsidP="00F96531">
      <w:r>
        <w:t>350.8838</w:t>
      </w:r>
      <w:r>
        <w:tab/>
        <w:t>1.013e0</w:t>
      </w:r>
    </w:p>
    <w:p w:rsidR="00F96531" w:rsidRDefault="00F96531" w:rsidP="00F96531">
      <w:r>
        <w:t>350.9253</w:t>
      </w:r>
      <w:r>
        <w:tab/>
        <w:t>1.013e0</w:t>
      </w:r>
    </w:p>
    <w:p w:rsidR="00F96531" w:rsidRDefault="00F96531" w:rsidP="00F96531">
      <w:r>
        <w:t>350.9395</w:t>
      </w:r>
      <w:r>
        <w:tab/>
        <w:t>2.025e0</w:t>
      </w:r>
    </w:p>
    <w:p w:rsidR="00F96531" w:rsidRDefault="00F96531" w:rsidP="00F96531">
      <w:r>
        <w:t>350.9578</w:t>
      </w:r>
      <w:r>
        <w:tab/>
        <w:t>1.013e0</w:t>
      </w:r>
    </w:p>
    <w:p w:rsidR="00F96531" w:rsidRDefault="00F96531" w:rsidP="00F96531">
      <w:r>
        <w:t>350.9634</w:t>
      </w:r>
      <w:r>
        <w:tab/>
        <w:t>1.013e0</w:t>
      </w:r>
    </w:p>
    <w:p w:rsidR="00F96531" w:rsidRDefault="00F96531" w:rsidP="00F96531">
      <w:r>
        <w:t>350.9928</w:t>
      </w:r>
      <w:r>
        <w:tab/>
        <w:t>2.025e0</w:t>
      </w:r>
    </w:p>
    <w:p w:rsidR="00F96531" w:rsidRDefault="00F96531" w:rsidP="00F96531">
      <w:r>
        <w:lastRenderedPageBreak/>
        <w:t>351.0058</w:t>
      </w:r>
      <w:r>
        <w:tab/>
        <w:t>2.025e0</w:t>
      </w:r>
    </w:p>
    <w:p w:rsidR="00F96531" w:rsidRDefault="00F96531" w:rsidP="00F96531">
      <w:r>
        <w:t>351.0107</w:t>
      </w:r>
      <w:r>
        <w:tab/>
        <w:t>2.025e0</w:t>
      </w:r>
    </w:p>
    <w:p w:rsidR="00F96531" w:rsidRDefault="00F96531" w:rsidP="00F96531">
      <w:r>
        <w:t>351.0213</w:t>
      </w:r>
      <w:r>
        <w:tab/>
        <w:t>2.025e0</w:t>
      </w:r>
    </w:p>
    <w:p w:rsidR="00F96531" w:rsidRDefault="00F96531" w:rsidP="00F96531">
      <w:r>
        <w:t>351.0462</w:t>
      </w:r>
      <w:r>
        <w:tab/>
        <w:t>3.038e0</w:t>
      </w:r>
    </w:p>
    <w:p w:rsidR="00F96531" w:rsidRDefault="00F96531" w:rsidP="00F96531">
      <w:r>
        <w:t>351.0608</w:t>
      </w:r>
      <w:r>
        <w:tab/>
        <w:t>2.842e1</w:t>
      </w:r>
    </w:p>
    <w:p w:rsidR="00F96531" w:rsidRDefault="00F96531" w:rsidP="00F96531">
      <w:r>
        <w:t>351.0655</w:t>
      </w:r>
      <w:r>
        <w:tab/>
        <w:t>1.013e0</w:t>
      </w:r>
    </w:p>
    <w:p w:rsidR="00F96531" w:rsidRDefault="00F96531" w:rsidP="00F96531">
      <w:r>
        <w:t>351.0716</w:t>
      </w:r>
      <w:r>
        <w:tab/>
        <w:t>3.038e0</w:t>
      </w:r>
    </w:p>
    <w:p w:rsidR="00F96531" w:rsidRDefault="00F96531" w:rsidP="00F96531">
      <w:r>
        <w:t>351.0767</w:t>
      </w:r>
      <w:r>
        <w:tab/>
        <w:t>3.038e0</w:t>
      </w:r>
    </w:p>
    <w:p w:rsidR="00F96531" w:rsidRDefault="00F96531" w:rsidP="00F96531">
      <w:r>
        <w:t>351.0894</w:t>
      </w:r>
      <w:r>
        <w:tab/>
        <w:t>2.025e0</w:t>
      </w:r>
    </w:p>
    <w:p w:rsidR="00F96531" w:rsidRDefault="00F96531" w:rsidP="00F96531">
      <w:r>
        <w:t>351.0931</w:t>
      </w:r>
      <w:r>
        <w:tab/>
        <w:t>5.616e0</w:t>
      </w:r>
    </w:p>
    <w:p w:rsidR="00F96531" w:rsidRDefault="00F96531" w:rsidP="00F96531">
      <w:r>
        <w:t>351.1044</w:t>
      </w:r>
      <w:r>
        <w:tab/>
        <w:t>1.799e0</w:t>
      </w:r>
    </w:p>
    <w:p w:rsidR="00F96531" w:rsidRDefault="00F96531" w:rsidP="00F96531">
      <w:r>
        <w:t>351.1204</w:t>
      </w:r>
      <w:r>
        <w:tab/>
        <w:t>1.013e0</w:t>
      </w:r>
    </w:p>
    <w:p w:rsidR="00F96531" w:rsidRDefault="00F96531" w:rsidP="00F96531">
      <w:r>
        <w:t>351.1287</w:t>
      </w:r>
      <w:r>
        <w:tab/>
        <w:t>2.001e0</w:t>
      </w:r>
    </w:p>
    <w:p w:rsidR="00F96531" w:rsidRDefault="00F96531" w:rsidP="00F96531">
      <w:r>
        <w:t>351.1368</w:t>
      </w:r>
      <w:r>
        <w:tab/>
        <w:t>3.038e0</w:t>
      </w:r>
    </w:p>
    <w:p w:rsidR="00F96531" w:rsidRDefault="00F96531" w:rsidP="00F96531">
      <w:r>
        <w:t>351.1458</w:t>
      </w:r>
      <w:r>
        <w:tab/>
        <w:t>3.038e0</w:t>
      </w:r>
    </w:p>
    <w:p w:rsidR="00F96531" w:rsidRDefault="00F96531" w:rsidP="00F96531">
      <w:r>
        <w:t>351.1660</w:t>
      </w:r>
      <w:r>
        <w:tab/>
        <w:t>1.013e0</w:t>
      </w:r>
    </w:p>
    <w:p w:rsidR="00F96531" w:rsidRDefault="00F96531" w:rsidP="00F96531">
      <w:r>
        <w:t>351.1683</w:t>
      </w:r>
      <w:r>
        <w:tab/>
        <w:t>1.104e1</w:t>
      </w:r>
    </w:p>
    <w:p w:rsidR="00F96531" w:rsidRDefault="00F96531" w:rsidP="00F96531">
      <w:r>
        <w:t>351.1770</w:t>
      </w:r>
      <w:r>
        <w:tab/>
        <w:t>7.170e0</w:t>
      </w:r>
    </w:p>
    <w:p w:rsidR="00F96531" w:rsidRDefault="00F96531" w:rsidP="00F96531">
      <w:r>
        <w:t>351.2019</w:t>
      </w:r>
      <w:r>
        <w:tab/>
        <w:t>2.025e0</w:t>
      </w:r>
    </w:p>
    <w:p w:rsidR="00F96531" w:rsidRDefault="00F96531" w:rsidP="00F96531">
      <w:r>
        <w:lastRenderedPageBreak/>
        <w:t>351.2181</w:t>
      </w:r>
      <w:r>
        <w:tab/>
        <w:t>2.733e0</w:t>
      </w:r>
    </w:p>
    <w:p w:rsidR="00F96531" w:rsidRDefault="00F96531" w:rsidP="00F96531">
      <w:r>
        <w:t>351.2357</w:t>
      </w:r>
      <w:r>
        <w:tab/>
        <w:t>2.025e0</w:t>
      </w:r>
    </w:p>
    <w:p w:rsidR="00F96531" w:rsidRDefault="00F96531" w:rsidP="00F96531">
      <w:r>
        <w:t>351.2488</w:t>
      </w:r>
      <w:r>
        <w:tab/>
        <w:t>5.041e0</w:t>
      </w:r>
    </w:p>
    <w:p w:rsidR="00F96531" w:rsidRDefault="00F96531" w:rsidP="00F96531">
      <w:r>
        <w:t>351.2504</w:t>
      </w:r>
      <w:r>
        <w:tab/>
        <w:t>4.051e0</w:t>
      </w:r>
    </w:p>
    <w:p w:rsidR="00F96531" w:rsidRDefault="00F96531" w:rsidP="00F96531">
      <w:r>
        <w:t>351.2675</w:t>
      </w:r>
      <w:r>
        <w:tab/>
        <w:t>2.025e0</w:t>
      </w:r>
    </w:p>
    <w:p w:rsidR="00F96531" w:rsidRDefault="00F96531" w:rsidP="00F96531">
      <w:r>
        <w:t>351.2731</w:t>
      </w:r>
      <w:r>
        <w:tab/>
        <w:t>2.025e0</w:t>
      </w:r>
    </w:p>
    <w:p w:rsidR="00F96531" w:rsidRDefault="00F96531" w:rsidP="00F96531">
      <w:r>
        <w:t>351.2792</w:t>
      </w:r>
      <w:r>
        <w:tab/>
        <w:t>1.013e0</w:t>
      </w:r>
    </w:p>
    <w:p w:rsidR="00F96531" w:rsidRDefault="00F96531" w:rsidP="00F96531">
      <w:r>
        <w:t>351.3067</w:t>
      </w:r>
      <w:r>
        <w:tab/>
        <w:t>2.025e0</w:t>
      </w:r>
    </w:p>
    <w:p w:rsidR="00F96531" w:rsidRDefault="00F96531" w:rsidP="00F96531">
      <w:r>
        <w:t>351.3182</w:t>
      </w:r>
      <w:r>
        <w:tab/>
        <w:t>1.013e0</w:t>
      </w:r>
    </w:p>
    <w:p w:rsidR="00F96531" w:rsidRDefault="00F96531" w:rsidP="00F96531">
      <w:r>
        <w:t>351.3275</w:t>
      </w:r>
      <w:r>
        <w:tab/>
        <w:t>6.076e0</w:t>
      </w:r>
    </w:p>
    <w:p w:rsidR="00F96531" w:rsidRDefault="00F96531" w:rsidP="00F96531">
      <w:r>
        <w:t>351.3374</w:t>
      </w:r>
      <w:r>
        <w:tab/>
        <w:t>2.025e0</w:t>
      </w:r>
    </w:p>
    <w:p w:rsidR="00F96531" w:rsidRDefault="00F96531" w:rsidP="00F96531">
      <w:r>
        <w:t>351.3498</w:t>
      </w:r>
      <w:r>
        <w:tab/>
        <w:t>2.025e0</w:t>
      </w:r>
    </w:p>
    <w:p w:rsidR="00F96531" w:rsidRDefault="00F96531" w:rsidP="00F96531">
      <w:r>
        <w:t>351.3597</w:t>
      </w:r>
      <w:r>
        <w:tab/>
        <w:t>1.013e0</w:t>
      </w:r>
    </w:p>
    <w:p w:rsidR="00F96531" w:rsidRDefault="00F96531" w:rsidP="00F96531">
      <w:r>
        <w:t>351.3844</w:t>
      </w:r>
      <w:r>
        <w:tab/>
        <w:t>1.013e0</w:t>
      </w:r>
    </w:p>
    <w:p w:rsidR="00F96531" w:rsidRDefault="00F96531" w:rsidP="00F96531">
      <w:r>
        <w:t>351.3881</w:t>
      </w:r>
      <w:r>
        <w:tab/>
        <w:t>2.025e0</w:t>
      </w:r>
    </w:p>
    <w:p w:rsidR="00F96531" w:rsidRDefault="00F96531" w:rsidP="00F96531">
      <w:r>
        <w:t>351.4050</w:t>
      </w:r>
      <w:r>
        <w:tab/>
        <w:t>1.013e0</w:t>
      </w:r>
    </w:p>
    <w:p w:rsidR="00F96531" w:rsidRDefault="00F96531" w:rsidP="00F96531">
      <w:r>
        <w:t>351.4368</w:t>
      </w:r>
      <w:r>
        <w:tab/>
        <w:t>4.051e0</w:t>
      </w:r>
    </w:p>
    <w:p w:rsidR="00F96531" w:rsidRDefault="00F96531" w:rsidP="00F96531">
      <w:r>
        <w:t>351.4490</w:t>
      </w:r>
      <w:r>
        <w:tab/>
        <w:t>1.013e0</w:t>
      </w:r>
    </w:p>
    <w:p w:rsidR="00F96531" w:rsidRDefault="00F96531" w:rsidP="00F96531">
      <w:r>
        <w:t>351.4959</w:t>
      </w:r>
      <w:r>
        <w:tab/>
        <w:t>2.025e0</w:t>
      </w:r>
    </w:p>
    <w:p w:rsidR="00F96531" w:rsidRDefault="00F96531" w:rsidP="00F96531">
      <w:r>
        <w:lastRenderedPageBreak/>
        <w:t>351.5066</w:t>
      </w:r>
      <w:r>
        <w:tab/>
        <w:t>1.013e0</w:t>
      </w:r>
    </w:p>
    <w:p w:rsidR="00F96531" w:rsidRDefault="00F96531" w:rsidP="00F96531">
      <w:r>
        <w:t>351.5081</w:t>
      </w:r>
      <w:r>
        <w:tab/>
        <w:t>3.038e0</w:t>
      </w:r>
    </w:p>
    <w:p w:rsidR="00F96531" w:rsidRDefault="00F96531" w:rsidP="00F96531">
      <w:r>
        <w:t>351.5355</w:t>
      </w:r>
      <w:r>
        <w:tab/>
        <w:t>1.013e0</w:t>
      </w:r>
    </w:p>
    <w:p w:rsidR="00F96531" w:rsidRDefault="00F96531" w:rsidP="00F96531">
      <w:r>
        <w:t>351.5535</w:t>
      </w:r>
      <w:r>
        <w:tab/>
        <w:t>1.013e0</w:t>
      </w:r>
    </w:p>
    <w:p w:rsidR="00F96531" w:rsidRDefault="00F96531" w:rsidP="00F96531">
      <w:r>
        <w:t>351.5575</w:t>
      </w:r>
      <w:r>
        <w:tab/>
        <w:t>1.013e0</w:t>
      </w:r>
    </w:p>
    <w:p w:rsidR="00F96531" w:rsidRDefault="00F96531" w:rsidP="00F96531">
      <w:r>
        <w:t>351.5630</w:t>
      </w:r>
      <w:r>
        <w:tab/>
        <w:t>3.038e0</w:t>
      </w:r>
    </w:p>
    <w:p w:rsidR="00F96531" w:rsidRDefault="00F96531" w:rsidP="00F96531">
      <w:r>
        <w:t>351.5728</w:t>
      </w:r>
      <w:r>
        <w:tab/>
        <w:t>1.013e0</w:t>
      </w:r>
    </w:p>
    <w:p w:rsidR="00F96531" w:rsidRDefault="00F96531" w:rsidP="00F96531">
      <w:r>
        <w:t>351.5990</w:t>
      </w:r>
      <w:r>
        <w:tab/>
        <w:t>1.013e0</w:t>
      </w:r>
    </w:p>
    <w:p w:rsidR="00F96531" w:rsidRDefault="00F96531" w:rsidP="00F96531">
      <w:r>
        <w:t>351.6176</w:t>
      </w:r>
      <w:r>
        <w:tab/>
        <w:t>2.025e0</w:t>
      </w:r>
    </w:p>
    <w:p w:rsidR="00F96531" w:rsidRDefault="00F96531" w:rsidP="00F96531">
      <w:r>
        <w:t>351.6277</w:t>
      </w:r>
      <w:r>
        <w:tab/>
        <w:t>1.013e0</w:t>
      </w:r>
    </w:p>
    <w:p w:rsidR="00F96531" w:rsidRDefault="00F96531" w:rsidP="00F96531">
      <w:r>
        <w:t>351.6566</w:t>
      </w:r>
      <w:r>
        <w:tab/>
        <w:t>1.013e0</w:t>
      </w:r>
    </w:p>
    <w:p w:rsidR="00F96531" w:rsidRDefault="00F96531" w:rsidP="00F96531">
      <w:r>
        <w:t>351.6692</w:t>
      </w:r>
      <w:r>
        <w:tab/>
        <w:t>3.038e0</w:t>
      </w:r>
    </w:p>
    <w:p w:rsidR="00F96531" w:rsidRDefault="00F96531" w:rsidP="00F96531">
      <w:r>
        <w:t>351.7067</w:t>
      </w:r>
      <w:r>
        <w:tab/>
        <w:t>2.025e0</w:t>
      </w:r>
    </w:p>
    <w:p w:rsidR="00F96531" w:rsidRDefault="00F96531" w:rsidP="00F96531">
      <w:r>
        <w:t>351.7187</w:t>
      </w:r>
      <w:r>
        <w:tab/>
        <w:t>1.013e0</w:t>
      </w:r>
    </w:p>
    <w:p w:rsidR="00F96531" w:rsidRDefault="00F96531" w:rsidP="00F96531">
      <w:r>
        <w:t>351.7250</w:t>
      </w:r>
      <w:r>
        <w:tab/>
        <w:t>1.013e0</w:t>
      </w:r>
    </w:p>
    <w:p w:rsidR="00F96531" w:rsidRDefault="00F96531" w:rsidP="00F96531">
      <w:r>
        <w:t>351.7418</w:t>
      </w:r>
      <w:r>
        <w:tab/>
        <w:t>1.013e0</w:t>
      </w:r>
    </w:p>
    <w:p w:rsidR="00F96531" w:rsidRDefault="00F96531" w:rsidP="00F96531">
      <w:r>
        <w:t>351.7496</w:t>
      </w:r>
      <w:r>
        <w:tab/>
        <w:t>1.013e0</w:t>
      </w:r>
    </w:p>
    <w:p w:rsidR="00F96531" w:rsidRDefault="00F96531" w:rsidP="00F96531">
      <w:r>
        <w:t>351.7620</w:t>
      </w:r>
      <w:r>
        <w:tab/>
        <w:t>2.025e0</w:t>
      </w:r>
    </w:p>
    <w:p w:rsidR="00F96531" w:rsidRDefault="00F96531" w:rsidP="00F96531">
      <w:r>
        <w:t>351.7675</w:t>
      </w:r>
      <w:r>
        <w:tab/>
        <w:t>2.025e0</w:t>
      </w:r>
    </w:p>
    <w:p w:rsidR="00F96531" w:rsidRDefault="00F96531" w:rsidP="00F96531">
      <w:r>
        <w:lastRenderedPageBreak/>
        <w:t>351.7721</w:t>
      </w:r>
      <w:r>
        <w:tab/>
        <w:t>1.013e0</w:t>
      </w:r>
    </w:p>
    <w:p w:rsidR="00F96531" w:rsidRDefault="00F96531" w:rsidP="00F96531">
      <w:r>
        <w:t>351.8122</w:t>
      </w:r>
      <w:r>
        <w:tab/>
        <w:t>1.013e0</w:t>
      </w:r>
    </w:p>
    <w:p w:rsidR="00F96531" w:rsidRDefault="00F96531" w:rsidP="00F96531">
      <w:r>
        <w:t>351.8328</w:t>
      </w:r>
      <w:r>
        <w:tab/>
        <w:t>1.013e0</w:t>
      </w:r>
    </w:p>
    <w:p w:rsidR="00F96531" w:rsidRDefault="00F96531" w:rsidP="00F96531">
      <w:r>
        <w:t>351.8462</w:t>
      </w:r>
      <w:r>
        <w:tab/>
        <w:t>1.013e0</w:t>
      </w:r>
    </w:p>
    <w:p w:rsidR="00F96531" w:rsidRDefault="00F96531" w:rsidP="00F96531">
      <w:r>
        <w:t>351.8552</w:t>
      </w:r>
      <w:r>
        <w:tab/>
        <w:t>2.025e0</w:t>
      </w:r>
    </w:p>
    <w:p w:rsidR="00F96531" w:rsidRDefault="00F96531" w:rsidP="00F96531">
      <w:r>
        <w:t>351.9281</w:t>
      </w:r>
      <w:r>
        <w:tab/>
        <w:t>2.025e0</w:t>
      </w:r>
    </w:p>
    <w:p w:rsidR="00F96531" w:rsidRDefault="00F96531" w:rsidP="00F96531">
      <w:r>
        <w:t>351.9372</w:t>
      </w:r>
      <w:r>
        <w:tab/>
        <w:t>1.013e0</w:t>
      </w:r>
    </w:p>
    <w:p w:rsidR="00F96531" w:rsidRDefault="00F96531" w:rsidP="00F96531">
      <w:r>
        <w:t>351.9600</w:t>
      </w:r>
      <w:r>
        <w:tab/>
        <w:t>4.051e0</w:t>
      </w:r>
    </w:p>
    <w:p w:rsidR="00F96531" w:rsidRDefault="00F96531" w:rsidP="00F96531">
      <w:r>
        <w:t>351.9723</w:t>
      </w:r>
      <w:r>
        <w:tab/>
        <w:t>2.025e0</w:t>
      </w:r>
    </w:p>
    <w:p w:rsidR="00F96531" w:rsidRDefault="00F96531" w:rsidP="00F96531">
      <w:r>
        <w:t>351.9777</w:t>
      </w:r>
      <w:r>
        <w:tab/>
        <w:t>2.025e0</w:t>
      </w:r>
    </w:p>
    <w:p w:rsidR="00F96531" w:rsidRDefault="00F96531" w:rsidP="00F96531">
      <w:r>
        <w:t>351.9848</w:t>
      </w:r>
      <w:r>
        <w:tab/>
        <w:t>2.025e0</w:t>
      </w:r>
    </w:p>
    <w:p w:rsidR="00F96531" w:rsidRDefault="00F96531" w:rsidP="00F96531">
      <w:r>
        <w:t>351.9992</w:t>
      </w:r>
      <w:r>
        <w:tab/>
        <w:t>3.038e0</w:t>
      </w:r>
    </w:p>
    <w:p w:rsidR="00F96531" w:rsidRDefault="00F96531" w:rsidP="00F96531">
      <w:r>
        <w:t>352.0482</w:t>
      </w:r>
      <w:r>
        <w:tab/>
        <w:t>3.038e0</w:t>
      </w:r>
    </w:p>
    <w:p w:rsidR="00F96531" w:rsidRDefault="00F96531" w:rsidP="00F96531">
      <w:r>
        <w:t>352.0584</w:t>
      </w:r>
      <w:r>
        <w:tab/>
        <w:t>4.946e1</w:t>
      </w:r>
    </w:p>
    <w:p w:rsidR="00F96531" w:rsidRDefault="00F96531" w:rsidP="00F96531">
      <w:r>
        <w:t>352.0623</w:t>
      </w:r>
      <w:r>
        <w:tab/>
        <w:t>1.786e1</w:t>
      </w:r>
    </w:p>
    <w:p w:rsidR="00F96531" w:rsidRDefault="00F96531" w:rsidP="00F96531">
      <w:r>
        <w:t>352.0645</w:t>
      </w:r>
      <w:r>
        <w:tab/>
        <w:t>2.667e1</w:t>
      </w:r>
    </w:p>
    <w:p w:rsidR="00F96531" w:rsidRDefault="00F96531" w:rsidP="00F96531">
      <w:r>
        <w:t>352.0712</w:t>
      </w:r>
      <w:r>
        <w:tab/>
        <w:t>2.025e0</w:t>
      </w:r>
    </w:p>
    <w:p w:rsidR="00F96531" w:rsidRDefault="00F96531" w:rsidP="00F96531">
      <w:r>
        <w:t>352.0743</w:t>
      </w:r>
      <w:r>
        <w:tab/>
        <w:t>3.038e0</w:t>
      </w:r>
    </w:p>
    <w:p w:rsidR="00F96531" w:rsidRDefault="00F96531" w:rsidP="00F96531">
      <w:r>
        <w:t>352.0974</w:t>
      </w:r>
      <w:r>
        <w:tab/>
        <w:t>1.013e0</w:t>
      </w:r>
    </w:p>
    <w:p w:rsidR="00F96531" w:rsidRDefault="00F96531" w:rsidP="00F96531">
      <w:r>
        <w:lastRenderedPageBreak/>
        <w:t>352.1396</w:t>
      </w:r>
      <w:r>
        <w:tab/>
        <w:t>2.025e0</w:t>
      </w:r>
    </w:p>
    <w:p w:rsidR="00F96531" w:rsidRDefault="00F96531" w:rsidP="00F96531">
      <w:r>
        <w:t>352.1500</w:t>
      </w:r>
      <w:r>
        <w:tab/>
        <w:t>1.759e0</w:t>
      </w:r>
    </w:p>
    <w:p w:rsidR="00F96531" w:rsidRDefault="00F96531" w:rsidP="00F96531">
      <w:r>
        <w:t>352.1515</w:t>
      </w:r>
      <w:r>
        <w:tab/>
        <w:t>1.464e0</w:t>
      </w:r>
    </w:p>
    <w:p w:rsidR="00F96531" w:rsidRDefault="00F96531" w:rsidP="00F96531">
      <w:r>
        <w:t>352.1623</w:t>
      </w:r>
      <w:r>
        <w:tab/>
        <w:t>5.063e0</w:t>
      </w:r>
    </w:p>
    <w:p w:rsidR="00F96531" w:rsidRDefault="00F96531" w:rsidP="00F96531">
      <w:r>
        <w:t>352.1688</w:t>
      </w:r>
      <w:r>
        <w:tab/>
        <w:t>2.532e0</w:t>
      </w:r>
    </w:p>
    <w:p w:rsidR="00F96531" w:rsidRDefault="00F96531" w:rsidP="00F96531">
      <w:r>
        <w:t>352.1834</w:t>
      </w:r>
      <w:r>
        <w:tab/>
        <w:t>6.043e0</w:t>
      </w:r>
    </w:p>
    <w:p w:rsidR="00F96531" w:rsidRDefault="00F96531" w:rsidP="00F96531">
      <w:r>
        <w:t>352.1917</w:t>
      </w:r>
      <w:r>
        <w:tab/>
        <w:t>4.557e0</w:t>
      </w:r>
    </w:p>
    <w:p w:rsidR="00F96531" w:rsidRDefault="00F96531" w:rsidP="00F96531">
      <w:r>
        <w:t>352.1938</w:t>
      </w:r>
      <w:r>
        <w:tab/>
        <w:t>3.587e0</w:t>
      </w:r>
    </w:p>
    <w:p w:rsidR="00F96531" w:rsidRDefault="00F96531" w:rsidP="00F96531">
      <w:r>
        <w:t>352.1974</w:t>
      </w:r>
      <w:r>
        <w:tab/>
        <w:t>1.013e0</w:t>
      </w:r>
    </w:p>
    <w:p w:rsidR="00F96531" w:rsidRDefault="00F96531" w:rsidP="00F96531">
      <w:r>
        <w:t>352.1997</w:t>
      </w:r>
      <w:r>
        <w:tab/>
        <w:t>1.013e0</w:t>
      </w:r>
    </w:p>
    <w:p w:rsidR="00F96531" w:rsidRDefault="00F96531" w:rsidP="00F96531">
      <w:r>
        <w:t>352.2129</w:t>
      </w:r>
      <w:r>
        <w:tab/>
        <w:t>3.038e0</w:t>
      </w:r>
    </w:p>
    <w:p w:rsidR="00F96531" w:rsidRDefault="00F96531" w:rsidP="00F96531">
      <w:r>
        <w:t>352.2455</w:t>
      </w:r>
      <w:r>
        <w:tab/>
        <w:t>2.591e0</w:t>
      </w:r>
    </w:p>
    <w:p w:rsidR="00F96531" w:rsidRDefault="00F96531" w:rsidP="00F96531">
      <w:r>
        <w:t>352.2508</w:t>
      </w:r>
      <w:r>
        <w:tab/>
        <w:t>1.013e0</w:t>
      </w:r>
    </w:p>
    <w:p w:rsidR="00F96531" w:rsidRDefault="00F96531" w:rsidP="00F96531">
      <w:r>
        <w:t>352.2544</w:t>
      </w:r>
      <w:r>
        <w:tab/>
        <w:t>1.694e0</w:t>
      </w:r>
    </w:p>
    <w:p w:rsidR="00F96531" w:rsidRDefault="00F96531" w:rsidP="00F96531">
      <w:r>
        <w:t>352.2714</w:t>
      </w:r>
      <w:r>
        <w:tab/>
        <w:t>1.013e0</w:t>
      </w:r>
    </w:p>
    <w:p w:rsidR="00F96531" w:rsidRDefault="00F96531" w:rsidP="00F96531">
      <w:r>
        <w:t>352.2733</w:t>
      </w:r>
      <w:r>
        <w:tab/>
        <w:t>3.038e0</w:t>
      </w:r>
    </w:p>
    <w:p w:rsidR="00F96531" w:rsidRDefault="00F96531" w:rsidP="00F96531">
      <w:r>
        <w:t>352.2783</w:t>
      </w:r>
      <w:r>
        <w:tab/>
        <w:t>1.926e0</w:t>
      </w:r>
    </w:p>
    <w:p w:rsidR="00F96531" w:rsidRDefault="00F96531" w:rsidP="00F96531">
      <w:r>
        <w:t>352.3053</w:t>
      </w:r>
      <w:r>
        <w:tab/>
        <w:t>1.013e0</w:t>
      </w:r>
    </w:p>
    <w:p w:rsidR="00F96531" w:rsidRDefault="00F96531" w:rsidP="00F96531">
      <w:r>
        <w:t>352.3144</w:t>
      </w:r>
      <w:r>
        <w:tab/>
        <w:t>6.076e0</w:t>
      </w:r>
    </w:p>
    <w:p w:rsidR="00F96531" w:rsidRDefault="00F96531" w:rsidP="00F96531">
      <w:r>
        <w:lastRenderedPageBreak/>
        <w:t>352.3210</w:t>
      </w:r>
      <w:r>
        <w:tab/>
        <w:t>1.013e0</w:t>
      </w:r>
    </w:p>
    <w:p w:rsidR="00F96531" w:rsidRDefault="00F96531" w:rsidP="00F96531">
      <w:r>
        <w:t>352.3442</w:t>
      </w:r>
      <w:r>
        <w:tab/>
        <w:t>1.013e0</w:t>
      </w:r>
    </w:p>
    <w:p w:rsidR="00F96531" w:rsidRDefault="00F96531" w:rsidP="00F96531">
      <w:r>
        <w:t>352.3479</w:t>
      </w:r>
      <w:r>
        <w:tab/>
        <w:t>1.013e0</w:t>
      </w:r>
    </w:p>
    <w:p w:rsidR="00F96531" w:rsidRDefault="00F96531" w:rsidP="00F96531">
      <w:r>
        <w:t>352.3747</w:t>
      </w:r>
      <w:r>
        <w:tab/>
        <w:t>1.013e0</w:t>
      </w:r>
    </w:p>
    <w:p w:rsidR="00F96531" w:rsidRDefault="00F96531" w:rsidP="00F96531">
      <w:r>
        <w:t>352.4143</w:t>
      </w:r>
      <w:r>
        <w:tab/>
        <w:t>1.013e0</w:t>
      </w:r>
    </w:p>
    <w:p w:rsidR="00F96531" w:rsidRDefault="00F96531" w:rsidP="00F96531">
      <w:r>
        <w:t>352.4251</w:t>
      </w:r>
      <w:r>
        <w:tab/>
        <w:t>1.013e0</w:t>
      </w:r>
    </w:p>
    <w:p w:rsidR="00F96531" w:rsidRDefault="00F96531" w:rsidP="00F96531">
      <w:r>
        <w:t>352.4445</w:t>
      </w:r>
      <w:r>
        <w:tab/>
        <w:t>1.013e0</w:t>
      </w:r>
    </w:p>
    <w:p w:rsidR="00F96531" w:rsidRDefault="00F96531" w:rsidP="00F96531">
      <w:r>
        <w:t>352.4861</w:t>
      </w:r>
      <w:r>
        <w:tab/>
        <w:t>1.013e0</w:t>
      </w:r>
    </w:p>
    <w:p w:rsidR="00F96531" w:rsidRDefault="00F96531" w:rsidP="00F96531">
      <w:r>
        <w:t>352.5056</w:t>
      </w:r>
      <w:r>
        <w:tab/>
        <w:t>1.013e0</w:t>
      </w:r>
    </w:p>
    <w:p w:rsidR="00F96531" w:rsidRDefault="00F96531" w:rsidP="00F96531">
      <w:r>
        <w:t>352.5149</w:t>
      </w:r>
      <w:r>
        <w:tab/>
        <w:t>1.013e0</w:t>
      </w:r>
    </w:p>
    <w:p w:rsidR="00F96531" w:rsidRDefault="00F96531" w:rsidP="00F96531">
      <w:r>
        <w:t>352.5197</w:t>
      </w:r>
      <w:r>
        <w:tab/>
        <w:t>1.013e0</w:t>
      </w:r>
    </w:p>
    <w:p w:rsidR="00F96531" w:rsidRDefault="00F96531" w:rsidP="00F96531">
      <w:r>
        <w:t>352.5244</w:t>
      </w:r>
      <w:r>
        <w:tab/>
        <w:t>1.013e0</w:t>
      </w:r>
    </w:p>
    <w:p w:rsidR="00F96531" w:rsidRDefault="00F96531" w:rsidP="00F96531">
      <w:r>
        <w:t>352.5434</w:t>
      </w:r>
      <w:r>
        <w:tab/>
        <w:t>1.013e0</w:t>
      </w:r>
    </w:p>
    <w:p w:rsidR="00F96531" w:rsidRDefault="00F96531" w:rsidP="00F96531">
      <w:r>
        <w:t>352.5604</w:t>
      </w:r>
      <w:r>
        <w:tab/>
        <w:t>1.013e0</w:t>
      </w:r>
    </w:p>
    <w:p w:rsidR="00F96531" w:rsidRDefault="00F96531" w:rsidP="00F96531">
      <w:r>
        <w:t>352.5702</w:t>
      </w:r>
      <w:r>
        <w:tab/>
        <w:t>1.013e0</w:t>
      </w:r>
    </w:p>
    <w:p w:rsidR="00F96531" w:rsidRDefault="00F96531" w:rsidP="00F96531">
      <w:r>
        <w:t>352.5795</w:t>
      </w:r>
      <w:r>
        <w:tab/>
        <w:t>4.051e0</w:t>
      </w:r>
    </w:p>
    <w:p w:rsidR="00F96531" w:rsidRDefault="00F96531" w:rsidP="00F96531">
      <w:r>
        <w:t>352.5875</w:t>
      </w:r>
      <w:r>
        <w:tab/>
        <w:t>1.013e0</w:t>
      </w:r>
    </w:p>
    <w:p w:rsidR="00F96531" w:rsidRDefault="00F96531" w:rsidP="00F96531">
      <w:r>
        <w:t>352.6017</w:t>
      </w:r>
      <w:r>
        <w:tab/>
        <w:t>3.038e0</w:t>
      </w:r>
    </w:p>
    <w:p w:rsidR="00F96531" w:rsidRDefault="00F96531" w:rsidP="00F96531">
      <w:r>
        <w:t>352.6252</w:t>
      </w:r>
      <w:r>
        <w:tab/>
        <w:t>1.013e0</w:t>
      </w:r>
    </w:p>
    <w:p w:rsidR="00F96531" w:rsidRDefault="00F96531" w:rsidP="00F96531">
      <w:r>
        <w:lastRenderedPageBreak/>
        <w:t>352.6284</w:t>
      </w:r>
      <w:r>
        <w:tab/>
        <w:t>2.025e0</w:t>
      </w:r>
    </w:p>
    <w:p w:rsidR="00F96531" w:rsidRDefault="00F96531" w:rsidP="00F96531">
      <w:r>
        <w:t>352.6380</w:t>
      </w:r>
      <w:r>
        <w:tab/>
        <w:t>1.013e0</w:t>
      </w:r>
    </w:p>
    <w:p w:rsidR="00F96531" w:rsidRDefault="00F96531" w:rsidP="00F96531">
      <w:r>
        <w:t>352.6559</w:t>
      </w:r>
      <w:r>
        <w:tab/>
        <w:t>1.310e0</w:t>
      </w:r>
    </w:p>
    <w:p w:rsidR="00F96531" w:rsidRDefault="00F96531" w:rsidP="00F96531">
      <w:r>
        <w:t>352.6592</w:t>
      </w:r>
      <w:r>
        <w:tab/>
        <w:t>1.013e0</w:t>
      </w:r>
    </w:p>
    <w:p w:rsidR="00F96531" w:rsidRDefault="00F96531" w:rsidP="00F96531">
      <w:r>
        <w:t>352.6885</w:t>
      </w:r>
      <w:r>
        <w:tab/>
        <w:t>1.013e0</w:t>
      </w:r>
    </w:p>
    <w:p w:rsidR="00F96531" w:rsidRDefault="00F96531" w:rsidP="00F96531">
      <w:r>
        <w:t>352.6900</w:t>
      </w:r>
      <w:r>
        <w:tab/>
        <w:t>1.013e0</w:t>
      </w:r>
    </w:p>
    <w:p w:rsidR="00F96531" w:rsidRDefault="00F96531" w:rsidP="00F96531">
      <w:r>
        <w:t>352.6992</w:t>
      </w:r>
      <w:r>
        <w:tab/>
        <w:t>1.013e0</w:t>
      </w:r>
    </w:p>
    <w:p w:rsidR="00F96531" w:rsidRDefault="00F96531" w:rsidP="00F96531">
      <w:r>
        <w:t>352.7084</w:t>
      </w:r>
      <w:r>
        <w:tab/>
        <w:t>2.025e0</w:t>
      </w:r>
    </w:p>
    <w:p w:rsidR="00F96531" w:rsidRDefault="00F96531" w:rsidP="00F96531">
      <w:r>
        <w:t>352.7265</w:t>
      </w:r>
      <w:r>
        <w:tab/>
        <w:t>4.051e0</w:t>
      </w:r>
    </w:p>
    <w:p w:rsidR="00F96531" w:rsidRDefault="00F96531" w:rsidP="00F96531">
      <w:r>
        <w:t>352.7342</w:t>
      </w:r>
      <w:r>
        <w:tab/>
        <w:t>1.013e0</w:t>
      </w:r>
    </w:p>
    <w:p w:rsidR="00F96531" w:rsidRDefault="00F96531" w:rsidP="00F96531">
      <w:r>
        <w:t>352.7642</w:t>
      </w:r>
      <w:r>
        <w:tab/>
        <w:t>1.013e0</w:t>
      </w:r>
    </w:p>
    <w:p w:rsidR="00F96531" w:rsidRDefault="00F96531" w:rsidP="00F96531">
      <w:r>
        <w:t>352.7943</w:t>
      </w:r>
      <w:r>
        <w:tab/>
        <w:t>1.013e0</w:t>
      </w:r>
    </w:p>
    <w:p w:rsidR="00F96531" w:rsidRDefault="00F96531" w:rsidP="00F96531">
      <w:r>
        <w:t>352.7983</w:t>
      </w:r>
      <w:r>
        <w:tab/>
        <w:t>1.013e0</w:t>
      </w:r>
    </w:p>
    <w:p w:rsidR="00F96531" w:rsidRDefault="00F96531" w:rsidP="00F96531">
      <w:r>
        <w:t>352.8162</w:t>
      </w:r>
      <w:r>
        <w:tab/>
        <w:t>1.013e0</w:t>
      </w:r>
    </w:p>
    <w:p w:rsidR="00F96531" w:rsidRDefault="00F96531" w:rsidP="00F96531">
      <w:r>
        <w:t>352.8273</w:t>
      </w:r>
      <w:r>
        <w:tab/>
        <w:t>1.013e0</w:t>
      </w:r>
    </w:p>
    <w:p w:rsidR="00F96531" w:rsidRDefault="00F96531" w:rsidP="00F96531">
      <w:r>
        <w:t>352.8289</w:t>
      </w:r>
      <w:r>
        <w:tab/>
        <w:t>1.013e0</w:t>
      </w:r>
    </w:p>
    <w:p w:rsidR="00F96531" w:rsidRDefault="00F96531" w:rsidP="00F96531">
      <w:r>
        <w:t>352.8452</w:t>
      </w:r>
      <w:r>
        <w:tab/>
        <w:t>1.013e0</w:t>
      </w:r>
    </w:p>
    <w:p w:rsidR="00F96531" w:rsidRDefault="00F96531" w:rsidP="00F96531">
      <w:r>
        <w:t>352.8729</w:t>
      </w:r>
      <w:r>
        <w:tab/>
        <w:t>2.025e0</w:t>
      </w:r>
    </w:p>
    <w:p w:rsidR="00F96531" w:rsidRDefault="00F96531" w:rsidP="00F96531">
      <w:r>
        <w:t>352.8890</w:t>
      </w:r>
      <w:r>
        <w:tab/>
        <w:t>3.561e0</w:t>
      </w:r>
    </w:p>
    <w:p w:rsidR="00F96531" w:rsidRDefault="00F96531" w:rsidP="00F96531">
      <w:r>
        <w:lastRenderedPageBreak/>
        <w:t>352.9023</w:t>
      </w:r>
      <w:r>
        <w:tab/>
        <w:t>2.025e0</w:t>
      </w:r>
    </w:p>
    <w:p w:rsidR="00F96531" w:rsidRDefault="00F96531" w:rsidP="00F96531">
      <w:r>
        <w:t>352.9046</w:t>
      </w:r>
      <w:r>
        <w:tab/>
        <w:t>1.013e0</w:t>
      </w:r>
    </w:p>
    <w:p w:rsidR="00F96531" w:rsidRDefault="00F96531" w:rsidP="00F96531">
      <w:r>
        <w:t>352.9298</w:t>
      </w:r>
      <w:r>
        <w:tab/>
        <w:t>1.013e0</w:t>
      </w:r>
    </w:p>
    <w:p w:rsidR="00F96531" w:rsidRDefault="00F96531" w:rsidP="00F96531">
      <w:r>
        <w:t>352.9455</w:t>
      </w:r>
      <w:r>
        <w:tab/>
        <w:t>2.025e0</w:t>
      </w:r>
    </w:p>
    <w:p w:rsidR="00F96531" w:rsidRDefault="00F96531" w:rsidP="00F96531">
      <w:r>
        <w:t>352.9741</w:t>
      </w:r>
      <w:r>
        <w:tab/>
        <w:t>1.013e0</w:t>
      </w:r>
    </w:p>
    <w:p w:rsidR="00F96531" w:rsidRDefault="00F96531" w:rsidP="00F96531">
      <w:r>
        <w:t>352.9897</w:t>
      </w:r>
      <w:r>
        <w:tab/>
        <w:t>1.013e0</w:t>
      </w:r>
    </w:p>
    <w:p w:rsidR="00F96531" w:rsidRDefault="00F96531" w:rsidP="00F96531">
      <w:r>
        <w:t>352.9978</w:t>
      </w:r>
      <w:r>
        <w:tab/>
        <w:t>1.013e0</w:t>
      </w:r>
    </w:p>
    <w:p w:rsidR="00F96531" w:rsidRDefault="00F96531" w:rsidP="00F96531">
      <w:r>
        <w:t>353.0106</w:t>
      </w:r>
      <w:r>
        <w:tab/>
        <w:t>3.038e0</w:t>
      </w:r>
    </w:p>
    <w:p w:rsidR="00F96531" w:rsidRDefault="00F96531" w:rsidP="00F96531">
      <w:r>
        <w:t>353.0357</w:t>
      </w:r>
      <w:r>
        <w:tab/>
        <w:t>5.063e0</w:t>
      </w:r>
    </w:p>
    <w:p w:rsidR="00F96531" w:rsidRDefault="00F96531" w:rsidP="00F96531">
      <w:r>
        <w:t>353.0452</w:t>
      </w:r>
      <w:r>
        <w:tab/>
        <w:t>3.732e0</w:t>
      </w:r>
    </w:p>
    <w:p w:rsidR="00F96531" w:rsidRDefault="00F96531" w:rsidP="00F96531">
      <w:r>
        <w:t>353.0471</w:t>
      </w:r>
      <w:r>
        <w:tab/>
        <w:t>2.025e0</w:t>
      </w:r>
    </w:p>
    <w:p w:rsidR="00F96531" w:rsidRDefault="00F96531" w:rsidP="00F96531">
      <w:r>
        <w:t>353.0551</w:t>
      </w:r>
      <w:r>
        <w:tab/>
        <w:t>6.803e0</w:t>
      </w:r>
    </w:p>
    <w:p w:rsidR="00F96531" w:rsidRDefault="00F96531" w:rsidP="00F96531">
      <w:r>
        <w:t>353.0562</w:t>
      </w:r>
      <w:r>
        <w:tab/>
        <w:t>1.013e0</w:t>
      </w:r>
    </w:p>
    <w:p w:rsidR="00F96531" w:rsidRDefault="00F96531" w:rsidP="00F96531">
      <w:r>
        <w:t>353.0670</w:t>
      </w:r>
      <w:r>
        <w:tab/>
        <w:t>2.900e0</w:t>
      </w:r>
    </w:p>
    <w:p w:rsidR="00F96531" w:rsidRDefault="00F96531" w:rsidP="00F96531">
      <w:r>
        <w:t>353.0938</w:t>
      </w:r>
      <w:r>
        <w:tab/>
        <w:t>3.038e0</w:t>
      </w:r>
    </w:p>
    <w:p w:rsidR="00F96531" w:rsidRDefault="00F96531" w:rsidP="00F96531">
      <w:r>
        <w:t>353.1095</w:t>
      </w:r>
      <w:r>
        <w:tab/>
        <w:t>1.013e0</w:t>
      </w:r>
    </w:p>
    <w:p w:rsidR="00F96531" w:rsidRDefault="00F96531" w:rsidP="00F96531">
      <w:r>
        <w:t>353.1149</w:t>
      </w:r>
      <w:r>
        <w:tab/>
        <w:t>1.464e0</w:t>
      </w:r>
    </w:p>
    <w:p w:rsidR="00F96531" w:rsidRDefault="00F96531" w:rsidP="00F96531">
      <w:r>
        <w:t>353.1474</w:t>
      </w:r>
      <w:r>
        <w:tab/>
        <w:t>3.038e0</w:t>
      </w:r>
    </w:p>
    <w:p w:rsidR="00F96531" w:rsidRDefault="00F96531" w:rsidP="00F96531">
      <w:r>
        <w:t>353.1509</w:t>
      </w:r>
      <w:r>
        <w:tab/>
        <w:t>1.261e0</w:t>
      </w:r>
    </w:p>
    <w:p w:rsidR="00F96531" w:rsidRDefault="00F96531" w:rsidP="00F96531">
      <w:r>
        <w:lastRenderedPageBreak/>
        <w:t>353.1576</w:t>
      </w:r>
      <w:r>
        <w:tab/>
        <w:t>1.292e1</w:t>
      </w:r>
    </w:p>
    <w:p w:rsidR="00F96531" w:rsidRDefault="00F96531" w:rsidP="00F96531">
      <w:r>
        <w:t>353.1749</w:t>
      </w:r>
      <w:r>
        <w:tab/>
        <w:t>4.051e0</w:t>
      </w:r>
    </w:p>
    <w:p w:rsidR="00F96531" w:rsidRDefault="00F96531" w:rsidP="00F96531">
      <w:r>
        <w:t>353.1795</w:t>
      </w:r>
      <w:r>
        <w:tab/>
        <w:t>4.605e0</w:t>
      </w:r>
    </w:p>
    <w:p w:rsidR="00F96531" w:rsidRDefault="00F96531" w:rsidP="00F96531">
      <w:r>
        <w:t>353.1925</w:t>
      </w:r>
      <w:r>
        <w:tab/>
        <w:t>3.375e0</w:t>
      </w:r>
    </w:p>
    <w:p w:rsidR="00F96531" w:rsidRDefault="00F96531" w:rsidP="00F96531">
      <w:r>
        <w:t>353.2133</w:t>
      </w:r>
      <w:r>
        <w:tab/>
        <w:t>4.051e0</w:t>
      </w:r>
    </w:p>
    <w:p w:rsidR="00F96531" w:rsidRDefault="00F96531" w:rsidP="00F96531">
      <w:r>
        <w:t>353.2283</w:t>
      </w:r>
      <w:r>
        <w:tab/>
        <w:t>2.344e0</w:t>
      </w:r>
    </w:p>
    <w:p w:rsidR="00F96531" w:rsidRDefault="00F96531" w:rsidP="00F96531">
      <w:r>
        <w:t>353.2393</w:t>
      </w:r>
      <w:r>
        <w:tab/>
        <w:t>1.013e0</w:t>
      </w:r>
    </w:p>
    <w:p w:rsidR="00F96531" w:rsidRDefault="00F96531" w:rsidP="00F96531">
      <w:r>
        <w:t>353.2517</w:t>
      </w:r>
      <w:r>
        <w:tab/>
        <w:t>3.070e0</w:t>
      </w:r>
    </w:p>
    <w:p w:rsidR="00F96531" w:rsidRDefault="00F96531" w:rsidP="00F96531">
      <w:r>
        <w:t>353.2567</w:t>
      </w:r>
      <w:r>
        <w:tab/>
        <w:t>1.013e0</w:t>
      </w:r>
    </w:p>
    <w:p w:rsidR="00F96531" w:rsidRDefault="00F96531" w:rsidP="00F96531">
      <w:r>
        <w:t>353.2781</w:t>
      </w:r>
      <w:r>
        <w:tab/>
        <w:t>5.911e0</w:t>
      </w:r>
    </w:p>
    <w:p w:rsidR="00F96531" w:rsidRDefault="00F96531" w:rsidP="00F96531">
      <w:r>
        <w:t>353.2871</w:t>
      </w:r>
      <w:r>
        <w:tab/>
        <w:t>2.025e0</w:t>
      </w:r>
    </w:p>
    <w:p w:rsidR="00F96531" w:rsidRDefault="00F96531" w:rsidP="00F96531">
      <w:r>
        <w:t>353.3103</w:t>
      </w:r>
      <w:r>
        <w:tab/>
        <w:t>2.025e0</w:t>
      </w:r>
    </w:p>
    <w:p w:rsidR="00F96531" w:rsidRDefault="00F96531" w:rsidP="00F96531">
      <w:r>
        <w:t>353.3152</w:t>
      </w:r>
      <w:r>
        <w:tab/>
        <w:t>1.013e0</w:t>
      </w:r>
    </w:p>
    <w:p w:rsidR="00F96531" w:rsidRDefault="00F96531" w:rsidP="00F96531">
      <w:r>
        <w:t>353.3203</w:t>
      </w:r>
      <w:r>
        <w:tab/>
        <w:t>4.051e0</w:t>
      </w:r>
    </w:p>
    <w:p w:rsidR="00F96531" w:rsidRDefault="00F96531" w:rsidP="00F96531">
      <w:r>
        <w:t>353.3341</w:t>
      </w:r>
      <w:r>
        <w:tab/>
        <w:t>1.013e0</w:t>
      </w:r>
    </w:p>
    <w:p w:rsidR="00F96531" w:rsidRDefault="00F96531" w:rsidP="00F96531">
      <w:r>
        <w:t>353.3533</w:t>
      </w:r>
      <w:r>
        <w:tab/>
        <w:t>2.025e0</w:t>
      </w:r>
    </w:p>
    <w:p w:rsidR="00F96531" w:rsidRDefault="00F96531" w:rsidP="00F96531">
      <w:r>
        <w:t>353.3697</w:t>
      </w:r>
      <w:r>
        <w:tab/>
        <w:t>1.013e0</w:t>
      </w:r>
    </w:p>
    <w:p w:rsidR="00F96531" w:rsidRDefault="00F96531" w:rsidP="00F96531">
      <w:r>
        <w:t>353.3745</w:t>
      </w:r>
      <w:r>
        <w:tab/>
        <w:t>2.025e0</w:t>
      </w:r>
    </w:p>
    <w:p w:rsidR="00F96531" w:rsidRDefault="00F96531" w:rsidP="00F96531">
      <w:r>
        <w:t>353.3783</w:t>
      </w:r>
      <w:r>
        <w:tab/>
        <w:t>3.169e0</w:t>
      </w:r>
    </w:p>
    <w:p w:rsidR="00F96531" w:rsidRDefault="00F96531" w:rsidP="00F96531">
      <w:r>
        <w:lastRenderedPageBreak/>
        <w:t>353.4120</w:t>
      </w:r>
      <w:r>
        <w:tab/>
        <w:t>2.025e0</w:t>
      </w:r>
    </w:p>
    <w:p w:rsidR="00F96531" w:rsidRDefault="00F96531" w:rsidP="00F96531">
      <w:r>
        <w:t>353.4609</w:t>
      </w:r>
      <w:r>
        <w:tab/>
        <w:t>3.038e0</w:t>
      </w:r>
    </w:p>
    <w:p w:rsidR="00F96531" w:rsidRDefault="00F96531" w:rsidP="00F96531">
      <w:r>
        <w:t>353.4632</w:t>
      </w:r>
      <w:r>
        <w:tab/>
        <w:t>2.025e0</w:t>
      </w:r>
    </w:p>
    <w:p w:rsidR="00F96531" w:rsidRDefault="00F96531" w:rsidP="00F96531">
      <w:r>
        <w:t>353.4895</w:t>
      </w:r>
      <w:r>
        <w:tab/>
        <w:t>2.025e0</w:t>
      </w:r>
    </w:p>
    <w:p w:rsidR="00F96531" w:rsidRDefault="00F96531" w:rsidP="00F96531">
      <w:r>
        <w:t>353.5055</w:t>
      </w:r>
      <w:r>
        <w:tab/>
        <w:t>2.025e0</w:t>
      </w:r>
    </w:p>
    <w:p w:rsidR="00F96531" w:rsidRDefault="00F96531" w:rsidP="00F96531">
      <w:r>
        <w:t>353.5127</w:t>
      </w:r>
      <w:r>
        <w:tab/>
        <w:t>1.013e0</w:t>
      </w:r>
    </w:p>
    <w:p w:rsidR="00F96531" w:rsidRDefault="00F96531" w:rsidP="00F96531">
      <w:r>
        <w:t>353.5286</w:t>
      </w:r>
      <w:r>
        <w:tab/>
        <w:t>1.013e0</w:t>
      </w:r>
    </w:p>
    <w:p w:rsidR="00F96531" w:rsidRDefault="00F96531" w:rsidP="00F96531">
      <w:r>
        <w:t>353.5301</w:t>
      </w:r>
      <w:r>
        <w:tab/>
        <w:t>1.013e0</w:t>
      </w:r>
    </w:p>
    <w:p w:rsidR="00F96531" w:rsidRDefault="00F96531" w:rsidP="00F96531">
      <w:r>
        <w:t>353.5328</w:t>
      </w:r>
      <w:r>
        <w:tab/>
        <w:t>4.051e0</w:t>
      </w:r>
    </w:p>
    <w:p w:rsidR="00F96531" w:rsidRDefault="00F96531" w:rsidP="00F96531">
      <w:r>
        <w:t>353.5413</w:t>
      </w:r>
      <w:r>
        <w:tab/>
        <w:t>1.013e0</w:t>
      </w:r>
    </w:p>
    <w:p w:rsidR="00F96531" w:rsidRDefault="00F96531" w:rsidP="00F96531">
      <w:r>
        <w:t>353.5554</w:t>
      </w:r>
      <w:r>
        <w:tab/>
        <w:t>1.013e0</w:t>
      </w:r>
    </w:p>
    <w:p w:rsidR="00F96531" w:rsidRDefault="00F96531" w:rsidP="00F96531">
      <w:r>
        <w:t>353.5680</w:t>
      </w:r>
      <w:r>
        <w:tab/>
        <w:t>1.013e0</w:t>
      </w:r>
    </w:p>
    <w:p w:rsidR="00F96531" w:rsidRDefault="00F96531" w:rsidP="00F96531">
      <w:r>
        <w:t>353.5807</w:t>
      </w:r>
      <w:r>
        <w:tab/>
        <w:t>1.013e0</w:t>
      </w:r>
    </w:p>
    <w:p w:rsidR="00F96531" w:rsidRDefault="00F96531" w:rsidP="00F96531">
      <w:r>
        <w:t>353.6144</w:t>
      </w:r>
      <w:r>
        <w:tab/>
        <w:t>3.038e0</w:t>
      </w:r>
    </w:p>
    <w:p w:rsidR="00F96531" w:rsidRDefault="00F96531" w:rsidP="00F96531">
      <w:r>
        <w:t>353.6451</w:t>
      </w:r>
      <w:r>
        <w:tab/>
        <w:t>3.038e0</w:t>
      </w:r>
    </w:p>
    <w:p w:rsidR="00F96531" w:rsidRDefault="00F96531" w:rsidP="00F96531">
      <w:r>
        <w:t>353.6692</w:t>
      </w:r>
      <w:r>
        <w:tab/>
        <w:t>1.013e0</w:t>
      </w:r>
    </w:p>
    <w:p w:rsidR="00F96531" w:rsidRDefault="00F96531" w:rsidP="00F96531">
      <w:r>
        <w:t>353.6882</w:t>
      </w:r>
      <w:r>
        <w:tab/>
        <w:t>1.013e0</w:t>
      </w:r>
    </w:p>
    <w:p w:rsidR="00F96531" w:rsidRDefault="00F96531" w:rsidP="00F96531">
      <w:r>
        <w:t>353.7005</w:t>
      </w:r>
      <w:r>
        <w:tab/>
        <w:t>1.013e0</w:t>
      </w:r>
    </w:p>
    <w:p w:rsidR="00F96531" w:rsidRDefault="00F96531" w:rsidP="00F96531">
      <w:r>
        <w:t>353.7083</w:t>
      </w:r>
      <w:r>
        <w:tab/>
        <w:t>1.013e0</w:t>
      </w:r>
    </w:p>
    <w:p w:rsidR="00F96531" w:rsidRDefault="00F96531" w:rsidP="00F96531">
      <w:r>
        <w:lastRenderedPageBreak/>
        <w:t>353.7236</w:t>
      </w:r>
      <w:r>
        <w:tab/>
        <w:t>1.013e0</w:t>
      </w:r>
    </w:p>
    <w:p w:rsidR="00F96531" w:rsidRDefault="00F96531" w:rsidP="00F96531">
      <w:r>
        <w:t>353.7770</w:t>
      </w:r>
      <w:r>
        <w:tab/>
        <w:t>2.025e0</w:t>
      </w:r>
    </w:p>
    <w:p w:rsidR="00F96531" w:rsidRDefault="00F96531" w:rsidP="00F96531">
      <w:r>
        <w:t>353.7963</w:t>
      </w:r>
      <w:r>
        <w:tab/>
        <w:t>2.025e0</w:t>
      </w:r>
    </w:p>
    <w:p w:rsidR="00F96531" w:rsidRDefault="00F96531" w:rsidP="00F96531">
      <w:r>
        <w:t>353.8018</w:t>
      </w:r>
      <w:r>
        <w:tab/>
        <w:t>1.013e0</w:t>
      </w:r>
    </w:p>
    <w:p w:rsidR="00F96531" w:rsidRDefault="00F96531" w:rsidP="00F96531">
      <w:r>
        <w:t>353.8094</w:t>
      </w:r>
      <w:r>
        <w:tab/>
        <w:t>3.038e0</w:t>
      </w:r>
    </w:p>
    <w:p w:rsidR="00F96531" w:rsidRDefault="00F96531" w:rsidP="00F96531">
      <w:r>
        <w:t>353.8242</w:t>
      </w:r>
      <w:r>
        <w:tab/>
        <w:t>2.025e0</w:t>
      </w:r>
    </w:p>
    <w:p w:rsidR="00F96531" w:rsidRDefault="00F96531" w:rsidP="00F96531">
      <w:r>
        <w:t>353.8401</w:t>
      </w:r>
      <w:r>
        <w:tab/>
        <w:t>2.025e0</w:t>
      </w:r>
    </w:p>
    <w:p w:rsidR="00F96531" w:rsidRDefault="00F96531" w:rsidP="00F96531">
      <w:r>
        <w:t>353.8444</w:t>
      </w:r>
      <w:r>
        <w:tab/>
        <w:t>2.025e0</w:t>
      </w:r>
    </w:p>
    <w:p w:rsidR="00F96531" w:rsidRDefault="00F96531" w:rsidP="00F96531">
      <w:r>
        <w:t>353.8696</w:t>
      </w:r>
      <w:r>
        <w:tab/>
        <w:t>1.013e0</w:t>
      </w:r>
    </w:p>
    <w:p w:rsidR="00F96531" w:rsidRDefault="00F96531" w:rsidP="00F96531">
      <w:r>
        <w:t>353.8780</w:t>
      </w:r>
      <w:r>
        <w:tab/>
        <w:t>1.013e0</w:t>
      </w:r>
    </w:p>
    <w:p w:rsidR="00F96531" w:rsidRDefault="00F96531" w:rsidP="00F96531">
      <w:r>
        <w:t>353.8906</w:t>
      </w:r>
      <w:r>
        <w:tab/>
        <w:t>1.013e0</w:t>
      </w:r>
    </w:p>
    <w:p w:rsidR="00F96531" w:rsidRDefault="00F96531" w:rsidP="00F96531">
      <w:r>
        <w:t>353.9191</w:t>
      </w:r>
      <w:r>
        <w:tab/>
        <w:t>1.013e0</w:t>
      </w:r>
    </w:p>
    <w:p w:rsidR="00F96531" w:rsidRDefault="00F96531" w:rsidP="00F96531">
      <w:r>
        <w:t>353.9261</w:t>
      </w:r>
      <w:r>
        <w:tab/>
        <w:t>3.038e0</w:t>
      </w:r>
    </w:p>
    <w:p w:rsidR="00F96531" w:rsidRDefault="00F96531" w:rsidP="00F96531">
      <w:r>
        <w:t>353.9500</w:t>
      </w:r>
      <w:r>
        <w:tab/>
        <w:t>5.063e0</w:t>
      </w:r>
    </w:p>
    <w:p w:rsidR="00F96531" w:rsidRDefault="00F96531" w:rsidP="00F96531">
      <w:r>
        <w:t>353.9663</w:t>
      </w:r>
      <w:r>
        <w:tab/>
        <w:t>1.079e1</w:t>
      </w:r>
    </w:p>
    <w:p w:rsidR="00F96531" w:rsidRDefault="00F96531" w:rsidP="00F96531">
      <w:r>
        <w:t>353.9691</w:t>
      </w:r>
      <w:r>
        <w:tab/>
        <w:t>1.114e1</w:t>
      </w:r>
    </w:p>
    <w:p w:rsidR="00F96531" w:rsidRDefault="00F96531" w:rsidP="00F96531">
      <w:r>
        <w:t>353.9729</w:t>
      </w:r>
      <w:r>
        <w:tab/>
        <w:t>4.275e1</w:t>
      </w:r>
    </w:p>
    <w:p w:rsidR="00F96531" w:rsidRDefault="00F96531" w:rsidP="00F96531">
      <w:r>
        <w:t>353.9829</w:t>
      </w:r>
      <w:r>
        <w:tab/>
        <w:t>6.076e0</w:t>
      </w:r>
    </w:p>
    <w:p w:rsidR="00F96531" w:rsidRDefault="00F96531" w:rsidP="00F96531">
      <w:r>
        <w:t>354.0359</w:t>
      </w:r>
      <w:r>
        <w:tab/>
        <w:t>4.940e0</w:t>
      </w:r>
    </w:p>
    <w:p w:rsidR="00F96531" w:rsidRDefault="00F96531" w:rsidP="00F96531">
      <w:r>
        <w:lastRenderedPageBreak/>
        <w:t>354.0488</w:t>
      </w:r>
      <w:r>
        <w:tab/>
        <w:t>3.038e0</w:t>
      </w:r>
    </w:p>
    <w:p w:rsidR="00F96531" w:rsidRDefault="00F96531" w:rsidP="00F96531">
      <w:r>
        <w:t>354.0659</w:t>
      </w:r>
      <w:r>
        <w:tab/>
        <w:t>2.777e0</w:t>
      </w:r>
    </w:p>
    <w:p w:rsidR="00F96531" w:rsidRDefault="00F96531" w:rsidP="00F96531">
      <w:r>
        <w:t>354.0874</w:t>
      </w:r>
      <w:r>
        <w:tab/>
        <w:t>2.025e0</w:t>
      </w:r>
    </w:p>
    <w:p w:rsidR="00F96531" w:rsidRDefault="00F96531" w:rsidP="00F96531">
      <w:r>
        <w:t>354.0905</w:t>
      </w:r>
      <w:r>
        <w:tab/>
        <w:t>5.191e0</w:t>
      </w:r>
    </w:p>
    <w:p w:rsidR="00F96531" w:rsidRDefault="00F96531" w:rsidP="00F96531">
      <w:r>
        <w:t>354.0930</w:t>
      </w:r>
      <w:r>
        <w:tab/>
        <w:t>3.038e0</w:t>
      </w:r>
    </w:p>
    <w:p w:rsidR="00F96531" w:rsidRDefault="00F96531" w:rsidP="00F96531">
      <w:r>
        <w:t>354.1355</w:t>
      </w:r>
      <w:r>
        <w:tab/>
        <w:t>1.310e0</w:t>
      </w:r>
    </w:p>
    <w:p w:rsidR="00F96531" w:rsidRDefault="00F96531" w:rsidP="00F96531">
      <w:r>
        <w:t>354.1445</w:t>
      </w:r>
      <w:r>
        <w:tab/>
        <w:t>8.101e0</w:t>
      </w:r>
    </w:p>
    <w:p w:rsidR="00F96531" w:rsidRDefault="00F96531" w:rsidP="00F96531">
      <w:r>
        <w:t>354.1502</w:t>
      </w:r>
      <w:r>
        <w:tab/>
        <w:t>1.013e0</w:t>
      </w:r>
    </w:p>
    <w:p w:rsidR="00F96531" w:rsidRDefault="00F96531" w:rsidP="00F96531">
      <w:r>
        <w:t>354.1978</w:t>
      </w:r>
      <w:r>
        <w:tab/>
        <w:t>3.480e0</w:t>
      </w:r>
    </w:p>
    <w:p w:rsidR="00F96531" w:rsidRDefault="00F96531" w:rsidP="00F96531">
      <w:r>
        <w:t>354.2048</w:t>
      </w:r>
      <w:r>
        <w:tab/>
        <w:t>1.379e0</w:t>
      </w:r>
    </w:p>
    <w:p w:rsidR="00F96531" w:rsidRDefault="00F96531" w:rsidP="00F96531">
      <w:r>
        <w:t>354.2166</w:t>
      </w:r>
      <w:r>
        <w:tab/>
        <w:t>2.025e0</w:t>
      </w:r>
    </w:p>
    <w:p w:rsidR="00F96531" w:rsidRDefault="00F96531" w:rsidP="00F96531">
      <w:r>
        <w:t>354.2226</w:t>
      </w:r>
      <w:r>
        <w:tab/>
        <w:t>4.398e0</w:t>
      </w:r>
    </w:p>
    <w:p w:rsidR="00F96531" w:rsidRDefault="00F96531" w:rsidP="00F96531">
      <w:r>
        <w:t>354.2260</w:t>
      </w:r>
      <w:r>
        <w:tab/>
        <w:t>7.559e0</w:t>
      </w:r>
    </w:p>
    <w:p w:rsidR="00F96531" w:rsidRDefault="00F96531" w:rsidP="00F96531">
      <w:r>
        <w:t>354.2300</w:t>
      </w:r>
      <w:r>
        <w:tab/>
        <w:t>4.018e0</w:t>
      </w:r>
    </w:p>
    <w:p w:rsidR="00F96531" w:rsidRDefault="00F96531" w:rsidP="00F96531">
      <w:r>
        <w:t>354.2369</w:t>
      </w:r>
      <w:r>
        <w:tab/>
        <w:t>4.051e0</w:t>
      </w:r>
    </w:p>
    <w:p w:rsidR="00F96531" w:rsidRDefault="00F96531" w:rsidP="00F96531">
      <w:r>
        <w:t>354.2379</w:t>
      </w:r>
      <w:r>
        <w:tab/>
        <w:t>1.472e0</w:t>
      </w:r>
    </w:p>
    <w:p w:rsidR="00F96531" w:rsidRDefault="00F96531" w:rsidP="00F96531">
      <w:r>
        <w:t>354.2491</w:t>
      </w:r>
      <w:r>
        <w:tab/>
        <w:t>3.618e0</w:t>
      </w:r>
    </w:p>
    <w:p w:rsidR="00F96531" w:rsidRDefault="00F96531" w:rsidP="00F96531">
      <w:r>
        <w:t>354.2538</w:t>
      </w:r>
      <w:r>
        <w:tab/>
        <w:t>1.013e0</w:t>
      </w:r>
    </w:p>
    <w:p w:rsidR="00F96531" w:rsidRDefault="00F96531" w:rsidP="00F96531">
      <w:r>
        <w:t>354.2851</w:t>
      </w:r>
      <w:r>
        <w:tab/>
        <w:t>2.025e0</w:t>
      </w:r>
    </w:p>
    <w:p w:rsidR="00F96531" w:rsidRDefault="00F96531" w:rsidP="00F96531">
      <w:r>
        <w:lastRenderedPageBreak/>
        <w:t>354.2955</w:t>
      </w:r>
      <w:r>
        <w:tab/>
        <w:t>1.013e0</w:t>
      </w:r>
    </w:p>
    <w:p w:rsidR="00F96531" w:rsidRDefault="00F96531" w:rsidP="00F96531">
      <w:r>
        <w:t>354.3403</w:t>
      </w:r>
      <w:r>
        <w:tab/>
        <w:t>1.013e0</w:t>
      </w:r>
    </w:p>
    <w:p w:rsidR="00F96531" w:rsidRDefault="00F96531" w:rsidP="00F96531">
      <w:r>
        <w:t>354.3433</w:t>
      </w:r>
      <w:r>
        <w:tab/>
        <w:t>1.013e0</w:t>
      </w:r>
    </w:p>
    <w:p w:rsidR="00F96531" w:rsidRDefault="00F96531" w:rsidP="00F96531">
      <w:r>
        <w:t>354.3641</w:t>
      </w:r>
      <w:r>
        <w:tab/>
        <w:t>1.013e0</w:t>
      </w:r>
    </w:p>
    <w:p w:rsidR="00F96531" w:rsidRDefault="00F96531" w:rsidP="00F96531">
      <w:r>
        <w:t>354.4230</w:t>
      </w:r>
      <w:r>
        <w:tab/>
        <w:t>1.013e0</w:t>
      </w:r>
    </w:p>
    <w:p w:rsidR="00F96531" w:rsidRDefault="00F96531" w:rsidP="00F96531">
      <w:r>
        <w:t>354.4309</w:t>
      </w:r>
      <w:r>
        <w:tab/>
        <w:t>3.038e0</w:t>
      </w:r>
    </w:p>
    <w:p w:rsidR="00F96531" w:rsidRDefault="00F96531" w:rsidP="00F96531">
      <w:r>
        <w:t>354.4465</w:t>
      </w:r>
      <w:r>
        <w:tab/>
        <w:t>1.013e0</w:t>
      </w:r>
    </w:p>
    <w:p w:rsidR="00F96531" w:rsidRDefault="00F96531" w:rsidP="00F96531">
      <w:r>
        <w:t>354.4782</w:t>
      </w:r>
      <w:r>
        <w:tab/>
        <w:t>1.013e0</w:t>
      </w:r>
    </w:p>
    <w:p w:rsidR="00F96531" w:rsidRDefault="00F96531" w:rsidP="00F96531">
      <w:r>
        <w:t>354.5143</w:t>
      </w:r>
      <w:r>
        <w:tab/>
        <w:t>1.013e0</w:t>
      </w:r>
    </w:p>
    <w:p w:rsidR="00F96531" w:rsidRDefault="00F96531" w:rsidP="00F96531">
      <w:r>
        <w:t>354.5536</w:t>
      </w:r>
      <w:r>
        <w:tab/>
        <w:t>3.038e0</w:t>
      </w:r>
    </w:p>
    <w:p w:rsidR="00F96531" w:rsidRDefault="00F96531" w:rsidP="00F96531">
      <w:r>
        <w:t>354.5684</w:t>
      </w:r>
      <w:r>
        <w:tab/>
        <w:t>2.025e0</w:t>
      </w:r>
    </w:p>
    <w:p w:rsidR="00F96531" w:rsidRDefault="00F96531" w:rsidP="00F96531">
      <w:r>
        <w:t>354.5719</w:t>
      </w:r>
      <w:r>
        <w:tab/>
        <w:t>2.025e0</w:t>
      </w:r>
    </w:p>
    <w:p w:rsidR="00F96531" w:rsidRDefault="00F96531" w:rsidP="00F96531">
      <w:r>
        <w:t>354.5790</w:t>
      </w:r>
      <w:r>
        <w:tab/>
        <w:t>2.025e0</w:t>
      </w:r>
    </w:p>
    <w:p w:rsidR="00F96531" w:rsidRDefault="00F96531" w:rsidP="00F96531">
      <w:r>
        <w:t>354.5845</w:t>
      </w:r>
      <w:r>
        <w:tab/>
        <w:t>1.013e0</w:t>
      </w:r>
    </w:p>
    <w:p w:rsidR="00F96531" w:rsidRDefault="00F96531" w:rsidP="00F96531">
      <w:r>
        <w:t>354.5949</w:t>
      </w:r>
      <w:r>
        <w:tab/>
        <w:t>2.025e0</w:t>
      </w:r>
    </w:p>
    <w:p w:rsidR="00F96531" w:rsidRDefault="00F96531" w:rsidP="00F96531">
      <w:r>
        <w:t>354.6148</w:t>
      </w:r>
      <w:r>
        <w:tab/>
        <w:t>2.025e0</w:t>
      </w:r>
    </w:p>
    <w:p w:rsidR="00F96531" w:rsidRDefault="00F96531" w:rsidP="00F96531">
      <w:r>
        <w:t>354.6273</w:t>
      </w:r>
      <w:r>
        <w:tab/>
        <w:t>2.025e0</w:t>
      </w:r>
    </w:p>
    <w:p w:rsidR="00F96531" w:rsidRDefault="00F96531" w:rsidP="00F96531">
      <w:r>
        <w:t>354.6382</w:t>
      </w:r>
      <w:r>
        <w:tab/>
        <w:t>1.013e0</w:t>
      </w:r>
    </w:p>
    <w:p w:rsidR="00F96531" w:rsidRDefault="00F96531" w:rsidP="00F96531">
      <w:r>
        <w:t>354.7029</w:t>
      </w:r>
      <w:r>
        <w:tab/>
        <w:t>1.013e0</w:t>
      </w:r>
    </w:p>
    <w:p w:rsidR="00F96531" w:rsidRDefault="00F96531" w:rsidP="00F96531">
      <w:r>
        <w:lastRenderedPageBreak/>
        <w:t>354.7206</w:t>
      </w:r>
      <w:r>
        <w:tab/>
        <w:t>1.013e0</w:t>
      </w:r>
    </w:p>
    <w:p w:rsidR="00F96531" w:rsidRDefault="00F96531" w:rsidP="00F96531">
      <w:r>
        <w:t>354.7333</w:t>
      </w:r>
      <w:r>
        <w:tab/>
        <w:t>1.013e0</w:t>
      </w:r>
    </w:p>
    <w:p w:rsidR="00F96531" w:rsidRDefault="00F96531" w:rsidP="00F96531">
      <w:r>
        <w:t>354.7747</w:t>
      </w:r>
      <w:r>
        <w:tab/>
        <w:t>1.013e0</w:t>
      </w:r>
    </w:p>
    <w:p w:rsidR="00F96531" w:rsidRDefault="00F96531" w:rsidP="00F96531">
      <w:r>
        <w:t>354.7776</w:t>
      </w:r>
      <w:r>
        <w:tab/>
        <w:t>2.025e0</w:t>
      </w:r>
    </w:p>
    <w:p w:rsidR="00F96531" w:rsidRDefault="00F96531" w:rsidP="00F96531">
      <w:r>
        <w:t>354.7825</w:t>
      </w:r>
      <w:r>
        <w:tab/>
        <w:t>1.013e0</w:t>
      </w:r>
    </w:p>
    <w:p w:rsidR="00F96531" w:rsidRDefault="00F96531" w:rsidP="00F96531">
      <w:r>
        <w:t>354.7928</w:t>
      </w:r>
      <w:r>
        <w:tab/>
        <w:t>2.025e0</w:t>
      </w:r>
    </w:p>
    <w:p w:rsidR="00F96531" w:rsidRDefault="00F96531" w:rsidP="00F96531">
      <w:r>
        <w:t>354.8158</w:t>
      </w:r>
      <w:r>
        <w:tab/>
        <w:t>2.025e0</w:t>
      </w:r>
    </w:p>
    <w:p w:rsidR="00F96531" w:rsidRDefault="00F96531" w:rsidP="00F96531">
      <w:r>
        <w:t>354.8682</w:t>
      </w:r>
      <w:r>
        <w:tab/>
        <w:t>1.013e0</w:t>
      </w:r>
    </w:p>
    <w:p w:rsidR="00F96531" w:rsidRDefault="00F96531" w:rsidP="00F96531">
      <w:r>
        <w:t>354.8698</w:t>
      </w:r>
      <w:r>
        <w:tab/>
        <w:t>1.013e0</w:t>
      </w:r>
    </w:p>
    <w:p w:rsidR="00F96531" w:rsidRDefault="00F96531" w:rsidP="00F96531">
      <w:r>
        <w:t>354.8856</w:t>
      </w:r>
      <w:r>
        <w:tab/>
        <w:t>1.013e0</w:t>
      </w:r>
    </w:p>
    <w:p w:rsidR="00F96531" w:rsidRDefault="00F96531" w:rsidP="00F96531">
      <w:r>
        <w:t>354.9120</w:t>
      </w:r>
      <w:r>
        <w:tab/>
        <w:t>2.025e0</w:t>
      </w:r>
    </w:p>
    <w:p w:rsidR="00F96531" w:rsidRDefault="00F96531" w:rsidP="00F96531">
      <w:r>
        <w:t>354.9158</w:t>
      </w:r>
      <w:r>
        <w:tab/>
        <w:t>2.025e0</w:t>
      </w:r>
    </w:p>
    <w:p w:rsidR="00F96531" w:rsidRDefault="00F96531" w:rsidP="00F96531">
      <w:r>
        <w:t>354.9178</w:t>
      </w:r>
      <w:r>
        <w:tab/>
        <w:t>1.013e0</w:t>
      </w:r>
    </w:p>
    <w:p w:rsidR="00F96531" w:rsidRDefault="00F96531" w:rsidP="00F96531">
      <w:r>
        <w:t>354.9243</w:t>
      </w:r>
      <w:r>
        <w:tab/>
        <w:t>4.051e0</w:t>
      </w:r>
    </w:p>
    <w:p w:rsidR="00F96531" w:rsidRDefault="00F96531" w:rsidP="00F96531">
      <w:r>
        <w:t>354.9433</w:t>
      </w:r>
      <w:r>
        <w:tab/>
        <w:t>2.025e0</w:t>
      </w:r>
    </w:p>
    <w:p w:rsidR="00F96531" w:rsidRDefault="00F96531" w:rsidP="00F96531">
      <w:r>
        <w:t>354.9476</w:t>
      </w:r>
      <w:r>
        <w:tab/>
        <w:t>4.051e0</w:t>
      </w:r>
    </w:p>
    <w:p w:rsidR="00F96531" w:rsidRDefault="00F96531" w:rsidP="00F96531">
      <w:r>
        <w:t>354.9544</w:t>
      </w:r>
      <w:r>
        <w:tab/>
        <w:t>2.599e0</w:t>
      </w:r>
    </w:p>
    <w:p w:rsidR="00F96531" w:rsidRDefault="00F96531" w:rsidP="00F96531">
      <w:r>
        <w:t>354.9665</w:t>
      </w:r>
      <w:r>
        <w:tab/>
        <w:t>7.089e0</w:t>
      </w:r>
    </w:p>
    <w:p w:rsidR="00F96531" w:rsidRDefault="00F96531" w:rsidP="00F96531">
      <w:r>
        <w:t>354.9701</w:t>
      </w:r>
      <w:r>
        <w:tab/>
        <w:t>4.051e0</w:t>
      </w:r>
    </w:p>
    <w:p w:rsidR="00F96531" w:rsidRDefault="00F96531" w:rsidP="00F96531">
      <w:r>
        <w:lastRenderedPageBreak/>
        <w:t>354.9729</w:t>
      </w:r>
      <w:r>
        <w:tab/>
        <w:t>4.051e0</w:t>
      </w:r>
    </w:p>
    <w:p w:rsidR="00F96531" w:rsidRDefault="00F96531" w:rsidP="00F96531">
      <w:r>
        <w:t>354.9905</w:t>
      </w:r>
      <w:r>
        <w:tab/>
        <w:t>2.025e0</w:t>
      </w:r>
    </w:p>
    <w:p w:rsidR="00F96531" w:rsidRDefault="00F96531" w:rsidP="00F96531">
      <w:r>
        <w:t>354.9985</w:t>
      </w:r>
      <w:r>
        <w:tab/>
        <w:t>5.063e0</w:t>
      </w:r>
    </w:p>
    <w:p w:rsidR="00F96531" w:rsidRDefault="00F96531" w:rsidP="00F96531">
      <w:r>
        <w:t>355.0190</w:t>
      </w:r>
      <w:r>
        <w:tab/>
        <w:t>2.025e0</w:t>
      </w:r>
    </w:p>
    <w:p w:rsidR="00F96531" w:rsidRDefault="00F96531" w:rsidP="00F96531">
      <w:r>
        <w:t>355.0233</w:t>
      </w:r>
      <w:r>
        <w:tab/>
        <w:t>2.025e0</w:t>
      </w:r>
    </w:p>
    <w:p w:rsidR="00F96531" w:rsidRDefault="00F96531" w:rsidP="00F96531">
      <w:r>
        <w:t>355.0327</w:t>
      </w:r>
      <w:r>
        <w:tab/>
        <w:t>6.311e0</w:t>
      </w:r>
    </w:p>
    <w:p w:rsidR="00F96531" w:rsidRDefault="00F96531" w:rsidP="00F96531">
      <w:r>
        <w:t>355.0352</w:t>
      </w:r>
      <w:r>
        <w:tab/>
        <w:t>1.013e0</w:t>
      </w:r>
    </w:p>
    <w:p w:rsidR="00F96531" w:rsidRDefault="00F96531" w:rsidP="00F96531">
      <w:r>
        <w:t>355.0471</w:t>
      </w:r>
      <w:r>
        <w:tab/>
        <w:t>4.764e0</w:t>
      </w:r>
    </w:p>
    <w:p w:rsidR="00F96531" w:rsidRDefault="00F96531" w:rsidP="00F96531">
      <w:r>
        <w:t>355.0645</w:t>
      </w:r>
      <w:r>
        <w:tab/>
        <w:t>3.077e0</w:t>
      </w:r>
    </w:p>
    <w:p w:rsidR="00F96531" w:rsidRDefault="00F96531" w:rsidP="00F96531">
      <w:r>
        <w:t>355.0655</w:t>
      </w:r>
      <w:r>
        <w:tab/>
        <w:t>2.025e0</w:t>
      </w:r>
    </w:p>
    <w:p w:rsidR="00F96531" w:rsidRDefault="00F96531" w:rsidP="00F96531">
      <w:r>
        <w:t>355.0800</w:t>
      </w:r>
      <w:r>
        <w:tab/>
        <w:t>3.038e0</w:t>
      </w:r>
    </w:p>
    <w:p w:rsidR="00F96531" w:rsidRDefault="00F96531" w:rsidP="00F96531">
      <w:r>
        <w:t>355.1006</w:t>
      </w:r>
      <w:r>
        <w:tab/>
        <w:t>3.038e0</w:t>
      </w:r>
    </w:p>
    <w:p w:rsidR="00F96531" w:rsidRDefault="00F96531" w:rsidP="00F96531">
      <w:r>
        <w:t>355.1017</w:t>
      </w:r>
      <w:r>
        <w:tab/>
        <w:t>7.052e0</w:t>
      </w:r>
    </w:p>
    <w:p w:rsidR="00F96531" w:rsidRDefault="00F96531" w:rsidP="00F96531">
      <w:r>
        <w:t>355.1167</w:t>
      </w:r>
      <w:r>
        <w:tab/>
        <w:t>6.076e0</w:t>
      </w:r>
    </w:p>
    <w:p w:rsidR="00F96531" w:rsidRDefault="00F96531" w:rsidP="00F96531">
      <w:r>
        <w:t>355.1213</w:t>
      </w:r>
      <w:r>
        <w:tab/>
        <w:t>3.038e0</w:t>
      </w:r>
    </w:p>
    <w:p w:rsidR="00F96531" w:rsidRDefault="00F96531" w:rsidP="00F96531">
      <w:r>
        <w:t>355.1231</w:t>
      </w:r>
      <w:r>
        <w:tab/>
        <w:t>4.011e0</w:t>
      </w:r>
    </w:p>
    <w:p w:rsidR="00F96531" w:rsidRDefault="00F96531" w:rsidP="00F96531">
      <w:r>
        <w:t>355.1295</w:t>
      </w:r>
      <w:r>
        <w:tab/>
        <w:t>9.114e0</w:t>
      </w:r>
    </w:p>
    <w:p w:rsidR="00F96531" w:rsidRDefault="00F96531" w:rsidP="00F96531">
      <w:r>
        <w:t>355.1324</w:t>
      </w:r>
      <w:r>
        <w:tab/>
        <w:t>3.038e0</w:t>
      </w:r>
    </w:p>
    <w:p w:rsidR="00F96531" w:rsidRDefault="00F96531" w:rsidP="00F96531">
      <w:r>
        <w:t>355.1462</w:t>
      </w:r>
      <w:r>
        <w:tab/>
        <w:t>2.025e0</w:t>
      </w:r>
    </w:p>
    <w:p w:rsidR="00F96531" w:rsidRDefault="00F96531" w:rsidP="00F96531">
      <w:r>
        <w:lastRenderedPageBreak/>
        <w:t>355.1513</w:t>
      </w:r>
      <w:r>
        <w:tab/>
        <w:t>2.009e0</w:t>
      </w:r>
    </w:p>
    <w:p w:rsidR="00F96531" w:rsidRDefault="00F96531" w:rsidP="00F96531">
      <w:r>
        <w:t>355.1720</w:t>
      </w:r>
      <w:r>
        <w:tab/>
        <w:t>1.500e1</w:t>
      </w:r>
    </w:p>
    <w:p w:rsidR="00F96531" w:rsidRDefault="00F96531" w:rsidP="00F96531">
      <w:r>
        <w:t>355.1761</w:t>
      </w:r>
      <w:r>
        <w:tab/>
        <w:t>5.063e0</w:t>
      </w:r>
    </w:p>
    <w:p w:rsidR="00F96531" w:rsidRDefault="00F96531" w:rsidP="00F96531">
      <w:r>
        <w:t>355.1863</w:t>
      </w:r>
      <w:r>
        <w:tab/>
        <w:t>5.715e0</w:t>
      </w:r>
    </w:p>
    <w:p w:rsidR="00F96531" w:rsidRDefault="00F96531" w:rsidP="00F96531">
      <w:r>
        <w:t>355.1919</w:t>
      </w:r>
      <w:r>
        <w:tab/>
        <w:t>3.658e0</w:t>
      </w:r>
    </w:p>
    <w:p w:rsidR="00F96531" w:rsidRDefault="00F96531" w:rsidP="00F96531">
      <w:r>
        <w:t>355.1984</w:t>
      </w:r>
      <w:r>
        <w:tab/>
        <w:t>4.758e0</w:t>
      </w:r>
    </w:p>
    <w:p w:rsidR="00F96531" w:rsidRDefault="00F96531" w:rsidP="00F96531">
      <w:r>
        <w:t>355.2006</w:t>
      </w:r>
      <w:r>
        <w:tab/>
        <w:t>1.013e0</w:t>
      </w:r>
    </w:p>
    <w:p w:rsidR="00F96531" w:rsidRDefault="00F96531" w:rsidP="00F96531">
      <w:r>
        <w:t>355.2190</w:t>
      </w:r>
      <w:r>
        <w:tab/>
        <w:t>5.074e0</w:t>
      </w:r>
    </w:p>
    <w:p w:rsidR="00F96531" w:rsidRDefault="00F96531" w:rsidP="00F96531">
      <w:r>
        <w:t>355.2378</w:t>
      </w:r>
      <w:r>
        <w:tab/>
        <w:t>2.025e0</w:t>
      </w:r>
    </w:p>
    <w:p w:rsidR="00F96531" w:rsidRDefault="00F96531" w:rsidP="00F96531">
      <w:r>
        <w:t>355.2415</w:t>
      </w:r>
      <w:r>
        <w:tab/>
        <w:t>2.025e0</w:t>
      </w:r>
    </w:p>
    <w:p w:rsidR="00F96531" w:rsidRDefault="00F96531" w:rsidP="00F96531">
      <w:r>
        <w:t>355.2447</w:t>
      </w:r>
      <w:r>
        <w:tab/>
        <w:t>2.236e0</w:t>
      </w:r>
    </w:p>
    <w:p w:rsidR="00F96531" w:rsidRDefault="00F96531" w:rsidP="00F96531">
      <w:r>
        <w:t>355.2709</w:t>
      </w:r>
      <w:r>
        <w:tab/>
        <w:t>1.013e0</w:t>
      </w:r>
    </w:p>
    <w:p w:rsidR="00F96531" w:rsidRDefault="00F96531" w:rsidP="00F96531">
      <w:r>
        <w:t>355.2726</w:t>
      </w:r>
      <w:r>
        <w:tab/>
        <w:t>3.038e0</w:t>
      </w:r>
    </w:p>
    <w:p w:rsidR="00F96531" w:rsidRDefault="00F96531" w:rsidP="00F96531">
      <w:r>
        <w:t>355.2892</w:t>
      </w:r>
      <w:r>
        <w:tab/>
        <w:t>2.939e0</w:t>
      </w:r>
    </w:p>
    <w:p w:rsidR="00F96531" w:rsidRDefault="00F96531" w:rsidP="00F96531">
      <w:r>
        <w:t>355.2903</w:t>
      </w:r>
      <w:r>
        <w:tab/>
        <w:t>1.013e0</w:t>
      </w:r>
    </w:p>
    <w:p w:rsidR="00F96531" w:rsidRDefault="00F96531" w:rsidP="00F96531">
      <w:r>
        <w:t>355.2957</w:t>
      </w:r>
      <w:r>
        <w:tab/>
        <w:t>1.013e0</w:t>
      </w:r>
    </w:p>
    <w:p w:rsidR="00F96531" w:rsidRDefault="00F96531" w:rsidP="00F96531">
      <w:r>
        <w:t>355.3024</w:t>
      </w:r>
      <w:r>
        <w:tab/>
        <w:t>2.025e0</w:t>
      </w:r>
    </w:p>
    <w:p w:rsidR="00F96531" w:rsidRDefault="00F96531" w:rsidP="00F96531">
      <w:r>
        <w:t>355.3348</w:t>
      </w:r>
      <w:r>
        <w:tab/>
        <w:t>1.013e0</w:t>
      </w:r>
    </w:p>
    <w:p w:rsidR="00F96531" w:rsidRDefault="00F96531" w:rsidP="00F96531">
      <w:r>
        <w:t>355.3456</w:t>
      </w:r>
      <w:r>
        <w:tab/>
        <w:t>4.051e0</w:t>
      </w:r>
    </w:p>
    <w:p w:rsidR="00F96531" w:rsidRDefault="00F96531" w:rsidP="00F96531">
      <w:r>
        <w:lastRenderedPageBreak/>
        <w:t>355.3476</w:t>
      </w:r>
      <w:r>
        <w:tab/>
        <w:t>2.025e0</w:t>
      </w:r>
    </w:p>
    <w:p w:rsidR="00F96531" w:rsidRDefault="00F96531" w:rsidP="00F96531">
      <w:r>
        <w:t>355.3701</w:t>
      </w:r>
      <w:r>
        <w:tab/>
        <w:t>1.013e0</w:t>
      </w:r>
    </w:p>
    <w:p w:rsidR="00F96531" w:rsidRDefault="00F96531" w:rsidP="00F96531">
      <w:r>
        <w:t>355.3745</w:t>
      </w:r>
      <w:r>
        <w:tab/>
        <w:t>1.013e0</w:t>
      </w:r>
    </w:p>
    <w:p w:rsidR="00F96531" w:rsidRDefault="00F96531" w:rsidP="00F96531">
      <w:r>
        <w:t>355.3793</w:t>
      </w:r>
      <w:r>
        <w:tab/>
        <w:t>1.013e0</w:t>
      </w:r>
    </w:p>
    <w:p w:rsidR="00F96531" w:rsidRDefault="00F96531" w:rsidP="00F96531">
      <w:r>
        <w:t>355.3878</w:t>
      </w:r>
      <w:r>
        <w:tab/>
        <w:t>2.025e0</w:t>
      </w:r>
    </w:p>
    <w:p w:rsidR="00F96531" w:rsidRDefault="00F96531" w:rsidP="00F96531">
      <w:r>
        <w:t>355.4047</w:t>
      </w:r>
      <w:r>
        <w:tab/>
        <w:t>1.013e0</w:t>
      </w:r>
    </w:p>
    <w:p w:rsidR="00F96531" w:rsidRDefault="00F96531" w:rsidP="00F96531">
      <w:r>
        <w:t>355.4141</w:t>
      </w:r>
      <w:r>
        <w:tab/>
        <w:t>1.013e0</w:t>
      </w:r>
    </w:p>
    <w:p w:rsidR="00F96531" w:rsidRDefault="00F96531" w:rsidP="00F96531">
      <w:r>
        <w:t>355.4364</w:t>
      </w:r>
      <w:r>
        <w:tab/>
        <w:t>1.013e0</w:t>
      </w:r>
    </w:p>
    <w:p w:rsidR="00F96531" w:rsidRDefault="00F96531" w:rsidP="00F96531">
      <w:r>
        <w:t>355.4612</w:t>
      </w:r>
      <w:r>
        <w:tab/>
        <w:t>1.013e0</w:t>
      </w:r>
    </w:p>
    <w:p w:rsidR="00F96531" w:rsidRDefault="00F96531" w:rsidP="00F96531">
      <w:r>
        <w:t>355.4745</w:t>
      </w:r>
      <w:r>
        <w:tab/>
        <w:t>2.025e0</w:t>
      </w:r>
    </w:p>
    <w:p w:rsidR="00F96531" w:rsidRDefault="00F96531" w:rsidP="00F96531">
      <w:r>
        <w:t>355.5445</w:t>
      </w:r>
      <w:r>
        <w:tab/>
        <w:t>1.013e0</w:t>
      </w:r>
    </w:p>
    <w:p w:rsidR="00F96531" w:rsidRDefault="00F96531" w:rsidP="00F96531">
      <w:r>
        <w:t>355.5772</w:t>
      </w:r>
      <w:r>
        <w:tab/>
        <w:t>1.013e0</w:t>
      </w:r>
    </w:p>
    <w:p w:rsidR="00F96531" w:rsidRDefault="00F96531" w:rsidP="00F96531">
      <w:r>
        <w:t>355.6159</w:t>
      </w:r>
      <w:r>
        <w:tab/>
        <w:t>1.013e0</w:t>
      </w:r>
    </w:p>
    <w:p w:rsidR="00F96531" w:rsidRDefault="00F96531" w:rsidP="00F96531">
      <w:r>
        <w:t>355.6251</w:t>
      </w:r>
      <w:r>
        <w:tab/>
        <w:t>1.013e0</w:t>
      </w:r>
    </w:p>
    <w:p w:rsidR="00F96531" w:rsidRDefault="00F96531" w:rsidP="00F96531">
      <w:r>
        <w:t>355.6499</w:t>
      </w:r>
      <w:r>
        <w:tab/>
        <w:t>1.013e0</w:t>
      </w:r>
    </w:p>
    <w:p w:rsidR="00F96531" w:rsidRDefault="00F96531" w:rsidP="00F96531">
      <w:r>
        <w:t>355.6517</w:t>
      </w:r>
      <w:r>
        <w:tab/>
        <w:t>3.038e0</w:t>
      </w:r>
    </w:p>
    <w:p w:rsidR="00F96531" w:rsidRDefault="00F96531" w:rsidP="00F96531">
      <w:r>
        <w:t>355.6622</w:t>
      </w:r>
      <w:r>
        <w:tab/>
        <w:t>2.025e0</w:t>
      </w:r>
    </w:p>
    <w:p w:rsidR="00F96531" w:rsidRDefault="00F96531" w:rsidP="00F96531">
      <w:r>
        <w:t>355.6801</w:t>
      </w:r>
      <w:r>
        <w:tab/>
        <w:t>1.013e0</w:t>
      </w:r>
    </w:p>
    <w:p w:rsidR="00F96531" w:rsidRDefault="00F96531" w:rsidP="00F96531">
      <w:r>
        <w:t>355.6922</w:t>
      </w:r>
      <w:r>
        <w:tab/>
        <w:t>1.013e0</w:t>
      </w:r>
    </w:p>
    <w:p w:rsidR="00F96531" w:rsidRDefault="00F96531" w:rsidP="00F96531">
      <w:r>
        <w:lastRenderedPageBreak/>
        <w:t>355.7097</w:t>
      </w:r>
      <w:r>
        <w:tab/>
        <w:t>1.013e0</w:t>
      </w:r>
    </w:p>
    <w:p w:rsidR="00F96531" w:rsidRDefault="00F96531" w:rsidP="00F96531">
      <w:r>
        <w:t>355.7159</w:t>
      </w:r>
      <w:r>
        <w:tab/>
        <w:t>5.014e0</w:t>
      </w:r>
    </w:p>
    <w:p w:rsidR="00F96531" w:rsidRDefault="00F96531" w:rsidP="00F96531">
      <w:r>
        <w:t>355.7258</w:t>
      </w:r>
      <w:r>
        <w:tab/>
        <w:t>1.013e0</w:t>
      </w:r>
    </w:p>
    <w:p w:rsidR="00F96531" w:rsidRDefault="00F96531" w:rsidP="00F96531">
      <w:r>
        <w:t>355.7714</w:t>
      </w:r>
      <w:r>
        <w:tab/>
        <w:t>1.013e0</w:t>
      </w:r>
    </w:p>
    <w:p w:rsidR="00F96531" w:rsidRDefault="00F96531" w:rsidP="00F96531">
      <w:r>
        <w:t>355.7752</w:t>
      </w:r>
      <w:r>
        <w:tab/>
        <w:t>1.013e0</w:t>
      </w:r>
    </w:p>
    <w:p w:rsidR="00F96531" w:rsidRDefault="00F96531" w:rsidP="00F96531">
      <w:r>
        <w:t>355.8096</w:t>
      </w:r>
      <w:r>
        <w:tab/>
        <w:t>2.025e0</w:t>
      </w:r>
    </w:p>
    <w:p w:rsidR="00F96531" w:rsidRDefault="00F96531" w:rsidP="00F96531">
      <w:r>
        <w:t>355.8378</w:t>
      </w:r>
      <w:r>
        <w:tab/>
        <w:t>1.013e0</w:t>
      </w:r>
    </w:p>
    <w:p w:rsidR="00F96531" w:rsidRDefault="00F96531" w:rsidP="00F96531">
      <w:r>
        <w:t>355.8563</w:t>
      </w:r>
      <w:r>
        <w:tab/>
        <w:t>3.038e0</w:t>
      </w:r>
    </w:p>
    <w:p w:rsidR="00F96531" w:rsidRDefault="00F96531" w:rsidP="00F96531">
      <w:r>
        <w:t>355.8576</w:t>
      </w:r>
      <w:r>
        <w:tab/>
        <w:t>1.013e0</w:t>
      </w:r>
    </w:p>
    <w:p w:rsidR="00F96531" w:rsidRDefault="00F96531" w:rsidP="00F96531">
      <w:r>
        <w:t>355.9176</w:t>
      </w:r>
      <w:r>
        <w:tab/>
        <w:t>3.038e0</w:t>
      </w:r>
    </w:p>
    <w:p w:rsidR="00F96531" w:rsidRDefault="00F96531" w:rsidP="00F96531">
      <w:r>
        <w:t>355.9227</w:t>
      </w:r>
      <w:r>
        <w:tab/>
        <w:t>4.051e0</w:t>
      </w:r>
    </w:p>
    <w:p w:rsidR="00F96531" w:rsidRDefault="00F96531" w:rsidP="00F96531">
      <w:r>
        <w:t>355.9264</w:t>
      </w:r>
      <w:r>
        <w:tab/>
        <w:t>2.025e0</w:t>
      </w:r>
    </w:p>
    <w:p w:rsidR="00F96531" w:rsidRDefault="00F96531" w:rsidP="00F96531">
      <w:r>
        <w:t>355.9516</w:t>
      </w:r>
      <w:r>
        <w:tab/>
        <w:t>4.051e0</w:t>
      </w:r>
    </w:p>
    <w:p w:rsidR="00F96531" w:rsidRDefault="00F96531" w:rsidP="00F96531">
      <w:r>
        <w:t>355.9630</w:t>
      </w:r>
      <w:r>
        <w:tab/>
        <w:t>5.063e0</w:t>
      </w:r>
    </w:p>
    <w:p w:rsidR="00F96531" w:rsidRDefault="00F96531" w:rsidP="00F96531">
      <w:r>
        <w:t>355.9843</w:t>
      </w:r>
      <w:r>
        <w:tab/>
        <w:t>2.017e0</w:t>
      </w:r>
    </w:p>
    <w:p w:rsidR="00F96531" w:rsidRDefault="00F96531" w:rsidP="00F96531">
      <w:r>
        <w:t>355.9964</w:t>
      </w:r>
      <w:r>
        <w:tab/>
        <w:t>3.038e0</w:t>
      </w:r>
    </w:p>
    <w:p w:rsidR="00F96531" w:rsidRDefault="00F96531" w:rsidP="00F96531">
      <w:r>
        <w:t>356.0214</w:t>
      </w:r>
      <w:r>
        <w:tab/>
        <w:t>1.013e0</w:t>
      </w:r>
    </w:p>
    <w:p w:rsidR="00F96531" w:rsidRDefault="00F96531" w:rsidP="00F96531">
      <w:r>
        <w:t>356.0265</w:t>
      </w:r>
      <w:r>
        <w:tab/>
        <w:t>2.025e0</w:t>
      </w:r>
    </w:p>
    <w:p w:rsidR="00F96531" w:rsidRDefault="00F96531" w:rsidP="00F96531">
      <w:r>
        <w:t>356.0379</w:t>
      </w:r>
      <w:r>
        <w:tab/>
        <w:t>2.915e0</w:t>
      </w:r>
    </w:p>
    <w:p w:rsidR="00F96531" w:rsidRDefault="00F96531" w:rsidP="00F96531">
      <w:r>
        <w:lastRenderedPageBreak/>
        <w:t>356.0421</w:t>
      </w:r>
      <w:r>
        <w:tab/>
        <w:t>1.013e0</w:t>
      </w:r>
    </w:p>
    <w:p w:rsidR="00F96531" w:rsidRDefault="00F96531" w:rsidP="00F96531">
      <w:r>
        <w:t>356.0512</w:t>
      </w:r>
      <w:r>
        <w:tab/>
        <w:t>1.013e0</w:t>
      </w:r>
    </w:p>
    <w:p w:rsidR="00F96531" w:rsidRDefault="00F96531" w:rsidP="00F96531">
      <w:r>
        <w:t>356.0675</w:t>
      </w:r>
      <w:r>
        <w:tab/>
        <w:t>1.013e0</w:t>
      </w:r>
    </w:p>
    <w:p w:rsidR="00F96531" w:rsidRDefault="00F96531" w:rsidP="00F96531">
      <w:r>
        <w:t>356.0689</w:t>
      </w:r>
      <w:r>
        <w:tab/>
        <w:t>1.815e0</w:t>
      </w:r>
    </w:p>
    <w:p w:rsidR="00F96531" w:rsidRDefault="00F96531" w:rsidP="00F96531">
      <w:r>
        <w:t>356.0753</w:t>
      </w:r>
      <w:r>
        <w:tab/>
        <w:t>2.025e0</w:t>
      </w:r>
    </w:p>
    <w:p w:rsidR="00F96531" w:rsidRDefault="00F96531" w:rsidP="00F96531">
      <w:r>
        <w:t>356.1008</w:t>
      </w:r>
      <w:r>
        <w:tab/>
        <w:t>1.013e0</w:t>
      </w:r>
    </w:p>
    <w:p w:rsidR="00F96531" w:rsidRDefault="00F96531" w:rsidP="00F96531">
      <w:r>
        <w:t>356.1231</w:t>
      </w:r>
      <w:r>
        <w:tab/>
        <w:t>1.013e0</w:t>
      </w:r>
    </w:p>
    <w:p w:rsidR="00F96531" w:rsidRDefault="00F96531" w:rsidP="00F96531">
      <w:r>
        <w:t>356.1313</w:t>
      </w:r>
      <w:r>
        <w:tab/>
        <w:t>4.016e0</w:t>
      </w:r>
    </w:p>
    <w:p w:rsidR="00F96531" w:rsidRDefault="00F96531" w:rsidP="00F96531">
      <w:r>
        <w:t>356.1362</w:t>
      </w:r>
      <w:r>
        <w:tab/>
        <w:t>3.038e0</w:t>
      </w:r>
    </w:p>
    <w:p w:rsidR="00F96531" w:rsidRDefault="00F96531" w:rsidP="00F96531">
      <w:r>
        <w:t>356.1566</w:t>
      </w:r>
      <w:r>
        <w:tab/>
        <w:t>2.025e0</w:t>
      </w:r>
    </w:p>
    <w:p w:rsidR="00F96531" w:rsidRDefault="00F96531" w:rsidP="00F96531">
      <w:r>
        <w:t>356.1806</w:t>
      </w:r>
      <w:r>
        <w:tab/>
        <w:t>1.933e0</w:t>
      </w:r>
    </w:p>
    <w:p w:rsidR="00F96531" w:rsidRDefault="00F96531" w:rsidP="00F96531">
      <w:r>
        <w:t>356.1832</w:t>
      </w:r>
      <w:r>
        <w:tab/>
        <w:t>2.025e0</w:t>
      </w:r>
    </w:p>
    <w:p w:rsidR="00F96531" w:rsidRDefault="00F96531" w:rsidP="00F96531">
      <w:r>
        <w:t>356.2126</w:t>
      </w:r>
      <w:r>
        <w:tab/>
        <w:t>2.050e0</w:t>
      </w:r>
    </w:p>
    <w:p w:rsidR="00F96531" w:rsidRDefault="00F96531" w:rsidP="00F96531">
      <w:r>
        <w:t>356.2162</w:t>
      </w:r>
      <w:r>
        <w:tab/>
        <w:t>2.025e0</w:t>
      </w:r>
    </w:p>
    <w:p w:rsidR="00F96531" w:rsidRDefault="00F96531" w:rsidP="00F96531">
      <w:r>
        <w:t>356.2183</w:t>
      </w:r>
      <w:r>
        <w:tab/>
        <w:t>1.013e0</w:t>
      </w:r>
    </w:p>
    <w:p w:rsidR="00F96531" w:rsidRDefault="00F96531" w:rsidP="00F96531">
      <w:r>
        <w:t>356.2585</w:t>
      </w:r>
      <w:r>
        <w:tab/>
        <w:t>2.025e0</w:t>
      </w:r>
    </w:p>
    <w:p w:rsidR="00F96531" w:rsidRDefault="00F96531" w:rsidP="00F96531">
      <w:r>
        <w:t>356.2638</w:t>
      </w:r>
      <w:r>
        <w:tab/>
        <w:t>5.303e0</w:t>
      </w:r>
    </w:p>
    <w:p w:rsidR="00F96531" w:rsidRDefault="00F96531" w:rsidP="00F96531">
      <w:r>
        <w:t>356.2718</w:t>
      </w:r>
      <w:r>
        <w:tab/>
        <w:t>1.013e0</w:t>
      </w:r>
    </w:p>
    <w:p w:rsidR="00F96531" w:rsidRDefault="00F96531" w:rsidP="00F96531">
      <w:r>
        <w:t>356.2762</w:t>
      </w:r>
      <w:r>
        <w:tab/>
        <w:t>2.873e0</w:t>
      </w:r>
    </w:p>
    <w:p w:rsidR="00F96531" w:rsidRDefault="00F96531" w:rsidP="00F96531">
      <w:r>
        <w:lastRenderedPageBreak/>
        <w:t>356.2824</w:t>
      </w:r>
      <w:r>
        <w:tab/>
        <w:t>4.051e0</w:t>
      </w:r>
    </w:p>
    <w:p w:rsidR="00F96531" w:rsidRDefault="00F96531" w:rsidP="00F96531">
      <w:r>
        <w:t>356.3094</w:t>
      </w:r>
      <w:r>
        <w:tab/>
        <w:t>2.025e0</w:t>
      </w:r>
    </w:p>
    <w:p w:rsidR="00F96531" w:rsidRDefault="00F96531" w:rsidP="00F96531">
      <w:r>
        <w:t>356.3159</w:t>
      </w:r>
      <w:r>
        <w:tab/>
        <w:t>1.013e0</w:t>
      </w:r>
    </w:p>
    <w:p w:rsidR="00F96531" w:rsidRDefault="00F96531" w:rsidP="00F96531">
      <w:r>
        <w:t>356.3188</w:t>
      </w:r>
      <w:r>
        <w:tab/>
        <w:t>3.177e0</w:t>
      </w:r>
    </w:p>
    <w:p w:rsidR="00F96531" w:rsidRDefault="00F96531" w:rsidP="00F96531">
      <w:r>
        <w:t>356.3313</w:t>
      </w:r>
      <w:r>
        <w:tab/>
        <w:t>3.038e0</w:t>
      </w:r>
    </w:p>
    <w:p w:rsidR="00F96531" w:rsidRDefault="00F96531" w:rsidP="00F96531">
      <w:r>
        <w:t>356.3383</w:t>
      </w:r>
      <w:r>
        <w:tab/>
        <w:t>1.013e0</w:t>
      </w:r>
    </w:p>
    <w:p w:rsidR="00F96531" w:rsidRDefault="00F96531" w:rsidP="00F96531">
      <w:r>
        <w:t>356.3631</w:t>
      </w:r>
      <w:r>
        <w:tab/>
        <w:t>1.013e0</w:t>
      </w:r>
    </w:p>
    <w:p w:rsidR="00F96531" w:rsidRDefault="00F96531" w:rsidP="00F96531">
      <w:r>
        <w:t>356.3668</w:t>
      </w:r>
      <w:r>
        <w:tab/>
        <w:t>1.013e0</w:t>
      </w:r>
    </w:p>
    <w:p w:rsidR="00F96531" w:rsidRDefault="00F96531" w:rsidP="00F96531">
      <w:r>
        <w:t>356.3970</w:t>
      </w:r>
      <w:r>
        <w:tab/>
        <w:t>2.025e0</w:t>
      </w:r>
    </w:p>
    <w:p w:rsidR="00F96531" w:rsidRDefault="00F96531" w:rsidP="00F96531">
      <w:r>
        <w:t>356.4527</w:t>
      </w:r>
      <w:r>
        <w:tab/>
        <w:t>2.025e0</w:t>
      </w:r>
    </w:p>
    <w:p w:rsidR="00F96531" w:rsidRDefault="00F96531" w:rsidP="00F96531">
      <w:r>
        <w:t>356.4671</w:t>
      </w:r>
      <w:r>
        <w:tab/>
        <w:t>1.013e0</w:t>
      </w:r>
    </w:p>
    <w:p w:rsidR="00F96531" w:rsidRDefault="00F96531" w:rsidP="00F96531">
      <w:r>
        <w:t>356.4830</w:t>
      </w:r>
      <w:r>
        <w:tab/>
        <w:t>1.013e0</w:t>
      </w:r>
    </w:p>
    <w:p w:rsidR="00F96531" w:rsidRDefault="00F96531" w:rsidP="00F96531">
      <w:r>
        <w:t>356.5287</w:t>
      </w:r>
      <w:r>
        <w:tab/>
        <w:t>1.013e0</w:t>
      </w:r>
    </w:p>
    <w:p w:rsidR="00F96531" w:rsidRDefault="00F96531" w:rsidP="00F96531">
      <w:r>
        <w:t>356.5341</w:t>
      </w:r>
      <w:r>
        <w:tab/>
        <w:t>6.076e0</w:t>
      </w:r>
    </w:p>
    <w:p w:rsidR="00F96531" w:rsidRDefault="00F96531" w:rsidP="00F96531">
      <w:r>
        <w:t>356.5451</w:t>
      </w:r>
      <w:r>
        <w:tab/>
        <w:t>1.013e0</w:t>
      </w:r>
    </w:p>
    <w:p w:rsidR="00F96531" w:rsidRDefault="00F96531" w:rsidP="00F96531">
      <w:r>
        <w:t>356.6013</w:t>
      </w:r>
      <w:r>
        <w:tab/>
        <w:t>1.013e0</w:t>
      </w:r>
    </w:p>
    <w:p w:rsidR="00F96531" w:rsidRDefault="00F96531" w:rsidP="00F96531">
      <w:r>
        <w:t>356.6342</w:t>
      </w:r>
      <w:r>
        <w:tab/>
        <w:t>2.025e0</w:t>
      </w:r>
    </w:p>
    <w:p w:rsidR="00F96531" w:rsidRDefault="00F96531" w:rsidP="00F96531">
      <w:r>
        <w:t>356.6583</w:t>
      </w:r>
      <w:r>
        <w:tab/>
        <w:t>1.013e0</w:t>
      </w:r>
    </w:p>
    <w:p w:rsidR="00F96531" w:rsidRDefault="00F96531" w:rsidP="00F96531">
      <w:r>
        <w:t>356.6621</w:t>
      </w:r>
      <w:r>
        <w:tab/>
        <w:t>2.025e0</w:t>
      </w:r>
    </w:p>
    <w:p w:rsidR="00F96531" w:rsidRDefault="00F96531" w:rsidP="00F96531">
      <w:r>
        <w:lastRenderedPageBreak/>
        <w:t>356.6694</w:t>
      </w:r>
      <w:r>
        <w:tab/>
        <w:t>1.013e0</w:t>
      </w:r>
    </w:p>
    <w:p w:rsidR="00F96531" w:rsidRDefault="00F96531" w:rsidP="00F96531">
      <w:r>
        <w:t>356.7029</w:t>
      </w:r>
      <w:r>
        <w:tab/>
        <w:t>1.013e0</w:t>
      </w:r>
    </w:p>
    <w:p w:rsidR="00F96531" w:rsidRDefault="00F96531" w:rsidP="00F96531">
      <w:r>
        <w:t>356.7044</w:t>
      </w:r>
      <w:r>
        <w:tab/>
        <w:t>2.025e0</w:t>
      </w:r>
    </w:p>
    <w:p w:rsidR="00F96531" w:rsidRDefault="00F96531" w:rsidP="00F96531">
      <w:r>
        <w:t>356.7093</w:t>
      </w:r>
      <w:r>
        <w:tab/>
        <w:t>1.013e0</w:t>
      </w:r>
    </w:p>
    <w:p w:rsidR="00F96531" w:rsidRDefault="00F96531" w:rsidP="00F96531">
      <w:r>
        <w:t>356.7475</w:t>
      </w:r>
      <w:r>
        <w:tab/>
        <w:t>1.013e0</w:t>
      </w:r>
    </w:p>
    <w:p w:rsidR="00F96531" w:rsidRDefault="00F96531" w:rsidP="00F96531">
      <w:r>
        <w:t>356.7630</w:t>
      </w:r>
      <w:r>
        <w:tab/>
        <w:t>2.025e0</w:t>
      </w:r>
    </w:p>
    <w:p w:rsidR="00F96531" w:rsidRDefault="00F96531" w:rsidP="00F96531">
      <w:r>
        <w:t>356.8350</w:t>
      </w:r>
      <w:r>
        <w:tab/>
        <w:t>1.013e0</w:t>
      </w:r>
    </w:p>
    <w:p w:rsidR="00F96531" w:rsidRDefault="00F96531" w:rsidP="00F96531">
      <w:r>
        <w:t>356.8494</w:t>
      </w:r>
      <w:r>
        <w:tab/>
        <w:t>3.038e0</w:t>
      </w:r>
    </w:p>
    <w:p w:rsidR="00F96531" w:rsidRDefault="00F96531" w:rsidP="00F96531">
      <w:r>
        <w:t>356.8511</w:t>
      </w:r>
      <w:r>
        <w:tab/>
        <w:t>1.013e0</w:t>
      </w:r>
    </w:p>
    <w:p w:rsidR="00F96531" w:rsidRDefault="00F96531" w:rsidP="00F96531">
      <w:r>
        <w:t>356.8687</w:t>
      </w:r>
      <w:r>
        <w:tab/>
        <w:t>1.013e0</w:t>
      </w:r>
    </w:p>
    <w:p w:rsidR="00F96531" w:rsidRDefault="00F96531" w:rsidP="00F96531">
      <w:r>
        <w:t>356.9038</w:t>
      </w:r>
      <w:r>
        <w:tab/>
        <w:t>2.025e0</w:t>
      </w:r>
    </w:p>
    <w:p w:rsidR="00F96531" w:rsidRDefault="00F96531" w:rsidP="00F96531">
      <w:r>
        <w:t>356.9055</w:t>
      </w:r>
      <w:r>
        <w:tab/>
        <w:t>3.038e0</w:t>
      </w:r>
    </w:p>
    <w:p w:rsidR="00F96531" w:rsidRDefault="00F96531" w:rsidP="00F96531">
      <w:r>
        <w:t>356.9093</w:t>
      </w:r>
      <w:r>
        <w:tab/>
        <w:t>2.025e0</w:t>
      </w:r>
    </w:p>
    <w:p w:rsidR="00F96531" w:rsidRDefault="00F96531" w:rsidP="00F96531">
      <w:r>
        <w:t>356.9340</w:t>
      </w:r>
      <w:r>
        <w:tab/>
        <w:t>1.013e0</w:t>
      </w:r>
    </w:p>
    <w:p w:rsidR="00F96531" w:rsidRDefault="00F96531" w:rsidP="00F96531">
      <w:r>
        <w:t>356.9595</w:t>
      </w:r>
      <w:r>
        <w:tab/>
        <w:t>1.013e0</w:t>
      </w:r>
    </w:p>
    <w:p w:rsidR="00F96531" w:rsidRDefault="00F96531" w:rsidP="00F96531">
      <w:r>
        <w:t>356.9687</w:t>
      </w:r>
      <w:r>
        <w:tab/>
        <w:t>2.025e0</w:t>
      </w:r>
    </w:p>
    <w:p w:rsidR="00F96531" w:rsidRDefault="00F96531" w:rsidP="00F96531">
      <w:r>
        <w:t>356.9704</w:t>
      </w:r>
      <w:r>
        <w:tab/>
        <w:t>1.013e0</w:t>
      </w:r>
    </w:p>
    <w:p w:rsidR="00F96531" w:rsidRDefault="00F96531" w:rsidP="00F96531">
      <w:r>
        <w:t>356.9847</w:t>
      </w:r>
      <w:r>
        <w:tab/>
        <w:t>2.025e0</w:t>
      </w:r>
    </w:p>
    <w:p w:rsidR="00F96531" w:rsidRDefault="00F96531" w:rsidP="00F96531">
      <w:r>
        <w:t>356.9987</w:t>
      </w:r>
      <w:r>
        <w:tab/>
        <w:t>2.025e0</w:t>
      </w:r>
    </w:p>
    <w:p w:rsidR="00F96531" w:rsidRDefault="00F96531" w:rsidP="00F96531">
      <w:r>
        <w:lastRenderedPageBreak/>
        <w:t>357.0175</w:t>
      </w:r>
      <w:r>
        <w:tab/>
        <w:t>5.035e0</w:t>
      </w:r>
    </w:p>
    <w:p w:rsidR="00F96531" w:rsidRDefault="00F96531" w:rsidP="00F96531">
      <w:r>
        <w:t>357.0238</w:t>
      </w:r>
      <w:r>
        <w:tab/>
        <w:t>2.288e1</w:t>
      </w:r>
    </w:p>
    <w:p w:rsidR="00F96531" w:rsidRDefault="00F96531" w:rsidP="00F96531">
      <w:r>
        <w:t>357.0439</w:t>
      </w:r>
      <w:r>
        <w:tab/>
        <w:t>2.025e0</w:t>
      </w:r>
    </w:p>
    <w:p w:rsidR="00F96531" w:rsidRDefault="00F96531" w:rsidP="00F96531">
      <w:r>
        <w:t>357.0548</w:t>
      </w:r>
      <w:r>
        <w:tab/>
        <w:t>2.025e0</w:t>
      </w:r>
    </w:p>
    <w:p w:rsidR="00F96531" w:rsidRDefault="00F96531" w:rsidP="00F96531">
      <w:r>
        <w:t>357.0873</w:t>
      </w:r>
      <w:r>
        <w:tab/>
        <w:t>1.973e0</w:t>
      </w:r>
    </w:p>
    <w:p w:rsidR="00F96531" w:rsidRDefault="00F96531" w:rsidP="00F96531">
      <w:r>
        <w:t>357.1024</w:t>
      </w:r>
      <w:r>
        <w:tab/>
        <w:t>4.051e0</w:t>
      </w:r>
    </w:p>
    <w:p w:rsidR="00F96531" w:rsidRDefault="00F96531" w:rsidP="00F96531">
      <w:r>
        <w:t>357.1317</w:t>
      </w:r>
      <w:r>
        <w:tab/>
        <w:t>7.089e0</w:t>
      </w:r>
    </w:p>
    <w:p w:rsidR="00F96531" w:rsidRDefault="00F96531" w:rsidP="00F96531">
      <w:r>
        <w:t>357.1338</w:t>
      </w:r>
      <w:r>
        <w:tab/>
        <w:t>4.051e0</w:t>
      </w:r>
    </w:p>
    <w:p w:rsidR="00F96531" w:rsidRDefault="00F96531" w:rsidP="00F96531">
      <w:r>
        <w:t>357.1420</w:t>
      </w:r>
      <w:r>
        <w:tab/>
        <w:t>3.632e1</w:t>
      </w:r>
    </w:p>
    <w:p w:rsidR="00F96531" w:rsidRDefault="00F96531" w:rsidP="00F96531">
      <w:r>
        <w:t>357.1447</w:t>
      </w:r>
      <w:r>
        <w:tab/>
        <w:t>1.137e1</w:t>
      </w:r>
    </w:p>
    <w:p w:rsidR="00F96531" w:rsidRDefault="00F96531" w:rsidP="00F96531">
      <w:r>
        <w:t>357.1579</w:t>
      </w:r>
      <w:r>
        <w:tab/>
        <w:t>2.648e1</w:t>
      </w:r>
    </w:p>
    <w:p w:rsidR="00F96531" w:rsidRDefault="00F96531" w:rsidP="00F96531">
      <w:r>
        <w:t>357.1798</w:t>
      </w:r>
      <w:r>
        <w:tab/>
        <w:t>2.762e0</w:t>
      </w:r>
    </w:p>
    <w:p w:rsidR="00F96531" w:rsidRDefault="00F96531" w:rsidP="00F96531">
      <w:r>
        <w:t>357.1910</w:t>
      </w:r>
      <w:r>
        <w:tab/>
        <w:t>1.935e1</w:t>
      </w:r>
    </w:p>
    <w:p w:rsidR="00F96531" w:rsidRDefault="00F96531" w:rsidP="00F96531">
      <w:r>
        <w:t>357.2442</w:t>
      </w:r>
      <w:r>
        <w:tab/>
        <w:t>2.025e0</w:t>
      </w:r>
    </w:p>
    <w:p w:rsidR="00F96531" w:rsidRDefault="00F96531" w:rsidP="00F96531">
      <w:r>
        <w:t>357.2558</w:t>
      </w:r>
      <w:r>
        <w:tab/>
        <w:t>1.013e0</w:t>
      </w:r>
    </w:p>
    <w:p w:rsidR="00F96531" w:rsidRDefault="00F96531" w:rsidP="00F96531">
      <w:r>
        <w:t>357.2594</w:t>
      </w:r>
      <w:r>
        <w:tab/>
        <w:t>4.051e0</w:t>
      </w:r>
    </w:p>
    <w:p w:rsidR="00F96531" w:rsidRDefault="00F96531" w:rsidP="00F96531">
      <w:r>
        <w:t>357.2614</w:t>
      </w:r>
      <w:r>
        <w:tab/>
        <w:t>1.013e0</w:t>
      </w:r>
    </w:p>
    <w:p w:rsidR="00F96531" w:rsidRDefault="00F96531" w:rsidP="00F96531">
      <w:r>
        <w:t>357.2862</w:t>
      </w:r>
      <w:r>
        <w:tab/>
        <w:t>1.013e0</w:t>
      </w:r>
    </w:p>
    <w:p w:rsidR="00F96531" w:rsidRDefault="00F96531" w:rsidP="00F96531">
      <w:r>
        <w:t>357.2936</w:t>
      </w:r>
      <w:r>
        <w:tab/>
        <w:t>5.063e0</w:t>
      </w:r>
    </w:p>
    <w:p w:rsidR="00F96531" w:rsidRDefault="00F96531" w:rsidP="00F96531">
      <w:r>
        <w:lastRenderedPageBreak/>
        <w:t>357.2950</w:t>
      </w:r>
      <w:r>
        <w:tab/>
        <w:t>2.025e0</w:t>
      </w:r>
    </w:p>
    <w:p w:rsidR="00F96531" w:rsidRDefault="00F96531" w:rsidP="00F96531">
      <w:r>
        <w:t>357.3168</w:t>
      </w:r>
      <w:r>
        <w:tab/>
        <w:t>1.013e0</w:t>
      </w:r>
    </w:p>
    <w:p w:rsidR="00F96531" w:rsidRDefault="00F96531" w:rsidP="00F96531">
      <w:r>
        <w:t>357.3232</w:t>
      </w:r>
      <w:r>
        <w:tab/>
        <w:t>1.013e0</w:t>
      </w:r>
    </w:p>
    <w:p w:rsidR="00F96531" w:rsidRDefault="00F96531" w:rsidP="00F96531">
      <w:r>
        <w:t>357.3317</w:t>
      </w:r>
      <w:r>
        <w:tab/>
        <w:t>2.025e0</w:t>
      </w:r>
    </w:p>
    <w:p w:rsidR="00F96531" w:rsidRDefault="00F96531" w:rsidP="00F96531">
      <w:r>
        <w:t>357.3416</w:t>
      </w:r>
      <w:r>
        <w:tab/>
        <w:t>3.038e0</w:t>
      </w:r>
    </w:p>
    <w:p w:rsidR="00F96531" w:rsidRDefault="00F96531" w:rsidP="00F96531">
      <w:r>
        <w:t>357.3526</w:t>
      </w:r>
      <w:r>
        <w:tab/>
        <w:t>1.013e0</w:t>
      </w:r>
    </w:p>
    <w:p w:rsidR="00F96531" w:rsidRDefault="00F96531" w:rsidP="00F96531">
      <w:r>
        <w:t>357.3664</w:t>
      </w:r>
      <w:r>
        <w:tab/>
        <w:t>1.013e0</w:t>
      </w:r>
    </w:p>
    <w:p w:rsidR="00F96531" w:rsidRDefault="00F96531" w:rsidP="00F96531">
      <w:r>
        <w:t>357.3797</w:t>
      </w:r>
      <w:r>
        <w:tab/>
        <w:t>1.013e0</w:t>
      </w:r>
    </w:p>
    <w:p w:rsidR="00F96531" w:rsidRDefault="00F96531" w:rsidP="00F96531">
      <w:r>
        <w:t>357.3871</w:t>
      </w:r>
      <w:r>
        <w:tab/>
        <w:t>1.013e0</w:t>
      </w:r>
    </w:p>
    <w:p w:rsidR="00F96531" w:rsidRDefault="00F96531" w:rsidP="00F96531">
      <w:r>
        <w:t>357.3935</w:t>
      </w:r>
      <w:r>
        <w:tab/>
        <w:t>1.013e0</w:t>
      </w:r>
    </w:p>
    <w:p w:rsidR="00F96531" w:rsidRDefault="00F96531" w:rsidP="00F96531">
      <w:r>
        <w:t>357.4113</w:t>
      </w:r>
      <w:r>
        <w:tab/>
        <w:t>3.038e0</w:t>
      </w:r>
    </w:p>
    <w:p w:rsidR="00F96531" w:rsidRDefault="00F96531" w:rsidP="00F96531">
      <w:r>
        <w:t>357.4255</w:t>
      </w:r>
      <w:r>
        <w:tab/>
        <w:t>1.013e0</w:t>
      </w:r>
    </w:p>
    <w:p w:rsidR="00F96531" w:rsidRDefault="00F96531" w:rsidP="00F96531">
      <w:r>
        <w:t>357.4813</w:t>
      </w:r>
      <w:r>
        <w:tab/>
        <w:t>1.013e0</w:t>
      </w:r>
    </w:p>
    <w:p w:rsidR="00F96531" w:rsidRDefault="00F96531" w:rsidP="00F96531">
      <w:r>
        <w:t>357.4893</w:t>
      </w:r>
      <w:r>
        <w:tab/>
        <w:t>3.038e0</w:t>
      </w:r>
    </w:p>
    <w:p w:rsidR="00F96531" w:rsidRDefault="00F96531" w:rsidP="00F96531">
      <w:r>
        <w:t>357.5005</w:t>
      </w:r>
      <w:r>
        <w:tab/>
        <w:t>3.038e0</w:t>
      </w:r>
    </w:p>
    <w:p w:rsidR="00F96531" w:rsidRDefault="00F96531" w:rsidP="00F96531">
      <w:r>
        <w:t>357.5206</w:t>
      </w:r>
      <w:r>
        <w:tab/>
        <w:t>1.013e0</w:t>
      </w:r>
    </w:p>
    <w:p w:rsidR="00F96531" w:rsidRDefault="00F96531" w:rsidP="00F96531">
      <w:r>
        <w:t>357.5222</w:t>
      </w:r>
      <w:r>
        <w:tab/>
        <w:t>2.025e0</w:t>
      </w:r>
    </w:p>
    <w:p w:rsidR="00F96531" w:rsidRDefault="00F96531" w:rsidP="00F96531">
      <w:r>
        <w:t>357.5276</w:t>
      </w:r>
      <w:r>
        <w:tab/>
        <w:t>2.025e0</w:t>
      </w:r>
    </w:p>
    <w:p w:rsidR="00F96531" w:rsidRDefault="00F96531" w:rsidP="00F96531">
      <w:r>
        <w:t>357.5764</w:t>
      </w:r>
      <w:r>
        <w:tab/>
        <w:t>2.025e0</w:t>
      </w:r>
    </w:p>
    <w:p w:rsidR="00F96531" w:rsidRDefault="00F96531" w:rsidP="00F96531">
      <w:r>
        <w:lastRenderedPageBreak/>
        <w:t>357.5871</w:t>
      </w:r>
      <w:r>
        <w:tab/>
        <w:t>1.013e0</w:t>
      </w:r>
    </w:p>
    <w:p w:rsidR="00F96531" w:rsidRDefault="00F96531" w:rsidP="00F96531">
      <w:r>
        <w:t>357.6036</w:t>
      </w:r>
      <w:r>
        <w:tab/>
        <w:t>3.038e0</w:t>
      </w:r>
    </w:p>
    <w:p w:rsidR="00F96531" w:rsidRDefault="00F96531" w:rsidP="00F96531">
      <w:r>
        <w:t>357.6173</w:t>
      </w:r>
      <w:r>
        <w:tab/>
        <w:t>1.013e0</w:t>
      </w:r>
    </w:p>
    <w:p w:rsidR="00F96531" w:rsidRDefault="00F96531" w:rsidP="00F96531">
      <w:r>
        <w:t>357.6367</w:t>
      </w:r>
      <w:r>
        <w:tab/>
        <w:t>3.038e0</w:t>
      </w:r>
    </w:p>
    <w:p w:rsidR="00F96531" w:rsidRDefault="00F96531" w:rsidP="00F96531">
      <w:r>
        <w:t>357.6410</w:t>
      </w:r>
      <w:r>
        <w:tab/>
        <w:t>1.013e0</w:t>
      </w:r>
    </w:p>
    <w:p w:rsidR="00F96531" w:rsidRDefault="00F96531" w:rsidP="00F96531">
      <w:r>
        <w:t>357.6602</w:t>
      </w:r>
      <w:r>
        <w:tab/>
        <w:t>2.408e0</w:t>
      </w:r>
    </w:p>
    <w:p w:rsidR="00F96531" w:rsidRDefault="00F96531" w:rsidP="00F96531">
      <w:r>
        <w:t>357.6800</w:t>
      </w:r>
      <w:r>
        <w:tab/>
        <w:t>1.013e0</w:t>
      </w:r>
    </w:p>
    <w:p w:rsidR="00F96531" w:rsidRDefault="00F96531" w:rsidP="00F96531">
      <w:r>
        <w:t>357.6877</w:t>
      </w:r>
      <w:r>
        <w:tab/>
        <w:t>1.013e0</w:t>
      </w:r>
    </w:p>
    <w:p w:rsidR="00F96531" w:rsidRDefault="00F96531" w:rsidP="00F96531">
      <w:r>
        <w:t>357.7113</w:t>
      </w:r>
      <w:r>
        <w:tab/>
        <w:t>1.013e0</w:t>
      </w:r>
    </w:p>
    <w:p w:rsidR="00F96531" w:rsidRDefault="00F96531" w:rsidP="00F96531">
      <w:r>
        <w:t>357.7402</w:t>
      </w:r>
      <w:r>
        <w:tab/>
        <w:t>2.025e0</w:t>
      </w:r>
    </w:p>
    <w:p w:rsidR="00F96531" w:rsidRDefault="00F96531" w:rsidP="00F96531">
      <w:r>
        <w:t>357.7582</w:t>
      </w:r>
      <w:r>
        <w:tab/>
        <w:t>1.013e0</w:t>
      </w:r>
    </w:p>
    <w:p w:rsidR="00F96531" w:rsidRDefault="00F96531" w:rsidP="00F96531">
      <w:r>
        <w:t>357.7711</w:t>
      </w:r>
      <w:r>
        <w:tab/>
        <w:t>2.025e0</w:t>
      </w:r>
    </w:p>
    <w:p w:rsidR="00F96531" w:rsidRDefault="00F96531" w:rsidP="00F96531">
      <w:r>
        <w:t>357.7880</w:t>
      </w:r>
      <w:r>
        <w:tab/>
        <w:t>1.013e0</w:t>
      </w:r>
    </w:p>
    <w:p w:rsidR="00F96531" w:rsidRDefault="00F96531" w:rsidP="00F96531">
      <w:r>
        <w:t>357.7896</w:t>
      </w:r>
      <w:r>
        <w:tab/>
        <w:t>1.013e0</w:t>
      </w:r>
    </w:p>
    <w:p w:rsidR="00F96531" w:rsidRDefault="00F96531" w:rsidP="00F96531">
      <w:r>
        <w:t>357.8193</w:t>
      </w:r>
      <w:r>
        <w:tab/>
        <w:t>2.025e0</w:t>
      </w:r>
    </w:p>
    <w:p w:rsidR="00F96531" w:rsidRDefault="00F96531" w:rsidP="00F96531">
      <w:r>
        <w:t>357.8708</w:t>
      </w:r>
      <w:r>
        <w:tab/>
        <w:t>2.025e0</w:t>
      </w:r>
    </w:p>
    <w:p w:rsidR="00F96531" w:rsidRDefault="00F96531" w:rsidP="00F96531">
      <w:r>
        <w:t>357.9026</w:t>
      </w:r>
      <w:r>
        <w:tab/>
        <w:t>2.025e0</w:t>
      </w:r>
    </w:p>
    <w:p w:rsidR="00F96531" w:rsidRDefault="00F96531" w:rsidP="00F96531">
      <w:r>
        <w:t>357.9059</w:t>
      </w:r>
      <w:r>
        <w:tab/>
        <w:t>1.585e0</w:t>
      </w:r>
    </w:p>
    <w:p w:rsidR="00F96531" w:rsidRDefault="00F96531" w:rsidP="00F96531">
      <w:r>
        <w:t>357.9352</w:t>
      </w:r>
      <w:r>
        <w:tab/>
        <w:t>3.038e0</w:t>
      </w:r>
    </w:p>
    <w:p w:rsidR="00F96531" w:rsidRDefault="00F96531" w:rsidP="00F96531">
      <w:r>
        <w:lastRenderedPageBreak/>
        <w:t>357.9407</w:t>
      </w:r>
      <w:r>
        <w:tab/>
        <w:t>1.316e1</w:t>
      </w:r>
    </w:p>
    <w:p w:rsidR="00F96531" w:rsidRDefault="00F96531" w:rsidP="00F96531">
      <w:r>
        <w:t>357.9509</w:t>
      </w:r>
      <w:r>
        <w:tab/>
        <w:t>6.076e0</w:t>
      </w:r>
    </w:p>
    <w:p w:rsidR="00F96531" w:rsidRDefault="00F96531" w:rsidP="00F96531">
      <w:r>
        <w:t>357.9565</w:t>
      </w:r>
      <w:r>
        <w:tab/>
        <w:t>7.991e0</w:t>
      </w:r>
    </w:p>
    <w:p w:rsidR="00F96531" w:rsidRDefault="00F96531" w:rsidP="00F96531">
      <w:r>
        <w:t>357.9805</w:t>
      </w:r>
      <w:r>
        <w:tab/>
        <w:t>2.962e0</w:t>
      </w:r>
    </w:p>
    <w:p w:rsidR="00F96531" w:rsidRDefault="00F96531" w:rsidP="00F96531">
      <w:r>
        <w:t>357.9818</w:t>
      </w:r>
      <w:r>
        <w:tab/>
        <w:t>2.025e0</w:t>
      </w:r>
    </w:p>
    <w:p w:rsidR="00F96531" w:rsidRDefault="00F96531" w:rsidP="00F96531">
      <w:r>
        <w:t>357.9853</w:t>
      </w:r>
      <w:r>
        <w:tab/>
        <w:t>2.025e0</w:t>
      </w:r>
    </w:p>
    <w:p w:rsidR="00F96531" w:rsidRDefault="00F96531" w:rsidP="00F96531">
      <w:r>
        <w:t>357.9870</w:t>
      </w:r>
      <w:r>
        <w:tab/>
        <w:t>2.025e0</w:t>
      </w:r>
    </w:p>
    <w:p w:rsidR="00F96531" w:rsidRDefault="00F96531" w:rsidP="00F96531">
      <w:r>
        <w:t>358.0129</w:t>
      </w:r>
      <w:r>
        <w:tab/>
        <w:t>3.038e0</w:t>
      </w:r>
    </w:p>
    <w:p w:rsidR="00F96531" w:rsidRDefault="00F96531" w:rsidP="00F96531">
      <w:r>
        <w:t>358.0222</w:t>
      </w:r>
      <w:r>
        <w:tab/>
        <w:t>1.742e0</w:t>
      </w:r>
    </w:p>
    <w:p w:rsidR="00F96531" w:rsidRDefault="00F96531" w:rsidP="00F96531">
      <w:r>
        <w:t>358.0308</w:t>
      </w:r>
      <w:r>
        <w:tab/>
        <w:t>1.013e0</w:t>
      </w:r>
    </w:p>
    <w:p w:rsidR="00F96531" w:rsidRDefault="00F96531" w:rsidP="00F96531">
      <w:r>
        <w:t>358.0597</w:t>
      </w:r>
      <w:r>
        <w:tab/>
        <w:t>2.025e0</w:t>
      </w:r>
    </w:p>
    <w:p w:rsidR="00F96531" w:rsidRDefault="00F96531" w:rsidP="00F96531">
      <w:r>
        <w:t>358.0609</w:t>
      </w:r>
      <w:r>
        <w:tab/>
        <w:t>1.013e0</w:t>
      </w:r>
    </w:p>
    <w:p w:rsidR="00F96531" w:rsidRDefault="00F96531" w:rsidP="00F96531">
      <w:r>
        <w:t>358.0801</w:t>
      </w:r>
      <w:r>
        <w:tab/>
        <w:t>1.013e0</w:t>
      </w:r>
    </w:p>
    <w:p w:rsidR="00F96531" w:rsidRDefault="00F96531" w:rsidP="00F96531">
      <w:r>
        <w:t>358.0811</w:t>
      </w:r>
      <w:r>
        <w:tab/>
        <w:t>2.025e0</w:t>
      </w:r>
    </w:p>
    <w:p w:rsidR="00F96531" w:rsidRDefault="00F96531" w:rsidP="00F96531">
      <w:r>
        <w:t>358.1139</w:t>
      </w:r>
      <w:r>
        <w:tab/>
        <w:t>1.183e0</w:t>
      </w:r>
    </w:p>
    <w:p w:rsidR="00F96531" w:rsidRDefault="00F96531" w:rsidP="00F96531">
      <w:r>
        <w:t>358.1174</w:t>
      </w:r>
      <w:r>
        <w:tab/>
        <w:t>2.025e0</w:t>
      </w:r>
    </w:p>
    <w:p w:rsidR="00F96531" w:rsidRDefault="00F96531" w:rsidP="00F96531">
      <w:r>
        <w:t>358.1224</w:t>
      </w:r>
      <w:r>
        <w:tab/>
        <w:t>3.521e0</w:t>
      </w:r>
    </w:p>
    <w:p w:rsidR="00F96531" w:rsidRDefault="00F96531" w:rsidP="00F96531">
      <w:r>
        <w:t>358.1302</w:t>
      </w:r>
      <w:r>
        <w:tab/>
        <w:t>1.724e0</w:t>
      </w:r>
    </w:p>
    <w:p w:rsidR="00F96531" w:rsidRDefault="00F96531" w:rsidP="00F96531">
      <w:r>
        <w:t>358.1476</w:t>
      </w:r>
      <w:r>
        <w:tab/>
        <w:t>1.013e0</w:t>
      </w:r>
    </w:p>
    <w:p w:rsidR="00F96531" w:rsidRDefault="00F96531" w:rsidP="00F96531">
      <w:r>
        <w:lastRenderedPageBreak/>
        <w:t>358.1521</w:t>
      </w:r>
      <w:r>
        <w:tab/>
        <w:t>1.013e0</w:t>
      </w:r>
    </w:p>
    <w:p w:rsidR="00F96531" w:rsidRDefault="00F96531" w:rsidP="00F96531">
      <w:r>
        <w:t>358.1924</w:t>
      </w:r>
      <w:r>
        <w:tab/>
        <w:t>1.013e0</w:t>
      </w:r>
    </w:p>
    <w:p w:rsidR="00F96531" w:rsidRDefault="00F96531" w:rsidP="00F96531">
      <w:r>
        <w:t>358.1963</w:t>
      </w:r>
      <w:r>
        <w:tab/>
        <w:t>2.025e0</w:t>
      </w:r>
    </w:p>
    <w:p w:rsidR="00F96531" w:rsidRDefault="00F96531" w:rsidP="00F96531">
      <w:r>
        <w:t>358.2094</w:t>
      </w:r>
      <w:r>
        <w:tab/>
        <w:t>3.758e0</w:t>
      </w:r>
    </w:p>
    <w:p w:rsidR="00F96531" w:rsidRDefault="00F96531" w:rsidP="00F96531">
      <w:r>
        <w:t>358.2112</w:t>
      </w:r>
      <w:r>
        <w:tab/>
        <w:t>2.468e0</w:t>
      </w:r>
    </w:p>
    <w:p w:rsidR="00F96531" w:rsidRDefault="00F96531" w:rsidP="00F96531">
      <w:r>
        <w:t>358.2165</w:t>
      </w:r>
      <w:r>
        <w:tab/>
        <w:t>2.669e0</w:t>
      </w:r>
    </w:p>
    <w:p w:rsidR="00F96531" w:rsidRDefault="00F96531" w:rsidP="00F96531">
      <w:r>
        <w:t>358.2458</w:t>
      </w:r>
      <w:r>
        <w:tab/>
        <w:t>1.013e0</w:t>
      </w:r>
    </w:p>
    <w:p w:rsidR="00F96531" w:rsidRDefault="00F96531" w:rsidP="00F96531">
      <w:r>
        <w:t>358.2549</w:t>
      </w:r>
      <w:r>
        <w:tab/>
        <w:t>1.013e0</w:t>
      </w:r>
    </w:p>
    <w:p w:rsidR="00F96531" w:rsidRDefault="00F96531" w:rsidP="00F96531">
      <w:r>
        <w:t>358.2587</w:t>
      </w:r>
      <w:r>
        <w:tab/>
        <w:t>7.409e0</w:t>
      </w:r>
    </w:p>
    <w:p w:rsidR="00F96531" w:rsidRDefault="00F96531" w:rsidP="00F96531">
      <w:r>
        <w:t>358.2869</w:t>
      </w:r>
      <w:r>
        <w:tab/>
        <w:t>2.025e0</w:t>
      </w:r>
    </w:p>
    <w:p w:rsidR="00F96531" w:rsidRDefault="00F96531" w:rsidP="00F96531">
      <w:r>
        <w:t>358.3140</w:t>
      </w:r>
      <w:r>
        <w:tab/>
        <w:t>1.013e0</w:t>
      </w:r>
    </w:p>
    <w:p w:rsidR="00F96531" w:rsidRDefault="00F96531" w:rsidP="00F96531">
      <w:r>
        <w:t>358.3202</w:t>
      </w:r>
      <w:r>
        <w:tab/>
        <w:t>3.038e0</w:t>
      </w:r>
    </w:p>
    <w:p w:rsidR="00F96531" w:rsidRDefault="00F96531" w:rsidP="00F96531">
      <w:r>
        <w:t>358.3266</w:t>
      </w:r>
      <w:r>
        <w:tab/>
        <w:t>3.038e0</w:t>
      </w:r>
    </w:p>
    <w:p w:rsidR="00F96531" w:rsidRDefault="00F96531" w:rsidP="00F96531">
      <w:r>
        <w:t>358.3388</w:t>
      </w:r>
      <w:r>
        <w:tab/>
        <w:t>1.013e0</w:t>
      </w:r>
    </w:p>
    <w:p w:rsidR="00F96531" w:rsidRDefault="00F96531" w:rsidP="00F96531">
      <w:r>
        <w:t>358.3481</w:t>
      </w:r>
      <w:r>
        <w:tab/>
        <w:t>4.051e0</w:t>
      </w:r>
    </w:p>
    <w:p w:rsidR="00F96531" w:rsidRDefault="00F96531" w:rsidP="00F96531">
      <w:r>
        <w:t>358.3572</w:t>
      </w:r>
      <w:r>
        <w:tab/>
        <w:t>2.025e0</w:t>
      </w:r>
    </w:p>
    <w:p w:rsidR="00F96531" w:rsidRDefault="00F96531" w:rsidP="00F96531">
      <w:r>
        <w:t>358.3589</w:t>
      </w:r>
      <w:r>
        <w:tab/>
        <w:t>3.038e0</w:t>
      </w:r>
    </w:p>
    <w:p w:rsidR="00F96531" w:rsidRDefault="00F96531" w:rsidP="00F96531">
      <w:r>
        <w:t>358.3972</w:t>
      </w:r>
      <w:r>
        <w:tab/>
        <w:t>1.013e0</w:t>
      </w:r>
    </w:p>
    <w:p w:rsidR="00F96531" w:rsidRDefault="00F96531" w:rsidP="00F96531">
      <w:r>
        <w:t>358.4187</w:t>
      </w:r>
      <w:r>
        <w:tab/>
        <w:t>2.025e0</w:t>
      </w:r>
    </w:p>
    <w:p w:rsidR="00F96531" w:rsidRDefault="00F96531" w:rsidP="00F96531">
      <w:r>
        <w:lastRenderedPageBreak/>
        <w:t>358.4365</w:t>
      </w:r>
      <w:r>
        <w:tab/>
        <w:t>1.013e0</w:t>
      </w:r>
    </w:p>
    <w:p w:rsidR="00F96531" w:rsidRDefault="00F96531" w:rsidP="00F96531">
      <w:r>
        <w:t>358.4420</w:t>
      </w:r>
      <w:r>
        <w:tab/>
        <w:t>1.013e0</w:t>
      </w:r>
    </w:p>
    <w:p w:rsidR="00F96531" w:rsidRDefault="00F96531" w:rsidP="00F96531">
      <w:r>
        <w:t>358.4661</w:t>
      </w:r>
      <w:r>
        <w:tab/>
        <w:t>1.013e0</w:t>
      </w:r>
    </w:p>
    <w:p w:rsidR="00F96531" w:rsidRDefault="00F96531" w:rsidP="00F96531">
      <w:r>
        <w:t>358.4684</w:t>
      </w:r>
      <w:r>
        <w:tab/>
        <w:t>4.051e0</w:t>
      </w:r>
    </w:p>
    <w:p w:rsidR="00F96531" w:rsidRDefault="00F96531" w:rsidP="00F96531">
      <w:r>
        <w:t>358.4997</w:t>
      </w:r>
      <w:r>
        <w:tab/>
        <w:t>1.013e0</w:t>
      </w:r>
    </w:p>
    <w:p w:rsidR="00F96531" w:rsidRDefault="00F96531" w:rsidP="00F96531">
      <w:r>
        <w:t>358.5069</w:t>
      </w:r>
      <w:r>
        <w:tab/>
        <w:t>1.013e0</w:t>
      </w:r>
    </w:p>
    <w:p w:rsidR="00F96531" w:rsidRDefault="00F96531" w:rsidP="00F96531">
      <w:r>
        <w:t>358.5292</w:t>
      </w:r>
      <w:r>
        <w:tab/>
        <w:t>1.013e0</w:t>
      </w:r>
    </w:p>
    <w:p w:rsidR="00F96531" w:rsidRDefault="00F96531" w:rsidP="00F96531">
      <w:r>
        <w:t>358.5365</w:t>
      </w:r>
      <w:r>
        <w:tab/>
        <w:t>1.013e0</w:t>
      </w:r>
    </w:p>
    <w:p w:rsidR="00F96531" w:rsidRDefault="00F96531" w:rsidP="00F96531">
      <w:r>
        <w:t>358.5445</w:t>
      </w:r>
      <w:r>
        <w:tab/>
        <w:t>1.013e0</w:t>
      </w:r>
    </w:p>
    <w:p w:rsidR="00F96531" w:rsidRDefault="00F96531" w:rsidP="00F96531">
      <w:r>
        <w:t>358.5686</w:t>
      </w:r>
      <w:r>
        <w:tab/>
        <w:t>2.025e0</w:t>
      </w:r>
    </w:p>
    <w:p w:rsidR="00F96531" w:rsidRDefault="00F96531" w:rsidP="00F96531">
      <w:r>
        <w:t>358.6230</w:t>
      </w:r>
      <w:r>
        <w:tab/>
        <w:t>1.013e0</w:t>
      </w:r>
    </w:p>
    <w:p w:rsidR="00F96531" w:rsidRDefault="00F96531" w:rsidP="00F96531">
      <w:r>
        <w:t>358.6454</w:t>
      </w:r>
      <w:r>
        <w:tab/>
        <w:t>1.013e0</w:t>
      </w:r>
    </w:p>
    <w:p w:rsidR="00F96531" w:rsidRDefault="00F96531" w:rsidP="00F96531">
      <w:r>
        <w:t>358.6518</w:t>
      </w:r>
      <w:r>
        <w:tab/>
        <w:t>2.025e0</w:t>
      </w:r>
    </w:p>
    <w:p w:rsidR="00F96531" w:rsidRDefault="00F96531" w:rsidP="00F96531">
      <w:r>
        <w:t>358.6534</w:t>
      </w:r>
      <w:r>
        <w:tab/>
        <w:t>1.013e0</w:t>
      </w:r>
    </w:p>
    <w:p w:rsidR="00F96531" w:rsidRDefault="00F96531" w:rsidP="00F96531">
      <w:r>
        <w:t>358.6742</w:t>
      </w:r>
      <w:r>
        <w:tab/>
        <w:t>1.013e0</w:t>
      </w:r>
    </w:p>
    <w:p w:rsidR="00F96531" w:rsidRDefault="00F96531" w:rsidP="00F96531">
      <w:r>
        <w:t>358.7225</w:t>
      </w:r>
      <w:r>
        <w:tab/>
        <w:t>3.038e0</w:t>
      </w:r>
    </w:p>
    <w:p w:rsidR="00F96531" w:rsidRDefault="00F96531" w:rsidP="00F96531">
      <w:r>
        <w:t>358.7367</w:t>
      </w:r>
      <w:r>
        <w:tab/>
        <w:t>1.013e0</w:t>
      </w:r>
    </w:p>
    <w:p w:rsidR="00F96531" w:rsidRDefault="00F96531" w:rsidP="00F96531">
      <w:r>
        <w:t>358.8007</w:t>
      </w:r>
      <w:r>
        <w:tab/>
        <w:t>1.013e0</w:t>
      </w:r>
    </w:p>
    <w:p w:rsidR="00F96531" w:rsidRDefault="00F96531" w:rsidP="00F96531">
      <w:r>
        <w:t>358.8136</w:t>
      </w:r>
      <w:r>
        <w:tab/>
        <w:t>1.013e0</w:t>
      </w:r>
    </w:p>
    <w:p w:rsidR="00F96531" w:rsidRDefault="00F96531" w:rsidP="00F96531">
      <w:r>
        <w:lastRenderedPageBreak/>
        <w:t>358.8568</w:t>
      </w:r>
      <w:r>
        <w:tab/>
        <w:t>1.013e0</w:t>
      </w:r>
    </w:p>
    <w:p w:rsidR="00F96531" w:rsidRDefault="00F96531" w:rsidP="00F96531">
      <w:r>
        <w:t>358.9161</w:t>
      </w:r>
      <w:r>
        <w:tab/>
        <w:t>1.013e0</w:t>
      </w:r>
    </w:p>
    <w:p w:rsidR="00F96531" w:rsidRDefault="00F96531" w:rsidP="00F96531">
      <w:r>
        <w:t>358.9313</w:t>
      </w:r>
      <w:r>
        <w:tab/>
        <w:t>2.025e0</w:t>
      </w:r>
    </w:p>
    <w:p w:rsidR="00F96531" w:rsidRDefault="00F96531" w:rsidP="00F96531">
      <w:r>
        <w:t>358.9324</w:t>
      </w:r>
      <w:r>
        <w:tab/>
        <w:t>3.038e0</w:t>
      </w:r>
    </w:p>
    <w:p w:rsidR="00F96531" w:rsidRDefault="00F96531" w:rsidP="00F96531">
      <w:r>
        <w:t>358.9401</w:t>
      </w:r>
      <w:r>
        <w:tab/>
        <w:t>2.025e0</w:t>
      </w:r>
    </w:p>
    <w:p w:rsidR="00F96531" w:rsidRDefault="00F96531" w:rsidP="00F96531">
      <w:r>
        <w:t>358.9463</w:t>
      </w:r>
      <w:r>
        <w:tab/>
        <w:t>3.038e0</w:t>
      </w:r>
    </w:p>
    <w:p w:rsidR="00F96531" w:rsidRDefault="00F96531" w:rsidP="00F96531">
      <w:r>
        <w:t>358.9561</w:t>
      </w:r>
      <w:r>
        <w:tab/>
        <w:t>1.013e0</w:t>
      </w:r>
    </w:p>
    <w:p w:rsidR="00F96531" w:rsidRDefault="00F96531" w:rsidP="00F96531">
      <w:r>
        <w:t>358.9610</w:t>
      </w:r>
      <w:r>
        <w:tab/>
        <w:t>1.013e0</w:t>
      </w:r>
    </w:p>
    <w:p w:rsidR="00F96531" w:rsidRDefault="00F96531" w:rsidP="00F96531">
      <w:r>
        <w:t>358.9684</w:t>
      </w:r>
      <w:r>
        <w:tab/>
        <w:t>2.025e0</w:t>
      </w:r>
    </w:p>
    <w:p w:rsidR="00F96531" w:rsidRDefault="00F96531" w:rsidP="00F96531">
      <w:r>
        <w:t>359.0058</w:t>
      </w:r>
      <w:r>
        <w:tab/>
        <w:t>2.025e0</w:t>
      </w:r>
    </w:p>
    <w:p w:rsidR="00F96531" w:rsidRDefault="00F96531" w:rsidP="00F96531">
      <w:r>
        <w:t>359.0068</w:t>
      </w:r>
      <w:r>
        <w:tab/>
        <w:t>5.006e0</w:t>
      </w:r>
    </w:p>
    <w:p w:rsidR="00F96531" w:rsidRDefault="00F96531" w:rsidP="00F96531">
      <w:r>
        <w:t>359.0107</w:t>
      </w:r>
      <w:r>
        <w:tab/>
        <w:t>1.013e0</w:t>
      </w:r>
    </w:p>
    <w:p w:rsidR="00F96531" w:rsidRDefault="00F96531" w:rsidP="00F96531">
      <w:r>
        <w:t>359.0413</w:t>
      </w:r>
      <w:r>
        <w:tab/>
        <w:t>3.038e0</w:t>
      </w:r>
    </w:p>
    <w:p w:rsidR="00F96531" w:rsidRDefault="00F96531" w:rsidP="00F96531">
      <w:r>
        <w:t>359.0454</w:t>
      </w:r>
      <w:r>
        <w:tab/>
        <w:t>1.873e0</w:t>
      </w:r>
    </w:p>
    <w:p w:rsidR="00F96531" w:rsidRDefault="00F96531" w:rsidP="00F96531">
      <w:r>
        <w:t>359.0512</w:t>
      </w:r>
      <w:r>
        <w:tab/>
        <w:t>1.013e0</w:t>
      </w:r>
    </w:p>
    <w:p w:rsidR="00F96531" w:rsidRDefault="00F96531" w:rsidP="00F96531">
      <w:r>
        <w:t>359.0764</w:t>
      </w:r>
      <w:r>
        <w:tab/>
        <w:t>1.013e0</w:t>
      </w:r>
    </w:p>
    <w:p w:rsidR="00F96531" w:rsidRDefault="00F96531" w:rsidP="00F96531">
      <w:r>
        <w:t>359.0826</w:t>
      </w:r>
      <w:r>
        <w:tab/>
        <w:t>1.756e0</w:t>
      </w:r>
    </w:p>
    <w:p w:rsidR="00F96531" w:rsidRDefault="00F96531" w:rsidP="00F96531">
      <w:r>
        <w:t>359.0981</w:t>
      </w:r>
      <w:r>
        <w:tab/>
        <w:t>3.038e0</w:t>
      </w:r>
    </w:p>
    <w:p w:rsidR="00F96531" w:rsidRDefault="00F96531" w:rsidP="00F96531">
      <w:r>
        <w:t>359.1230</w:t>
      </w:r>
      <w:r>
        <w:tab/>
        <w:t>7.259e0</w:t>
      </w:r>
    </w:p>
    <w:p w:rsidR="00F96531" w:rsidRDefault="00F96531" w:rsidP="00F96531">
      <w:r>
        <w:lastRenderedPageBreak/>
        <w:t>359.1261</w:t>
      </w:r>
      <w:r>
        <w:tab/>
        <w:t>1.013e0</w:t>
      </w:r>
    </w:p>
    <w:p w:rsidR="00F96531" w:rsidRDefault="00F96531" w:rsidP="00F96531">
      <w:r>
        <w:t>359.1433</w:t>
      </w:r>
      <w:r>
        <w:tab/>
        <w:t>3.038e0</w:t>
      </w:r>
    </w:p>
    <w:p w:rsidR="00F96531" w:rsidRDefault="00F96531" w:rsidP="00F96531">
      <w:r>
        <w:t>359.1533</w:t>
      </w:r>
      <w:r>
        <w:tab/>
        <w:t>1.013e0</w:t>
      </w:r>
    </w:p>
    <w:p w:rsidR="00F96531" w:rsidRDefault="00F96531" w:rsidP="00F96531">
      <w:r>
        <w:t>359.1561</w:t>
      </w:r>
      <w:r>
        <w:tab/>
        <w:t>2.745e1</w:t>
      </w:r>
    </w:p>
    <w:p w:rsidR="00F96531" w:rsidRDefault="00F96531" w:rsidP="00F96531">
      <w:r>
        <w:t>359.1619</w:t>
      </w:r>
      <w:r>
        <w:tab/>
        <w:t>1.013e0</w:t>
      </w:r>
    </w:p>
    <w:p w:rsidR="00F96531" w:rsidRDefault="00F96531" w:rsidP="00F96531">
      <w:r>
        <w:t>359.1654</w:t>
      </w:r>
      <w:r>
        <w:tab/>
        <w:t>1.428e1</w:t>
      </w:r>
    </w:p>
    <w:p w:rsidR="00F96531" w:rsidRDefault="00F96531" w:rsidP="00F96531">
      <w:r>
        <w:t>359.2080</w:t>
      </w:r>
      <w:r>
        <w:tab/>
        <w:t>1.655e0</w:t>
      </w:r>
    </w:p>
    <w:p w:rsidR="00F96531" w:rsidRDefault="00F96531" w:rsidP="00F96531">
      <w:r>
        <w:t>359.2136</w:t>
      </w:r>
      <w:r>
        <w:tab/>
        <w:t>2.392e0</w:t>
      </w:r>
    </w:p>
    <w:p w:rsidR="00F96531" w:rsidRDefault="00F96531" w:rsidP="00F96531">
      <w:r>
        <w:t>359.2303</w:t>
      </w:r>
      <w:r>
        <w:tab/>
        <w:t>1.013e0</w:t>
      </w:r>
    </w:p>
    <w:p w:rsidR="00F96531" w:rsidRDefault="00F96531" w:rsidP="00F96531">
      <w:r>
        <w:t>359.2487</w:t>
      </w:r>
      <w:r>
        <w:tab/>
        <w:t>2.472e0</w:t>
      </w:r>
    </w:p>
    <w:p w:rsidR="00F96531" w:rsidRDefault="00F96531" w:rsidP="00F96531">
      <w:r>
        <w:t>359.2575</w:t>
      </w:r>
      <w:r>
        <w:tab/>
        <w:t>5.543e0</w:t>
      </w:r>
    </w:p>
    <w:p w:rsidR="00F96531" w:rsidRDefault="00F96531" w:rsidP="00F96531">
      <w:r>
        <w:t>359.2591</w:t>
      </w:r>
      <w:r>
        <w:tab/>
        <w:t>3.038e0</w:t>
      </w:r>
    </w:p>
    <w:p w:rsidR="00F96531" w:rsidRDefault="00F96531" w:rsidP="00F96531">
      <w:r>
        <w:t>359.2737</w:t>
      </w:r>
      <w:r>
        <w:tab/>
        <w:t>9.114e0</w:t>
      </w:r>
    </w:p>
    <w:p w:rsidR="00F96531" w:rsidRDefault="00F96531" w:rsidP="00F96531">
      <w:r>
        <w:t>359.2809</w:t>
      </w:r>
      <w:r>
        <w:tab/>
        <w:t>5.063e0</w:t>
      </w:r>
    </w:p>
    <w:p w:rsidR="00F96531" w:rsidRDefault="00F96531" w:rsidP="00F96531">
      <w:r>
        <w:t>359.2823</w:t>
      </w:r>
      <w:r>
        <w:tab/>
        <w:t>4.051e0</w:t>
      </w:r>
    </w:p>
    <w:p w:rsidR="00F96531" w:rsidRDefault="00F96531" w:rsidP="00F96531">
      <w:r>
        <w:t>359.3133</w:t>
      </w:r>
      <w:r>
        <w:tab/>
        <w:t>1.844e0</w:t>
      </w:r>
    </w:p>
    <w:p w:rsidR="00F96531" w:rsidRDefault="00F96531" w:rsidP="00F96531">
      <w:r>
        <w:t>359.3254</w:t>
      </w:r>
      <w:r>
        <w:tab/>
        <w:t>1.013e0</w:t>
      </w:r>
    </w:p>
    <w:p w:rsidR="00F96531" w:rsidRDefault="00F96531" w:rsidP="00F96531">
      <w:r>
        <w:t>359.3486</w:t>
      </w:r>
      <w:r>
        <w:tab/>
        <w:t>1.013e0</w:t>
      </w:r>
    </w:p>
    <w:p w:rsidR="00F96531" w:rsidRDefault="00F96531" w:rsidP="00F96531">
      <w:r>
        <w:t>359.3891</w:t>
      </w:r>
      <w:r>
        <w:tab/>
        <w:t>2.025e0</w:t>
      </w:r>
    </w:p>
    <w:p w:rsidR="00F96531" w:rsidRDefault="00F96531" w:rsidP="00F96531">
      <w:r>
        <w:lastRenderedPageBreak/>
        <w:t>359.3958</w:t>
      </w:r>
      <w:r>
        <w:tab/>
        <w:t>1.013e0</w:t>
      </w:r>
    </w:p>
    <w:p w:rsidR="00F96531" w:rsidRDefault="00F96531" w:rsidP="00F96531">
      <w:r>
        <w:t>359.4247</w:t>
      </w:r>
      <w:r>
        <w:tab/>
        <w:t>2.025e0</w:t>
      </w:r>
    </w:p>
    <w:p w:rsidR="00F96531" w:rsidRDefault="00F96531" w:rsidP="00F96531">
      <w:r>
        <w:t>359.4258</w:t>
      </w:r>
      <w:r>
        <w:tab/>
        <w:t>2.025e0</w:t>
      </w:r>
    </w:p>
    <w:p w:rsidR="00F96531" w:rsidRDefault="00F96531" w:rsidP="00F96531">
      <w:r>
        <w:t>359.4588</w:t>
      </w:r>
      <w:r>
        <w:tab/>
        <w:t>3.038e0</w:t>
      </w:r>
    </w:p>
    <w:p w:rsidR="00F96531" w:rsidRDefault="00F96531" w:rsidP="00F96531">
      <w:r>
        <w:t>359.4663</w:t>
      </w:r>
      <w:r>
        <w:tab/>
        <w:t>1.013e0</w:t>
      </w:r>
    </w:p>
    <w:p w:rsidR="00F96531" w:rsidRDefault="00F96531" w:rsidP="00F96531">
      <w:r>
        <w:t>359.4726</w:t>
      </w:r>
      <w:r>
        <w:tab/>
        <w:t>2.025e0</w:t>
      </w:r>
    </w:p>
    <w:p w:rsidR="00F96531" w:rsidRDefault="00F96531" w:rsidP="00F96531">
      <w:r>
        <w:t>359.5432</w:t>
      </w:r>
      <w:r>
        <w:tab/>
        <w:t>1.013e0</w:t>
      </w:r>
    </w:p>
    <w:p w:rsidR="00F96531" w:rsidRDefault="00F96531" w:rsidP="00F96531">
      <w:r>
        <w:t>359.5616</w:t>
      </w:r>
      <w:r>
        <w:tab/>
        <w:t>2.025e0</w:t>
      </w:r>
    </w:p>
    <w:p w:rsidR="00F96531" w:rsidRDefault="00F96531" w:rsidP="00F96531">
      <w:r>
        <w:t>359.5641</w:t>
      </w:r>
      <w:r>
        <w:tab/>
        <w:t>1.013e0</w:t>
      </w:r>
    </w:p>
    <w:p w:rsidR="00F96531" w:rsidRDefault="00F96531" w:rsidP="00F96531">
      <w:r>
        <w:t>359.5865</w:t>
      </w:r>
      <w:r>
        <w:tab/>
        <w:t>1.013e0</w:t>
      </w:r>
    </w:p>
    <w:p w:rsidR="00F96531" w:rsidRDefault="00F96531" w:rsidP="00F96531">
      <w:r>
        <w:t>359.6306</w:t>
      </w:r>
      <w:r>
        <w:tab/>
        <w:t>1.013e0</w:t>
      </w:r>
    </w:p>
    <w:p w:rsidR="00F96531" w:rsidRDefault="00F96531" w:rsidP="00F96531">
      <w:r>
        <w:t>359.6515</w:t>
      </w:r>
      <w:r>
        <w:tab/>
        <w:t>1.013e0</w:t>
      </w:r>
    </w:p>
    <w:p w:rsidR="00F96531" w:rsidRDefault="00F96531" w:rsidP="00F96531">
      <w:r>
        <w:t>359.6595</w:t>
      </w:r>
      <w:r>
        <w:tab/>
        <w:t>5.063e0</w:t>
      </w:r>
    </w:p>
    <w:p w:rsidR="00F96531" w:rsidRDefault="00F96531" w:rsidP="00F96531">
      <w:r>
        <w:t>359.6732</w:t>
      </w:r>
      <w:r>
        <w:tab/>
        <w:t>1.013e0</w:t>
      </w:r>
    </w:p>
    <w:p w:rsidR="00F96531" w:rsidRDefault="00F96531" w:rsidP="00F96531">
      <w:r>
        <w:t>359.7010</w:t>
      </w:r>
      <w:r>
        <w:tab/>
        <w:t>1.013e0</w:t>
      </w:r>
    </w:p>
    <w:p w:rsidR="00F96531" w:rsidRDefault="00F96531" w:rsidP="00F96531">
      <w:r>
        <w:t>359.7101</w:t>
      </w:r>
      <w:r>
        <w:tab/>
        <w:t>1.013e0</w:t>
      </w:r>
    </w:p>
    <w:p w:rsidR="00F96531" w:rsidRDefault="00F96531" w:rsidP="00F96531">
      <w:r>
        <w:t>359.7275</w:t>
      </w:r>
      <w:r>
        <w:tab/>
        <w:t>1.013e0</w:t>
      </w:r>
    </w:p>
    <w:p w:rsidR="00F96531" w:rsidRDefault="00F96531" w:rsidP="00F96531">
      <w:r>
        <w:t>359.7331</w:t>
      </w:r>
      <w:r>
        <w:tab/>
        <w:t>2.025e0</w:t>
      </w:r>
    </w:p>
    <w:p w:rsidR="00F96531" w:rsidRDefault="00F96531" w:rsidP="00F96531">
      <w:r>
        <w:t>359.7422</w:t>
      </w:r>
      <w:r>
        <w:tab/>
        <w:t>1.013e0</w:t>
      </w:r>
    </w:p>
    <w:p w:rsidR="00F96531" w:rsidRDefault="00F96531" w:rsidP="00F96531">
      <w:r>
        <w:lastRenderedPageBreak/>
        <w:t>359.7551</w:t>
      </w:r>
      <w:r>
        <w:tab/>
        <w:t>1.013e0</w:t>
      </w:r>
    </w:p>
    <w:p w:rsidR="00F96531" w:rsidRDefault="00F96531" w:rsidP="00F96531">
      <w:r>
        <w:t>359.7631</w:t>
      </w:r>
      <w:r>
        <w:tab/>
        <w:t>1.013e0</w:t>
      </w:r>
    </w:p>
    <w:p w:rsidR="00F96531" w:rsidRDefault="00F96531" w:rsidP="00F96531">
      <w:r>
        <w:t>359.7941</w:t>
      </w:r>
      <w:r>
        <w:tab/>
        <w:t>1.013e0</w:t>
      </w:r>
    </w:p>
    <w:p w:rsidR="00F96531" w:rsidRDefault="00F96531" w:rsidP="00F96531">
      <w:r>
        <w:t>359.8188</w:t>
      </w:r>
      <w:r>
        <w:tab/>
        <w:t>1.013e0</w:t>
      </w:r>
    </w:p>
    <w:p w:rsidR="00F96531" w:rsidRDefault="00F96531" w:rsidP="00F96531">
      <w:r>
        <w:t>359.8273</w:t>
      </w:r>
      <w:r>
        <w:tab/>
        <w:t>2.025e0</w:t>
      </w:r>
    </w:p>
    <w:p w:rsidR="00F96531" w:rsidRDefault="00F96531" w:rsidP="00F96531">
      <w:r>
        <w:t>359.8312</w:t>
      </w:r>
      <w:r>
        <w:tab/>
        <w:t>2.025e0</w:t>
      </w:r>
    </w:p>
    <w:p w:rsidR="00F96531" w:rsidRDefault="00F96531" w:rsidP="00F96531">
      <w:r>
        <w:t>359.8630</w:t>
      </w:r>
      <w:r>
        <w:tab/>
        <w:t>1.013e0</w:t>
      </w:r>
    </w:p>
    <w:p w:rsidR="00F96531" w:rsidRDefault="00F96531" w:rsidP="00F96531">
      <w:r>
        <w:t>359.8791</w:t>
      </w:r>
      <w:r>
        <w:tab/>
        <w:t>4.051e0</w:t>
      </w:r>
    </w:p>
    <w:p w:rsidR="00F96531" w:rsidRDefault="00F96531" w:rsidP="00F96531">
      <w:r>
        <w:t>359.8893</w:t>
      </w:r>
      <w:r>
        <w:tab/>
        <w:t>1.013e0</w:t>
      </w:r>
    </w:p>
    <w:p w:rsidR="00F96531" w:rsidRDefault="00F96531" w:rsidP="00F96531">
      <w:r>
        <w:t>359.8980</w:t>
      </w:r>
      <w:r>
        <w:tab/>
        <w:t>2.025e0</w:t>
      </w:r>
    </w:p>
    <w:p w:rsidR="00F96531" w:rsidRDefault="00F96531" w:rsidP="00F96531">
      <w:r>
        <w:t>359.9221</w:t>
      </w:r>
      <w:r>
        <w:tab/>
        <w:t>1.013e0</w:t>
      </w:r>
    </w:p>
    <w:p w:rsidR="00F96531" w:rsidRDefault="00F96531" w:rsidP="00F96531">
      <w:r>
        <w:t>359.9430</w:t>
      </w:r>
      <w:r>
        <w:tab/>
        <w:t>2.025e0</w:t>
      </w:r>
    </w:p>
    <w:p w:rsidR="00F96531" w:rsidRDefault="00F96531" w:rsidP="00F96531">
      <w:r>
        <w:t>359.9543</w:t>
      </w:r>
      <w:r>
        <w:tab/>
        <w:t>1.013e0</w:t>
      </w:r>
    </w:p>
    <w:p w:rsidR="00F96531" w:rsidRDefault="00F96531" w:rsidP="00F96531">
      <w:r>
        <w:t>359.9668</w:t>
      </w:r>
      <w:r>
        <w:tab/>
        <w:t>3.038e0</w:t>
      </w:r>
    </w:p>
    <w:p w:rsidR="00F96531" w:rsidRDefault="00F96531" w:rsidP="00F96531">
      <w:r>
        <w:t>359.9855</w:t>
      </w:r>
      <w:r>
        <w:tab/>
        <w:t>3.038e0</w:t>
      </w:r>
    </w:p>
    <w:p w:rsidR="00F96531" w:rsidRDefault="00F96531" w:rsidP="00F96531">
      <w:r>
        <w:t>359.9928</w:t>
      </w:r>
      <w:r>
        <w:tab/>
        <w:t>1.013e0</w:t>
      </w:r>
    </w:p>
    <w:p w:rsidR="00F96531" w:rsidRDefault="00F96531" w:rsidP="00F96531">
      <w:r>
        <w:t>360.0118</w:t>
      </w:r>
      <w:r>
        <w:tab/>
        <w:t>5.715e0</w:t>
      </w:r>
    </w:p>
    <w:p w:rsidR="00F96531" w:rsidRDefault="00F96531" w:rsidP="00F96531">
      <w:r>
        <w:t>360.0233</w:t>
      </w:r>
      <w:r>
        <w:tab/>
        <w:t>4.796e0</w:t>
      </w:r>
    </w:p>
    <w:p w:rsidR="00F96531" w:rsidRDefault="00F96531" w:rsidP="00F96531">
      <w:r>
        <w:t>360.0443</w:t>
      </w:r>
      <w:r>
        <w:tab/>
        <w:t>1.013e0</w:t>
      </w:r>
    </w:p>
    <w:p w:rsidR="00F96531" w:rsidRDefault="00F96531" w:rsidP="00F96531">
      <w:r>
        <w:lastRenderedPageBreak/>
        <w:t>360.0765</w:t>
      </w:r>
      <w:r>
        <w:tab/>
        <w:t>1.688e0</w:t>
      </w:r>
    </w:p>
    <w:p w:rsidR="00F96531" w:rsidRDefault="00F96531" w:rsidP="00F96531">
      <w:r>
        <w:t>360.0801</w:t>
      </w:r>
      <w:r>
        <w:tab/>
        <w:t>2.025e0</w:t>
      </w:r>
    </w:p>
    <w:p w:rsidR="00F96531" w:rsidRDefault="00F96531" w:rsidP="00F96531">
      <w:r>
        <w:t>360.0987</w:t>
      </w:r>
      <w:r>
        <w:tab/>
        <w:t>2.025e0</w:t>
      </w:r>
    </w:p>
    <w:p w:rsidR="00F96531" w:rsidRDefault="00F96531" w:rsidP="00F96531">
      <w:r>
        <w:t>360.1017</w:t>
      </w:r>
      <w:r>
        <w:tab/>
        <w:t>4.051e0</w:t>
      </w:r>
    </w:p>
    <w:p w:rsidR="00F96531" w:rsidRDefault="00F96531" w:rsidP="00F96531">
      <w:r>
        <w:t>360.1101</w:t>
      </w:r>
      <w:r>
        <w:tab/>
        <w:t>1.013e0</w:t>
      </w:r>
    </w:p>
    <w:p w:rsidR="00F96531" w:rsidRDefault="00F96531" w:rsidP="00F96531">
      <w:r>
        <w:t>360.1235</w:t>
      </w:r>
      <w:r>
        <w:tab/>
        <w:t>3.894e0</w:t>
      </w:r>
    </w:p>
    <w:p w:rsidR="00F96531" w:rsidRDefault="00F96531" w:rsidP="00F96531">
      <w:r>
        <w:t>360.1295</w:t>
      </w:r>
      <w:r>
        <w:tab/>
        <w:t>1.013e0</w:t>
      </w:r>
    </w:p>
    <w:p w:rsidR="00F96531" w:rsidRDefault="00F96531" w:rsidP="00F96531">
      <w:r>
        <w:t>360.1416</w:t>
      </w:r>
      <w:r>
        <w:tab/>
        <w:t>2.025e0</w:t>
      </w:r>
    </w:p>
    <w:p w:rsidR="00F96531" w:rsidRDefault="00F96531" w:rsidP="00F96531">
      <w:r>
        <w:t>360.1526</w:t>
      </w:r>
      <w:r>
        <w:tab/>
        <w:t>2.025e0</w:t>
      </w:r>
    </w:p>
    <w:p w:rsidR="00F96531" w:rsidRDefault="00F96531" w:rsidP="00F96531">
      <w:r>
        <w:t>360.1555</w:t>
      </w:r>
      <w:r>
        <w:tab/>
        <w:t>1.654e0</w:t>
      </w:r>
    </w:p>
    <w:p w:rsidR="00F96531" w:rsidRDefault="00F96531" w:rsidP="00F96531">
      <w:r>
        <w:t>360.1857</w:t>
      </w:r>
      <w:r>
        <w:tab/>
        <w:t>1.013e0</w:t>
      </w:r>
    </w:p>
    <w:p w:rsidR="00F96531" w:rsidRDefault="00F96531" w:rsidP="00F96531">
      <w:r>
        <w:t>360.1912</w:t>
      </w:r>
      <w:r>
        <w:tab/>
        <w:t>2.025e0</w:t>
      </w:r>
    </w:p>
    <w:p w:rsidR="00F96531" w:rsidRDefault="00F96531" w:rsidP="00F96531">
      <w:r>
        <w:t>360.1923</w:t>
      </w:r>
      <w:r>
        <w:tab/>
        <w:t>1.013e0</w:t>
      </w:r>
    </w:p>
    <w:p w:rsidR="00F96531" w:rsidRDefault="00F96531" w:rsidP="00F96531">
      <w:r>
        <w:t>360.1944</w:t>
      </w:r>
      <w:r>
        <w:tab/>
        <w:t>5.006e0</w:t>
      </w:r>
    </w:p>
    <w:p w:rsidR="00F96531" w:rsidRDefault="00F96531" w:rsidP="00F96531">
      <w:r>
        <w:t>360.2255</w:t>
      </w:r>
      <w:r>
        <w:tab/>
        <w:t>3.820e0</w:t>
      </w:r>
    </w:p>
    <w:p w:rsidR="00F96531" w:rsidRDefault="00F96531" w:rsidP="00F96531">
      <w:r>
        <w:t>360.2386</w:t>
      </w:r>
      <w:r>
        <w:tab/>
        <w:t>1.414e0</w:t>
      </w:r>
    </w:p>
    <w:p w:rsidR="00F96531" w:rsidRDefault="00F96531" w:rsidP="00F96531">
      <w:r>
        <w:t>360.2626</w:t>
      </w:r>
      <w:r>
        <w:tab/>
        <w:t>1.114e1</w:t>
      </w:r>
    </w:p>
    <w:p w:rsidR="00F96531" w:rsidRDefault="00F96531" w:rsidP="00F96531">
      <w:r>
        <w:t>360.2658</w:t>
      </w:r>
      <w:r>
        <w:tab/>
        <w:t>2.093e1</w:t>
      </w:r>
    </w:p>
    <w:p w:rsidR="00F96531" w:rsidRDefault="00F96531" w:rsidP="00F96531">
      <w:r>
        <w:t>360.2704</w:t>
      </w:r>
      <w:r>
        <w:tab/>
        <w:t>5.063e0</w:t>
      </w:r>
    </w:p>
    <w:p w:rsidR="00F96531" w:rsidRDefault="00F96531" w:rsidP="00F96531">
      <w:r>
        <w:lastRenderedPageBreak/>
        <w:t>360.2717</w:t>
      </w:r>
      <w:r>
        <w:tab/>
        <w:t>1.544e1</w:t>
      </w:r>
    </w:p>
    <w:p w:rsidR="00F96531" w:rsidRDefault="00F96531" w:rsidP="00F96531">
      <w:r>
        <w:t>360.2841</w:t>
      </w:r>
      <w:r>
        <w:tab/>
        <w:t>1.061e1</w:t>
      </w:r>
    </w:p>
    <w:p w:rsidR="00F96531" w:rsidRDefault="00F96531" w:rsidP="00F96531">
      <w:r>
        <w:t>360.3051</w:t>
      </w:r>
      <w:r>
        <w:tab/>
        <w:t>2.820e0</w:t>
      </w:r>
    </w:p>
    <w:p w:rsidR="00F96531" w:rsidRDefault="00F96531" w:rsidP="00F96531">
      <w:r>
        <w:t>360.3318</w:t>
      </w:r>
      <w:r>
        <w:tab/>
        <w:t>1.013e0</w:t>
      </w:r>
    </w:p>
    <w:p w:rsidR="00F96531" w:rsidRDefault="00F96531" w:rsidP="00F96531">
      <w:r>
        <w:t>360.3481</w:t>
      </w:r>
      <w:r>
        <w:tab/>
        <w:t>1.013e0</w:t>
      </w:r>
    </w:p>
    <w:p w:rsidR="00F96531" w:rsidRDefault="00F96531" w:rsidP="00F96531">
      <w:r>
        <w:t>360.3674</w:t>
      </w:r>
      <w:r>
        <w:tab/>
        <w:t>1.013e0</w:t>
      </w:r>
    </w:p>
    <w:p w:rsidR="00F96531" w:rsidRDefault="00F96531" w:rsidP="00F96531">
      <w:r>
        <w:t>360.3794</w:t>
      </w:r>
      <w:r>
        <w:tab/>
        <w:t>2.025e0</w:t>
      </w:r>
    </w:p>
    <w:p w:rsidR="00F96531" w:rsidRDefault="00F96531" w:rsidP="00F96531">
      <w:r>
        <w:t>360.4124</w:t>
      </w:r>
      <w:r>
        <w:tab/>
        <w:t>1.013e0</w:t>
      </w:r>
    </w:p>
    <w:p w:rsidR="00F96531" w:rsidRDefault="00F96531" w:rsidP="00F96531">
      <w:r>
        <w:t>360.4594</w:t>
      </w:r>
      <w:r>
        <w:tab/>
        <w:t>3.038e0</w:t>
      </w:r>
    </w:p>
    <w:p w:rsidR="00F96531" w:rsidRDefault="00F96531" w:rsidP="00F96531">
      <w:r>
        <w:t>360.4813</w:t>
      </w:r>
      <w:r>
        <w:tab/>
        <w:t>2.025e0</w:t>
      </w:r>
    </w:p>
    <w:p w:rsidR="00F96531" w:rsidRDefault="00F96531" w:rsidP="00F96531">
      <w:r>
        <w:t>360.5266</w:t>
      </w:r>
      <w:r>
        <w:tab/>
        <w:t>1.013e0</w:t>
      </w:r>
    </w:p>
    <w:p w:rsidR="00F96531" w:rsidRDefault="00F96531" w:rsidP="00F96531">
      <w:r>
        <w:t>360.5309</w:t>
      </w:r>
      <w:r>
        <w:tab/>
        <w:t>2.025e0</w:t>
      </w:r>
    </w:p>
    <w:p w:rsidR="00F96531" w:rsidRDefault="00F96531" w:rsidP="00F96531">
      <w:r>
        <w:t>360.5449</w:t>
      </w:r>
      <w:r>
        <w:tab/>
        <w:t>1.013e0</w:t>
      </w:r>
    </w:p>
    <w:p w:rsidR="00F96531" w:rsidRDefault="00F96531" w:rsidP="00F96531">
      <w:r>
        <w:t>360.5609</w:t>
      </w:r>
      <w:r>
        <w:tab/>
        <w:t>2.025e0</w:t>
      </w:r>
    </w:p>
    <w:p w:rsidR="00F96531" w:rsidRDefault="00F96531" w:rsidP="00F96531">
      <w:r>
        <w:t>360.5862</w:t>
      </w:r>
      <w:r>
        <w:tab/>
        <w:t>1.013e0</w:t>
      </w:r>
    </w:p>
    <w:p w:rsidR="00F96531" w:rsidRDefault="00F96531" w:rsidP="00F96531">
      <w:r>
        <w:t>360.5891</w:t>
      </w:r>
      <w:r>
        <w:tab/>
        <w:t>1.013e0</w:t>
      </w:r>
    </w:p>
    <w:p w:rsidR="00F96531" w:rsidRDefault="00F96531" w:rsidP="00F96531">
      <w:r>
        <w:t>360.6425</w:t>
      </w:r>
      <w:r>
        <w:tab/>
        <w:t>1.013e0</w:t>
      </w:r>
    </w:p>
    <w:p w:rsidR="00F96531" w:rsidRDefault="00F96531" w:rsidP="00F96531">
      <w:r>
        <w:t>360.6806</w:t>
      </w:r>
      <w:r>
        <w:tab/>
        <w:t>1.013e0</w:t>
      </w:r>
    </w:p>
    <w:p w:rsidR="00F96531" w:rsidRDefault="00F96531" w:rsidP="00F96531">
      <w:r>
        <w:t>360.6822</w:t>
      </w:r>
      <w:r>
        <w:tab/>
        <w:t>1.013e0</w:t>
      </w:r>
    </w:p>
    <w:p w:rsidR="00F96531" w:rsidRDefault="00F96531" w:rsidP="00F96531">
      <w:r>
        <w:lastRenderedPageBreak/>
        <w:t>360.6860</w:t>
      </w:r>
      <w:r>
        <w:tab/>
        <w:t>1.013e0</w:t>
      </w:r>
    </w:p>
    <w:p w:rsidR="00F96531" w:rsidRDefault="00F96531" w:rsidP="00F96531">
      <w:r>
        <w:t>360.7133</w:t>
      </w:r>
      <w:r>
        <w:tab/>
        <w:t>1.013e0</w:t>
      </w:r>
    </w:p>
    <w:p w:rsidR="00F96531" w:rsidRDefault="00F96531" w:rsidP="00F96531">
      <w:r>
        <w:t>360.7213</w:t>
      </w:r>
      <w:r>
        <w:tab/>
        <w:t>1.013e0</w:t>
      </w:r>
    </w:p>
    <w:p w:rsidR="00F96531" w:rsidRDefault="00F96531" w:rsidP="00F96531">
      <w:r>
        <w:t>360.7649</w:t>
      </w:r>
      <w:r>
        <w:tab/>
        <w:t>1.013e0</w:t>
      </w:r>
    </w:p>
    <w:p w:rsidR="00F96531" w:rsidRDefault="00F96531" w:rsidP="00F96531">
      <w:r>
        <w:t>360.7815</w:t>
      </w:r>
      <w:r>
        <w:tab/>
        <w:t>1.013e0</w:t>
      </w:r>
    </w:p>
    <w:p w:rsidR="00F96531" w:rsidRDefault="00F96531" w:rsidP="00F96531">
      <w:r>
        <w:t>360.7840</w:t>
      </w:r>
      <w:r>
        <w:tab/>
        <w:t>2.025e0</w:t>
      </w:r>
    </w:p>
    <w:p w:rsidR="00F96531" w:rsidRDefault="00F96531" w:rsidP="00F96531">
      <w:r>
        <w:t>360.8164</w:t>
      </w:r>
      <w:r>
        <w:tab/>
        <w:t>1.013e0</w:t>
      </w:r>
    </w:p>
    <w:p w:rsidR="00F96531" w:rsidRDefault="00F96531" w:rsidP="00F96531">
      <w:r>
        <w:t>360.8232</w:t>
      </w:r>
      <w:r>
        <w:tab/>
        <w:t>1.013e0</w:t>
      </w:r>
    </w:p>
    <w:p w:rsidR="00F96531" w:rsidRDefault="00F96531" w:rsidP="00F96531">
      <w:r>
        <w:t>360.8308</w:t>
      </w:r>
      <w:r>
        <w:tab/>
        <w:t>1.013e0</w:t>
      </w:r>
    </w:p>
    <w:p w:rsidR="00F96531" w:rsidRDefault="00F96531" w:rsidP="00F96531">
      <w:r>
        <w:t>360.8502</w:t>
      </w:r>
      <w:r>
        <w:tab/>
        <w:t>3.038e0</w:t>
      </w:r>
    </w:p>
    <w:p w:rsidR="00F96531" w:rsidRDefault="00F96531" w:rsidP="00F96531">
      <w:r>
        <w:t>360.8610</w:t>
      </w:r>
      <w:r>
        <w:tab/>
        <w:t>3.038e0</w:t>
      </w:r>
    </w:p>
    <w:p w:rsidR="00F96531" w:rsidRDefault="00F96531" w:rsidP="00F96531">
      <w:r>
        <w:t>360.9146</w:t>
      </w:r>
      <w:r>
        <w:tab/>
        <w:t>3.038e0</w:t>
      </w:r>
    </w:p>
    <w:p w:rsidR="00F96531" w:rsidRDefault="00F96531" w:rsidP="00F96531">
      <w:r>
        <w:t>360.9275</w:t>
      </w:r>
      <w:r>
        <w:tab/>
        <w:t>1.013e0</w:t>
      </w:r>
    </w:p>
    <w:p w:rsidR="00F96531" w:rsidRDefault="00F96531" w:rsidP="00F96531">
      <w:r>
        <w:t>360.9315</w:t>
      </w:r>
      <w:r>
        <w:tab/>
        <w:t>4.051e0</w:t>
      </w:r>
    </w:p>
    <w:p w:rsidR="00F96531" w:rsidRDefault="00F96531" w:rsidP="00F96531">
      <w:r>
        <w:t>360.9466</w:t>
      </w:r>
      <w:r>
        <w:tab/>
        <w:t>3.038e0</w:t>
      </w:r>
    </w:p>
    <w:p w:rsidR="00F96531" w:rsidRDefault="00F96531" w:rsidP="00F96531">
      <w:r>
        <w:t>360.9581</w:t>
      </w:r>
      <w:r>
        <w:tab/>
        <w:t>1.013e0</w:t>
      </w:r>
    </w:p>
    <w:p w:rsidR="00F96531" w:rsidRDefault="00F96531" w:rsidP="00F96531">
      <w:r>
        <w:t>360.9642</w:t>
      </w:r>
      <w:r>
        <w:tab/>
        <w:t>1.013e0</w:t>
      </w:r>
    </w:p>
    <w:p w:rsidR="00F96531" w:rsidRDefault="00F96531" w:rsidP="00F96531">
      <w:r>
        <w:t>360.9667</w:t>
      </w:r>
      <w:r>
        <w:tab/>
        <w:t>1.013e0</w:t>
      </w:r>
    </w:p>
    <w:p w:rsidR="00F96531" w:rsidRDefault="00F96531" w:rsidP="00F96531">
      <w:r>
        <w:t>360.9930</w:t>
      </w:r>
      <w:r>
        <w:tab/>
        <w:t>1.013e0</w:t>
      </w:r>
    </w:p>
    <w:p w:rsidR="00F96531" w:rsidRDefault="00F96531" w:rsidP="00F96531">
      <w:r>
        <w:lastRenderedPageBreak/>
        <w:t>361.0047</w:t>
      </w:r>
      <w:r>
        <w:tab/>
        <w:t>1.834e0</w:t>
      </w:r>
    </w:p>
    <w:p w:rsidR="00F96531" w:rsidRDefault="00F96531" w:rsidP="00F96531">
      <w:r>
        <w:t>361.0084</w:t>
      </w:r>
      <w:r>
        <w:tab/>
        <w:t>1.013e0</w:t>
      </w:r>
    </w:p>
    <w:p w:rsidR="00F96531" w:rsidRDefault="00F96531" w:rsidP="00F96531">
      <w:r>
        <w:t>361.0166</w:t>
      </w:r>
      <w:r>
        <w:tab/>
        <w:t>2.025e0</w:t>
      </w:r>
    </w:p>
    <w:p w:rsidR="00F96531" w:rsidRDefault="00F96531" w:rsidP="00F96531">
      <w:r>
        <w:t>361.0356</w:t>
      </w:r>
      <w:r>
        <w:tab/>
        <w:t>2.025e0</w:t>
      </w:r>
    </w:p>
    <w:p w:rsidR="00F96531" w:rsidRDefault="00F96531" w:rsidP="00F96531">
      <w:r>
        <w:t>361.0452</w:t>
      </w:r>
      <w:r>
        <w:tab/>
        <w:t>1.949e0</w:t>
      </w:r>
    </w:p>
    <w:p w:rsidR="00F96531" w:rsidRDefault="00F96531" w:rsidP="00F96531">
      <w:r>
        <w:t>361.0499</w:t>
      </w:r>
      <w:r>
        <w:tab/>
        <w:t>1.013e0</w:t>
      </w:r>
    </w:p>
    <w:p w:rsidR="00F96531" w:rsidRDefault="00F96531" w:rsidP="00F96531">
      <w:r>
        <w:t>361.0721</w:t>
      </w:r>
      <w:r>
        <w:tab/>
        <w:t>2.025e0</w:t>
      </w:r>
    </w:p>
    <w:p w:rsidR="00F96531" w:rsidRDefault="00F96531" w:rsidP="00F96531">
      <w:r>
        <w:t>361.0796</w:t>
      </w:r>
      <w:r>
        <w:tab/>
        <w:t>3.997e0</w:t>
      </w:r>
    </w:p>
    <w:p w:rsidR="00F96531" w:rsidRDefault="00F96531" w:rsidP="00F96531">
      <w:r>
        <w:t>361.1057</w:t>
      </w:r>
      <w:r>
        <w:tab/>
        <w:t>4.584e0</w:t>
      </w:r>
    </w:p>
    <w:p w:rsidR="00F96531" w:rsidRDefault="00F96531" w:rsidP="00F96531">
      <w:r>
        <w:t>361.1125</w:t>
      </w:r>
      <w:r>
        <w:tab/>
        <w:t>5.063e0</w:t>
      </w:r>
    </w:p>
    <w:p w:rsidR="00F96531" w:rsidRDefault="00F96531" w:rsidP="00F96531">
      <w:r>
        <w:t>361.1143</w:t>
      </w:r>
      <w:r>
        <w:tab/>
        <w:t>1.013e0</w:t>
      </w:r>
    </w:p>
    <w:p w:rsidR="00F96531" w:rsidRDefault="00F96531" w:rsidP="00F96531">
      <w:r>
        <w:t>361.1240</w:t>
      </w:r>
      <w:r>
        <w:tab/>
        <w:t>6.244e0</w:t>
      </w:r>
    </w:p>
    <w:p w:rsidR="00F96531" w:rsidRDefault="00F96531" w:rsidP="00F96531">
      <w:r>
        <w:t>361.1299</w:t>
      </w:r>
      <w:r>
        <w:tab/>
        <w:t>6.404e0</w:t>
      </w:r>
    </w:p>
    <w:p w:rsidR="00F96531" w:rsidRDefault="00F96531" w:rsidP="00F96531">
      <w:r>
        <w:t>361.1440</w:t>
      </w:r>
      <w:r>
        <w:tab/>
        <w:t>8.898e0</w:t>
      </w:r>
    </w:p>
    <w:p w:rsidR="00F96531" w:rsidRDefault="00F96531" w:rsidP="00F96531">
      <w:r>
        <w:t>361.1617</w:t>
      </w:r>
      <w:r>
        <w:tab/>
        <w:t>1.944e0</w:t>
      </w:r>
    </w:p>
    <w:p w:rsidR="00F96531" w:rsidRDefault="00F96531" w:rsidP="00F96531">
      <w:r>
        <w:t>361.1766</w:t>
      </w:r>
      <w:r>
        <w:tab/>
        <w:t>1.903e0</w:t>
      </w:r>
    </w:p>
    <w:p w:rsidR="00F96531" w:rsidRDefault="00F96531" w:rsidP="00F96531">
      <w:r>
        <w:t>361.1903</w:t>
      </w:r>
      <w:r>
        <w:tab/>
        <w:t>2.025e0</w:t>
      </w:r>
    </w:p>
    <w:p w:rsidR="00F96531" w:rsidRDefault="00F96531" w:rsidP="00F96531">
      <w:r>
        <w:t>361.1965</w:t>
      </w:r>
      <w:r>
        <w:tab/>
        <w:t>4.051e0</w:t>
      </w:r>
    </w:p>
    <w:p w:rsidR="00F96531" w:rsidRDefault="00F96531" w:rsidP="00F96531">
      <w:r>
        <w:t>361.2051</w:t>
      </w:r>
      <w:r>
        <w:tab/>
        <w:t>1.088e0</w:t>
      </w:r>
    </w:p>
    <w:p w:rsidR="00F96531" w:rsidRDefault="00F96531" w:rsidP="00F96531">
      <w:r>
        <w:lastRenderedPageBreak/>
        <w:t>361.2137</w:t>
      </w:r>
      <w:r>
        <w:tab/>
        <w:t>5.063e0</w:t>
      </w:r>
    </w:p>
    <w:p w:rsidR="00F96531" w:rsidRDefault="00F96531" w:rsidP="00F96531">
      <w:r>
        <w:t>361.2336</w:t>
      </w:r>
      <w:r>
        <w:tab/>
        <w:t>2.159e0</w:t>
      </w:r>
    </w:p>
    <w:p w:rsidR="00F96531" w:rsidRDefault="00F96531" w:rsidP="00F96531">
      <w:r>
        <w:t>361.2438</w:t>
      </w:r>
      <w:r>
        <w:tab/>
        <w:t>3.721e0</w:t>
      </w:r>
    </w:p>
    <w:p w:rsidR="00F96531" w:rsidRDefault="00F96531" w:rsidP="00F96531">
      <w:r>
        <w:t>361.2573</w:t>
      </w:r>
      <w:r>
        <w:tab/>
        <w:t>2.025e0</w:t>
      </w:r>
    </w:p>
    <w:p w:rsidR="00F96531" w:rsidRDefault="00F96531" w:rsidP="00F96531">
      <w:r>
        <w:t>361.2591</w:t>
      </w:r>
      <w:r>
        <w:tab/>
        <w:t>4.051e0</w:t>
      </w:r>
    </w:p>
    <w:p w:rsidR="00F96531" w:rsidRDefault="00F96531" w:rsidP="00F96531">
      <w:r>
        <w:t>361.2664</w:t>
      </w:r>
      <w:r>
        <w:tab/>
        <w:t>2.025e0</w:t>
      </w:r>
    </w:p>
    <w:p w:rsidR="00F96531" w:rsidRDefault="00F96531" w:rsidP="00F96531">
      <w:r>
        <w:t>361.2803</w:t>
      </w:r>
      <w:r>
        <w:tab/>
        <w:t>3.570e0</w:t>
      </w:r>
    </w:p>
    <w:p w:rsidR="00F96531" w:rsidRDefault="00F96531" w:rsidP="00F96531">
      <w:r>
        <w:t>361.2854</w:t>
      </w:r>
      <w:r>
        <w:tab/>
        <w:t>6.595e0</w:t>
      </w:r>
    </w:p>
    <w:p w:rsidR="00F96531" w:rsidRDefault="00F96531" w:rsidP="00F96531">
      <w:r>
        <w:t>361.3065</w:t>
      </w:r>
      <w:r>
        <w:tab/>
        <w:t>2.025e0</w:t>
      </w:r>
    </w:p>
    <w:p w:rsidR="00F96531" w:rsidRDefault="00F96531" w:rsidP="00F96531">
      <w:r>
        <w:t>361.3213</w:t>
      </w:r>
      <w:r>
        <w:tab/>
        <w:t>2.025e0</w:t>
      </w:r>
    </w:p>
    <w:p w:rsidR="00F96531" w:rsidRDefault="00F96531" w:rsidP="00F96531">
      <w:r>
        <w:t>361.3379</w:t>
      </w:r>
      <w:r>
        <w:tab/>
        <w:t>1.013e0</w:t>
      </w:r>
    </w:p>
    <w:p w:rsidR="00F96531" w:rsidRDefault="00F96531" w:rsidP="00F96531">
      <w:r>
        <w:t>361.3610</w:t>
      </w:r>
      <w:r>
        <w:tab/>
        <w:t>2.025e0</w:t>
      </w:r>
    </w:p>
    <w:p w:rsidR="00F96531" w:rsidRDefault="00F96531" w:rsidP="00F96531">
      <w:r>
        <w:t>361.3820</w:t>
      </w:r>
      <w:r>
        <w:tab/>
        <w:t>1.013e0</w:t>
      </w:r>
    </w:p>
    <w:p w:rsidR="00F96531" w:rsidRDefault="00F96531" w:rsidP="00F96531">
      <w:r>
        <w:t>361.3836</w:t>
      </w:r>
      <w:r>
        <w:tab/>
        <w:t>1.013e0</w:t>
      </w:r>
    </w:p>
    <w:p w:rsidR="00F96531" w:rsidRDefault="00F96531" w:rsidP="00F96531">
      <w:r>
        <w:t>361.3964</w:t>
      </w:r>
      <w:r>
        <w:tab/>
        <w:t>1.013e0</w:t>
      </w:r>
    </w:p>
    <w:p w:rsidR="00F96531" w:rsidRDefault="00F96531" w:rsidP="00F96531">
      <w:r>
        <w:t>361.3980</w:t>
      </w:r>
      <w:r>
        <w:tab/>
        <w:t>1.013e0</w:t>
      </w:r>
    </w:p>
    <w:p w:rsidR="00F96531" w:rsidRDefault="00F96531" w:rsidP="00F96531">
      <w:r>
        <w:t>361.4158</w:t>
      </w:r>
      <w:r>
        <w:tab/>
        <w:t>1.013e0</w:t>
      </w:r>
    </w:p>
    <w:p w:rsidR="00F96531" w:rsidRDefault="00F96531" w:rsidP="00F96531">
      <w:r>
        <w:t>361.4238</w:t>
      </w:r>
      <w:r>
        <w:tab/>
        <w:t>1.013e0</w:t>
      </w:r>
    </w:p>
    <w:p w:rsidR="00F96531" w:rsidRDefault="00F96531" w:rsidP="00F96531">
      <w:r>
        <w:t>361.4294</w:t>
      </w:r>
      <w:r>
        <w:tab/>
        <w:t>1.013e0</w:t>
      </w:r>
    </w:p>
    <w:p w:rsidR="00F96531" w:rsidRDefault="00F96531" w:rsidP="00F96531">
      <w:r>
        <w:lastRenderedPageBreak/>
        <w:t>361.4333</w:t>
      </w:r>
      <w:r>
        <w:tab/>
        <w:t>1.013e0</w:t>
      </w:r>
    </w:p>
    <w:p w:rsidR="00F96531" w:rsidRDefault="00F96531" w:rsidP="00F96531">
      <w:r>
        <w:t>361.4416</w:t>
      </w:r>
      <w:r>
        <w:tab/>
        <w:t>1.013e0</w:t>
      </w:r>
    </w:p>
    <w:p w:rsidR="00F96531" w:rsidRDefault="00F96531" w:rsidP="00F96531">
      <w:r>
        <w:t>361.4703</w:t>
      </w:r>
      <w:r>
        <w:tab/>
        <w:t>2.025e0</w:t>
      </w:r>
    </w:p>
    <w:p w:rsidR="00F96531" w:rsidRDefault="00F96531" w:rsidP="00F96531">
      <w:r>
        <w:t>361.4814</w:t>
      </w:r>
      <w:r>
        <w:tab/>
        <w:t>1.013e0</w:t>
      </w:r>
    </w:p>
    <w:p w:rsidR="00F96531" w:rsidRDefault="00F96531" w:rsidP="00F96531">
      <w:r>
        <w:t>361.5125</w:t>
      </w:r>
      <w:r>
        <w:tab/>
        <w:t>1.013e0</w:t>
      </w:r>
    </w:p>
    <w:p w:rsidR="00F96531" w:rsidRDefault="00F96531" w:rsidP="00F96531">
      <w:r>
        <w:t>361.5414</w:t>
      </w:r>
      <w:r>
        <w:tab/>
        <w:t>3.038e0</w:t>
      </w:r>
    </w:p>
    <w:p w:rsidR="00F96531" w:rsidRDefault="00F96531" w:rsidP="00F96531">
      <w:r>
        <w:t>361.5642</w:t>
      </w:r>
      <w:r>
        <w:tab/>
        <w:t>1.013e0</w:t>
      </w:r>
    </w:p>
    <w:p w:rsidR="00F96531" w:rsidRDefault="00F96531" w:rsidP="00F96531">
      <w:r>
        <w:t>361.5745</w:t>
      </w:r>
      <w:r>
        <w:tab/>
        <w:t>1.013e0</w:t>
      </w:r>
    </w:p>
    <w:p w:rsidR="00F96531" w:rsidRDefault="00F96531" w:rsidP="00F96531">
      <w:r>
        <w:t>361.5876</w:t>
      </w:r>
      <w:r>
        <w:tab/>
        <w:t>2.025e0</w:t>
      </w:r>
    </w:p>
    <w:p w:rsidR="00F96531" w:rsidRDefault="00F96531" w:rsidP="00F96531">
      <w:r>
        <w:t>361.5898</w:t>
      </w:r>
      <w:r>
        <w:tab/>
        <w:t>4.051e0</w:t>
      </w:r>
    </w:p>
    <w:p w:rsidR="00F96531" w:rsidRDefault="00F96531" w:rsidP="00F96531">
      <w:r>
        <w:t>361.5953</w:t>
      </w:r>
      <w:r>
        <w:tab/>
        <w:t>1.013e0</w:t>
      </w:r>
    </w:p>
    <w:p w:rsidR="00F96531" w:rsidRDefault="00F96531" w:rsidP="00F96531">
      <w:r>
        <w:t>361.6331</w:t>
      </w:r>
      <w:r>
        <w:tab/>
        <w:t>2.025e0</w:t>
      </w:r>
    </w:p>
    <w:p w:rsidR="00F96531" w:rsidRDefault="00F96531" w:rsidP="00F96531">
      <w:r>
        <w:t>361.6410</w:t>
      </w:r>
      <w:r>
        <w:tab/>
        <w:t>1.013e0</w:t>
      </w:r>
    </w:p>
    <w:p w:rsidR="00F96531" w:rsidRDefault="00F96531" w:rsidP="00F96531">
      <w:r>
        <w:t>361.6803</w:t>
      </w:r>
      <w:r>
        <w:tab/>
        <w:t>1.013e0</w:t>
      </w:r>
    </w:p>
    <w:p w:rsidR="00F96531" w:rsidRDefault="00F96531" w:rsidP="00F96531">
      <w:r>
        <w:t>361.7061</w:t>
      </w:r>
      <w:r>
        <w:tab/>
        <w:t>2.025e0</w:t>
      </w:r>
    </w:p>
    <w:p w:rsidR="00F96531" w:rsidRDefault="00F96531" w:rsidP="00F96531">
      <w:r>
        <w:t>361.7116</w:t>
      </w:r>
      <w:r>
        <w:tab/>
        <w:t>1.013e0</w:t>
      </w:r>
    </w:p>
    <w:p w:rsidR="00F96531" w:rsidRDefault="00F96531" w:rsidP="00F96531">
      <w:r>
        <w:t>361.7191</w:t>
      </w:r>
      <w:r>
        <w:tab/>
        <w:t>1.013e0</w:t>
      </w:r>
    </w:p>
    <w:p w:rsidR="00F96531" w:rsidRDefault="00F96531" w:rsidP="00F96531">
      <w:r>
        <w:t>361.7465</w:t>
      </w:r>
      <w:r>
        <w:tab/>
        <w:t>1.013e0</w:t>
      </w:r>
    </w:p>
    <w:p w:rsidR="00F96531" w:rsidRDefault="00F96531" w:rsidP="00F96531">
      <w:r>
        <w:t>361.7643</w:t>
      </w:r>
      <w:r>
        <w:tab/>
        <w:t>1.013e0</w:t>
      </w:r>
    </w:p>
    <w:p w:rsidR="00F96531" w:rsidRDefault="00F96531" w:rsidP="00F96531">
      <w:r>
        <w:lastRenderedPageBreak/>
        <w:t>361.7823</w:t>
      </w:r>
      <w:r>
        <w:tab/>
        <w:t>2.025e0</w:t>
      </w:r>
    </w:p>
    <w:p w:rsidR="00F96531" w:rsidRDefault="00F96531" w:rsidP="00F96531">
      <w:r>
        <w:t>361.8279</w:t>
      </w:r>
      <w:r>
        <w:tab/>
        <w:t>2.025e0</w:t>
      </w:r>
    </w:p>
    <w:p w:rsidR="00F96531" w:rsidRDefault="00F96531" w:rsidP="00F96531">
      <w:r>
        <w:t>361.8319</w:t>
      </w:r>
      <w:r>
        <w:tab/>
        <w:t>1.013e0</w:t>
      </w:r>
    </w:p>
    <w:p w:rsidR="00F96531" w:rsidRDefault="00F96531" w:rsidP="00F96531">
      <w:r>
        <w:t>361.8820</w:t>
      </w:r>
      <w:r>
        <w:tab/>
        <w:t>1.013e0</w:t>
      </w:r>
    </w:p>
    <w:p w:rsidR="00F96531" w:rsidRDefault="00F96531" w:rsidP="00F96531">
      <w:r>
        <w:t>361.9026</w:t>
      </w:r>
      <w:r>
        <w:tab/>
        <w:t>3.038e0</w:t>
      </w:r>
    </w:p>
    <w:p w:rsidR="00F96531" w:rsidRDefault="00F96531" w:rsidP="00F96531">
      <w:r>
        <w:t>361.9109</w:t>
      </w:r>
      <w:r>
        <w:tab/>
        <w:t>2.025e0</w:t>
      </w:r>
    </w:p>
    <w:p w:rsidR="00F96531" w:rsidRDefault="00F96531" w:rsidP="00F96531">
      <w:r>
        <w:t>361.9178</w:t>
      </w:r>
      <w:r>
        <w:tab/>
        <w:t>1.013e0</w:t>
      </w:r>
    </w:p>
    <w:p w:rsidR="00F96531" w:rsidRDefault="00F96531" w:rsidP="00F96531">
      <w:r>
        <w:t>361.9337</w:t>
      </w:r>
      <w:r>
        <w:tab/>
        <w:t>1.013e0</w:t>
      </w:r>
    </w:p>
    <w:p w:rsidR="00F96531" w:rsidRDefault="00F96531" w:rsidP="00F96531">
      <w:r>
        <w:t>361.9415</w:t>
      </w:r>
      <w:r>
        <w:tab/>
        <w:t>2.025e0</w:t>
      </w:r>
    </w:p>
    <w:p w:rsidR="00F96531" w:rsidRDefault="00F96531" w:rsidP="00F96531">
      <w:r>
        <w:t>361.9442</w:t>
      </w:r>
      <w:r>
        <w:tab/>
        <w:t>2.025e0</w:t>
      </w:r>
    </w:p>
    <w:p w:rsidR="00F96531" w:rsidRDefault="00F96531" w:rsidP="00F96531">
      <w:r>
        <w:t>361.9587</w:t>
      </w:r>
      <w:r>
        <w:tab/>
        <w:t>2.025e0</w:t>
      </w:r>
    </w:p>
    <w:p w:rsidR="00F96531" w:rsidRDefault="00F96531" w:rsidP="00F96531">
      <w:r>
        <w:t>361.9714</w:t>
      </w:r>
      <w:r>
        <w:tab/>
        <w:t>1.057e0</w:t>
      </w:r>
    </w:p>
    <w:p w:rsidR="00F96531" w:rsidRDefault="00F96531" w:rsidP="00F96531">
      <w:r>
        <w:t>361.9836</w:t>
      </w:r>
      <w:r>
        <w:tab/>
        <w:t>1.949e0</w:t>
      </w:r>
    </w:p>
    <w:p w:rsidR="00F96531" w:rsidRDefault="00F96531" w:rsidP="00F96531">
      <w:r>
        <w:t>361.9925</w:t>
      </w:r>
      <w:r>
        <w:tab/>
        <w:t>1.013e0</w:t>
      </w:r>
    </w:p>
    <w:p w:rsidR="00F96531" w:rsidRDefault="00F96531" w:rsidP="00F96531">
      <w:r>
        <w:t>362.0048</w:t>
      </w:r>
      <w:r>
        <w:tab/>
        <w:t>1.013e0</w:t>
      </w:r>
    </w:p>
    <w:p w:rsidR="00F96531" w:rsidRDefault="00F96531" w:rsidP="00F96531">
      <w:r>
        <w:t>362.0172</w:t>
      </w:r>
      <w:r>
        <w:tab/>
        <w:t>1.013e0</w:t>
      </w:r>
    </w:p>
    <w:p w:rsidR="00F96531" w:rsidRDefault="00F96531" w:rsidP="00F96531">
      <w:r>
        <w:t>362.0420</w:t>
      </w:r>
      <w:r>
        <w:tab/>
        <w:t>2.923e0</w:t>
      </w:r>
    </w:p>
    <w:p w:rsidR="00F96531" w:rsidRDefault="00F96531" w:rsidP="00F96531">
      <w:r>
        <w:t>362.0750</w:t>
      </w:r>
      <w:r>
        <w:tab/>
        <w:t>2.025e0</w:t>
      </w:r>
    </w:p>
    <w:p w:rsidR="00F96531" w:rsidRDefault="00F96531" w:rsidP="00F96531">
      <w:r>
        <w:t>362.0860</w:t>
      </w:r>
      <w:r>
        <w:tab/>
        <w:t>3.207e0</w:t>
      </w:r>
    </w:p>
    <w:p w:rsidR="00F96531" w:rsidRDefault="00F96531" w:rsidP="00F96531">
      <w:r>
        <w:lastRenderedPageBreak/>
        <w:t>362.0949</w:t>
      </w:r>
      <w:r>
        <w:tab/>
        <w:t>6.076e0</w:t>
      </w:r>
    </w:p>
    <w:p w:rsidR="00F96531" w:rsidRDefault="00F96531" w:rsidP="00F96531">
      <w:r>
        <w:t>362.0975</w:t>
      </w:r>
      <w:r>
        <w:tab/>
        <w:t>1.213e0</w:t>
      </w:r>
    </w:p>
    <w:p w:rsidR="00F96531" w:rsidRDefault="00F96531" w:rsidP="00F96531">
      <w:r>
        <w:t>362.1002</w:t>
      </w:r>
      <w:r>
        <w:tab/>
        <w:t>2.196e0</w:t>
      </w:r>
    </w:p>
    <w:p w:rsidR="00F96531" w:rsidRDefault="00F96531" w:rsidP="00F96531">
      <w:r>
        <w:t>362.1064</w:t>
      </w:r>
      <w:r>
        <w:tab/>
        <w:t>2.025e0</w:t>
      </w:r>
    </w:p>
    <w:p w:rsidR="00F96531" w:rsidRDefault="00F96531" w:rsidP="00F96531">
      <w:r>
        <w:t>362.1518</w:t>
      </w:r>
      <w:r>
        <w:tab/>
        <w:t>1.655e0</w:t>
      </w:r>
    </w:p>
    <w:p w:rsidR="00F96531" w:rsidRDefault="00F96531" w:rsidP="00F96531">
      <w:r>
        <w:t>362.1663</w:t>
      </w:r>
      <w:r>
        <w:tab/>
        <w:t>1.013e0</w:t>
      </w:r>
    </w:p>
    <w:p w:rsidR="00F96531" w:rsidRDefault="00F96531" w:rsidP="00F96531">
      <w:r>
        <w:t>362.1710</w:t>
      </w:r>
      <w:r>
        <w:tab/>
        <w:t>2.200e0</w:t>
      </w:r>
    </w:p>
    <w:p w:rsidR="00F96531" w:rsidRDefault="00F96531" w:rsidP="00F96531">
      <w:r>
        <w:t>362.1809</w:t>
      </w:r>
      <w:r>
        <w:tab/>
        <w:t>1.013e0</w:t>
      </w:r>
    </w:p>
    <w:p w:rsidR="00F96531" w:rsidRDefault="00F96531" w:rsidP="00F96531">
      <w:r>
        <w:t>362.1861</w:t>
      </w:r>
      <w:r>
        <w:tab/>
        <w:t>2.980e0</w:t>
      </w:r>
    </w:p>
    <w:p w:rsidR="00F96531" w:rsidRDefault="00F96531" w:rsidP="00F96531">
      <w:r>
        <w:t>362.2012</w:t>
      </w:r>
      <w:r>
        <w:tab/>
        <w:t>2.886e0</w:t>
      </w:r>
    </w:p>
    <w:p w:rsidR="00F96531" w:rsidRDefault="00F96531" w:rsidP="00F96531">
      <w:r>
        <w:t>362.2148</w:t>
      </w:r>
      <w:r>
        <w:tab/>
        <w:t>5.758e0</w:t>
      </w:r>
    </w:p>
    <w:p w:rsidR="00F96531" w:rsidRDefault="00F96531" w:rsidP="00F96531">
      <w:r>
        <w:t>362.2164</w:t>
      </w:r>
      <w:r>
        <w:tab/>
        <w:t>1.885e0</w:t>
      </w:r>
    </w:p>
    <w:p w:rsidR="00F96531" w:rsidRDefault="00F96531" w:rsidP="00F96531">
      <w:r>
        <w:t>362.2201</w:t>
      </w:r>
      <w:r>
        <w:tab/>
        <w:t>1.880e0</w:t>
      </w:r>
    </w:p>
    <w:p w:rsidR="00F96531" w:rsidRDefault="00F96531" w:rsidP="00F96531">
      <w:r>
        <w:t>362.2276</w:t>
      </w:r>
      <w:r>
        <w:tab/>
        <w:t>3.038e0</w:t>
      </w:r>
    </w:p>
    <w:p w:rsidR="00F96531" w:rsidRDefault="00F96531" w:rsidP="00F96531">
      <w:r>
        <w:t>362.2459</w:t>
      </w:r>
      <w:r>
        <w:tab/>
        <w:t>1.013e0</w:t>
      </w:r>
    </w:p>
    <w:p w:rsidR="00F96531" w:rsidRDefault="00F96531" w:rsidP="00F96531">
      <w:r>
        <w:t>362.2622</w:t>
      </w:r>
      <w:r>
        <w:tab/>
        <w:t>2.025e0</w:t>
      </w:r>
    </w:p>
    <w:p w:rsidR="00F96531" w:rsidRDefault="00F96531" w:rsidP="00F96531">
      <w:r>
        <w:t>362.2646</w:t>
      </w:r>
      <w:r>
        <w:tab/>
        <w:t>3.038e0</w:t>
      </w:r>
    </w:p>
    <w:p w:rsidR="00F96531" w:rsidRDefault="00F96531" w:rsidP="00F96531">
      <w:r>
        <w:t>362.2693</w:t>
      </w:r>
      <w:r>
        <w:tab/>
        <w:t>3.490e0</w:t>
      </w:r>
    </w:p>
    <w:p w:rsidR="00F96531" w:rsidRDefault="00F96531" w:rsidP="00F96531">
      <w:r>
        <w:t>362.3091</w:t>
      </w:r>
      <w:r>
        <w:tab/>
        <w:t>2.025e0</w:t>
      </w:r>
    </w:p>
    <w:p w:rsidR="00F96531" w:rsidRDefault="00F96531" w:rsidP="00F96531">
      <w:r>
        <w:lastRenderedPageBreak/>
        <w:t>362.3162</w:t>
      </w:r>
      <w:r>
        <w:tab/>
        <w:t>2.025e0</w:t>
      </w:r>
    </w:p>
    <w:p w:rsidR="00F96531" w:rsidRDefault="00F96531" w:rsidP="00F96531">
      <w:r>
        <w:t>362.3181</w:t>
      </w:r>
      <w:r>
        <w:tab/>
        <w:t>1.013e0</w:t>
      </w:r>
    </w:p>
    <w:p w:rsidR="00F96531" w:rsidRDefault="00F96531" w:rsidP="00F96531">
      <w:r>
        <w:t>362.3391</w:t>
      </w:r>
      <w:r>
        <w:tab/>
        <w:t>1.891e0</w:t>
      </w:r>
    </w:p>
    <w:p w:rsidR="00F96531" w:rsidRDefault="00F96531" w:rsidP="00F96531">
      <w:r>
        <w:t>362.3456</w:t>
      </w:r>
      <w:r>
        <w:tab/>
        <w:t>2.025e0</w:t>
      </w:r>
    </w:p>
    <w:p w:rsidR="00F96531" w:rsidRDefault="00F96531" w:rsidP="00F96531">
      <w:r>
        <w:t>362.3521</w:t>
      </w:r>
      <w:r>
        <w:tab/>
        <w:t>1.013e0</w:t>
      </w:r>
    </w:p>
    <w:p w:rsidR="00F96531" w:rsidRDefault="00F96531" w:rsidP="00F96531">
      <w:r>
        <w:t>362.3616</w:t>
      </w:r>
      <w:r>
        <w:tab/>
        <w:t>2.025e0</w:t>
      </w:r>
    </w:p>
    <w:p w:rsidR="00F96531" w:rsidRDefault="00F96531" w:rsidP="00F96531">
      <w:r>
        <w:t>362.3678</w:t>
      </w:r>
      <w:r>
        <w:tab/>
        <w:t>2.025e0</w:t>
      </w:r>
    </w:p>
    <w:p w:rsidR="00F96531" w:rsidRDefault="00F96531" w:rsidP="00F96531">
      <w:r>
        <w:t>362.4039</w:t>
      </w:r>
      <w:r>
        <w:tab/>
        <w:t>1.013e0</w:t>
      </w:r>
    </w:p>
    <w:p w:rsidR="00F96531" w:rsidRDefault="00F96531" w:rsidP="00F96531">
      <w:r>
        <w:t>362.4383</w:t>
      </w:r>
      <w:r>
        <w:tab/>
        <w:t>1.013e0</w:t>
      </w:r>
    </w:p>
    <w:p w:rsidR="00F96531" w:rsidRDefault="00F96531" w:rsidP="00F96531">
      <w:r>
        <w:t>362.4749</w:t>
      </w:r>
      <w:r>
        <w:tab/>
        <w:t>1.013e0</w:t>
      </w:r>
    </w:p>
    <w:p w:rsidR="00F96531" w:rsidRDefault="00F96531" w:rsidP="00F96531">
      <w:r>
        <w:t>362.4802</w:t>
      </w:r>
      <w:r>
        <w:tab/>
        <w:t>1.013e0</w:t>
      </w:r>
    </w:p>
    <w:p w:rsidR="00F96531" w:rsidRDefault="00F96531" w:rsidP="00F96531">
      <w:r>
        <w:t>362.5259</w:t>
      </w:r>
      <w:r>
        <w:tab/>
        <w:t>1.013e0</w:t>
      </w:r>
    </w:p>
    <w:p w:rsidR="00F96531" w:rsidRDefault="00F96531" w:rsidP="00F96531">
      <w:r>
        <w:t>362.5847</w:t>
      </w:r>
      <w:r>
        <w:tab/>
        <w:t>3.038e0</w:t>
      </w:r>
    </w:p>
    <w:p w:rsidR="00F96531" w:rsidRDefault="00F96531" w:rsidP="00F96531">
      <w:r>
        <w:t>362.6005</w:t>
      </w:r>
      <w:r>
        <w:tab/>
        <w:t>1.013e0</w:t>
      </w:r>
    </w:p>
    <w:p w:rsidR="00F96531" w:rsidRDefault="00F96531" w:rsidP="00F96531">
      <w:r>
        <w:t>362.6302</w:t>
      </w:r>
      <w:r>
        <w:tab/>
        <w:t>1.013e0</w:t>
      </w:r>
    </w:p>
    <w:p w:rsidR="00F96531" w:rsidRDefault="00F96531" w:rsidP="00F96531">
      <w:r>
        <w:t>362.6447</w:t>
      </w:r>
      <w:r>
        <w:tab/>
        <w:t>1.013e0</w:t>
      </w:r>
    </w:p>
    <w:p w:rsidR="00F96531" w:rsidRDefault="00F96531" w:rsidP="00F96531">
      <w:r>
        <w:t>362.6599</w:t>
      </w:r>
      <w:r>
        <w:tab/>
        <w:t>2.025e0</w:t>
      </w:r>
    </w:p>
    <w:p w:rsidR="00F96531" w:rsidRDefault="00F96531" w:rsidP="00F96531">
      <w:r>
        <w:t>362.6656</w:t>
      </w:r>
      <w:r>
        <w:tab/>
        <w:t>1.013e0</w:t>
      </w:r>
    </w:p>
    <w:p w:rsidR="00F96531" w:rsidRDefault="00F96531" w:rsidP="00F96531">
      <w:r>
        <w:t>362.6865</w:t>
      </w:r>
      <w:r>
        <w:tab/>
        <w:t>1.013e0</w:t>
      </w:r>
    </w:p>
    <w:p w:rsidR="00F96531" w:rsidRDefault="00F96531" w:rsidP="00F96531">
      <w:r>
        <w:lastRenderedPageBreak/>
        <w:t>362.6965</w:t>
      </w:r>
      <w:r>
        <w:tab/>
        <w:t>1.013e0</w:t>
      </w:r>
    </w:p>
    <w:p w:rsidR="00F96531" w:rsidRDefault="00F96531" w:rsidP="00F96531">
      <w:r>
        <w:t>362.7132</w:t>
      </w:r>
      <w:r>
        <w:tab/>
        <w:t>2.025e0</w:t>
      </w:r>
    </w:p>
    <w:p w:rsidR="00F96531" w:rsidRDefault="00F96531" w:rsidP="00F96531">
      <w:r>
        <w:t>362.7153</w:t>
      </w:r>
      <w:r>
        <w:tab/>
        <w:t>1.013e0</w:t>
      </w:r>
    </w:p>
    <w:p w:rsidR="00F96531" w:rsidRDefault="00F96531" w:rsidP="00F96531">
      <w:r>
        <w:t>362.7379</w:t>
      </w:r>
      <w:r>
        <w:tab/>
        <w:t>1.013e0</w:t>
      </w:r>
    </w:p>
    <w:p w:rsidR="00F96531" w:rsidRDefault="00F96531" w:rsidP="00F96531">
      <w:r>
        <w:t>362.7726</w:t>
      </w:r>
      <w:r>
        <w:tab/>
        <w:t>1.013e0</w:t>
      </w:r>
    </w:p>
    <w:p w:rsidR="00F96531" w:rsidRDefault="00F96531" w:rsidP="00F96531">
      <w:r>
        <w:t>362.7746</w:t>
      </w:r>
      <w:r>
        <w:tab/>
        <w:t>2.025e0</w:t>
      </w:r>
    </w:p>
    <w:p w:rsidR="00F96531" w:rsidRDefault="00F96531" w:rsidP="00F96531">
      <w:r>
        <w:t>362.8179</w:t>
      </w:r>
      <w:r>
        <w:tab/>
        <w:t>1.013e0</w:t>
      </w:r>
    </w:p>
    <w:p w:rsidR="00F96531" w:rsidRDefault="00F96531" w:rsidP="00F96531">
      <w:r>
        <w:t>362.8293</w:t>
      </w:r>
      <w:r>
        <w:tab/>
        <w:t>1.013e0</w:t>
      </w:r>
    </w:p>
    <w:p w:rsidR="00F96531" w:rsidRDefault="00F96531" w:rsidP="00F96531">
      <w:r>
        <w:t>362.8332</w:t>
      </w:r>
      <w:r>
        <w:tab/>
        <w:t>1.013e0</w:t>
      </w:r>
    </w:p>
    <w:p w:rsidR="00F96531" w:rsidRDefault="00F96531" w:rsidP="00F96531">
      <w:r>
        <w:t>362.8499</w:t>
      </w:r>
      <w:r>
        <w:tab/>
        <w:t>2.025e0</w:t>
      </w:r>
    </w:p>
    <w:p w:rsidR="00F96531" w:rsidRDefault="00F96531" w:rsidP="00F96531">
      <w:r>
        <w:t>362.8713</w:t>
      </w:r>
      <w:r>
        <w:tab/>
        <w:t>1.013e0</w:t>
      </w:r>
    </w:p>
    <w:p w:rsidR="00F96531" w:rsidRDefault="00F96531" w:rsidP="00F96531">
      <w:r>
        <w:t>362.8944</w:t>
      </w:r>
      <w:r>
        <w:tab/>
        <w:t>1.013e0</w:t>
      </w:r>
    </w:p>
    <w:p w:rsidR="00F96531" w:rsidRDefault="00F96531" w:rsidP="00F96531">
      <w:r>
        <w:t>362.9000</w:t>
      </w:r>
      <w:r>
        <w:tab/>
        <w:t>1.013e0</w:t>
      </w:r>
    </w:p>
    <w:p w:rsidR="00F96531" w:rsidRDefault="00F96531" w:rsidP="00F96531">
      <w:r>
        <w:t>362.9085</w:t>
      </w:r>
      <w:r>
        <w:tab/>
        <w:t>1.013e0</w:t>
      </w:r>
    </w:p>
    <w:p w:rsidR="00F96531" w:rsidRDefault="00F96531" w:rsidP="00F96531">
      <w:r>
        <w:t>362.9106</w:t>
      </w:r>
      <w:r>
        <w:tab/>
        <w:t>4.057e0</w:t>
      </w:r>
    </w:p>
    <w:p w:rsidR="00F96531" w:rsidRDefault="00F96531" w:rsidP="00F96531">
      <w:r>
        <w:t>362.9232</w:t>
      </w:r>
      <w:r>
        <w:tab/>
        <w:t>1.013e0</w:t>
      </w:r>
    </w:p>
    <w:p w:rsidR="00F96531" w:rsidRDefault="00F96531" w:rsidP="00F96531">
      <w:r>
        <w:t>362.9418</w:t>
      </w:r>
      <w:r>
        <w:tab/>
        <w:t>1.013e0</w:t>
      </w:r>
    </w:p>
    <w:p w:rsidR="00F96531" w:rsidRDefault="00F96531" w:rsidP="00F96531">
      <w:r>
        <w:t>362.9546</w:t>
      </w:r>
      <w:r>
        <w:tab/>
        <w:t>2.025e0</w:t>
      </w:r>
    </w:p>
    <w:p w:rsidR="00F96531" w:rsidRDefault="00F96531" w:rsidP="00F96531">
      <w:r>
        <w:t>362.9690</w:t>
      </w:r>
      <w:r>
        <w:tab/>
        <w:t>1.013e0</w:t>
      </w:r>
    </w:p>
    <w:p w:rsidR="00F96531" w:rsidRDefault="00F96531" w:rsidP="00F96531">
      <w:r>
        <w:lastRenderedPageBreak/>
        <w:t>362.9749</w:t>
      </w:r>
      <w:r>
        <w:tab/>
        <w:t>1.013e0</w:t>
      </w:r>
    </w:p>
    <w:p w:rsidR="00F96531" w:rsidRDefault="00F96531" w:rsidP="00F96531">
      <w:r>
        <w:t>362.9794</w:t>
      </w:r>
      <w:r>
        <w:tab/>
        <w:t>2.025e0</w:t>
      </w:r>
    </w:p>
    <w:p w:rsidR="00F96531" w:rsidRDefault="00F96531" w:rsidP="00F96531">
      <w:r>
        <w:t>362.9825</w:t>
      </w:r>
      <w:r>
        <w:tab/>
        <w:t>1.983e0</w:t>
      </w:r>
    </w:p>
    <w:p w:rsidR="00F96531" w:rsidRDefault="00F96531" w:rsidP="00F96531">
      <w:r>
        <w:t>363.0092</w:t>
      </w:r>
      <w:r>
        <w:tab/>
        <w:t>2.025e0</w:t>
      </w:r>
    </w:p>
    <w:p w:rsidR="00F96531" w:rsidRDefault="00F96531" w:rsidP="00F96531">
      <w:r>
        <w:t>363.0108</w:t>
      </w:r>
      <w:r>
        <w:tab/>
        <w:t>1.013e0</w:t>
      </w:r>
    </w:p>
    <w:p w:rsidR="00F96531" w:rsidRDefault="00F96531" w:rsidP="00F96531">
      <w:r>
        <w:t>363.0192</w:t>
      </w:r>
      <w:r>
        <w:tab/>
        <w:t>2.025e0</w:t>
      </w:r>
    </w:p>
    <w:p w:rsidR="00F96531" w:rsidRDefault="00F96531" w:rsidP="00F96531">
      <w:r>
        <w:t>363.0225</w:t>
      </w:r>
      <w:r>
        <w:tab/>
        <w:t>2.025e0</w:t>
      </w:r>
    </w:p>
    <w:p w:rsidR="00F96531" w:rsidRDefault="00F96531" w:rsidP="00F96531">
      <w:r>
        <w:t>363.0582</w:t>
      </w:r>
      <w:r>
        <w:tab/>
        <w:t>1.013e0</w:t>
      </w:r>
    </w:p>
    <w:p w:rsidR="00F96531" w:rsidRDefault="00F96531" w:rsidP="00F96531">
      <w:r>
        <w:t>363.0643</w:t>
      </w:r>
      <w:r>
        <w:tab/>
        <w:t>4.051e0</w:t>
      </w:r>
    </w:p>
    <w:p w:rsidR="00F96531" w:rsidRDefault="00F96531" w:rsidP="00F96531">
      <w:r>
        <w:t>363.0850</w:t>
      </w:r>
      <w:r>
        <w:tab/>
        <w:t>2.025e0</w:t>
      </w:r>
    </w:p>
    <w:p w:rsidR="00F96531" w:rsidRDefault="00F96531" w:rsidP="00F96531">
      <w:r>
        <w:t>363.0867</w:t>
      </w:r>
      <w:r>
        <w:tab/>
        <w:t>3.022e0</w:t>
      </w:r>
    </w:p>
    <w:p w:rsidR="00F96531" w:rsidRDefault="00F96531" w:rsidP="00F96531">
      <w:r>
        <w:t>363.1165</w:t>
      </w:r>
      <w:r>
        <w:tab/>
        <w:t>2.025e0</w:t>
      </w:r>
    </w:p>
    <w:p w:rsidR="00F96531" w:rsidRDefault="00F96531" w:rsidP="00F96531">
      <w:r>
        <w:t>363.1183</w:t>
      </w:r>
      <w:r>
        <w:tab/>
        <w:t>3.007e0</w:t>
      </w:r>
    </w:p>
    <w:p w:rsidR="00F96531" w:rsidRDefault="00F96531" w:rsidP="00F96531">
      <w:r>
        <w:t>363.1199</w:t>
      </w:r>
      <w:r>
        <w:tab/>
        <w:t>3.744e0</w:t>
      </w:r>
    </w:p>
    <w:p w:rsidR="00F96531" w:rsidRDefault="00F96531" w:rsidP="00F96531">
      <w:r>
        <w:t>363.1244</w:t>
      </w:r>
      <w:r>
        <w:tab/>
        <w:t>5.063e0</w:t>
      </w:r>
    </w:p>
    <w:p w:rsidR="00F96531" w:rsidRDefault="00F96531" w:rsidP="00F96531">
      <w:r>
        <w:t>363.1416</w:t>
      </w:r>
      <w:r>
        <w:tab/>
        <w:t>2.025e0</w:t>
      </w:r>
    </w:p>
    <w:p w:rsidR="00F96531" w:rsidRDefault="00F96531" w:rsidP="00F96531">
      <w:r>
        <w:t>363.1513</w:t>
      </w:r>
      <w:r>
        <w:tab/>
        <w:t>2.025e0</w:t>
      </w:r>
    </w:p>
    <w:p w:rsidR="00F96531" w:rsidRDefault="00F96531" w:rsidP="00F96531">
      <w:r>
        <w:t>363.1713</w:t>
      </w:r>
      <w:r>
        <w:tab/>
        <w:t>2.025e0</w:t>
      </w:r>
    </w:p>
    <w:p w:rsidR="00F96531" w:rsidRDefault="00F96531" w:rsidP="00F96531">
      <w:r>
        <w:t>363.1807</w:t>
      </w:r>
      <w:r>
        <w:tab/>
        <w:t>1.978e0</w:t>
      </w:r>
    </w:p>
    <w:p w:rsidR="00F96531" w:rsidRDefault="00F96531" w:rsidP="00F96531">
      <w:r>
        <w:lastRenderedPageBreak/>
        <w:t>363.1885</w:t>
      </w:r>
      <w:r>
        <w:tab/>
        <w:t>4.073e0</w:t>
      </w:r>
    </w:p>
    <w:p w:rsidR="00F96531" w:rsidRDefault="00F96531" w:rsidP="00F96531">
      <w:r>
        <w:t>363.1968</w:t>
      </w:r>
      <w:r>
        <w:tab/>
        <w:t>2.025e0</w:t>
      </w:r>
    </w:p>
    <w:p w:rsidR="00F96531" w:rsidRDefault="00F96531" w:rsidP="00F96531">
      <w:r>
        <w:t>363.2233</w:t>
      </w:r>
      <w:r>
        <w:tab/>
        <w:t>2.064e0</w:t>
      </w:r>
    </w:p>
    <w:p w:rsidR="00F96531" w:rsidRDefault="00F96531" w:rsidP="00F96531">
      <w:r>
        <w:t>363.2280</w:t>
      </w:r>
      <w:r>
        <w:tab/>
        <w:t>8.850e0</w:t>
      </w:r>
    </w:p>
    <w:p w:rsidR="00F96531" w:rsidRDefault="00F96531" w:rsidP="00F96531">
      <w:r>
        <w:t>363.2339</w:t>
      </w:r>
      <w:r>
        <w:tab/>
        <w:t>1.013e0</w:t>
      </w:r>
    </w:p>
    <w:p w:rsidR="00F96531" w:rsidRDefault="00F96531" w:rsidP="00F96531">
      <w:r>
        <w:t>363.2373</w:t>
      </w:r>
      <w:r>
        <w:tab/>
        <w:t>4.212e0</w:t>
      </w:r>
    </w:p>
    <w:p w:rsidR="00F96531" w:rsidRDefault="00F96531" w:rsidP="00F96531">
      <w:r>
        <w:t>363.2599</w:t>
      </w:r>
      <w:r>
        <w:tab/>
        <w:t>1.013e0</w:t>
      </w:r>
    </w:p>
    <w:p w:rsidR="00F96531" w:rsidRDefault="00F96531" w:rsidP="00F96531">
      <w:r>
        <w:t>363.2992</w:t>
      </w:r>
      <w:r>
        <w:tab/>
        <w:t>1.861e0</w:t>
      </w:r>
    </w:p>
    <w:p w:rsidR="00F96531" w:rsidRDefault="00F96531" w:rsidP="00F96531">
      <w:r>
        <w:t>363.3052</w:t>
      </w:r>
      <w:r>
        <w:tab/>
        <w:t>1.013e0</w:t>
      </w:r>
    </w:p>
    <w:p w:rsidR="00F96531" w:rsidRDefault="00F96531" w:rsidP="00F96531">
      <w:r>
        <w:t>363.3088</w:t>
      </w:r>
      <w:r>
        <w:tab/>
        <w:t>3.038e0</w:t>
      </w:r>
    </w:p>
    <w:p w:rsidR="00F96531" w:rsidRDefault="00F96531" w:rsidP="00F96531">
      <w:r>
        <w:t>363.3208</w:t>
      </w:r>
      <w:r>
        <w:tab/>
        <w:t>2.025e0</w:t>
      </w:r>
    </w:p>
    <w:p w:rsidR="00F96531" w:rsidRDefault="00F96531" w:rsidP="00F96531">
      <w:r>
        <w:t>363.3388</w:t>
      </w:r>
      <w:r>
        <w:tab/>
        <w:t>2.025e0</w:t>
      </w:r>
    </w:p>
    <w:p w:rsidR="00F96531" w:rsidRDefault="00F96531" w:rsidP="00F96531">
      <w:r>
        <w:t>363.3412</w:t>
      </w:r>
      <w:r>
        <w:tab/>
        <w:t>2.025e0</w:t>
      </w:r>
    </w:p>
    <w:p w:rsidR="00F96531" w:rsidRDefault="00F96531" w:rsidP="00F96531">
      <w:r>
        <w:t>363.3445</w:t>
      </w:r>
      <w:r>
        <w:tab/>
        <w:t>2.025e0</w:t>
      </w:r>
      <w:bookmarkStart w:id="0" w:name="_GoBack"/>
      <w:bookmarkEnd w:id="0"/>
    </w:p>
    <w:p w:rsidR="00595483" w:rsidRPr="00044EB7" w:rsidRDefault="00595483" w:rsidP="00044EB7"/>
    <w:sectPr w:rsidR="00595483" w:rsidRPr="00044EB7" w:rsidSect="004C2A0A">
      <w:pgSz w:w="15840" w:h="12240" w:orient="landscape"/>
      <w:pgMar w:top="864" w:right="835" w:bottom="1483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19C9"/>
    <w:rsid w:val="00044EB7"/>
    <w:rsid w:val="001D65C8"/>
    <w:rsid w:val="004C2A0A"/>
    <w:rsid w:val="00595483"/>
    <w:rsid w:val="00A563A9"/>
    <w:rsid w:val="00B22530"/>
    <w:rsid w:val="00BD115B"/>
    <w:rsid w:val="00E751C4"/>
    <w:rsid w:val="00ED19C9"/>
    <w:rsid w:val="00F96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2F4FC7"/>
  <w15:docId w15:val="{18BE1FA9-9C45-49E3-9E4F-517541D0F7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225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25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Microsoft\Templates\IMPERIAL.dotx.docx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IMPERIAL.dotx.docx</Template>
  <TotalTime>1</TotalTime>
  <Pages>484</Pages>
  <Words>23384</Words>
  <Characters>133291</Characters>
  <Application>Microsoft Office Word</Application>
  <DocSecurity>0</DocSecurity>
  <Lines>1110</Lines>
  <Paragraphs>312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Waters</Company>
  <LinksUpToDate>false</LinksUpToDate>
  <CharactersWithSpaces>156363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Waters</dc:creator>
  <cp:lastModifiedBy>Puchnarewicz, Malgorzata</cp:lastModifiedBy>
  <cp:revision>2</cp:revision>
  <dcterms:created xsi:type="dcterms:W3CDTF">2022-06-10T15:29:00Z</dcterms:created>
  <dcterms:modified xsi:type="dcterms:W3CDTF">2022-06-10T15:29:00Z</dcterms:modified>
</cp:coreProperties>
</file>